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2C51787" w14:textId="5E8A22C0" w:rsidR="008C63FB" w:rsidRPr="00140830" w:rsidRDefault="00FA77FE" w:rsidP="005250B1">
      <w:pPr>
        <w:pStyle w:val="Pealkiri2"/>
        <w:rPr>
          <w:b/>
          <w:color w:val="auto"/>
        </w:rPr>
      </w:pPr>
      <w:r w:rsidRPr="00140830">
        <w:rPr>
          <w:b/>
          <w:color w:val="auto"/>
        </w:rPr>
        <w:t>To</w:t>
      </w:r>
      <w:r w:rsidR="001C4AE0" w:rsidRPr="00140830">
        <w:rPr>
          <w:b/>
          <w:color w:val="auto"/>
        </w:rPr>
        <w:t xml:space="preserve">etusvajaduse hindamine </w:t>
      </w:r>
      <w:r w:rsidR="00140830" w:rsidRPr="00140830">
        <w:rPr>
          <w:b/>
          <w:color w:val="auto"/>
        </w:rPr>
        <w:t xml:space="preserve">sotsiaalteenuse </w:t>
      </w:r>
      <w:r w:rsidR="00CD42EF" w:rsidRPr="00140830">
        <w:rPr>
          <w:b/>
          <w:color w:val="auto"/>
        </w:rPr>
        <w:t>taotlemisel</w:t>
      </w:r>
    </w:p>
    <w:p w14:paraId="6E2482D6" w14:textId="195F0295" w:rsidR="008C63FB" w:rsidRPr="00140830" w:rsidRDefault="00FA77FE" w:rsidP="005250B1">
      <w:pPr>
        <w:jc w:val="both"/>
        <w:rPr>
          <w:color w:val="auto"/>
          <w:sz w:val="20"/>
          <w:szCs w:val="20"/>
        </w:rPr>
      </w:pPr>
      <w:r w:rsidRPr="00140830">
        <w:rPr>
          <w:color w:val="auto"/>
          <w:sz w:val="20"/>
          <w:szCs w:val="20"/>
        </w:rPr>
        <w:t xml:space="preserve">Toetusvajaduse hindamise </w:t>
      </w:r>
      <w:r w:rsidR="00395A42" w:rsidRPr="00140830">
        <w:rPr>
          <w:color w:val="auto"/>
          <w:sz w:val="20"/>
          <w:szCs w:val="20"/>
        </w:rPr>
        <w:t xml:space="preserve">eesmärgiks on selgitada välja, millistes eluvaldkondades ja millisel määral </w:t>
      </w:r>
      <w:r w:rsidR="00140830" w:rsidRPr="00140830">
        <w:rPr>
          <w:color w:val="auto"/>
          <w:sz w:val="20"/>
          <w:szCs w:val="20"/>
        </w:rPr>
        <w:t>inimene</w:t>
      </w:r>
      <w:r w:rsidR="00395A42" w:rsidRPr="00140830">
        <w:rPr>
          <w:color w:val="auto"/>
          <w:sz w:val="20"/>
          <w:szCs w:val="20"/>
        </w:rPr>
        <w:t xml:space="preserve"> </w:t>
      </w:r>
      <w:r w:rsidRPr="00140830">
        <w:rPr>
          <w:color w:val="auto"/>
          <w:sz w:val="20"/>
          <w:szCs w:val="20"/>
        </w:rPr>
        <w:t>toetus</w:t>
      </w:r>
      <w:r w:rsidR="001865DE" w:rsidRPr="00140830">
        <w:rPr>
          <w:color w:val="auto"/>
          <w:sz w:val="20"/>
          <w:szCs w:val="20"/>
        </w:rPr>
        <w:t>t</w:t>
      </w:r>
      <w:r w:rsidRPr="00140830">
        <w:rPr>
          <w:color w:val="auto"/>
          <w:sz w:val="20"/>
          <w:szCs w:val="20"/>
        </w:rPr>
        <w:t xml:space="preserve"> ja/või abi</w:t>
      </w:r>
      <w:r w:rsidR="003748C8" w:rsidRPr="00140830">
        <w:rPr>
          <w:color w:val="auto"/>
          <w:sz w:val="20"/>
          <w:szCs w:val="20"/>
        </w:rPr>
        <w:t xml:space="preserve"> vajab, </w:t>
      </w:r>
      <w:r w:rsidR="00395A42" w:rsidRPr="00140830">
        <w:rPr>
          <w:color w:val="auto"/>
          <w:sz w:val="20"/>
          <w:szCs w:val="20"/>
        </w:rPr>
        <w:t xml:space="preserve"> </w:t>
      </w:r>
      <w:r w:rsidR="003748C8" w:rsidRPr="00140830">
        <w:rPr>
          <w:color w:val="auto"/>
          <w:sz w:val="20"/>
          <w:szCs w:val="20"/>
        </w:rPr>
        <w:t>selleks et tagada tema võimalikult võrdne toim</w:t>
      </w:r>
      <w:r w:rsidR="00CD42EF" w:rsidRPr="00140830">
        <w:rPr>
          <w:color w:val="auto"/>
          <w:sz w:val="20"/>
          <w:szCs w:val="20"/>
        </w:rPr>
        <w:t xml:space="preserve">etulek ja osalemine ühiskonnas ning välja selgitada tema </w:t>
      </w:r>
      <w:r w:rsidR="00140830" w:rsidRPr="00140830">
        <w:rPr>
          <w:color w:val="auto"/>
          <w:sz w:val="20"/>
          <w:szCs w:val="20"/>
        </w:rPr>
        <w:t>õigustatus sotsiaal</w:t>
      </w:r>
      <w:r w:rsidR="00CD42EF" w:rsidRPr="00140830">
        <w:rPr>
          <w:color w:val="auto"/>
          <w:sz w:val="20"/>
          <w:szCs w:val="20"/>
        </w:rPr>
        <w:t xml:space="preserve">teenustele. </w:t>
      </w:r>
      <w:r w:rsidRPr="00140830">
        <w:rPr>
          <w:color w:val="auto"/>
          <w:sz w:val="20"/>
          <w:szCs w:val="20"/>
        </w:rPr>
        <w:t xml:space="preserve">Struktureeritud </w:t>
      </w:r>
      <w:r w:rsidR="001C4AE0" w:rsidRPr="00140830">
        <w:rPr>
          <w:color w:val="auto"/>
          <w:sz w:val="20"/>
          <w:szCs w:val="20"/>
        </w:rPr>
        <w:t>hindamisvahendi</w:t>
      </w:r>
      <w:r w:rsidR="00B63A1E" w:rsidRPr="00140830">
        <w:rPr>
          <w:color w:val="auto"/>
          <w:sz w:val="20"/>
          <w:szCs w:val="20"/>
        </w:rPr>
        <w:t>ga</w:t>
      </w:r>
      <w:r w:rsidRPr="00140830">
        <w:rPr>
          <w:color w:val="auto"/>
          <w:sz w:val="20"/>
          <w:szCs w:val="20"/>
        </w:rPr>
        <w:t xml:space="preserve"> kogutud informatsiooni alusel </w:t>
      </w:r>
      <w:r w:rsidR="003748C8" w:rsidRPr="00140830">
        <w:rPr>
          <w:color w:val="auto"/>
          <w:sz w:val="20"/>
          <w:szCs w:val="20"/>
        </w:rPr>
        <w:t>tehakse otsus</w:t>
      </w:r>
      <w:r w:rsidRPr="00140830">
        <w:rPr>
          <w:color w:val="auto"/>
          <w:sz w:val="20"/>
          <w:szCs w:val="20"/>
        </w:rPr>
        <w:t>, milliste sotsiaalhoolekande süsteemis olevate abimeetmetega on võimalik isikule vajalikes eluvaldkondades toetust ja abi pakkuda.</w:t>
      </w:r>
      <w:r w:rsidR="003748C8" w:rsidRPr="00140830">
        <w:rPr>
          <w:color w:val="auto"/>
          <w:sz w:val="20"/>
          <w:szCs w:val="20"/>
        </w:rPr>
        <w:t xml:space="preserve"> </w:t>
      </w:r>
      <w:r w:rsidRPr="00140830">
        <w:rPr>
          <w:color w:val="auto"/>
          <w:sz w:val="20"/>
          <w:szCs w:val="20"/>
        </w:rPr>
        <w:t xml:space="preserve">Hindamise tulemustele tuginedes otsustab </w:t>
      </w:r>
      <w:r w:rsidR="00140830" w:rsidRPr="00140830">
        <w:rPr>
          <w:color w:val="auto"/>
          <w:sz w:val="20"/>
          <w:szCs w:val="20"/>
        </w:rPr>
        <w:t>sotsiaaltöötaja</w:t>
      </w:r>
      <w:r w:rsidRPr="00140830">
        <w:rPr>
          <w:color w:val="auto"/>
          <w:sz w:val="20"/>
          <w:szCs w:val="20"/>
        </w:rPr>
        <w:t xml:space="preserve"> </w:t>
      </w:r>
      <w:r w:rsidR="00140830" w:rsidRPr="00140830">
        <w:rPr>
          <w:color w:val="auto"/>
          <w:sz w:val="20"/>
          <w:szCs w:val="20"/>
        </w:rPr>
        <w:t>vajaduse suunata inimene</w:t>
      </w:r>
      <w:r w:rsidRPr="00140830">
        <w:rPr>
          <w:color w:val="auto"/>
          <w:sz w:val="20"/>
          <w:szCs w:val="20"/>
        </w:rPr>
        <w:t xml:space="preserve"> </w:t>
      </w:r>
      <w:r w:rsidR="00140830" w:rsidRPr="00140830">
        <w:rPr>
          <w:color w:val="auto"/>
          <w:sz w:val="20"/>
          <w:szCs w:val="20"/>
        </w:rPr>
        <w:t>sotsiaalteenusele</w:t>
      </w:r>
      <w:r w:rsidR="00CD42EF" w:rsidRPr="00140830">
        <w:rPr>
          <w:color w:val="auto"/>
          <w:sz w:val="20"/>
          <w:szCs w:val="20"/>
        </w:rPr>
        <w:t xml:space="preserve"> või </w:t>
      </w:r>
      <w:r w:rsidRPr="00140830">
        <w:rPr>
          <w:color w:val="auto"/>
          <w:sz w:val="20"/>
          <w:szCs w:val="20"/>
        </w:rPr>
        <w:t xml:space="preserve">tegutseb juhtumikorralduse põhimõtete alusel ja seostab </w:t>
      </w:r>
      <w:r w:rsidR="00140830" w:rsidRPr="00140830">
        <w:rPr>
          <w:color w:val="auto"/>
          <w:sz w:val="20"/>
          <w:szCs w:val="20"/>
        </w:rPr>
        <w:t>inimese</w:t>
      </w:r>
      <w:r w:rsidRPr="00140830">
        <w:rPr>
          <w:color w:val="auto"/>
          <w:sz w:val="20"/>
          <w:szCs w:val="20"/>
        </w:rPr>
        <w:t xml:space="preserve"> temale vajalike teisi abimeetmeid osutavate sotsiaalhoolekande organisatsiooni</w:t>
      </w:r>
      <w:r w:rsidR="001C4AE0" w:rsidRPr="00140830">
        <w:rPr>
          <w:color w:val="auto"/>
          <w:sz w:val="20"/>
          <w:szCs w:val="20"/>
        </w:rPr>
        <w:t>de</w:t>
      </w:r>
      <w:r w:rsidR="00140830" w:rsidRPr="00140830">
        <w:rPr>
          <w:color w:val="auto"/>
          <w:sz w:val="20"/>
          <w:szCs w:val="20"/>
        </w:rPr>
        <w:t>ga</w:t>
      </w:r>
      <w:r w:rsidR="001C4AE0" w:rsidRPr="00140830">
        <w:rPr>
          <w:color w:val="auto"/>
          <w:sz w:val="20"/>
          <w:szCs w:val="20"/>
        </w:rPr>
        <w:t xml:space="preserve">, kes saavad isikule pakkuda tema vajadustele vastavat abimeedet. </w:t>
      </w:r>
      <w:r w:rsidR="003748C8" w:rsidRPr="00140830">
        <w:rPr>
          <w:color w:val="auto"/>
          <w:sz w:val="20"/>
          <w:szCs w:val="20"/>
        </w:rPr>
        <w:t xml:space="preserve">Toetusvajaduse hindamisel inimese kohta kogutud informatsioon edastatakse </w:t>
      </w:r>
      <w:r w:rsidR="00B63A1E" w:rsidRPr="00140830">
        <w:rPr>
          <w:color w:val="auto"/>
          <w:sz w:val="20"/>
          <w:szCs w:val="20"/>
        </w:rPr>
        <w:t xml:space="preserve">teenuseosutajale ning see </w:t>
      </w:r>
      <w:r w:rsidR="0020303F" w:rsidRPr="00140830">
        <w:rPr>
          <w:color w:val="auto"/>
          <w:sz w:val="20"/>
          <w:szCs w:val="20"/>
        </w:rPr>
        <w:t xml:space="preserve">on aluseks </w:t>
      </w:r>
      <w:r w:rsidR="00143DCA" w:rsidRPr="00140830">
        <w:rPr>
          <w:color w:val="auto"/>
          <w:sz w:val="20"/>
          <w:szCs w:val="20"/>
        </w:rPr>
        <w:t>individuaalse</w:t>
      </w:r>
      <w:r w:rsidR="0020303F" w:rsidRPr="00140830">
        <w:rPr>
          <w:color w:val="auto"/>
          <w:sz w:val="20"/>
          <w:szCs w:val="20"/>
        </w:rPr>
        <w:t xml:space="preserve"> tegevus</w:t>
      </w:r>
      <w:r w:rsidR="003748C8" w:rsidRPr="00140830">
        <w:rPr>
          <w:color w:val="auto"/>
          <w:sz w:val="20"/>
          <w:szCs w:val="20"/>
        </w:rPr>
        <w:t xml:space="preserve">plaani koostamisel ja </w:t>
      </w:r>
      <w:r w:rsidR="00FC0022" w:rsidRPr="00140830">
        <w:rPr>
          <w:color w:val="auto"/>
          <w:sz w:val="20"/>
          <w:szCs w:val="20"/>
        </w:rPr>
        <w:t>teenuseosutamise protsessis läbi viidava</w:t>
      </w:r>
      <w:r w:rsidR="003748C8" w:rsidRPr="00140830">
        <w:rPr>
          <w:color w:val="auto"/>
          <w:sz w:val="20"/>
          <w:szCs w:val="20"/>
        </w:rPr>
        <w:t xml:space="preserve"> põhjaliku individuaalse tegevusvõime hindamisel</w:t>
      </w:r>
      <w:r w:rsidR="00140830" w:rsidRPr="00140830">
        <w:rPr>
          <w:color w:val="auto"/>
          <w:sz w:val="20"/>
          <w:szCs w:val="20"/>
        </w:rPr>
        <w:t>( SHS § 3 kvaliteedi juhistest tulenev kohustus)</w:t>
      </w:r>
      <w:r w:rsidR="00FC0022" w:rsidRPr="00140830">
        <w:rPr>
          <w:color w:val="auto"/>
          <w:sz w:val="20"/>
          <w:szCs w:val="20"/>
        </w:rPr>
        <w:t>.</w:t>
      </w:r>
      <w:r w:rsidR="003748C8" w:rsidRPr="00140830">
        <w:rPr>
          <w:color w:val="auto"/>
          <w:sz w:val="20"/>
          <w:szCs w:val="20"/>
        </w:rPr>
        <w:t xml:space="preserve"> </w:t>
      </w:r>
      <w:r w:rsidR="00143DCA" w:rsidRPr="00140830">
        <w:rPr>
          <w:color w:val="auto"/>
          <w:sz w:val="20"/>
          <w:szCs w:val="20"/>
        </w:rPr>
        <w:t>Individuaalses</w:t>
      </w:r>
      <w:r w:rsidR="003748C8" w:rsidRPr="00140830">
        <w:rPr>
          <w:color w:val="auto"/>
          <w:sz w:val="20"/>
          <w:szCs w:val="20"/>
        </w:rPr>
        <w:t xml:space="preserve"> tegevusplaanis </w:t>
      </w:r>
      <w:r w:rsidR="00FC0022" w:rsidRPr="00140830">
        <w:rPr>
          <w:color w:val="auto"/>
          <w:sz w:val="20"/>
          <w:szCs w:val="20"/>
        </w:rPr>
        <w:t>tuleb nimetada</w:t>
      </w:r>
      <w:r w:rsidR="003748C8" w:rsidRPr="00140830">
        <w:rPr>
          <w:color w:val="auto"/>
          <w:sz w:val="20"/>
          <w:szCs w:val="20"/>
        </w:rPr>
        <w:t xml:space="preserve"> inimese toetuseks vajalikud tegevused nendes eluvaldkondades, milles oli </w:t>
      </w:r>
      <w:r w:rsidR="0020303F" w:rsidRPr="00140830">
        <w:rPr>
          <w:color w:val="auto"/>
          <w:sz w:val="20"/>
          <w:szCs w:val="20"/>
        </w:rPr>
        <w:t xml:space="preserve">eelnevalt </w:t>
      </w:r>
      <w:r w:rsidR="00FC0022" w:rsidRPr="00140830">
        <w:rPr>
          <w:color w:val="auto"/>
          <w:sz w:val="20"/>
          <w:szCs w:val="20"/>
        </w:rPr>
        <w:t>toetusvajadus tuvastatud.</w:t>
      </w:r>
    </w:p>
    <w:p w14:paraId="68CA3151" w14:textId="77777777" w:rsidR="00AE5CED" w:rsidRPr="00140830" w:rsidRDefault="00AE5CED" w:rsidP="005250B1">
      <w:pPr>
        <w:jc w:val="both"/>
        <w:rPr>
          <w:color w:val="auto"/>
          <w:sz w:val="20"/>
          <w:szCs w:val="20"/>
        </w:rPr>
      </w:pPr>
    </w:p>
    <w:p w14:paraId="242F718C" w14:textId="1877F710" w:rsidR="00AE5CED" w:rsidRPr="00140830" w:rsidRDefault="00AE5CED" w:rsidP="005250B1">
      <w:pPr>
        <w:jc w:val="both"/>
        <w:rPr>
          <w:color w:val="auto"/>
          <w:sz w:val="20"/>
          <w:szCs w:val="20"/>
        </w:rPr>
      </w:pPr>
      <w:r w:rsidRPr="00140830">
        <w:rPr>
          <w:color w:val="auto"/>
          <w:sz w:val="20"/>
          <w:szCs w:val="20"/>
        </w:rPr>
        <w:t xml:space="preserve">Hindamisinstrumendiga hinnatakse inimese toimetulekut </w:t>
      </w:r>
      <w:r w:rsidR="00143DCA" w:rsidRPr="00140830">
        <w:rPr>
          <w:color w:val="auto"/>
          <w:sz w:val="20"/>
          <w:szCs w:val="20"/>
        </w:rPr>
        <w:t xml:space="preserve">ja tegutsemisvõimet </w:t>
      </w:r>
      <w:r w:rsidRPr="00140830">
        <w:rPr>
          <w:color w:val="auto"/>
          <w:sz w:val="20"/>
          <w:szCs w:val="20"/>
        </w:rPr>
        <w:t xml:space="preserve">seitsmes eluvaldkonnas: </w:t>
      </w:r>
    </w:p>
    <w:p w14:paraId="6CA7666F" w14:textId="73A38654" w:rsidR="003C538E" w:rsidRPr="00140830" w:rsidRDefault="003C538E" w:rsidP="003C538E">
      <w:pPr>
        <w:pStyle w:val="Loendilik"/>
        <w:numPr>
          <w:ilvl w:val="0"/>
          <w:numId w:val="38"/>
        </w:numPr>
        <w:jc w:val="both"/>
        <w:rPr>
          <w:sz w:val="20"/>
        </w:rPr>
      </w:pPr>
      <w:r w:rsidRPr="00140830">
        <w:rPr>
          <w:sz w:val="20"/>
        </w:rPr>
        <w:t>Sotsiaalsed suhted</w:t>
      </w:r>
    </w:p>
    <w:p w14:paraId="20A22F4C" w14:textId="77777777" w:rsidR="003C538E" w:rsidRPr="00140830" w:rsidRDefault="003C538E" w:rsidP="005250B1">
      <w:pPr>
        <w:pStyle w:val="Loendilik"/>
        <w:numPr>
          <w:ilvl w:val="0"/>
          <w:numId w:val="38"/>
        </w:numPr>
        <w:jc w:val="both"/>
        <w:rPr>
          <w:sz w:val="20"/>
        </w:rPr>
      </w:pPr>
      <w:r w:rsidRPr="00140830">
        <w:rPr>
          <w:sz w:val="20"/>
        </w:rPr>
        <w:t>Vaimne tervis</w:t>
      </w:r>
    </w:p>
    <w:p w14:paraId="0A60F383" w14:textId="57067D1B" w:rsidR="003C538E" w:rsidRPr="00140830" w:rsidRDefault="003C538E" w:rsidP="005250B1">
      <w:pPr>
        <w:pStyle w:val="Loendilik"/>
        <w:numPr>
          <w:ilvl w:val="0"/>
          <w:numId w:val="38"/>
        </w:numPr>
        <w:jc w:val="both"/>
        <w:rPr>
          <w:sz w:val="20"/>
        </w:rPr>
      </w:pPr>
      <w:r w:rsidRPr="00140830">
        <w:rPr>
          <w:sz w:val="20"/>
        </w:rPr>
        <w:t>Füüsiline tervis</w:t>
      </w:r>
    </w:p>
    <w:p w14:paraId="32BCD537" w14:textId="77777777" w:rsidR="00140830" w:rsidRPr="00140830" w:rsidRDefault="00140830" w:rsidP="00F73CD3">
      <w:pPr>
        <w:pStyle w:val="Loendilik"/>
        <w:numPr>
          <w:ilvl w:val="0"/>
          <w:numId w:val="38"/>
        </w:numPr>
        <w:jc w:val="both"/>
        <w:rPr>
          <w:sz w:val="20"/>
        </w:rPr>
      </w:pPr>
      <w:r w:rsidRPr="00140830">
        <w:rPr>
          <w:sz w:val="20"/>
        </w:rPr>
        <w:t>Hõive</w:t>
      </w:r>
    </w:p>
    <w:p w14:paraId="2572B0E8" w14:textId="7FFAA642" w:rsidR="003C538E" w:rsidRPr="00140830" w:rsidRDefault="00140830" w:rsidP="00F73CD3">
      <w:pPr>
        <w:pStyle w:val="Loendilik"/>
        <w:numPr>
          <w:ilvl w:val="0"/>
          <w:numId w:val="38"/>
        </w:numPr>
        <w:jc w:val="both"/>
        <w:rPr>
          <w:sz w:val="20"/>
        </w:rPr>
      </w:pPr>
      <w:r w:rsidRPr="00140830">
        <w:rPr>
          <w:sz w:val="20"/>
        </w:rPr>
        <w:t>V</w:t>
      </w:r>
      <w:r w:rsidR="003C538E" w:rsidRPr="00140830">
        <w:rPr>
          <w:sz w:val="20"/>
        </w:rPr>
        <w:t>aba aeg ja huvitegevus</w:t>
      </w:r>
    </w:p>
    <w:p w14:paraId="08210AA7" w14:textId="77777777" w:rsidR="003C538E" w:rsidRPr="00140830" w:rsidRDefault="003C538E" w:rsidP="003C538E">
      <w:pPr>
        <w:pStyle w:val="Loendilik"/>
        <w:numPr>
          <w:ilvl w:val="0"/>
          <w:numId w:val="38"/>
        </w:numPr>
        <w:jc w:val="both"/>
        <w:rPr>
          <w:sz w:val="20"/>
        </w:rPr>
      </w:pPr>
      <w:r w:rsidRPr="00140830">
        <w:rPr>
          <w:sz w:val="20"/>
        </w:rPr>
        <w:t>Elukeskkond</w:t>
      </w:r>
    </w:p>
    <w:p w14:paraId="48E7BC9A" w14:textId="2F3E67CE" w:rsidR="00AE5CED" w:rsidRPr="00140830" w:rsidRDefault="003C538E" w:rsidP="003C538E">
      <w:pPr>
        <w:pStyle w:val="Loendilik"/>
        <w:numPr>
          <w:ilvl w:val="0"/>
          <w:numId w:val="38"/>
        </w:numPr>
        <w:jc w:val="both"/>
        <w:rPr>
          <w:sz w:val="20"/>
        </w:rPr>
      </w:pPr>
      <w:r w:rsidRPr="00140830">
        <w:rPr>
          <w:sz w:val="20"/>
        </w:rPr>
        <w:t>Igapäevaelu toimingud</w:t>
      </w:r>
    </w:p>
    <w:p w14:paraId="7D3B42FF" w14:textId="1D1A37C2" w:rsidR="00AE5CED" w:rsidRPr="00140830" w:rsidRDefault="00AE5CED" w:rsidP="005250B1">
      <w:pPr>
        <w:jc w:val="both"/>
        <w:rPr>
          <w:color w:val="auto"/>
          <w:sz w:val="20"/>
          <w:szCs w:val="20"/>
        </w:rPr>
      </w:pPr>
      <w:r w:rsidRPr="00140830">
        <w:rPr>
          <w:color w:val="auto"/>
          <w:sz w:val="20"/>
          <w:szCs w:val="20"/>
        </w:rPr>
        <w:t xml:space="preserve">Igas valdkonnas hinnatakse inimese toetusvajaduse astet ning täpsustatakse </w:t>
      </w:r>
      <w:r w:rsidR="00140830" w:rsidRPr="00140830">
        <w:rPr>
          <w:color w:val="auto"/>
          <w:sz w:val="20"/>
          <w:szCs w:val="20"/>
        </w:rPr>
        <w:t>inimese spetsiifilised vajadused</w:t>
      </w:r>
      <w:r w:rsidRPr="00140830">
        <w:rPr>
          <w:color w:val="auto"/>
          <w:sz w:val="20"/>
          <w:szCs w:val="20"/>
        </w:rPr>
        <w:t xml:space="preserve"> </w:t>
      </w:r>
      <w:r w:rsidR="00140830" w:rsidRPr="00140830">
        <w:rPr>
          <w:color w:val="auto"/>
          <w:sz w:val="20"/>
          <w:szCs w:val="20"/>
        </w:rPr>
        <w:t xml:space="preserve"> või eripärad </w:t>
      </w:r>
      <w:r w:rsidRPr="00140830">
        <w:rPr>
          <w:color w:val="auto"/>
          <w:sz w:val="20"/>
          <w:szCs w:val="20"/>
        </w:rPr>
        <w:t>kommentaaride lahtrites.</w:t>
      </w:r>
    </w:p>
    <w:p w14:paraId="3A1DB764" w14:textId="1C7D2F9B" w:rsidR="009858B6" w:rsidRPr="00140830" w:rsidRDefault="009858B6" w:rsidP="009858B6">
      <w:pPr>
        <w:jc w:val="both"/>
        <w:rPr>
          <w:color w:val="auto"/>
          <w:sz w:val="20"/>
          <w:szCs w:val="20"/>
        </w:rPr>
      </w:pPr>
      <w:r w:rsidRPr="00140830">
        <w:rPr>
          <w:color w:val="auto"/>
          <w:sz w:val="20"/>
          <w:szCs w:val="20"/>
        </w:rPr>
        <w:t xml:space="preserve">Toetusvajaduse tuvastamisel seab </w:t>
      </w:r>
      <w:r w:rsidR="00140830" w:rsidRPr="00140830">
        <w:rPr>
          <w:color w:val="auto"/>
          <w:sz w:val="20"/>
          <w:szCs w:val="20"/>
        </w:rPr>
        <w:t>sotsiaaltöötaja</w:t>
      </w:r>
      <w:r w:rsidRPr="00140830">
        <w:rPr>
          <w:color w:val="auto"/>
          <w:sz w:val="20"/>
          <w:szCs w:val="20"/>
        </w:rPr>
        <w:t xml:space="preserve"> </w:t>
      </w:r>
      <w:r w:rsidR="007113FC" w:rsidRPr="00140830">
        <w:rPr>
          <w:color w:val="auto"/>
          <w:sz w:val="20"/>
          <w:szCs w:val="20"/>
        </w:rPr>
        <w:t xml:space="preserve">teenuse kasutamise ajaks teenusele suunates üldised eesmärgid </w:t>
      </w:r>
      <w:r w:rsidRPr="00140830">
        <w:rPr>
          <w:color w:val="auto"/>
          <w:sz w:val="20"/>
          <w:szCs w:val="20"/>
        </w:rPr>
        <w:t xml:space="preserve">hindamisel </w:t>
      </w:r>
      <w:r w:rsidRPr="00140830">
        <w:rPr>
          <w:color w:val="auto"/>
          <w:sz w:val="20"/>
          <w:szCs w:val="20"/>
          <w:u w:val="single"/>
        </w:rPr>
        <w:t>tuvastatud toetus- ja/või abivajadusega eluvaldkondades</w:t>
      </w:r>
      <w:r w:rsidR="007113FC" w:rsidRPr="00140830">
        <w:rPr>
          <w:color w:val="auto"/>
          <w:sz w:val="20"/>
          <w:szCs w:val="20"/>
          <w:u w:val="single"/>
        </w:rPr>
        <w:t>se</w:t>
      </w:r>
      <w:r w:rsidRPr="00140830">
        <w:rPr>
          <w:color w:val="auto"/>
          <w:sz w:val="20"/>
          <w:szCs w:val="20"/>
        </w:rPr>
        <w:t xml:space="preserve">. </w:t>
      </w:r>
      <w:r w:rsidR="00140830" w:rsidRPr="00140830">
        <w:rPr>
          <w:color w:val="auto"/>
          <w:sz w:val="20"/>
          <w:szCs w:val="20"/>
        </w:rPr>
        <w:t xml:space="preserve">Suunamise eesmärgid peavad olema täidetavad valitud sotsiaalteenuse tegevustega. </w:t>
      </w:r>
    </w:p>
    <w:p w14:paraId="6B7C9D2A" w14:textId="26A633B8" w:rsidR="00AE5CED" w:rsidRPr="00140830" w:rsidRDefault="00AE5CED" w:rsidP="005250B1">
      <w:pPr>
        <w:jc w:val="both"/>
        <w:rPr>
          <w:color w:val="auto"/>
          <w:sz w:val="20"/>
          <w:szCs w:val="20"/>
        </w:rPr>
      </w:pPr>
    </w:p>
    <w:p w14:paraId="7A3E46F3" w14:textId="1C0FB6EC" w:rsidR="00AE5CED" w:rsidRPr="00140830" w:rsidRDefault="00AE5CED" w:rsidP="00AE5CED">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
          <w:bCs/>
          <w:color w:val="auto"/>
          <w:sz w:val="20"/>
          <w:szCs w:val="20"/>
        </w:rPr>
        <w:t>Toetusvajaduse astmed</w:t>
      </w:r>
    </w:p>
    <w:tbl>
      <w:tblPr>
        <w:tblW w:w="0" w:type="auto"/>
        <w:tblCellMar>
          <w:top w:w="15" w:type="dxa"/>
          <w:left w:w="15" w:type="dxa"/>
          <w:bottom w:w="15" w:type="dxa"/>
          <w:right w:w="15" w:type="dxa"/>
        </w:tblCellMar>
        <w:tblLook w:val="04A0" w:firstRow="1" w:lastRow="0" w:firstColumn="1" w:lastColumn="0" w:noHBand="0" w:noVBand="1"/>
      </w:tblPr>
      <w:tblGrid>
        <w:gridCol w:w="561"/>
        <w:gridCol w:w="2201"/>
        <w:gridCol w:w="9515"/>
      </w:tblGrid>
      <w:tr w:rsidR="00140830" w:rsidRPr="00140830" w14:paraId="53F784D5" w14:textId="77777777" w:rsidTr="00AE5CED">
        <w:tc>
          <w:tcPr>
            <w:tcW w:w="0" w:type="auto"/>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234D170" w14:textId="77777777" w:rsidR="00AE5CED" w:rsidRPr="00140830" w:rsidRDefault="00AE5CED" w:rsidP="00AE5CED">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i/>
                <w:iCs/>
                <w:color w:val="auto"/>
                <w:sz w:val="18"/>
                <w:szCs w:val="18"/>
              </w:rPr>
              <w:t>Aste</w:t>
            </w: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7F538495" w14:textId="0A37DD85" w:rsidR="00AE5CED" w:rsidRPr="00140830" w:rsidRDefault="00FC0022" w:rsidP="00AE5CED">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i/>
                <w:iCs/>
                <w:color w:val="auto"/>
                <w:sz w:val="18"/>
                <w:szCs w:val="18"/>
              </w:rPr>
              <w:t>Toetusvajadus</w:t>
            </w: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2125299" w14:textId="01615A69" w:rsidR="00AE5CED" w:rsidRPr="00140830" w:rsidRDefault="00FC0022" w:rsidP="00AE5CED">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i/>
                <w:iCs/>
                <w:color w:val="auto"/>
                <w:sz w:val="18"/>
                <w:szCs w:val="18"/>
              </w:rPr>
              <w:t>Toimetulek</w:t>
            </w:r>
          </w:p>
        </w:tc>
      </w:tr>
      <w:tr w:rsidR="00140830" w:rsidRPr="00140830" w14:paraId="72E725E0" w14:textId="77777777" w:rsidTr="00AE5C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59AFC3A2" w14:textId="77777777" w:rsidR="00AE5CED" w:rsidRPr="00140830" w:rsidRDefault="00AE5CED" w:rsidP="00AE5CED">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18"/>
                <w:szCs w:val="18"/>
                <w:shd w:val="clear" w:color="auto" w:fill="F3F3F3"/>
              </w:rPr>
              <w:t>0</w:t>
            </w:r>
          </w:p>
        </w:tc>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46F0F90A" w14:textId="77777777" w:rsidR="00AE5CED" w:rsidRPr="00140830" w:rsidRDefault="00AE5CED" w:rsidP="00AE5CED">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18"/>
                <w:szCs w:val="18"/>
                <w:shd w:val="clear" w:color="auto" w:fill="F3F3F3"/>
              </w:rPr>
              <w:t>Iseseisev</w:t>
            </w:r>
          </w:p>
        </w:tc>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258ED0A6" w14:textId="77777777" w:rsidR="00AE5CED" w:rsidRPr="00140830" w:rsidRDefault="00AE5CED" w:rsidP="00AE5CED">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18"/>
                <w:szCs w:val="18"/>
                <w:shd w:val="clear" w:color="auto" w:fill="F3F3F3"/>
              </w:rPr>
              <w:t xml:space="preserve">Ei vaja toetust. </w:t>
            </w:r>
          </w:p>
        </w:tc>
      </w:tr>
      <w:tr w:rsidR="00140830" w:rsidRPr="00140830" w14:paraId="21925F18" w14:textId="77777777" w:rsidTr="00AE5C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28A4FDB5" w14:textId="77777777" w:rsidR="00AE5CED" w:rsidRPr="00140830" w:rsidRDefault="00AE5CED" w:rsidP="00AE5CED">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18"/>
                <w:szCs w:val="18"/>
                <w:shd w:val="clear" w:color="auto" w:fill="F3F3F3"/>
              </w:rPr>
              <w:t>1</w:t>
            </w:r>
          </w:p>
        </w:tc>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5CA5E1FE" w14:textId="77777777" w:rsidR="00AE5CED" w:rsidRPr="00140830" w:rsidRDefault="00AE5CED" w:rsidP="00AE5CED">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18"/>
                <w:szCs w:val="18"/>
                <w:shd w:val="clear" w:color="auto" w:fill="F3F3F3"/>
              </w:rPr>
              <w:t>Madal toetusvajadus</w:t>
            </w:r>
          </w:p>
        </w:tc>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62DBB3EC" w14:textId="77777777" w:rsidR="00AE5CED" w:rsidRPr="00140830" w:rsidRDefault="00AE5CED" w:rsidP="00AE5CED">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18"/>
                <w:szCs w:val="18"/>
                <w:shd w:val="clear" w:color="auto" w:fill="F3F3F3"/>
              </w:rPr>
              <w:t>Toimetulek kergelt häiritud. Vajab meeldetuletust ja nõustamist</w:t>
            </w:r>
          </w:p>
        </w:tc>
      </w:tr>
      <w:tr w:rsidR="00140830" w:rsidRPr="00140830" w14:paraId="0073A7DC" w14:textId="77777777" w:rsidTr="00AE5C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756E6F3" w14:textId="77777777" w:rsidR="00AE5CED" w:rsidRPr="00140830" w:rsidRDefault="00AE5CED" w:rsidP="00AE5CED">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18"/>
                <w:szCs w:val="18"/>
                <w:shd w:val="clear" w:color="auto" w:fill="F3F3F3"/>
              </w:rPr>
              <w:t>2</w:t>
            </w:r>
          </w:p>
        </w:tc>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2BE6B9D7" w14:textId="77777777" w:rsidR="00AE5CED" w:rsidRPr="00140830" w:rsidRDefault="00AE5CED" w:rsidP="00AE5CED">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18"/>
                <w:szCs w:val="18"/>
                <w:shd w:val="clear" w:color="auto" w:fill="F3F3F3"/>
              </w:rPr>
              <w:t>Keskmine toetusvajadus</w:t>
            </w:r>
          </w:p>
        </w:tc>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4D744479" w14:textId="77777777" w:rsidR="00AE5CED" w:rsidRPr="00140830" w:rsidRDefault="00AE5CED" w:rsidP="00AE5CED">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18"/>
                <w:szCs w:val="18"/>
                <w:shd w:val="clear" w:color="auto" w:fill="F3F3F3"/>
              </w:rPr>
              <w:t>Toimetulek mõõdukalt häiritud. Vajab regulaarset (1-4 korda nädalas) juhendamist ja abi.</w:t>
            </w:r>
          </w:p>
        </w:tc>
      </w:tr>
      <w:tr w:rsidR="00140830" w:rsidRPr="00140830" w14:paraId="4D264716" w14:textId="77777777" w:rsidTr="00AE5C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6FFB447D" w14:textId="77777777" w:rsidR="00AE5CED" w:rsidRPr="00140830" w:rsidRDefault="00AE5CED" w:rsidP="00AE5CED">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18"/>
                <w:szCs w:val="18"/>
                <w:shd w:val="clear" w:color="auto" w:fill="F3F3F3"/>
              </w:rPr>
              <w:t>3</w:t>
            </w:r>
          </w:p>
        </w:tc>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157F57A4" w14:textId="77777777" w:rsidR="00AE5CED" w:rsidRPr="00140830" w:rsidRDefault="00AE5CED" w:rsidP="00AE5CED">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18"/>
                <w:szCs w:val="18"/>
                <w:shd w:val="clear" w:color="auto" w:fill="F3F3F3"/>
              </w:rPr>
              <w:t xml:space="preserve">Kõrge toetusvajadus </w:t>
            </w:r>
          </w:p>
        </w:tc>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5151E0B4" w14:textId="77777777" w:rsidR="00AE5CED" w:rsidRPr="00140830" w:rsidRDefault="00AE5CED" w:rsidP="00AE5CED">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18"/>
                <w:szCs w:val="18"/>
                <w:shd w:val="clear" w:color="auto" w:fill="F3F3F3"/>
              </w:rPr>
              <w:t xml:space="preserve">Toimetulek raskelt häiritud. Vajab igapäevaselt </w:t>
            </w:r>
            <w:proofErr w:type="spellStart"/>
            <w:r w:rsidRPr="00140830">
              <w:rPr>
                <w:rFonts w:eastAsia="Times New Roman"/>
                <w:color w:val="auto"/>
                <w:sz w:val="18"/>
                <w:szCs w:val="18"/>
                <w:shd w:val="clear" w:color="auto" w:fill="F3F3F3"/>
              </w:rPr>
              <w:t>kõrvalabi</w:t>
            </w:r>
            <w:proofErr w:type="spellEnd"/>
            <w:r w:rsidRPr="00140830">
              <w:rPr>
                <w:rFonts w:eastAsia="Times New Roman"/>
                <w:color w:val="auto"/>
                <w:sz w:val="18"/>
                <w:szCs w:val="18"/>
                <w:shd w:val="clear" w:color="auto" w:fill="F3F3F3"/>
              </w:rPr>
              <w:t xml:space="preserve"> ja toetust.</w:t>
            </w:r>
          </w:p>
        </w:tc>
      </w:tr>
      <w:tr w:rsidR="00140830" w:rsidRPr="00140830" w14:paraId="647FCFA6" w14:textId="77777777" w:rsidTr="00AE5C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5081EDD5" w14:textId="77777777" w:rsidR="00AE5CED" w:rsidRPr="00140830" w:rsidRDefault="00AE5CED" w:rsidP="00AE5CED">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18"/>
                <w:szCs w:val="18"/>
                <w:shd w:val="clear" w:color="auto" w:fill="F3F3F3"/>
              </w:rPr>
              <w:lastRenderedPageBreak/>
              <w:t>4</w:t>
            </w:r>
          </w:p>
        </w:tc>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238DF23A" w14:textId="77777777" w:rsidR="00AE5CED" w:rsidRPr="00140830" w:rsidRDefault="00AE5CED" w:rsidP="00AE5CED">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18"/>
                <w:szCs w:val="18"/>
                <w:shd w:val="clear" w:color="auto" w:fill="F3F3F3"/>
              </w:rPr>
              <w:t>Äärmuslik toetusvajadus.</w:t>
            </w:r>
          </w:p>
        </w:tc>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1792597D" w14:textId="1867420B" w:rsidR="00AE5CED" w:rsidRPr="00140830" w:rsidRDefault="00AE5CED" w:rsidP="00AE5CED">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18"/>
                <w:szCs w:val="18"/>
                <w:shd w:val="clear" w:color="auto" w:fill="F3F3F3"/>
              </w:rPr>
              <w:t>Võimetu toime tulema v tegelema. Vajab püsival</w:t>
            </w:r>
            <w:r w:rsidR="00A654D2" w:rsidRPr="00140830">
              <w:rPr>
                <w:rFonts w:eastAsia="Times New Roman"/>
                <w:color w:val="auto"/>
                <w:sz w:val="18"/>
                <w:szCs w:val="18"/>
                <w:shd w:val="clear" w:color="auto" w:fill="F3F3F3"/>
              </w:rPr>
              <w:t>t h</w:t>
            </w:r>
            <w:r w:rsidR="00FB71F1" w:rsidRPr="00140830">
              <w:rPr>
                <w:rFonts w:eastAsia="Times New Roman"/>
                <w:color w:val="auto"/>
                <w:sz w:val="18"/>
                <w:szCs w:val="18"/>
                <w:shd w:val="clear" w:color="auto" w:fill="F3F3F3"/>
              </w:rPr>
              <w:t xml:space="preserve">ooldust ja/või järelevalvet ja </w:t>
            </w:r>
            <w:r w:rsidR="00A654D2" w:rsidRPr="00140830">
              <w:rPr>
                <w:rFonts w:eastAsia="Times New Roman"/>
                <w:color w:val="auto"/>
                <w:sz w:val="18"/>
                <w:szCs w:val="18"/>
                <w:shd w:val="clear" w:color="auto" w:fill="F3F3F3"/>
              </w:rPr>
              <w:t>tegevuste üle võtmist teise isiku poolt.</w:t>
            </w:r>
          </w:p>
        </w:tc>
      </w:tr>
    </w:tbl>
    <w:p w14:paraId="511ADD34" w14:textId="77777777" w:rsidR="00AE5CED" w:rsidRPr="00140830" w:rsidRDefault="00AE5CED" w:rsidP="00AE5CED">
      <w:pPr>
        <w:jc w:val="both"/>
        <w:rPr>
          <w:color w:val="auto"/>
          <w:sz w:val="20"/>
          <w:szCs w:val="20"/>
        </w:rPr>
      </w:pPr>
    </w:p>
    <w:p w14:paraId="0C6D6DEE" w14:textId="77777777" w:rsidR="00E75008" w:rsidRPr="00140830" w:rsidRDefault="00E75008" w:rsidP="00E75008">
      <w:pPr>
        <w:autoSpaceDE w:val="0"/>
        <w:autoSpaceDN w:val="0"/>
        <w:adjustRightInd w:val="0"/>
        <w:spacing w:line="240" w:lineRule="auto"/>
        <w:rPr>
          <w:color w:val="auto"/>
          <w:sz w:val="20"/>
          <w:szCs w:val="20"/>
        </w:rPr>
      </w:pPr>
    </w:p>
    <w:p w14:paraId="16510B5E" w14:textId="319FF6A0" w:rsidR="008170BD" w:rsidRPr="00140830" w:rsidRDefault="008170BD" w:rsidP="008170BD">
      <w:pPr>
        <w:pStyle w:val="Pealkiri1"/>
        <w:widowControl/>
        <w:numPr>
          <w:ilvl w:val="0"/>
          <w:numId w:val="4"/>
        </w:numPr>
        <w:pBdr>
          <w:top w:val="none" w:sz="0" w:space="0" w:color="auto"/>
          <w:left w:val="none" w:sz="0" w:space="0" w:color="auto"/>
          <w:bottom w:val="none" w:sz="0" w:space="0" w:color="auto"/>
          <w:right w:val="none" w:sz="0" w:space="0" w:color="auto"/>
          <w:between w:val="none" w:sz="0" w:space="0" w:color="auto"/>
        </w:pBdr>
        <w:spacing w:before="240" w:after="0"/>
        <w:rPr>
          <w:b/>
          <w:color w:val="auto"/>
          <w:sz w:val="24"/>
          <w:szCs w:val="24"/>
        </w:rPr>
      </w:pPr>
      <w:bookmarkStart w:id="0" w:name="_30j0zll" w:colFirst="0" w:colLast="0"/>
      <w:bookmarkStart w:id="1" w:name="_Toc440639265"/>
      <w:bookmarkEnd w:id="0"/>
      <w:r w:rsidRPr="00140830">
        <w:rPr>
          <w:b/>
          <w:color w:val="auto"/>
          <w:sz w:val="24"/>
          <w:szCs w:val="24"/>
        </w:rPr>
        <w:t>ÜLD</w:t>
      </w:r>
      <w:r w:rsidR="00727555" w:rsidRPr="00140830">
        <w:rPr>
          <w:b/>
          <w:color w:val="auto"/>
          <w:sz w:val="24"/>
          <w:szCs w:val="24"/>
        </w:rPr>
        <w:t>- ja ISIKU</w:t>
      </w:r>
      <w:r w:rsidRPr="00140830">
        <w:rPr>
          <w:b/>
          <w:color w:val="auto"/>
          <w:sz w:val="24"/>
          <w:szCs w:val="24"/>
        </w:rPr>
        <w:t>ANDMED</w:t>
      </w:r>
      <w:bookmarkEnd w:id="1"/>
    </w:p>
    <w:p w14:paraId="1DBFED7D" w14:textId="77777777" w:rsidR="008170BD" w:rsidRPr="00140830" w:rsidRDefault="008170BD" w:rsidP="008170BD">
      <w:pPr>
        <w:rPr>
          <w:color w:val="auto"/>
          <w:sz w:val="20"/>
          <w:szCs w:val="20"/>
        </w:rPr>
      </w:pPr>
    </w:p>
    <w:p w14:paraId="39040B26" w14:textId="18BC06E3" w:rsidR="00395A42" w:rsidRPr="00140830" w:rsidRDefault="00A92333" w:rsidP="00727555">
      <w:pPr>
        <w:pStyle w:val="Pealkiri1"/>
        <w:rPr>
          <w:b/>
          <w:color w:val="auto"/>
          <w:sz w:val="24"/>
          <w:szCs w:val="24"/>
        </w:rPr>
      </w:pPr>
      <w:bookmarkStart w:id="2" w:name="_Toc440639266"/>
      <w:r w:rsidRPr="00140830">
        <w:rPr>
          <w:b/>
          <w:color w:val="auto"/>
          <w:sz w:val="24"/>
          <w:szCs w:val="24"/>
        </w:rPr>
        <w:t xml:space="preserve">DEMOGRAAFILISED </w:t>
      </w:r>
      <w:r w:rsidR="00395A42" w:rsidRPr="00140830">
        <w:rPr>
          <w:b/>
          <w:color w:val="auto"/>
          <w:sz w:val="24"/>
          <w:szCs w:val="24"/>
        </w:rPr>
        <w:t>ANDMED</w:t>
      </w:r>
      <w:bookmarkEnd w:id="2"/>
    </w:p>
    <w:tbl>
      <w:tblPr>
        <w:tblW w:w="9854" w:type="dxa"/>
        <w:tblInd w:w="-38" w:type="dxa"/>
        <w:tblLayout w:type="fixed"/>
        <w:tblCellMar>
          <w:left w:w="70" w:type="dxa"/>
          <w:right w:w="70" w:type="dxa"/>
        </w:tblCellMar>
        <w:tblLook w:val="04A0" w:firstRow="1" w:lastRow="0" w:firstColumn="1" w:lastColumn="0" w:noHBand="0" w:noVBand="1"/>
      </w:tblPr>
      <w:tblGrid>
        <w:gridCol w:w="9854"/>
      </w:tblGrid>
      <w:tr w:rsidR="00140830" w:rsidRPr="00140830" w14:paraId="64456257" w14:textId="77777777" w:rsidTr="00395A42">
        <w:tc>
          <w:tcPr>
            <w:tcW w:w="9854" w:type="dxa"/>
            <w:vAlign w:val="center"/>
            <w:hideMark/>
          </w:tcPr>
          <w:p w14:paraId="26A091DF" w14:textId="3EDF84BB" w:rsidR="00DF5ADE" w:rsidRPr="00140830" w:rsidRDefault="00DF5ADE" w:rsidP="00395A42">
            <w:pPr>
              <w:spacing w:line="240" w:lineRule="auto"/>
              <w:rPr>
                <w:rFonts w:eastAsia="Times New Roman"/>
                <w:color w:val="auto"/>
                <w:sz w:val="20"/>
                <w:szCs w:val="20"/>
                <w:lang w:eastAsia="en-US"/>
              </w:rPr>
            </w:pPr>
          </w:p>
          <w:tbl>
            <w:tblPr>
              <w:tblStyle w:val="Kontuurtabel"/>
              <w:tblW w:w="0" w:type="auto"/>
              <w:tblLayout w:type="fixed"/>
              <w:tblLook w:val="04A0" w:firstRow="1" w:lastRow="0" w:firstColumn="1" w:lastColumn="0" w:noHBand="0" w:noVBand="1"/>
            </w:tblPr>
            <w:tblGrid>
              <w:gridCol w:w="3359"/>
              <w:gridCol w:w="6345"/>
            </w:tblGrid>
            <w:tr w:rsidR="00140830" w:rsidRPr="00140830" w14:paraId="2D754992" w14:textId="77777777" w:rsidTr="00DF5ADE">
              <w:tc>
                <w:tcPr>
                  <w:tcW w:w="3359" w:type="dxa"/>
                </w:tcPr>
                <w:p w14:paraId="6E3AECD1" w14:textId="22792776" w:rsidR="00DF5ADE" w:rsidRPr="00140830" w:rsidRDefault="00DA580A" w:rsidP="00395A42">
                  <w:pPr>
                    <w:rPr>
                      <w:rFonts w:eastAsia="Times New Roman"/>
                      <w:b/>
                      <w:lang w:eastAsia="en-US"/>
                    </w:rPr>
                  </w:pPr>
                  <w:r w:rsidRPr="00140830">
                    <w:rPr>
                      <w:rFonts w:eastAsia="Times New Roman"/>
                      <w:b/>
                      <w:lang w:eastAsia="en-US"/>
                    </w:rPr>
                    <w:t>A</w:t>
                  </w:r>
                  <w:r w:rsidR="008A4A1D" w:rsidRPr="00140830">
                    <w:rPr>
                      <w:rFonts w:eastAsia="Times New Roman"/>
                      <w:b/>
                      <w:lang w:eastAsia="en-US"/>
                    </w:rPr>
                    <w:t>.</w:t>
                  </w:r>
                  <w:r w:rsidR="00DF5ADE" w:rsidRPr="00140830">
                    <w:rPr>
                      <w:rFonts w:eastAsia="Times New Roman"/>
                      <w:b/>
                      <w:lang w:eastAsia="en-US"/>
                    </w:rPr>
                    <w:t>1. Nimi</w:t>
                  </w:r>
                </w:p>
              </w:tc>
              <w:tc>
                <w:tcPr>
                  <w:tcW w:w="6345" w:type="dxa"/>
                </w:tcPr>
                <w:p w14:paraId="659C04E9" w14:textId="0E8B4F1E" w:rsidR="00DF5ADE" w:rsidRPr="00140830" w:rsidRDefault="00DA580A" w:rsidP="00395A42">
                  <w:pPr>
                    <w:rPr>
                      <w:rFonts w:eastAsia="Times New Roman"/>
                      <w:b/>
                      <w:lang w:eastAsia="en-US"/>
                    </w:rPr>
                  </w:pPr>
                  <w:r w:rsidRPr="00140830">
                    <w:rPr>
                      <w:rFonts w:eastAsia="Times New Roman"/>
                      <w:b/>
                      <w:lang w:eastAsia="en-US"/>
                    </w:rPr>
                    <w:t>A</w:t>
                  </w:r>
                  <w:r w:rsidR="008A4A1D" w:rsidRPr="00140830">
                    <w:rPr>
                      <w:rFonts w:eastAsia="Times New Roman"/>
                      <w:b/>
                      <w:lang w:eastAsia="en-US"/>
                    </w:rPr>
                    <w:t>.</w:t>
                  </w:r>
                  <w:r w:rsidR="00DF5ADE" w:rsidRPr="00140830">
                    <w:rPr>
                      <w:rFonts w:eastAsia="Times New Roman"/>
                      <w:b/>
                      <w:lang w:eastAsia="en-US"/>
                    </w:rPr>
                    <w:t>2. Isikukood</w:t>
                  </w:r>
                </w:p>
              </w:tc>
            </w:tr>
            <w:tr w:rsidR="00140830" w:rsidRPr="00140830" w14:paraId="1BC3A441" w14:textId="77777777" w:rsidTr="00DF5ADE">
              <w:trPr>
                <w:trHeight w:val="595"/>
              </w:trPr>
              <w:tc>
                <w:tcPr>
                  <w:tcW w:w="3359" w:type="dxa"/>
                </w:tcPr>
                <w:p w14:paraId="0794213C" w14:textId="77777777" w:rsidR="00DF5ADE" w:rsidRPr="00140830" w:rsidRDefault="00DF5ADE" w:rsidP="00395A42">
                  <w:pPr>
                    <w:rPr>
                      <w:rFonts w:eastAsia="Times New Roman"/>
                      <w:lang w:eastAsia="en-US"/>
                    </w:rPr>
                  </w:pPr>
                </w:p>
              </w:tc>
              <w:tc>
                <w:tcPr>
                  <w:tcW w:w="6345" w:type="dxa"/>
                </w:tcPr>
                <w:p w14:paraId="58CBC14E" w14:textId="77777777" w:rsidR="00DF5ADE" w:rsidRPr="00140830" w:rsidRDefault="00DF5ADE" w:rsidP="00395A42">
                  <w:pPr>
                    <w:rPr>
                      <w:rFonts w:eastAsia="Times New Roman"/>
                      <w:lang w:eastAsia="en-US"/>
                    </w:rPr>
                  </w:pPr>
                </w:p>
              </w:tc>
            </w:tr>
          </w:tbl>
          <w:p w14:paraId="12CD5F30" w14:textId="77777777" w:rsidR="008A4A1D" w:rsidRPr="00140830" w:rsidRDefault="008A4A1D" w:rsidP="00395A42">
            <w:pPr>
              <w:spacing w:line="240" w:lineRule="auto"/>
              <w:rPr>
                <w:rFonts w:eastAsia="Times New Roman"/>
                <w:color w:val="auto"/>
                <w:sz w:val="20"/>
                <w:szCs w:val="20"/>
                <w:lang w:eastAsia="en-US"/>
              </w:rPr>
            </w:pPr>
          </w:p>
          <w:p w14:paraId="48FA8F06" w14:textId="4703B898" w:rsidR="009B5285" w:rsidRPr="00140830" w:rsidRDefault="00DA580A" w:rsidP="00395A42">
            <w:pPr>
              <w:rPr>
                <w:b/>
                <w:color w:val="auto"/>
                <w:sz w:val="20"/>
                <w:szCs w:val="20"/>
              </w:rPr>
            </w:pPr>
            <w:r w:rsidRPr="00140830">
              <w:rPr>
                <w:b/>
                <w:color w:val="auto"/>
                <w:sz w:val="20"/>
                <w:szCs w:val="20"/>
              </w:rPr>
              <w:t>A</w:t>
            </w:r>
            <w:r w:rsidR="008A4A1D" w:rsidRPr="00140830">
              <w:rPr>
                <w:b/>
                <w:color w:val="auto"/>
                <w:sz w:val="20"/>
                <w:szCs w:val="20"/>
              </w:rPr>
              <w:t>.3</w:t>
            </w:r>
            <w:r w:rsidR="00023C10" w:rsidRPr="00140830">
              <w:rPr>
                <w:b/>
                <w:color w:val="auto"/>
                <w:sz w:val="20"/>
                <w:szCs w:val="20"/>
              </w:rPr>
              <w:t xml:space="preserve">. </w:t>
            </w:r>
            <w:r w:rsidR="00395A42" w:rsidRPr="00140830">
              <w:rPr>
                <w:b/>
                <w:color w:val="auto"/>
                <w:sz w:val="20"/>
                <w:szCs w:val="20"/>
              </w:rPr>
              <w:t>Sugu:</w:t>
            </w:r>
          </w:p>
          <w:p w14:paraId="24F28315" w14:textId="1A4EAF7D" w:rsidR="00395A42" w:rsidRPr="00140830" w:rsidRDefault="009B5285" w:rsidP="00395A42">
            <w:pPr>
              <w:rPr>
                <w:color w:val="auto"/>
                <w:sz w:val="16"/>
                <w:szCs w:val="16"/>
              </w:rPr>
            </w:pPr>
            <w:r w:rsidRPr="00140830">
              <w:rPr>
                <w:color w:val="auto"/>
                <w:sz w:val="16"/>
                <w:szCs w:val="16"/>
              </w:rPr>
              <w:t>Märgista sobiv variant</w:t>
            </w:r>
            <w:r w:rsidR="00395A42" w:rsidRPr="00140830">
              <w:rPr>
                <w:color w:val="auto"/>
                <w:sz w:val="16"/>
                <w:szCs w:val="16"/>
              </w:rPr>
              <w:t xml:space="preserve">      </w:t>
            </w:r>
          </w:p>
          <w:tbl>
            <w:tblPr>
              <w:tblStyle w:val="Kontuurtabel"/>
              <w:tblW w:w="0" w:type="auto"/>
              <w:tblLayout w:type="fixed"/>
              <w:tblLook w:val="04A0" w:firstRow="1" w:lastRow="0" w:firstColumn="1" w:lastColumn="0" w:noHBand="0" w:noVBand="1"/>
            </w:tblPr>
            <w:tblGrid>
              <w:gridCol w:w="535"/>
              <w:gridCol w:w="3539"/>
            </w:tblGrid>
            <w:tr w:rsidR="00140830" w:rsidRPr="00140830" w14:paraId="5E4E3B26" w14:textId="77777777" w:rsidTr="00927971">
              <w:tc>
                <w:tcPr>
                  <w:tcW w:w="535" w:type="dxa"/>
                </w:tcPr>
                <w:p w14:paraId="6687B751" w14:textId="77777777" w:rsidR="00395A42" w:rsidRPr="00140830" w:rsidRDefault="00395A42" w:rsidP="00927971"/>
                <w:p w14:paraId="069B8F94" w14:textId="24CED5EA" w:rsidR="00927971" w:rsidRPr="00140830" w:rsidRDefault="00927971" w:rsidP="00927971">
                  <w:r w:rsidRPr="00140830">
                    <w:t xml:space="preserve">1 </w:t>
                  </w:r>
                </w:p>
              </w:tc>
              <w:tc>
                <w:tcPr>
                  <w:tcW w:w="3539" w:type="dxa"/>
                </w:tcPr>
                <w:p w14:paraId="28A7BFDC" w14:textId="77777777" w:rsidR="00927971" w:rsidRPr="00140830" w:rsidRDefault="00927971" w:rsidP="00395A42"/>
                <w:p w14:paraId="18DFD72B" w14:textId="1155EE68" w:rsidR="00395A42" w:rsidRPr="00140830" w:rsidRDefault="00927971" w:rsidP="00395A42">
                  <w:r w:rsidRPr="00140830">
                    <w:t>Mees</w:t>
                  </w:r>
                </w:p>
              </w:tc>
            </w:tr>
            <w:tr w:rsidR="00140830" w:rsidRPr="00140830" w14:paraId="76B656C7" w14:textId="77777777" w:rsidTr="00927971">
              <w:tc>
                <w:tcPr>
                  <w:tcW w:w="535" w:type="dxa"/>
                </w:tcPr>
                <w:p w14:paraId="6907F41F" w14:textId="77777777" w:rsidR="00395A42" w:rsidRPr="00140830" w:rsidRDefault="00395A42" w:rsidP="00927971"/>
                <w:p w14:paraId="7A401949" w14:textId="15552A40" w:rsidR="00927971" w:rsidRPr="00140830" w:rsidRDefault="00927971" w:rsidP="00927971">
                  <w:r w:rsidRPr="00140830">
                    <w:t>2</w:t>
                  </w:r>
                </w:p>
              </w:tc>
              <w:tc>
                <w:tcPr>
                  <w:tcW w:w="3539" w:type="dxa"/>
                </w:tcPr>
                <w:p w14:paraId="10A79AD2" w14:textId="77777777" w:rsidR="00927971" w:rsidRPr="00140830" w:rsidRDefault="00927971" w:rsidP="00395A42"/>
                <w:p w14:paraId="081708B9" w14:textId="792EBA22" w:rsidR="00395A42" w:rsidRPr="00140830" w:rsidRDefault="00927971" w:rsidP="00395A42">
                  <w:r w:rsidRPr="00140830">
                    <w:t>Naine</w:t>
                  </w:r>
                </w:p>
              </w:tc>
            </w:tr>
          </w:tbl>
          <w:p w14:paraId="4C2C0BA0" w14:textId="77777777" w:rsidR="00395A42" w:rsidRPr="00140830" w:rsidRDefault="00395A42" w:rsidP="00395A42">
            <w:pPr>
              <w:rPr>
                <w:color w:val="auto"/>
                <w:sz w:val="20"/>
                <w:szCs w:val="20"/>
              </w:rPr>
            </w:pPr>
          </w:p>
          <w:p w14:paraId="50C6D25D" w14:textId="7523418E" w:rsidR="00395A42" w:rsidRPr="00140830" w:rsidRDefault="00DA580A" w:rsidP="00395A42">
            <w:pPr>
              <w:rPr>
                <w:b/>
                <w:color w:val="auto"/>
                <w:sz w:val="20"/>
                <w:szCs w:val="20"/>
              </w:rPr>
            </w:pPr>
            <w:r w:rsidRPr="00140830">
              <w:rPr>
                <w:b/>
                <w:color w:val="auto"/>
                <w:sz w:val="20"/>
                <w:szCs w:val="20"/>
              </w:rPr>
              <w:t>A</w:t>
            </w:r>
            <w:r w:rsidR="008A4A1D" w:rsidRPr="00140830">
              <w:rPr>
                <w:b/>
                <w:color w:val="auto"/>
                <w:sz w:val="20"/>
                <w:szCs w:val="20"/>
              </w:rPr>
              <w:t>.4</w:t>
            </w:r>
            <w:r w:rsidR="00023C10" w:rsidRPr="00140830">
              <w:rPr>
                <w:b/>
                <w:color w:val="auto"/>
                <w:sz w:val="20"/>
                <w:szCs w:val="20"/>
              </w:rPr>
              <w:t>.</w:t>
            </w:r>
            <w:r w:rsidR="00395A42" w:rsidRPr="00140830">
              <w:rPr>
                <w:b/>
                <w:color w:val="auto"/>
                <w:sz w:val="20"/>
                <w:szCs w:val="20"/>
              </w:rPr>
              <w:t xml:space="preserve">Vanus: </w:t>
            </w:r>
          </w:p>
          <w:p w14:paraId="62FD7C5A" w14:textId="008709F3" w:rsidR="00DF5ADE" w:rsidRPr="00140830" w:rsidRDefault="00DF5ADE" w:rsidP="00395A42">
            <w:pPr>
              <w:rPr>
                <w:color w:val="auto"/>
                <w:sz w:val="16"/>
                <w:szCs w:val="16"/>
              </w:rPr>
            </w:pPr>
            <w:r w:rsidRPr="00140830">
              <w:rPr>
                <w:color w:val="auto"/>
                <w:sz w:val="16"/>
                <w:szCs w:val="16"/>
              </w:rPr>
              <w:t>Märgi täisaastates</w:t>
            </w:r>
          </w:p>
          <w:tbl>
            <w:tblPr>
              <w:tblStyle w:val="Kontuurtabel"/>
              <w:tblW w:w="0" w:type="auto"/>
              <w:tblLayout w:type="fixed"/>
              <w:tblLook w:val="04A0" w:firstRow="1" w:lastRow="0" w:firstColumn="1" w:lastColumn="0" w:noHBand="0" w:noVBand="1"/>
            </w:tblPr>
            <w:tblGrid>
              <w:gridCol w:w="4074"/>
            </w:tblGrid>
            <w:tr w:rsidR="00140830" w:rsidRPr="00140830" w14:paraId="52C63CAE" w14:textId="77777777" w:rsidTr="009B5285">
              <w:trPr>
                <w:trHeight w:val="338"/>
              </w:trPr>
              <w:tc>
                <w:tcPr>
                  <w:tcW w:w="4074" w:type="dxa"/>
                </w:tcPr>
                <w:p w14:paraId="7681206F" w14:textId="77777777" w:rsidR="00395A42" w:rsidRPr="00140830" w:rsidRDefault="00395A42" w:rsidP="00395A42"/>
              </w:tc>
            </w:tr>
          </w:tbl>
          <w:p w14:paraId="5EE41044" w14:textId="1821D220" w:rsidR="00395A42" w:rsidRPr="00140830" w:rsidRDefault="00395A42" w:rsidP="00395A42">
            <w:pPr>
              <w:rPr>
                <w:color w:val="auto"/>
                <w:sz w:val="20"/>
                <w:szCs w:val="20"/>
              </w:rPr>
            </w:pPr>
          </w:p>
          <w:p w14:paraId="6486D995" w14:textId="79E0A53E" w:rsidR="00DA580A" w:rsidRPr="00140830" w:rsidRDefault="00DA580A" w:rsidP="00DA580A">
            <w:pPr>
              <w:rPr>
                <w:b/>
                <w:color w:val="auto"/>
                <w:sz w:val="20"/>
              </w:rPr>
            </w:pPr>
            <w:r w:rsidRPr="00140830">
              <w:rPr>
                <w:b/>
                <w:color w:val="auto"/>
                <w:sz w:val="20"/>
              </w:rPr>
              <w:t>A.5. Rahvastikuregistrijärgne elukoht:</w:t>
            </w:r>
          </w:p>
          <w:tbl>
            <w:tblPr>
              <w:tblStyle w:val="Kontuurtabel"/>
              <w:tblW w:w="9749" w:type="dxa"/>
              <w:tblLayout w:type="fixed"/>
              <w:tblLook w:val="04A0" w:firstRow="1" w:lastRow="0" w:firstColumn="1" w:lastColumn="0" w:noHBand="0" w:noVBand="1"/>
            </w:tblPr>
            <w:tblGrid>
              <w:gridCol w:w="9749"/>
            </w:tblGrid>
            <w:tr w:rsidR="00140830" w:rsidRPr="00140830" w14:paraId="2104A9A5" w14:textId="77777777" w:rsidTr="001E2AAC">
              <w:trPr>
                <w:trHeight w:val="388"/>
              </w:trPr>
              <w:tc>
                <w:tcPr>
                  <w:tcW w:w="9749" w:type="dxa"/>
                </w:tcPr>
                <w:p w14:paraId="5D304CF1" w14:textId="057DB7D4" w:rsidR="00927971" w:rsidRPr="00140830" w:rsidRDefault="00927971" w:rsidP="00DA580A"/>
              </w:tc>
            </w:tr>
          </w:tbl>
          <w:p w14:paraId="3A30343C" w14:textId="77777777" w:rsidR="00DA580A" w:rsidRPr="00140830" w:rsidRDefault="00DA580A" w:rsidP="00DA580A">
            <w:pPr>
              <w:rPr>
                <w:color w:val="auto"/>
                <w:sz w:val="20"/>
              </w:rPr>
            </w:pPr>
          </w:p>
          <w:p w14:paraId="2210FE36" w14:textId="4328F67C" w:rsidR="004F7FA3" w:rsidRPr="00140830" w:rsidRDefault="001A2C72" w:rsidP="00727555">
            <w:pPr>
              <w:rPr>
                <w:color w:val="auto"/>
                <w:sz w:val="20"/>
                <w:szCs w:val="20"/>
              </w:rPr>
            </w:pPr>
            <w:r w:rsidRPr="00140830">
              <w:rPr>
                <w:color w:val="auto"/>
                <w:sz w:val="20"/>
                <w:szCs w:val="20"/>
              </w:rPr>
              <w:t>A.6.O</w:t>
            </w:r>
            <w:r w:rsidR="001E2AAC" w:rsidRPr="00140830">
              <w:rPr>
                <w:color w:val="auto"/>
                <w:sz w:val="20"/>
                <w:szCs w:val="20"/>
              </w:rPr>
              <w:t>mandatud haridustase:</w:t>
            </w:r>
          </w:p>
          <w:tbl>
            <w:tblPr>
              <w:tblStyle w:val="Kontuurtabel"/>
              <w:tblW w:w="0" w:type="auto"/>
              <w:tblLayout w:type="fixed"/>
              <w:tblLook w:val="04A0" w:firstRow="1" w:lastRow="0" w:firstColumn="1" w:lastColumn="0" w:noHBand="0" w:noVBand="1"/>
            </w:tblPr>
            <w:tblGrid>
              <w:gridCol w:w="669"/>
              <w:gridCol w:w="4394"/>
            </w:tblGrid>
            <w:tr w:rsidR="00140830" w:rsidRPr="00140830" w14:paraId="2792D5D9" w14:textId="77777777" w:rsidTr="001E2AAC">
              <w:tc>
                <w:tcPr>
                  <w:tcW w:w="669" w:type="dxa"/>
                </w:tcPr>
                <w:p w14:paraId="23C798F4" w14:textId="67DB1AE7" w:rsidR="001E2AAC" w:rsidRPr="00140830" w:rsidRDefault="001E2AAC" w:rsidP="00727555">
                  <w:r w:rsidRPr="00140830">
                    <w:t>0</w:t>
                  </w:r>
                </w:p>
              </w:tc>
              <w:tc>
                <w:tcPr>
                  <w:tcW w:w="4394" w:type="dxa"/>
                </w:tcPr>
                <w:p w14:paraId="3B438003" w14:textId="0115C6FB" w:rsidR="001E2AAC" w:rsidRPr="00140830" w:rsidRDefault="001E2AAC" w:rsidP="00727555">
                  <w:r w:rsidRPr="00140830">
                    <w:t>Alghariduseta</w:t>
                  </w:r>
                </w:p>
              </w:tc>
            </w:tr>
            <w:tr w:rsidR="00140830" w:rsidRPr="00140830" w14:paraId="3F0E6CCE" w14:textId="77777777" w:rsidTr="001E2AAC">
              <w:tc>
                <w:tcPr>
                  <w:tcW w:w="669" w:type="dxa"/>
                </w:tcPr>
                <w:p w14:paraId="15D91430" w14:textId="16308008" w:rsidR="001E2AAC" w:rsidRPr="00140830" w:rsidRDefault="001E2AAC" w:rsidP="00727555">
                  <w:r w:rsidRPr="00140830">
                    <w:t>1</w:t>
                  </w:r>
                </w:p>
              </w:tc>
              <w:tc>
                <w:tcPr>
                  <w:tcW w:w="4394" w:type="dxa"/>
                </w:tcPr>
                <w:p w14:paraId="43E83A39" w14:textId="28179E84" w:rsidR="001E2AAC" w:rsidRPr="00140830" w:rsidRDefault="001E2AAC" w:rsidP="00727555">
                  <w:r w:rsidRPr="00140830">
                    <w:t>Algharidus</w:t>
                  </w:r>
                </w:p>
              </w:tc>
            </w:tr>
            <w:tr w:rsidR="00140830" w:rsidRPr="00140830" w14:paraId="76B631F9" w14:textId="77777777" w:rsidTr="001E2AAC">
              <w:tc>
                <w:tcPr>
                  <w:tcW w:w="669" w:type="dxa"/>
                </w:tcPr>
                <w:p w14:paraId="2770FB58" w14:textId="011621A7" w:rsidR="001E2AAC" w:rsidRPr="00140830" w:rsidRDefault="001E2AAC" w:rsidP="00727555">
                  <w:r w:rsidRPr="00140830">
                    <w:t>2</w:t>
                  </w:r>
                </w:p>
              </w:tc>
              <w:tc>
                <w:tcPr>
                  <w:tcW w:w="4394" w:type="dxa"/>
                </w:tcPr>
                <w:p w14:paraId="34673703" w14:textId="5BEA64CB" w:rsidR="001E2AAC" w:rsidRPr="00140830" w:rsidRDefault="001E2AAC" w:rsidP="00727555">
                  <w:r w:rsidRPr="00140830">
                    <w:t>Põhiharidus</w:t>
                  </w:r>
                </w:p>
              </w:tc>
            </w:tr>
            <w:tr w:rsidR="00140830" w:rsidRPr="00140830" w14:paraId="3AC3A7B6" w14:textId="77777777" w:rsidTr="001E2AAC">
              <w:tc>
                <w:tcPr>
                  <w:tcW w:w="669" w:type="dxa"/>
                </w:tcPr>
                <w:p w14:paraId="46A80D06" w14:textId="266651A7" w:rsidR="001E2AAC" w:rsidRPr="00140830" w:rsidRDefault="001E2AAC" w:rsidP="00727555">
                  <w:r w:rsidRPr="00140830">
                    <w:t>3</w:t>
                  </w:r>
                </w:p>
              </w:tc>
              <w:tc>
                <w:tcPr>
                  <w:tcW w:w="4394" w:type="dxa"/>
                </w:tcPr>
                <w:p w14:paraId="38088ADA" w14:textId="34D2AAFF" w:rsidR="001E2AAC" w:rsidRPr="00140830" w:rsidRDefault="001E2AAC" w:rsidP="00727555">
                  <w:r w:rsidRPr="00140830">
                    <w:t>Kutseharidus põhihariduse baasil</w:t>
                  </w:r>
                </w:p>
              </w:tc>
            </w:tr>
            <w:tr w:rsidR="00140830" w:rsidRPr="00140830" w14:paraId="0C9858C1" w14:textId="77777777" w:rsidTr="001E2AAC">
              <w:tc>
                <w:tcPr>
                  <w:tcW w:w="669" w:type="dxa"/>
                </w:tcPr>
                <w:p w14:paraId="7F05B4C6" w14:textId="0B52DA9A" w:rsidR="001E2AAC" w:rsidRPr="00140830" w:rsidRDefault="001E2AAC" w:rsidP="00727555">
                  <w:r w:rsidRPr="00140830">
                    <w:lastRenderedPageBreak/>
                    <w:t>4</w:t>
                  </w:r>
                </w:p>
              </w:tc>
              <w:tc>
                <w:tcPr>
                  <w:tcW w:w="4394" w:type="dxa"/>
                </w:tcPr>
                <w:p w14:paraId="18F510F5" w14:textId="2C46E520" w:rsidR="001E2AAC" w:rsidRPr="00140830" w:rsidRDefault="001E2AAC" w:rsidP="00727555">
                  <w:r w:rsidRPr="00140830">
                    <w:t>Keskharidus</w:t>
                  </w:r>
                </w:p>
              </w:tc>
            </w:tr>
            <w:tr w:rsidR="00140830" w:rsidRPr="00140830" w14:paraId="2EA609EC" w14:textId="77777777" w:rsidTr="001E2AAC">
              <w:tc>
                <w:tcPr>
                  <w:tcW w:w="669" w:type="dxa"/>
                </w:tcPr>
                <w:p w14:paraId="4B919E1B" w14:textId="24456AAF" w:rsidR="001E2AAC" w:rsidRPr="00140830" w:rsidRDefault="001E2AAC" w:rsidP="00727555">
                  <w:r w:rsidRPr="00140830">
                    <w:t>5</w:t>
                  </w:r>
                </w:p>
              </w:tc>
              <w:tc>
                <w:tcPr>
                  <w:tcW w:w="4394" w:type="dxa"/>
                </w:tcPr>
                <w:p w14:paraId="2C6B6247" w14:textId="7154A0CC" w:rsidR="001E2AAC" w:rsidRPr="00140830" w:rsidRDefault="001E2AAC" w:rsidP="00727555">
                  <w:r w:rsidRPr="00140830">
                    <w:t>Kutseharidus keskhariduse baasil</w:t>
                  </w:r>
                </w:p>
              </w:tc>
            </w:tr>
            <w:tr w:rsidR="00140830" w:rsidRPr="00140830" w14:paraId="38DAECA9" w14:textId="77777777" w:rsidTr="001E2AAC">
              <w:tc>
                <w:tcPr>
                  <w:tcW w:w="669" w:type="dxa"/>
                </w:tcPr>
                <w:p w14:paraId="32D76B31" w14:textId="3BE8B6B9" w:rsidR="001E2AAC" w:rsidRPr="00140830" w:rsidRDefault="001E2AAC" w:rsidP="00727555">
                  <w:r w:rsidRPr="00140830">
                    <w:t>6</w:t>
                  </w:r>
                </w:p>
              </w:tc>
              <w:tc>
                <w:tcPr>
                  <w:tcW w:w="4394" w:type="dxa"/>
                </w:tcPr>
                <w:p w14:paraId="0D380315" w14:textId="11644F45" w:rsidR="001E2AAC" w:rsidRPr="00140830" w:rsidRDefault="001E2AAC" w:rsidP="00727555">
                  <w:r w:rsidRPr="00140830">
                    <w:t>Bakalaureus või sellega võrdsustatud haridus</w:t>
                  </w:r>
                </w:p>
              </w:tc>
            </w:tr>
            <w:tr w:rsidR="00140830" w:rsidRPr="00140830" w14:paraId="7AA3468E" w14:textId="77777777" w:rsidTr="001E2AAC">
              <w:tc>
                <w:tcPr>
                  <w:tcW w:w="669" w:type="dxa"/>
                </w:tcPr>
                <w:p w14:paraId="19E2413A" w14:textId="171250F3" w:rsidR="001E2AAC" w:rsidRPr="00140830" w:rsidRDefault="001E2AAC" w:rsidP="00727555">
                  <w:r w:rsidRPr="00140830">
                    <w:t>7</w:t>
                  </w:r>
                </w:p>
              </w:tc>
              <w:tc>
                <w:tcPr>
                  <w:tcW w:w="4394" w:type="dxa"/>
                </w:tcPr>
                <w:p w14:paraId="17ED0346" w14:textId="0DE4BDD5" w:rsidR="001E2AAC" w:rsidRPr="00140830" w:rsidRDefault="001E2AAC" w:rsidP="001E2AAC">
                  <w:r w:rsidRPr="00140830">
                    <w:rPr>
                      <w:rFonts w:eastAsia="Times New Roman"/>
                      <w:bCs/>
                      <w:kern w:val="36"/>
                    </w:rPr>
                    <w:t>Magister või sellega võrdsustatud haridus</w:t>
                  </w:r>
                </w:p>
              </w:tc>
            </w:tr>
            <w:tr w:rsidR="00140830" w:rsidRPr="00140830" w14:paraId="58B479DC" w14:textId="77777777" w:rsidTr="001E2AAC">
              <w:tc>
                <w:tcPr>
                  <w:tcW w:w="669" w:type="dxa"/>
                </w:tcPr>
                <w:p w14:paraId="0FCAA2FC" w14:textId="5B84771E" w:rsidR="001E2AAC" w:rsidRPr="00140830" w:rsidRDefault="001E2AAC" w:rsidP="00727555">
                  <w:r w:rsidRPr="00140830">
                    <w:t>8</w:t>
                  </w:r>
                </w:p>
              </w:tc>
              <w:tc>
                <w:tcPr>
                  <w:tcW w:w="4394" w:type="dxa"/>
                </w:tcPr>
                <w:p w14:paraId="6BDB5764" w14:textId="79732704" w:rsidR="001E2AAC" w:rsidRPr="00140830" w:rsidRDefault="001E2AAC" w:rsidP="001E2AAC">
                  <w:pPr>
                    <w:spacing w:after="120"/>
                    <w:rPr>
                      <w:rFonts w:eastAsia="Times New Roman"/>
                      <w:bCs/>
                      <w:kern w:val="36"/>
                    </w:rPr>
                  </w:pPr>
                  <w:r w:rsidRPr="00140830">
                    <w:rPr>
                      <w:rFonts w:eastAsia="Times New Roman"/>
                      <w:bCs/>
                      <w:kern w:val="36"/>
                    </w:rPr>
                    <w:t>Doktor või sellega võrdsustatud haridus</w:t>
                  </w:r>
                </w:p>
              </w:tc>
            </w:tr>
          </w:tbl>
          <w:p w14:paraId="62FC53C1" w14:textId="1F2BCBFC" w:rsidR="001E2AAC" w:rsidRPr="00140830" w:rsidRDefault="001E2AAC" w:rsidP="001E2AAC">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Cs/>
                <w:color w:val="auto"/>
                <w:kern w:val="36"/>
                <w:sz w:val="20"/>
                <w:szCs w:val="20"/>
              </w:rPr>
            </w:pPr>
          </w:p>
          <w:p w14:paraId="490BF71F" w14:textId="77777777" w:rsidR="001E2AAC" w:rsidRPr="00140830" w:rsidRDefault="001E2AAC" w:rsidP="00727555">
            <w:pPr>
              <w:rPr>
                <w:color w:val="auto"/>
                <w:sz w:val="20"/>
                <w:szCs w:val="20"/>
              </w:rPr>
            </w:pPr>
          </w:p>
          <w:p w14:paraId="0F6EDAB2" w14:textId="77777777" w:rsidR="004F7FA3" w:rsidRPr="00140830" w:rsidRDefault="004F7FA3" w:rsidP="00727555">
            <w:pPr>
              <w:rPr>
                <w:color w:val="auto"/>
                <w:sz w:val="20"/>
                <w:szCs w:val="20"/>
              </w:rPr>
            </w:pPr>
          </w:p>
          <w:p w14:paraId="28518906" w14:textId="3DC3061B" w:rsidR="00C45EEC" w:rsidRPr="00140830" w:rsidRDefault="00C45EEC" w:rsidP="00727555">
            <w:pPr>
              <w:rPr>
                <w:b/>
                <w:color w:val="auto"/>
                <w:sz w:val="20"/>
                <w:szCs w:val="20"/>
              </w:rPr>
            </w:pPr>
            <w:r w:rsidRPr="00140830">
              <w:rPr>
                <w:b/>
                <w:color w:val="auto"/>
                <w:sz w:val="20"/>
                <w:szCs w:val="20"/>
              </w:rPr>
              <w:t>ISIKUANDMED</w:t>
            </w:r>
          </w:p>
          <w:p w14:paraId="7DCE1D3C" w14:textId="77777777" w:rsidR="00C45EEC" w:rsidRPr="00140830" w:rsidRDefault="00C45EEC" w:rsidP="00727555">
            <w:pPr>
              <w:rPr>
                <w:b/>
                <w:color w:val="auto"/>
                <w:sz w:val="20"/>
                <w:szCs w:val="20"/>
              </w:rPr>
            </w:pPr>
          </w:p>
          <w:p w14:paraId="162B27DC" w14:textId="2810D1E8" w:rsidR="004F7FA3" w:rsidRPr="00140830" w:rsidRDefault="00727555" w:rsidP="00727555">
            <w:pPr>
              <w:rPr>
                <w:b/>
                <w:color w:val="auto"/>
                <w:sz w:val="20"/>
                <w:szCs w:val="20"/>
              </w:rPr>
            </w:pPr>
            <w:r w:rsidRPr="00140830">
              <w:rPr>
                <w:b/>
                <w:color w:val="auto"/>
                <w:sz w:val="20"/>
                <w:szCs w:val="20"/>
              </w:rPr>
              <w:t xml:space="preserve">A.6. </w:t>
            </w:r>
            <w:r w:rsidR="004F7FA3" w:rsidRPr="00140830">
              <w:rPr>
                <w:b/>
                <w:color w:val="auto"/>
                <w:sz w:val="20"/>
                <w:szCs w:val="20"/>
              </w:rPr>
              <w:t>Kas on määratud puude raskusaste?:</w:t>
            </w:r>
          </w:p>
          <w:tbl>
            <w:tblPr>
              <w:tblStyle w:val="Kontuurtabel"/>
              <w:tblW w:w="0" w:type="auto"/>
              <w:tblLayout w:type="fixed"/>
              <w:tblLook w:val="04A0" w:firstRow="1" w:lastRow="0" w:firstColumn="1" w:lastColumn="0" w:noHBand="0" w:noVBand="1"/>
            </w:tblPr>
            <w:tblGrid>
              <w:gridCol w:w="677"/>
              <w:gridCol w:w="5387"/>
            </w:tblGrid>
            <w:tr w:rsidR="00140830" w:rsidRPr="00140830" w14:paraId="305BD582" w14:textId="77777777" w:rsidTr="00220161">
              <w:tc>
                <w:tcPr>
                  <w:tcW w:w="677" w:type="dxa"/>
                </w:tcPr>
                <w:p w14:paraId="54E8B2BB" w14:textId="77777777" w:rsidR="004F7FA3" w:rsidRPr="00140830" w:rsidRDefault="004F7FA3" w:rsidP="004F7FA3">
                  <w:pPr>
                    <w:jc w:val="both"/>
                  </w:pPr>
                </w:p>
                <w:p w14:paraId="4F5D958A" w14:textId="7B19A732" w:rsidR="004F7FA3" w:rsidRPr="00140830" w:rsidRDefault="004F7FA3" w:rsidP="004F7FA3">
                  <w:pPr>
                    <w:jc w:val="both"/>
                  </w:pPr>
                  <w:r w:rsidRPr="00140830">
                    <w:t>0</w:t>
                  </w:r>
                </w:p>
              </w:tc>
              <w:tc>
                <w:tcPr>
                  <w:tcW w:w="5387" w:type="dxa"/>
                </w:tcPr>
                <w:p w14:paraId="543EAE5E" w14:textId="77777777" w:rsidR="004F7FA3" w:rsidRPr="00140830" w:rsidRDefault="004F7FA3" w:rsidP="004F7FA3">
                  <w:pPr>
                    <w:jc w:val="both"/>
                  </w:pPr>
                </w:p>
                <w:p w14:paraId="03B420D2" w14:textId="053E4386" w:rsidR="004F7FA3" w:rsidRPr="00140830" w:rsidRDefault="004F7FA3" w:rsidP="004F7FA3">
                  <w:pPr>
                    <w:jc w:val="both"/>
                  </w:pPr>
                  <w:r w:rsidRPr="00140830">
                    <w:t>EI (mine edasi küsimusega  A.7.)</w:t>
                  </w:r>
                </w:p>
              </w:tc>
            </w:tr>
            <w:tr w:rsidR="00140830" w:rsidRPr="00140830" w14:paraId="1327430A" w14:textId="77777777" w:rsidTr="00220161">
              <w:tc>
                <w:tcPr>
                  <w:tcW w:w="677" w:type="dxa"/>
                </w:tcPr>
                <w:p w14:paraId="4E1A9F10" w14:textId="77777777" w:rsidR="004F7FA3" w:rsidRPr="00140830" w:rsidRDefault="004F7FA3" w:rsidP="004F7FA3">
                  <w:pPr>
                    <w:jc w:val="both"/>
                  </w:pPr>
                </w:p>
                <w:p w14:paraId="6E55038C" w14:textId="77777777" w:rsidR="004F7FA3" w:rsidRPr="00140830" w:rsidRDefault="004F7FA3" w:rsidP="004F7FA3">
                  <w:pPr>
                    <w:jc w:val="both"/>
                  </w:pPr>
                  <w:r w:rsidRPr="00140830">
                    <w:t>1</w:t>
                  </w:r>
                </w:p>
              </w:tc>
              <w:tc>
                <w:tcPr>
                  <w:tcW w:w="5387" w:type="dxa"/>
                </w:tcPr>
                <w:p w14:paraId="4E7610CA" w14:textId="77777777" w:rsidR="004F7FA3" w:rsidRPr="00140830" w:rsidRDefault="004F7FA3" w:rsidP="004F7FA3">
                  <w:pPr>
                    <w:jc w:val="both"/>
                  </w:pPr>
                </w:p>
                <w:p w14:paraId="226EE3D6" w14:textId="77777777" w:rsidR="004F7FA3" w:rsidRPr="00140830" w:rsidRDefault="004F7FA3" w:rsidP="004F7FA3">
                  <w:pPr>
                    <w:jc w:val="both"/>
                  </w:pPr>
                  <w:r w:rsidRPr="00140830">
                    <w:t>Jah (vasta küsimustele  A.7.1 ja A.7.2)</w:t>
                  </w:r>
                </w:p>
              </w:tc>
            </w:tr>
          </w:tbl>
          <w:p w14:paraId="6B5B816F" w14:textId="77777777" w:rsidR="004F7FA3" w:rsidRPr="00140830" w:rsidRDefault="004F7FA3" w:rsidP="00727555">
            <w:pPr>
              <w:rPr>
                <w:color w:val="auto"/>
                <w:sz w:val="20"/>
                <w:szCs w:val="20"/>
              </w:rPr>
            </w:pPr>
          </w:p>
          <w:p w14:paraId="6839C9F2" w14:textId="32C260BF" w:rsidR="00727555" w:rsidRPr="00140830" w:rsidRDefault="004F7FA3" w:rsidP="00727555">
            <w:pPr>
              <w:rPr>
                <w:b/>
                <w:color w:val="auto"/>
                <w:sz w:val="20"/>
                <w:szCs w:val="20"/>
              </w:rPr>
            </w:pPr>
            <w:r w:rsidRPr="00140830">
              <w:rPr>
                <w:b/>
                <w:color w:val="auto"/>
                <w:sz w:val="20"/>
                <w:szCs w:val="20"/>
              </w:rPr>
              <w:t xml:space="preserve">A.6.1. </w:t>
            </w:r>
            <w:r w:rsidR="00727555" w:rsidRPr="00140830">
              <w:rPr>
                <w:b/>
                <w:color w:val="auto"/>
                <w:sz w:val="20"/>
                <w:szCs w:val="20"/>
              </w:rPr>
              <w:t>Milline on kehtiv puude raskusaste:</w:t>
            </w:r>
          </w:p>
          <w:p w14:paraId="063F8C67" w14:textId="1E411F83" w:rsidR="00727555" w:rsidRPr="00140830" w:rsidRDefault="00727555" w:rsidP="00727555">
            <w:pPr>
              <w:rPr>
                <w:color w:val="auto"/>
                <w:sz w:val="16"/>
                <w:szCs w:val="16"/>
              </w:rPr>
            </w:pPr>
            <w:r w:rsidRPr="00140830">
              <w:rPr>
                <w:color w:val="auto"/>
                <w:sz w:val="20"/>
                <w:szCs w:val="20"/>
              </w:rPr>
              <w:t xml:space="preserve"> </w:t>
            </w:r>
            <w:r w:rsidR="001A2894" w:rsidRPr="00140830">
              <w:rPr>
                <w:color w:val="auto"/>
                <w:sz w:val="16"/>
                <w:szCs w:val="16"/>
              </w:rPr>
              <w:t xml:space="preserve">Märgista sobiv variant. </w:t>
            </w:r>
            <w:r w:rsidRPr="00140830">
              <w:rPr>
                <w:color w:val="auto"/>
                <w:sz w:val="16"/>
                <w:szCs w:val="16"/>
              </w:rPr>
              <w:t xml:space="preserve">Kahte vastust üheaegselt ei ole võimalik panna. </w:t>
            </w:r>
          </w:p>
          <w:p w14:paraId="0CA40BB6" w14:textId="77777777" w:rsidR="00727555" w:rsidRPr="00140830" w:rsidRDefault="00727555" w:rsidP="00727555">
            <w:pPr>
              <w:rPr>
                <w:color w:val="auto"/>
                <w:sz w:val="16"/>
                <w:szCs w:val="16"/>
              </w:rPr>
            </w:pPr>
          </w:p>
          <w:tbl>
            <w:tblPr>
              <w:tblStyle w:val="Kontuurtabel"/>
              <w:tblW w:w="0" w:type="auto"/>
              <w:tblLayout w:type="fixed"/>
              <w:tblLook w:val="04A0" w:firstRow="1" w:lastRow="0" w:firstColumn="1" w:lastColumn="0" w:noHBand="0" w:noVBand="1"/>
            </w:tblPr>
            <w:tblGrid>
              <w:gridCol w:w="535"/>
              <w:gridCol w:w="3539"/>
            </w:tblGrid>
            <w:tr w:rsidR="00140830" w:rsidRPr="00140830" w14:paraId="0B59F78D" w14:textId="77777777" w:rsidTr="00927971">
              <w:tc>
                <w:tcPr>
                  <w:tcW w:w="535" w:type="dxa"/>
                </w:tcPr>
                <w:p w14:paraId="4EF9F980" w14:textId="5AC1A808" w:rsidR="00727555" w:rsidRPr="00140830" w:rsidRDefault="00927971" w:rsidP="00927971">
                  <w:r w:rsidRPr="00140830">
                    <w:t>0</w:t>
                  </w:r>
                  <w:r w:rsidR="00727555" w:rsidRPr="00140830">
                    <w:t xml:space="preserve"> </w:t>
                  </w:r>
                </w:p>
              </w:tc>
              <w:tc>
                <w:tcPr>
                  <w:tcW w:w="3539" w:type="dxa"/>
                </w:tcPr>
                <w:p w14:paraId="66E5722C" w14:textId="78C4E402" w:rsidR="00727555" w:rsidRPr="00140830" w:rsidRDefault="00927971" w:rsidP="00727555">
                  <w:r w:rsidRPr="00140830">
                    <w:t>puuet ei ole määratud</w:t>
                  </w:r>
                </w:p>
              </w:tc>
            </w:tr>
            <w:tr w:rsidR="00140830" w:rsidRPr="00140830" w14:paraId="19E049BF" w14:textId="77777777" w:rsidTr="00927971">
              <w:tc>
                <w:tcPr>
                  <w:tcW w:w="535" w:type="dxa"/>
                </w:tcPr>
                <w:p w14:paraId="157A8F7A" w14:textId="0BB107A1" w:rsidR="00727555" w:rsidRPr="00140830" w:rsidRDefault="00927971" w:rsidP="00927971">
                  <w:r w:rsidRPr="00140830">
                    <w:t>1</w:t>
                  </w:r>
                </w:p>
              </w:tc>
              <w:tc>
                <w:tcPr>
                  <w:tcW w:w="3539" w:type="dxa"/>
                </w:tcPr>
                <w:p w14:paraId="19DEF817" w14:textId="23FF3F78" w:rsidR="00727555" w:rsidRPr="00140830" w:rsidRDefault="00927971" w:rsidP="00727555">
                  <w:r w:rsidRPr="00140830">
                    <w:t>Keskmine</w:t>
                  </w:r>
                </w:p>
              </w:tc>
            </w:tr>
            <w:tr w:rsidR="00140830" w:rsidRPr="00140830" w14:paraId="06D1A901" w14:textId="77777777" w:rsidTr="00927971">
              <w:tc>
                <w:tcPr>
                  <w:tcW w:w="535" w:type="dxa"/>
                </w:tcPr>
                <w:p w14:paraId="4C79F17D" w14:textId="0A54D2CC" w:rsidR="00727555" w:rsidRPr="00140830" w:rsidRDefault="00727555" w:rsidP="00927971">
                  <w:r w:rsidRPr="00140830">
                    <w:t>2</w:t>
                  </w:r>
                  <w:r w:rsidR="00927971" w:rsidRPr="00140830">
                    <w:t xml:space="preserve"> </w:t>
                  </w:r>
                </w:p>
              </w:tc>
              <w:tc>
                <w:tcPr>
                  <w:tcW w:w="3539" w:type="dxa"/>
                </w:tcPr>
                <w:p w14:paraId="7D321EB9" w14:textId="1D15FEA5" w:rsidR="00727555" w:rsidRPr="00140830" w:rsidRDefault="00927971" w:rsidP="00727555">
                  <w:r w:rsidRPr="00140830">
                    <w:t>Raske</w:t>
                  </w:r>
                </w:p>
              </w:tc>
            </w:tr>
            <w:tr w:rsidR="00140830" w:rsidRPr="00140830" w14:paraId="20C8E47F" w14:textId="77777777" w:rsidTr="00927971">
              <w:tc>
                <w:tcPr>
                  <w:tcW w:w="535" w:type="dxa"/>
                </w:tcPr>
                <w:p w14:paraId="344D4057" w14:textId="588FCD31" w:rsidR="00727555" w:rsidRPr="00140830" w:rsidRDefault="00927971" w:rsidP="00927971">
                  <w:r w:rsidRPr="00140830">
                    <w:t>3</w:t>
                  </w:r>
                </w:p>
              </w:tc>
              <w:tc>
                <w:tcPr>
                  <w:tcW w:w="3539" w:type="dxa"/>
                </w:tcPr>
                <w:p w14:paraId="12AA0D32" w14:textId="4E20D0DD" w:rsidR="00727555" w:rsidRPr="00140830" w:rsidRDefault="00927971" w:rsidP="00727555">
                  <w:r w:rsidRPr="00140830">
                    <w:t>Sügav</w:t>
                  </w:r>
                </w:p>
              </w:tc>
            </w:tr>
          </w:tbl>
          <w:p w14:paraId="55F2B1DB" w14:textId="77777777" w:rsidR="00727555" w:rsidRPr="00140830" w:rsidRDefault="00727555" w:rsidP="00727555">
            <w:pPr>
              <w:rPr>
                <w:color w:val="auto"/>
                <w:sz w:val="20"/>
                <w:szCs w:val="20"/>
              </w:rPr>
            </w:pPr>
          </w:p>
          <w:p w14:paraId="5A9DF09B" w14:textId="6008C569" w:rsidR="00727555" w:rsidRPr="00140830" w:rsidRDefault="00727555" w:rsidP="00727555">
            <w:pPr>
              <w:rPr>
                <w:b/>
                <w:color w:val="auto"/>
                <w:sz w:val="20"/>
                <w:szCs w:val="20"/>
              </w:rPr>
            </w:pPr>
            <w:r w:rsidRPr="00140830">
              <w:rPr>
                <w:b/>
                <w:color w:val="auto"/>
                <w:sz w:val="20"/>
                <w:szCs w:val="20"/>
              </w:rPr>
              <w:t>A.6</w:t>
            </w:r>
            <w:r w:rsidR="004F7FA3" w:rsidRPr="00140830">
              <w:rPr>
                <w:b/>
                <w:color w:val="auto"/>
                <w:sz w:val="20"/>
                <w:szCs w:val="20"/>
              </w:rPr>
              <w:t>.2</w:t>
            </w:r>
            <w:r w:rsidRPr="00140830">
              <w:rPr>
                <w:b/>
                <w:color w:val="auto"/>
                <w:sz w:val="20"/>
                <w:szCs w:val="20"/>
              </w:rPr>
              <w:t>. Puude kehtivuse aeg</w:t>
            </w:r>
            <w:r w:rsidR="00936ECC" w:rsidRPr="00140830">
              <w:rPr>
                <w:b/>
                <w:color w:val="auto"/>
                <w:sz w:val="20"/>
                <w:szCs w:val="20"/>
              </w:rPr>
              <w:t>:</w:t>
            </w:r>
          </w:p>
          <w:p w14:paraId="7824402C" w14:textId="77777777" w:rsidR="00727555" w:rsidRPr="00140830" w:rsidRDefault="00727555" w:rsidP="00727555">
            <w:pPr>
              <w:rPr>
                <w:color w:val="auto"/>
                <w:sz w:val="20"/>
                <w:szCs w:val="20"/>
              </w:rPr>
            </w:pPr>
          </w:p>
          <w:p w14:paraId="21BEDE55" w14:textId="77777777" w:rsidR="00727555" w:rsidRPr="00140830" w:rsidRDefault="00727555" w:rsidP="00727555">
            <w:pPr>
              <w:rPr>
                <w:color w:val="auto"/>
                <w:sz w:val="20"/>
                <w:szCs w:val="20"/>
              </w:rPr>
            </w:pPr>
            <w:r w:rsidRPr="00140830">
              <w:rPr>
                <w:color w:val="auto"/>
                <w:sz w:val="20"/>
                <w:szCs w:val="20"/>
              </w:rPr>
              <w:t>_____________________________</w:t>
            </w:r>
          </w:p>
          <w:p w14:paraId="32643095" w14:textId="77777777" w:rsidR="00727555" w:rsidRPr="00140830" w:rsidRDefault="00727555" w:rsidP="00727555">
            <w:pPr>
              <w:rPr>
                <w:color w:val="auto"/>
                <w:sz w:val="20"/>
                <w:szCs w:val="20"/>
              </w:rPr>
            </w:pPr>
          </w:p>
          <w:p w14:paraId="3D4200DA" w14:textId="6B4F7577" w:rsidR="00727555" w:rsidRPr="00140830" w:rsidRDefault="00727555" w:rsidP="00727555">
            <w:pPr>
              <w:jc w:val="both"/>
              <w:rPr>
                <w:b/>
                <w:color w:val="auto"/>
                <w:sz w:val="20"/>
                <w:szCs w:val="20"/>
              </w:rPr>
            </w:pPr>
            <w:r w:rsidRPr="00140830">
              <w:rPr>
                <w:b/>
                <w:color w:val="auto"/>
                <w:sz w:val="20"/>
                <w:szCs w:val="20"/>
              </w:rPr>
              <w:t>A .7. Kas on tehtud töövõime hindamine?</w:t>
            </w:r>
          </w:p>
          <w:p w14:paraId="4EEF8F77" w14:textId="77777777" w:rsidR="00727555" w:rsidRPr="00140830" w:rsidRDefault="00727555" w:rsidP="00727555">
            <w:pPr>
              <w:jc w:val="both"/>
              <w:rPr>
                <w:color w:val="auto"/>
                <w:sz w:val="20"/>
                <w:szCs w:val="20"/>
              </w:rPr>
            </w:pPr>
          </w:p>
          <w:tbl>
            <w:tblPr>
              <w:tblStyle w:val="Kontuurtabel"/>
              <w:tblW w:w="0" w:type="auto"/>
              <w:tblLayout w:type="fixed"/>
              <w:tblLook w:val="04A0" w:firstRow="1" w:lastRow="0" w:firstColumn="1" w:lastColumn="0" w:noHBand="0" w:noVBand="1"/>
            </w:tblPr>
            <w:tblGrid>
              <w:gridCol w:w="677"/>
              <w:gridCol w:w="3402"/>
            </w:tblGrid>
            <w:tr w:rsidR="00140830" w:rsidRPr="00140830" w14:paraId="3DF7C164" w14:textId="77777777" w:rsidTr="004F7FA3">
              <w:tc>
                <w:tcPr>
                  <w:tcW w:w="677" w:type="dxa"/>
                </w:tcPr>
                <w:p w14:paraId="00F48338" w14:textId="409149DC" w:rsidR="00927971" w:rsidRPr="00140830" w:rsidRDefault="00927971" w:rsidP="00727555">
                  <w:pPr>
                    <w:jc w:val="both"/>
                  </w:pPr>
                </w:p>
                <w:p w14:paraId="20CB53D7" w14:textId="5BC78281" w:rsidR="00927971" w:rsidRPr="00140830" w:rsidRDefault="00927971" w:rsidP="00727555">
                  <w:pPr>
                    <w:jc w:val="both"/>
                  </w:pPr>
                  <w:r w:rsidRPr="00140830">
                    <w:t>0</w:t>
                  </w:r>
                </w:p>
                <w:p w14:paraId="715A337A" w14:textId="78B633F7" w:rsidR="00927971" w:rsidRPr="00140830" w:rsidRDefault="00927971" w:rsidP="00727555">
                  <w:pPr>
                    <w:jc w:val="both"/>
                  </w:pPr>
                </w:p>
              </w:tc>
              <w:tc>
                <w:tcPr>
                  <w:tcW w:w="3402" w:type="dxa"/>
                </w:tcPr>
                <w:p w14:paraId="4046B7F6" w14:textId="77777777" w:rsidR="00927971" w:rsidRPr="00140830" w:rsidRDefault="00927971" w:rsidP="00727555">
                  <w:pPr>
                    <w:jc w:val="both"/>
                  </w:pPr>
                </w:p>
                <w:p w14:paraId="2C75CAF4" w14:textId="7661A73C" w:rsidR="00927971" w:rsidRPr="00140830" w:rsidRDefault="00927971" w:rsidP="00727555">
                  <w:pPr>
                    <w:jc w:val="both"/>
                  </w:pPr>
                  <w:r w:rsidRPr="00140830">
                    <w:t xml:space="preserve">EI </w:t>
                  </w:r>
                  <w:r w:rsidRPr="00140830">
                    <w:rPr>
                      <w:sz w:val="18"/>
                      <w:szCs w:val="18"/>
                    </w:rPr>
                    <w:t xml:space="preserve">(mine edasi küsimusega </w:t>
                  </w:r>
                  <w:r w:rsidR="004F7FA3" w:rsidRPr="00140830">
                    <w:rPr>
                      <w:sz w:val="18"/>
                      <w:szCs w:val="18"/>
                    </w:rPr>
                    <w:t>A.8)</w:t>
                  </w:r>
                </w:p>
              </w:tc>
            </w:tr>
            <w:tr w:rsidR="00140830" w:rsidRPr="00140830" w14:paraId="0906F3FF" w14:textId="77777777" w:rsidTr="004F7FA3">
              <w:tc>
                <w:tcPr>
                  <w:tcW w:w="677" w:type="dxa"/>
                </w:tcPr>
                <w:p w14:paraId="6F9668B9" w14:textId="77777777" w:rsidR="00927971" w:rsidRPr="00140830" w:rsidRDefault="00927971" w:rsidP="00727555">
                  <w:pPr>
                    <w:jc w:val="both"/>
                  </w:pPr>
                </w:p>
                <w:p w14:paraId="64C2EF7E" w14:textId="5ADA9C8A" w:rsidR="00927971" w:rsidRPr="00140830" w:rsidRDefault="00927971" w:rsidP="00727555">
                  <w:pPr>
                    <w:jc w:val="both"/>
                  </w:pPr>
                  <w:r w:rsidRPr="00140830">
                    <w:t>1</w:t>
                  </w:r>
                </w:p>
              </w:tc>
              <w:tc>
                <w:tcPr>
                  <w:tcW w:w="3402" w:type="dxa"/>
                </w:tcPr>
                <w:p w14:paraId="0DA4D8F6" w14:textId="77777777" w:rsidR="00927971" w:rsidRPr="00140830" w:rsidRDefault="00927971" w:rsidP="00727555">
                  <w:pPr>
                    <w:jc w:val="both"/>
                  </w:pPr>
                </w:p>
                <w:p w14:paraId="256AB0A2" w14:textId="1EED38B2" w:rsidR="00927971" w:rsidRPr="00140830" w:rsidRDefault="00927971" w:rsidP="00727555">
                  <w:pPr>
                    <w:jc w:val="both"/>
                  </w:pPr>
                  <w:r w:rsidRPr="00140830">
                    <w:t xml:space="preserve">Jah </w:t>
                  </w:r>
                  <w:r w:rsidRPr="00140830">
                    <w:rPr>
                      <w:sz w:val="18"/>
                      <w:szCs w:val="18"/>
                    </w:rPr>
                    <w:t>(vasta küsimustele  A.7.1 ja A.7.2)</w:t>
                  </w:r>
                </w:p>
              </w:tc>
            </w:tr>
          </w:tbl>
          <w:p w14:paraId="02057645" w14:textId="77777777" w:rsidR="00927971" w:rsidRPr="00140830" w:rsidRDefault="00927971" w:rsidP="00727555">
            <w:pPr>
              <w:jc w:val="both"/>
              <w:rPr>
                <w:color w:val="auto"/>
                <w:sz w:val="20"/>
                <w:szCs w:val="20"/>
              </w:rPr>
            </w:pPr>
          </w:p>
          <w:p w14:paraId="4A9EA00A" w14:textId="3741C245" w:rsidR="00727555" w:rsidRPr="00140830" w:rsidRDefault="00927971" w:rsidP="00727555">
            <w:pPr>
              <w:jc w:val="both"/>
              <w:rPr>
                <w:b/>
                <w:color w:val="auto"/>
                <w:sz w:val="20"/>
                <w:szCs w:val="20"/>
              </w:rPr>
            </w:pPr>
            <w:r w:rsidRPr="00140830">
              <w:rPr>
                <w:b/>
                <w:color w:val="auto"/>
                <w:sz w:val="20"/>
                <w:szCs w:val="20"/>
              </w:rPr>
              <w:lastRenderedPageBreak/>
              <w:t>A</w:t>
            </w:r>
            <w:r w:rsidR="00727555" w:rsidRPr="00140830">
              <w:rPr>
                <w:b/>
                <w:color w:val="auto"/>
                <w:sz w:val="20"/>
                <w:szCs w:val="20"/>
              </w:rPr>
              <w:t>.</w:t>
            </w:r>
            <w:r w:rsidRPr="00140830">
              <w:rPr>
                <w:b/>
                <w:color w:val="auto"/>
                <w:sz w:val="20"/>
                <w:szCs w:val="20"/>
              </w:rPr>
              <w:t>7</w:t>
            </w:r>
            <w:r w:rsidR="00727555" w:rsidRPr="00140830">
              <w:rPr>
                <w:b/>
                <w:color w:val="auto"/>
                <w:sz w:val="20"/>
                <w:szCs w:val="20"/>
              </w:rPr>
              <w:t>.1 Töövõime on hinnatud:</w:t>
            </w:r>
          </w:p>
          <w:tbl>
            <w:tblPr>
              <w:tblStyle w:val="Kontuurtabel"/>
              <w:tblW w:w="0" w:type="auto"/>
              <w:tblLayout w:type="fixed"/>
              <w:tblLook w:val="04A0" w:firstRow="1" w:lastRow="0" w:firstColumn="1" w:lastColumn="0" w:noHBand="0" w:noVBand="1"/>
            </w:tblPr>
            <w:tblGrid>
              <w:gridCol w:w="819"/>
              <w:gridCol w:w="1984"/>
            </w:tblGrid>
            <w:tr w:rsidR="00140830" w:rsidRPr="00140830" w14:paraId="73775EB1" w14:textId="77777777" w:rsidTr="00927971">
              <w:tc>
                <w:tcPr>
                  <w:tcW w:w="819" w:type="dxa"/>
                </w:tcPr>
                <w:p w14:paraId="4046FCFA" w14:textId="77777777" w:rsidR="00927971" w:rsidRPr="00140830" w:rsidRDefault="00927971" w:rsidP="00727555">
                  <w:pPr>
                    <w:jc w:val="both"/>
                  </w:pPr>
                </w:p>
                <w:p w14:paraId="426F2750" w14:textId="4AB22755" w:rsidR="00927971" w:rsidRPr="00140830" w:rsidRDefault="00927971" w:rsidP="00727555">
                  <w:pPr>
                    <w:jc w:val="both"/>
                  </w:pPr>
                  <w:r w:rsidRPr="00140830">
                    <w:t>0</w:t>
                  </w:r>
                </w:p>
              </w:tc>
              <w:tc>
                <w:tcPr>
                  <w:tcW w:w="1984" w:type="dxa"/>
                </w:tcPr>
                <w:p w14:paraId="339211C0" w14:textId="77777777" w:rsidR="00927971" w:rsidRPr="00140830" w:rsidRDefault="00927971" w:rsidP="00727555">
                  <w:pPr>
                    <w:jc w:val="both"/>
                  </w:pPr>
                </w:p>
                <w:p w14:paraId="3D43F769" w14:textId="360E5E2E" w:rsidR="00927971" w:rsidRPr="00140830" w:rsidRDefault="00927971" w:rsidP="004F7FA3">
                  <w:pPr>
                    <w:jc w:val="both"/>
                  </w:pPr>
                  <w:r w:rsidRPr="00140830">
                    <w:t>Puuduv</w:t>
                  </w:r>
                </w:p>
              </w:tc>
            </w:tr>
            <w:tr w:rsidR="00140830" w:rsidRPr="00140830" w14:paraId="3A0AE580" w14:textId="77777777" w:rsidTr="00927971">
              <w:tc>
                <w:tcPr>
                  <w:tcW w:w="819" w:type="dxa"/>
                </w:tcPr>
                <w:p w14:paraId="5389E4DD" w14:textId="77777777" w:rsidR="00927971" w:rsidRPr="00140830" w:rsidRDefault="00927971" w:rsidP="00727555">
                  <w:pPr>
                    <w:jc w:val="both"/>
                  </w:pPr>
                </w:p>
                <w:p w14:paraId="4578AD8D" w14:textId="0858D902" w:rsidR="00927971" w:rsidRPr="00140830" w:rsidRDefault="00927971" w:rsidP="00727555">
                  <w:pPr>
                    <w:jc w:val="both"/>
                  </w:pPr>
                  <w:r w:rsidRPr="00140830">
                    <w:t>1</w:t>
                  </w:r>
                </w:p>
              </w:tc>
              <w:tc>
                <w:tcPr>
                  <w:tcW w:w="1984" w:type="dxa"/>
                </w:tcPr>
                <w:p w14:paraId="054D3AD4" w14:textId="77777777" w:rsidR="00927971" w:rsidRPr="00140830" w:rsidRDefault="00927971" w:rsidP="00727555">
                  <w:pPr>
                    <w:jc w:val="both"/>
                  </w:pPr>
                </w:p>
                <w:p w14:paraId="41A6E0CD" w14:textId="395D8AFB" w:rsidR="00927971" w:rsidRPr="00140830" w:rsidRDefault="00927971" w:rsidP="00727555">
                  <w:pPr>
                    <w:jc w:val="both"/>
                  </w:pPr>
                  <w:r w:rsidRPr="00140830">
                    <w:t>Osaline</w:t>
                  </w:r>
                </w:p>
              </w:tc>
            </w:tr>
            <w:tr w:rsidR="00140830" w:rsidRPr="00140830" w14:paraId="49A8E47D" w14:textId="77777777" w:rsidTr="00927971">
              <w:tc>
                <w:tcPr>
                  <w:tcW w:w="819" w:type="dxa"/>
                </w:tcPr>
                <w:p w14:paraId="5AE51520" w14:textId="77777777" w:rsidR="00927971" w:rsidRPr="00140830" w:rsidRDefault="00927971" w:rsidP="00727555">
                  <w:pPr>
                    <w:jc w:val="both"/>
                  </w:pPr>
                </w:p>
                <w:p w14:paraId="4F132ED9" w14:textId="69A66FD9" w:rsidR="00927971" w:rsidRPr="00140830" w:rsidRDefault="00927971" w:rsidP="00727555">
                  <w:pPr>
                    <w:jc w:val="both"/>
                  </w:pPr>
                  <w:r w:rsidRPr="00140830">
                    <w:t>2</w:t>
                  </w:r>
                </w:p>
              </w:tc>
              <w:tc>
                <w:tcPr>
                  <w:tcW w:w="1984" w:type="dxa"/>
                </w:tcPr>
                <w:p w14:paraId="52B935D8" w14:textId="0EFFFFF3" w:rsidR="00927971" w:rsidRPr="00140830" w:rsidRDefault="00927971" w:rsidP="00727555">
                  <w:pPr>
                    <w:jc w:val="both"/>
                  </w:pPr>
                </w:p>
                <w:p w14:paraId="2DF92262" w14:textId="454DD022" w:rsidR="00927971" w:rsidRPr="00140830" w:rsidRDefault="00927971" w:rsidP="004F7FA3">
                  <w:pPr>
                    <w:jc w:val="both"/>
                  </w:pPr>
                  <w:r w:rsidRPr="00140830">
                    <w:t>Täielik</w:t>
                  </w:r>
                </w:p>
              </w:tc>
            </w:tr>
          </w:tbl>
          <w:p w14:paraId="25EC044B" w14:textId="77777777" w:rsidR="004F7FA3" w:rsidRPr="00140830" w:rsidRDefault="004F7FA3" w:rsidP="004F7FA3">
            <w:pPr>
              <w:rPr>
                <w:color w:val="auto"/>
                <w:sz w:val="20"/>
                <w:szCs w:val="20"/>
              </w:rPr>
            </w:pPr>
          </w:p>
          <w:p w14:paraId="6692684B" w14:textId="77777777" w:rsidR="004F7FA3" w:rsidRPr="00140830" w:rsidRDefault="004F7FA3" w:rsidP="004F7FA3">
            <w:pPr>
              <w:rPr>
                <w:b/>
                <w:color w:val="auto"/>
                <w:sz w:val="20"/>
                <w:szCs w:val="20"/>
              </w:rPr>
            </w:pPr>
            <w:r w:rsidRPr="00140830">
              <w:rPr>
                <w:b/>
                <w:color w:val="auto"/>
                <w:sz w:val="20"/>
                <w:szCs w:val="20"/>
              </w:rPr>
              <w:t xml:space="preserve">A .7.2. Töövõime hindamine on kehtiv kuni: </w:t>
            </w:r>
          </w:p>
          <w:p w14:paraId="41A6633D" w14:textId="5F7D577E" w:rsidR="004F7FA3" w:rsidRPr="00140830" w:rsidRDefault="004F7FA3" w:rsidP="004F7FA3">
            <w:pPr>
              <w:rPr>
                <w:color w:val="auto"/>
                <w:sz w:val="20"/>
                <w:szCs w:val="20"/>
              </w:rPr>
            </w:pPr>
            <w:r w:rsidRPr="00140830">
              <w:rPr>
                <w:color w:val="auto"/>
                <w:sz w:val="20"/>
                <w:szCs w:val="20"/>
              </w:rPr>
              <w:t>_________________________________</w:t>
            </w:r>
          </w:p>
          <w:p w14:paraId="372A54EC" w14:textId="771CC630" w:rsidR="004F7FA3" w:rsidRPr="00140830" w:rsidRDefault="004F7FA3" w:rsidP="004F7FA3">
            <w:pPr>
              <w:rPr>
                <w:color w:val="auto"/>
                <w:sz w:val="20"/>
                <w:szCs w:val="20"/>
              </w:rPr>
            </w:pPr>
          </w:p>
          <w:p w14:paraId="57179121" w14:textId="4CED2A07" w:rsidR="00927971" w:rsidRPr="00140830" w:rsidRDefault="00927971" w:rsidP="00727555">
            <w:pPr>
              <w:jc w:val="both"/>
              <w:rPr>
                <w:color w:val="auto"/>
                <w:sz w:val="20"/>
                <w:szCs w:val="20"/>
              </w:rPr>
            </w:pPr>
          </w:p>
          <w:p w14:paraId="41723E7C" w14:textId="2DA488D9" w:rsidR="00927971" w:rsidRPr="00140830" w:rsidRDefault="00927971" w:rsidP="00727555">
            <w:pPr>
              <w:jc w:val="both"/>
              <w:rPr>
                <w:b/>
                <w:color w:val="auto"/>
                <w:sz w:val="20"/>
                <w:szCs w:val="20"/>
              </w:rPr>
            </w:pPr>
            <w:r w:rsidRPr="00140830">
              <w:rPr>
                <w:b/>
                <w:color w:val="auto"/>
                <w:sz w:val="20"/>
                <w:szCs w:val="20"/>
              </w:rPr>
              <w:t>A.8. Kas on määratud töövõimetuspension?:</w:t>
            </w:r>
          </w:p>
          <w:tbl>
            <w:tblPr>
              <w:tblStyle w:val="Kontuurtabel"/>
              <w:tblW w:w="0" w:type="auto"/>
              <w:tblLayout w:type="fixed"/>
              <w:tblLook w:val="04A0" w:firstRow="1" w:lastRow="0" w:firstColumn="1" w:lastColumn="0" w:noHBand="0" w:noVBand="1"/>
            </w:tblPr>
            <w:tblGrid>
              <w:gridCol w:w="677"/>
              <w:gridCol w:w="3827"/>
            </w:tblGrid>
            <w:tr w:rsidR="00140830" w:rsidRPr="00140830" w14:paraId="73E6F2AE" w14:textId="77777777" w:rsidTr="004F7FA3">
              <w:tc>
                <w:tcPr>
                  <w:tcW w:w="677" w:type="dxa"/>
                </w:tcPr>
                <w:p w14:paraId="4C76B876" w14:textId="77777777" w:rsidR="00927971" w:rsidRPr="00140830" w:rsidRDefault="00927971" w:rsidP="00927971">
                  <w:pPr>
                    <w:jc w:val="both"/>
                  </w:pPr>
                </w:p>
                <w:p w14:paraId="018F608F" w14:textId="77777777" w:rsidR="00927971" w:rsidRPr="00140830" w:rsidRDefault="00927971" w:rsidP="00927971">
                  <w:pPr>
                    <w:jc w:val="both"/>
                  </w:pPr>
                  <w:r w:rsidRPr="00140830">
                    <w:t>0</w:t>
                  </w:r>
                </w:p>
                <w:p w14:paraId="747811AE" w14:textId="77777777" w:rsidR="00927971" w:rsidRPr="00140830" w:rsidRDefault="00927971" w:rsidP="00927971">
                  <w:pPr>
                    <w:jc w:val="both"/>
                  </w:pPr>
                </w:p>
              </w:tc>
              <w:tc>
                <w:tcPr>
                  <w:tcW w:w="3827" w:type="dxa"/>
                </w:tcPr>
                <w:p w14:paraId="3D4B4835" w14:textId="77777777" w:rsidR="00927971" w:rsidRPr="00140830" w:rsidRDefault="00927971" w:rsidP="00927971">
                  <w:pPr>
                    <w:jc w:val="both"/>
                  </w:pPr>
                </w:p>
                <w:p w14:paraId="0C1DF259" w14:textId="5287295E" w:rsidR="00927971" w:rsidRPr="00140830" w:rsidRDefault="00927971" w:rsidP="00927971">
                  <w:pPr>
                    <w:jc w:val="both"/>
                  </w:pPr>
                  <w:r w:rsidRPr="00140830">
                    <w:t xml:space="preserve">EI (mine edasi küsimusega </w:t>
                  </w:r>
                  <w:r w:rsidR="004814A2" w:rsidRPr="00140830">
                    <w:t>A.9)</w:t>
                  </w:r>
                </w:p>
              </w:tc>
            </w:tr>
            <w:tr w:rsidR="00140830" w:rsidRPr="00140830" w14:paraId="3E7E7E4A" w14:textId="77777777" w:rsidTr="004F7FA3">
              <w:tc>
                <w:tcPr>
                  <w:tcW w:w="677" w:type="dxa"/>
                </w:tcPr>
                <w:p w14:paraId="7DF8FFCF" w14:textId="77777777" w:rsidR="00927971" w:rsidRPr="00140830" w:rsidRDefault="00927971" w:rsidP="00927971">
                  <w:pPr>
                    <w:jc w:val="both"/>
                  </w:pPr>
                </w:p>
                <w:p w14:paraId="547A991E" w14:textId="77777777" w:rsidR="00927971" w:rsidRPr="00140830" w:rsidRDefault="00927971" w:rsidP="00927971">
                  <w:pPr>
                    <w:jc w:val="both"/>
                  </w:pPr>
                  <w:r w:rsidRPr="00140830">
                    <w:t>1</w:t>
                  </w:r>
                </w:p>
              </w:tc>
              <w:tc>
                <w:tcPr>
                  <w:tcW w:w="3827" w:type="dxa"/>
                </w:tcPr>
                <w:p w14:paraId="7E50E38B" w14:textId="77777777" w:rsidR="00927971" w:rsidRPr="00140830" w:rsidRDefault="00927971" w:rsidP="00927971">
                  <w:pPr>
                    <w:jc w:val="both"/>
                  </w:pPr>
                </w:p>
                <w:p w14:paraId="00364EED" w14:textId="006B874A" w:rsidR="00927971" w:rsidRPr="00140830" w:rsidRDefault="00927971" w:rsidP="00927971">
                  <w:pPr>
                    <w:jc w:val="both"/>
                  </w:pPr>
                  <w:r w:rsidRPr="00140830">
                    <w:t xml:space="preserve">Jah (vasta küsimustele </w:t>
                  </w:r>
                  <w:r w:rsidR="004F7FA3" w:rsidRPr="00140830">
                    <w:t xml:space="preserve"> A.8.1 ja A.8</w:t>
                  </w:r>
                  <w:r w:rsidRPr="00140830">
                    <w:t>.2)</w:t>
                  </w:r>
                </w:p>
              </w:tc>
            </w:tr>
          </w:tbl>
          <w:p w14:paraId="1C22C6F9" w14:textId="77777777" w:rsidR="00927971" w:rsidRPr="00140830" w:rsidRDefault="00927971" w:rsidP="00727555">
            <w:pPr>
              <w:jc w:val="both"/>
              <w:rPr>
                <w:color w:val="auto"/>
                <w:sz w:val="20"/>
                <w:szCs w:val="20"/>
              </w:rPr>
            </w:pPr>
          </w:p>
          <w:p w14:paraId="13640D6E" w14:textId="782C8C6F" w:rsidR="00927971" w:rsidRPr="00140830" w:rsidRDefault="004814A2" w:rsidP="00727555">
            <w:pPr>
              <w:jc w:val="both"/>
              <w:rPr>
                <w:b/>
                <w:color w:val="auto"/>
                <w:sz w:val="20"/>
                <w:szCs w:val="20"/>
              </w:rPr>
            </w:pPr>
            <w:r w:rsidRPr="00140830">
              <w:rPr>
                <w:b/>
                <w:color w:val="auto"/>
                <w:sz w:val="20"/>
                <w:szCs w:val="20"/>
              </w:rPr>
              <w:t>A.8.1. Töövõimetuspensioni protsendiks on määratud:</w:t>
            </w:r>
          </w:p>
          <w:p w14:paraId="601474B6" w14:textId="05BDB653" w:rsidR="004814A2" w:rsidRPr="00140830" w:rsidRDefault="004814A2" w:rsidP="00727555">
            <w:pPr>
              <w:jc w:val="both"/>
              <w:rPr>
                <w:color w:val="auto"/>
                <w:sz w:val="20"/>
                <w:szCs w:val="20"/>
              </w:rPr>
            </w:pPr>
          </w:p>
          <w:p w14:paraId="5A0845D3" w14:textId="31F751B4" w:rsidR="004814A2" w:rsidRPr="00140830" w:rsidRDefault="004814A2" w:rsidP="00727555">
            <w:pPr>
              <w:jc w:val="both"/>
              <w:rPr>
                <w:color w:val="auto"/>
                <w:sz w:val="20"/>
                <w:szCs w:val="20"/>
              </w:rPr>
            </w:pPr>
            <w:r w:rsidRPr="00140830">
              <w:rPr>
                <w:color w:val="auto"/>
                <w:sz w:val="20"/>
                <w:szCs w:val="20"/>
              </w:rPr>
              <w:t>_____________________________________________</w:t>
            </w:r>
          </w:p>
          <w:p w14:paraId="780642A0" w14:textId="207A0D61" w:rsidR="004814A2" w:rsidRPr="00140830" w:rsidRDefault="004814A2" w:rsidP="00727555">
            <w:pPr>
              <w:jc w:val="both"/>
              <w:rPr>
                <w:color w:val="auto"/>
                <w:sz w:val="20"/>
                <w:szCs w:val="20"/>
              </w:rPr>
            </w:pPr>
          </w:p>
          <w:p w14:paraId="0560126A" w14:textId="5FFB4323" w:rsidR="004814A2" w:rsidRPr="00140830" w:rsidRDefault="004814A2" w:rsidP="00727555">
            <w:pPr>
              <w:jc w:val="both"/>
              <w:rPr>
                <w:b/>
                <w:color w:val="auto"/>
                <w:sz w:val="20"/>
                <w:szCs w:val="20"/>
              </w:rPr>
            </w:pPr>
            <w:r w:rsidRPr="00140830">
              <w:rPr>
                <w:b/>
                <w:color w:val="auto"/>
                <w:sz w:val="20"/>
                <w:szCs w:val="20"/>
              </w:rPr>
              <w:t>A.8.2. Töövõimetuspensioni kehtivus:</w:t>
            </w:r>
          </w:p>
          <w:p w14:paraId="454B7865" w14:textId="2CFBABA5" w:rsidR="004814A2" w:rsidRPr="00140830" w:rsidRDefault="004814A2" w:rsidP="00727555">
            <w:pPr>
              <w:jc w:val="both"/>
              <w:rPr>
                <w:color w:val="auto"/>
                <w:sz w:val="20"/>
                <w:szCs w:val="20"/>
              </w:rPr>
            </w:pPr>
          </w:p>
          <w:p w14:paraId="4DF49795" w14:textId="0367AF2E" w:rsidR="004814A2" w:rsidRPr="00140830" w:rsidRDefault="004814A2" w:rsidP="00727555">
            <w:pPr>
              <w:jc w:val="both"/>
              <w:rPr>
                <w:color w:val="auto"/>
                <w:sz w:val="20"/>
                <w:szCs w:val="20"/>
              </w:rPr>
            </w:pPr>
            <w:r w:rsidRPr="00140830">
              <w:rPr>
                <w:color w:val="auto"/>
                <w:sz w:val="20"/>
                <w:szCs w:val="20"/>
              </w:rPr>
              <w:t>_______________________________________</w:t>
            </w:r>
          </w:p>
          <w:p w14:paraId="0E1B833D" w14:textId="57905281" w:rsidR="00727555" w:rsidRPr="00140830" w:rsidRDefault="00727555" w:rsidP="00727555">
            <w:pPr>
              <w:rPr>
                <w:color w:val="auto"/>
                <w:sz w:val="20"/>
                <w:szCs w:val="20"/>
              </w:rPr>
            </w:pPr>
          </w:p>
          <w:p w14:paraId="3FDAF4B8" w14:textId="3BAD520F" w:rsidR="007113FC" w:rsidRPr="00140830" w:rsidRDefault="007113FC" w:rsidP="007113FC">
            <w:pPr>
              <w:rPr>
                <w:b/>
                <w:color w:val="auto"/>
                <w:sz w:val="16"/>
                <w:szCs w:val="16"/>
              </w:rPr>
            </w:pPr>
            <w:r w:rsidRPr="00140830">
              <w:rPr>
                <w:b/>
                <w:color w:val="auto"/>
                <w:sz w:val="20"/>
                <w:szCs w:val="20"/>
              </w:rPr>
              <w:t>A.</w:t>
            </w:r>
            <w:r w:rsidRPr="00140830">
              <w:rPr>
                <w:b/>
                <w:color w:val="auto"/>
                <w:sz w:val="16"/>
                <w:szCs w:val="16"/>
              </w:rPr>
              <w:t xml:space="preserve"> </w:t>
            </w:r>
            <w:r w:rsidRPr="00140830">
              <w:rPr>
                <w:b/>
                <w:color w:val="auto"/>
                <w:sz w:val="20"/>
                <w:szCs w:val="20"/>
              </w:rPr>
              <w:t>9. Kas eestkoste on määratud?</w:t>
            </w:r>
          </w:p>
          <w:p w14:paraId="4DEB0C30" w14:textId="77777777" w:rsidR="007113FC" w:rsidRPr="00140830" w:rsidRDefault="007113FC" w:rsidP="007113FC">
            <w:pPr>
              <w:rPr>
                <w:color w:val="auto"/>
                <w:sz w:val="16"/>
                <w:szCs w:val="16"/>
              </w:rPr>
            </w:pPr>
            <w:r w:rsidRPr="00140830">
              <w:rPr>
                <w:color w:val="auto"/>
                <w:sz w:val="16"/>
                <w:szCs w:val="16"/>
              </w:rPr>
              <w:t>Märgista sobiv variant.</w:t>
            </w:r>
          </w:p>
          <w:p w14:paraId="4D3F6301" w14:textId="77777777" w:rsidR="007113FC" w:rsidRPr="00140830" w:rsidRDefault="007113FC" w:rsidP="007113FC">
            <w:pPr>
              <w:rPr>
                <w:color w:val="auto"/>
                <w:sz w:val="20"/>
                <w:szCs w:val="20"/>
              </w:rPr>
            </w:pPr>
          </w:p>
          <w:tbl>
            <w:tblPr>
              <w:tblStyle w:val="Kontuurtabel"/>
              <w:tblW w:w="0" w:type="auto"/>
              <w:tblLayout w:type="fixed"/>
              <w:tblLook w:val="04A0" w:firstRow="1" w:lastRow="0" w:firstColumn="1" w:lastColumn="0" w:noHBand="0" w:noVBand="1"/>
            </w:tblPr>
            <w:tblGrid>
              <w:gridCol w:w="1244"/>
              <w:gridCol w:w="3827"/>
            </w:tblGrid>
            <w:tr w:rsidR="00140830" w:rsidRPr="00140830" w14:paraId="6E353CA1" w14:textId="77777777" w:rsidTr="007113FC">
              <w:tc>
                <w:tcPr>
                  <w:tcW w:w="1244" w:type="dxa"/>
                </w:tcPr>
                <w:p w14:paraId="13C607D7" w14:textId="77777777" w:rsidR="007113FC" w:rsidRPr="00140830" w:rsidRDefault="007113FC" w:rsidP="007113FC">
                  <w:r w:rsidRPr="00140830">
                    <w:t>0</w:t>
                  </w:r>
                </w:p>
                <w:p w14:paraId="2F277ADA" w14:textId="77777777" w:rsidR="007113FC" w:rsidRPr="00140830" w:rsidRDefault="007113FC" w:rsidP="007113FC"/>
              </w:tc>
              <w:tc>
                <w:tcPr>
                  <w:tcW w:w="3827" w:type="dxa"/>
                </w:tcPr>
                <w:p w14:paraId="18A0DC6F" w14:textId="77777777" w:rsidR="007113FC" w:rsidRPr="00140830" w:rsidRDefault="007113FC" w:rsidP="007113FC">
                  <w:r w:rsidRPr="00140830">
                    <w:t>EI (mine edasi küsimusega A.12)</w:t>
                  </w:r>
                </w:p>
              </w:tc>
            </w:tr>
            <w:tr w:rsidR="00140830" w:rsidRPr="00140830" w14:paraId="0454DF7F" w14:textId="77777777" w:rsidTr="007113FC">
              <w:tc>
                <w:tcPr>
                  <w:tcW w:w="1244" w:type="dxa"/>
                </w:tcPr>
                <w:p w14:paraId="0B63D012" w14:textId="77777777" w:rsidR="007113FC" w:rsidRPr="00140830" w:rsidRDefault="007113FC" w:rsidP="007113FC">
                  <w:r w:rsidRPr="00140830">
                    <w:t>1</w:t>
                  </w:r>
                </w:p>
                <w:p w14:paraId="0F320574" w14:textId="77777777" w:rsidR="007113FC" w:rsidRPr="00140830" w:rsidRDefault="007113FC" w:rsidP="007113FC"/>
              </w:tc>
              <w:tc>
                <w:tcPr>
                  <w:tcW w:w="3827" w:type="dxa"/>
                </w:tcPr>
                <w:p w14:paraId="0D07EE7D" w14:textId="77777777" w:rsidR="007113FC" w:rsidRPr="00140830" w:rsidRDefault="007113FC" w:rsidP="007113FC">
                  <w:r w:rsidRPr="00140830">
                    <w:t>Jah (vasta küsimustele A12.1 ja A.12.2)</w:t>
                  </w:r>
                </w:p>
              </w:tc>
            </w:tr>
          </w:tbl>
          <w:p w14:paraId="470EB373" w14:textId="77777777" w:rsidR="007113FC" w:rsidRPr="00140830" w:rsidRDefault="007113FC" w:rsidP="007113FC">
            <w:pPr>
              <w:rPr>
                <w:color w:val="auto"/>
                <w:sz w:val="20"/>
                <w:szCs w:val="20"/>
              </w:rPr>
            </w:pPr>
          </w:p>
          <w:p w14:paraId="1A0711FB" w14:textId="4128ECF3" w:rsidR="007113FC" w:rsidRPr="00140830" w:rsidRDefault="007113FC" w:rsidP="007113FC">
            <w:pPr>
              <w:rPr>
                <w:b/>
                <w:color w:val="auto"/>
                <w:sz w:val="20"/>
                <w:szCs w:val="20"/>
              </w:rPr>
            </w:pPr>
            <w:r w:rsidRPr="00140830">
              <w:rPr>
                <w:b/>
                <w:color w:val="auto"/>
                <w:sz w:val="20"/>
                <w:szCs w:val="20"/>
              </w:rPr>
              <w:t>A.9.1.Eestkostjaks on:</w:t>
            </w:r>
          </w:p>
          <w:p w14:paraId="1C497D70" w14:textId="77777777" w:rsidR="007113FC" w:rsidRPr="00140830" w:rsidRDefault="007113FC" w:rsidP="007113FC">
            <w:pPr>
              <w:rPr>
                <w:color w:val="auto"/>
                <w:sz w:val="18"/>
                <w:szCs w:val="18"/>
              </w:rPr>
            </w:pPr>
            <w:r w:rsidRPr="00140830">
              <w:rPr>
                <w:color w:val="auto"/>
                <w:sz w:val="18"/>
                <w:szCs w:val="18"/>
              </w:rPr>
              <w:lastRenderedPageBreak/>
              <w:t xml:space="preserve">Märgista sobiv variant. Kahte vastust üheaegselt ei ole võimalik panna. </w:t>
            </w:r>
          </w:p>
          <w:p w14:paraId="4A5DEE74" w14:textId="77777777" w:rsidR="007113FC" w:rsidRPr="00140830" w:rsidRDefault="007113FC" w:rsidP="007113FC">
            <w:pPr>
              <w:rPr>
                <w:color w:val="auto"/>
                <w:sz w:val="20"/>
                <w:szCs w:val="20"/>
              </w:rPr>
            </w:pPr>
          </w:p>
          <w:tbl>
            <w:tblPr>
              <w:tblStyle w:val="Kontuurtabel"/>
              <w:tblW w:w="0" w:type="auto"/>
              <w:tblLayout w:type="fixed"/>
              <w:tblLook w:val="04A0" w:firstRow="1" w:lastRow="0" w:firstColumn="1" w:lastColumn="0" w:noHBand="0" w:noVBand="1"/>
            </w:tblPr>
            <w:tblGrid>
              <w:gridCol w:w="677"/>
              <w:gridCol w:w="8080"/>
            </w:tblGrid>
            <w:tr w:rsidR="00140830" w:rsidRPr="00140830" w14:paraId="7E589DBD" w14:textId="77777777" w:rsidTr="007113FC">
              <w:tc>
                <w:tcPr>
                  <w:tcW w:w="677" w:type="dxa"/>
                </w:tcPr>
                <w:p w14:paraId="1091BDE5" w14:textId="77777777" w:rsidR="007113FC" w:rsidRPr="00140830" w:rsidRDefault="007113FC" w:rsidP="007113FC">
                  <w:r w:rsidRPr="00140830">
                    <w:t>1</w:t>
                  </w:r>
                </w:p>
              </w:tc>
              <w:tc>
                <w:tcPr>
                  <w:tcW w:w="8080" w:type="dxa"/>
                </w:tcPr>
                <w:p w14:paraId="422EC74B" w14:textId="77777777" w:rsidR="007113FC" w:rsidRPr="00140830" w:rsidRDefault="007113FC" w:rsidP="007113FC">
                  <w:r w:rsidRPr="00140830">
                    <w:t xml:space="preserve"> füüsiline isik</w:t>
                  </w:r>
                </w:p>
                <w:p w14:paraId="17A05E91" w14:textId="77777777" w:rsidR="007113FC" w:rsidRPr="00140830" w:rsidRDefault="007113FC" w:rsidP="007113FC"/>
              </w:tc>
            </w:tr>
            <w:tr w:rsidR="00140830" w:rsidRPr="00140830" w14:paraId="5799768D" w14:textId="77777777" w:rsidTr="007113FC">
              <w:tc>
                <w:tcPr>
                  <w:tcW w:w="677" w:type="dxa"/>
                </w:tcPr>
                <w:p w14:paraId="28A85D4A" w14:textId="77777777" w:rsidR="007113FC" w:rsidRPr="00140830" w:rsidRDefault="007113FC" w:rsidP="007113FC">
                  <w:r w:rsidRPr="00140830">
                    <w:t>2</w:t>
                  </w:r>
                </w:p>
              </w:tc>
              <w:tc>
                <w:tcPr>
                  <w:tcW w:w="8080" w:type="dxa"/>
                </w:tcPr>
                <w:p w14:paraId="5E0F9CA6" w14:textId="77777777" w:rsidR="007113FC" w:rsidRPr="00140830" w:rsidRDefault="007113FC" w:rsidP="007113FC">
                  <w:r w:rsidRPr="00140830">
                    <w:t>juriidiline isik (nt MTÜ Eesti Eestkoste Korraldus või SA Lääne-Saare Eestkostekorraldus vm)</w:t>
                  </w:r>
                </w:p>
                <w:p w14:paraId="17F9720F" w14:textId="77777777" w:rsidR="007113FC" w:rsidRPr="00140830" w:rsidRDefault="007113FC" w:rsidP="007113FC"/>
              </w:tc>
            </w:tr>
            <w:tr w:rsidR="00140830" w:rsidRPr="00140830" w14:paraId="7FEC3F61" w14:textId="77777777" w:rsidTr="007113FC">
              <w:tc>
                <w:tcPr>
                  <w:tcW w:w="677" w:type="dxa"/>
                </w:tcPr>
                <w:p w14:paraId="3565D58B" w14:textId="77777777" w:rsidR="007113FC" w:rsidRPr="00140830" w:rsidRDefault="007113FC" w:rsidP="007113FC">
                  <w:r w:rsidRPr="00140830">
                    <w:t>3</w:t>
                  </w:r>
                </w:p>
              </w:tc>
              <w:tc>
                <w:tcPr>
                  <w:tcW w:w="8080" w:type="dxa"/>
                </w:tcPr>
                <w:p w14:paraId="1EBDF291" w14:textId="77777777" w:rsidR="007113FC" w:rsidRPr="00140830" w:rsidRDefault="007113FC" w:rsidP="007113FC">
                  <w:r w:rsidRPr="00140830">
                    <w:t>kohalik omavalitsus</w:t>
                  </w:r>
                </w:p>
                <w:p w14:paraId="780F5992" w14:textId="77777777" w:rsidR="007113FC" w:rsidRPr="00140830" w:rsidRDefault="007113FC" w:rsidP="007113FC"/>
              </w:tc>
            </w:tr>
          </w:tbl>
          <w:p w14:paraId="25486A7F" w14:textId="77777777" w:rsidR="007113FC" w:rsidRPr="00140830" w:rsidRDefault="007113FC" w:rsidP="007113FC">
            <w:pPr>
              <w:rPr>
                <w:color w:val="auto"/>
                <w:sz w:val="20"/>
                <w:szCs w:val="20"/>
              </w:rPr>
            </w:pPr>
          </w:p>
          <w:p w14:paraId="662A4028" w14:textId="46D0330C" w:rsidR="007113FC" w:rsidRPr="00140830" w:rsidRDefault="007113FC" w:rsidP="007113FC">
            <w:pPr>
              <w:rPr>
                <w:b/>
                <w:color w:val="auto"/>
                <w:sz w:val="20"/>
                <w:szCs w:val="20"/>
              </w:rPr>
            </w:pPr>
            <w:r w:rsidRPr="00140830">
              <w:rPr>
                <w:b/>
                <w:color w:val="auto"/>
                <w:sz w:val="20"/>
                <w:szCs w:val="20"/>
              </w:rPr>
              <w:t>A.9.2. Eestkoste on seatud:</w:t>
            </w:r>
          </w:p>
          <w:p w14:paraId="7DEC3D4E" w14:textId="77777777" w:rsidR="007113FC" w:rsidRPr="00140830" w:rsidRDefault="007113FC" w:rsidP="007113FC">
            <w:pPr>
              <w:rPr>
                <w:color w:val="auto"/>
                <w:sz w:val="20"/>
                <w:szCs w:val="20"/>
              </w:rPr>
            </w:pPr>
            <w:r w:rsidRPr="00140830">
              <w:rPr>
                <w:color w:val="auto"/>
                <w:sz w:val="16"/>
                <w:szCs w:val="16"/>
              </w:rPr>
              <w:t xml:space="preserve">Märgista sobiv variant. </w:t>
            </w:r>
            <w:r w:rsidRPr="00140830">
              <w:rPr>
                <w:color w:val="auto"/>
                <w:sz w:val="18"/>
                <w:szCs w:val="18"/>
              </w:rPr>
              <w:t>Kahte vastust üheaegselt ei ole võimalik panna.</w:t>
            </w:r>
            <w:r w:rsidRPr="00140830">
              <w:rPr>
                <w:color w:val="auto"/>
                <w:sz w:val="20"/>
                <w:szCs w:val="20"/>
              </w:rPr>
              <w:t xml:space="preserve"> </w:t>
            </w:r>
          </w:p>
          <w:tbl>
            <w:tblPr>
              <w:tblStyle w:val="Kontuurtabel"/>
              <w:tblW w:w="0" w:type="auto"/>
              <w:tblLayout w:type="fixed"/>
              <w:tblLook w:val="04A0" w:firstRow="1" w:lastRow="0" w:firstColumn="1" w:lastColumn="0" w:noHBand="0" w:noVBand="1"/>
            </w:tblPr>
            <w:tblGrid>
              <w:gridCol w:w="8746"/>
            </w:tblGrid>
            <w:tr w:rsidR="00140830" w:rsidRPr="00140830" w14:paraId="231A415E" w14:textId="77777777" w:rsidTr="007113FC">
              <w:tc>
                <w:tcPr>
                  <w:tcW w:w="8746" w:type="dxa"/>
                </w:tcPr>
                <w:p w14:paraId="6AF8E66C" w14:textId="77777777" w:rsidR="007113FC" w:rsidRPr="00140830" w:rsidRDefault="007113FC" w:rsidP="007113FC">
                  <w:r w:rsidRPr="00140830">
                    <w:t>1- kõikide asjade ajamiseks (mine edasi küsimusega A.13)</w:t>
                  </w:r>
                </w:p>
                <w:p w14:paraId="69ACBEA2" w14:textId="77777777" w:rsidR="007113FC" w:rsidRPr="00140830" w:rsidRDefault="007113FC" w:rsidP="007113FC"/>
              </w:tc>
            </w:tr>
            <w:tr w:rsidR="00140830" w:rsidRPr="00140830" w14:paraId="39ECCD3E" w14:textId="77777777" w:rsidTr="007113FC">
              <w:tc>
                <w:tcPr>
                  <w:tcW w:w="8746" w:type="dxa"/>
                </w:tcPr>
                <w:p w14:paraId="414A77EF" w14:textId="77777777" w:rsidR="007113FC" w:rsidRPr="00140830" w:rsidRDefault="007113FC" w:rsidP="007113FC">
                  <w:r w:rsidRPr="00140830">
                    <w:t>2-konkreetsete ülesannete täitmiseks (vasta küsimusele A.12.3)</w:t>
                  </w:r>
                </w:p>
                <w:p w14:paraId="60E7DBEC" w14:textId="77777777" w:rsidR="007113FC" w:rsidRPr="00140830" w:rsidRDefault="007113FC" w:rsidP="007113FC"/>
              </w:tc>
            </w:tr>
          </w:tbl>
          <w:p w14:paraId="4C8A9B90" w14:textId="77777777" w:rsidR="007113FC" w:rsidRPr="00140830" w:rsidRDefault="007113FC" w:rsidP="007113FC">
            <w:pPr>
              <w:rPr>
                <w:color w:val="auto"/>
                <w:sz w:val="16"/>
                <w:szCs w:val="16"/>
              </w:rPr>
            </w:pPr>
          </w:p>
          <w:p w14:paraId="7C7ECD8F" w14:textId="098860AD" w:rsidR="007113FC" w:rsidRPr="00140830" w:rsidRDefault="007113FC" w:rsidP="007113FC">
            <w:pPr>
              <w:rPr>
                <w:b/>
                <w:color w:val="auto"/>
                <w:sz w:val="20"/>
                <w:szCs w:val="20"/>
              </w:rPr>
            </w:pPr>
            <w:r w:rsidRPr="00140830">
              <w:rPr>
                <w:b/>
                <w:color w:val="auto"/>
                <w:sz w:val="20"/>
                <w:szCs w:val="20"/>
              </w:rPr>
              <w:t xml:space="preserve">A.9.3. Eestkostja ülesanded on: </w:t>
            </w:r>
          </w:p>
          <w:p w14:paraId="27A0D685" w14:textId="77777777" w:rsidR="007113FC" w:rsidRPr="00140830" w:rsidRDefault="007113FC" w:rsidP="007113FC">
            <w:pPr>
              <w:rPr>
                <w:color w:val="auto"/>
                <w:sz w:val="20"/>
                <w:szCs w:val="20"/>
              </w:rPr>
            </w:pPr>
            <w:r w:rsidRPr="00140830">
              <w:rPr>
                <w:color w:val="auto"/>
                <w:sz w:val="20"/>
                <w:szCs w:val="20"/>
              </w:rPr>
              <w:t>Nimeta mis tegevused on eestkostja ülesanneteks (vaba tekstiväli ülesannete märkimiseks)</w:t>
            </w:r>
          </w:p>
          <w:p w14:paraId="605271A0" w14:textId="77777777" w:rsidR="007113FC" w:rsidRPr="00140830" w:rsidRDefault="007113FC" w:rsidP="007113FC">
            <w:pPr>
              <w:rPr>
                <w:color w:val="auto"/>
                <w:sz w:val="16"/>
                <w:szCs w:val="16"/>
              </w:rPr>
            </w:pPr>
          </w:p>
          <w:p w14:paraId="55DDE1A3" w14:textId="77777777" w:rsidR="007113FC" w:rsidRPr="00140830" w:rsidRDefault="007113FC" w:rsidP="007113FC">
            <w:pPr>
              <w:pBdr>
                <w:top w:val="none" w:sz="0" w:space="0" w:color="auto"/>
              </w:pBdr>
              <w:rPr>
                <w:color w:val="auto"/>
                <w:sz w:val="16"/>
                <w:szCs w:val="16"/>
              </w:rPr>
            </w:pPr>
            <w:r w:rsidRPr="00140830">
              <w:rPr>
                <w:color w:val="auto"/>
                <w:sz w:val="16"/>
                <w:szCs w:val="16"/>
              </w:rPr>
              <w:t>____________________________________________________________________________________________________</w:t>
            </w:r>
          </w:p>
          <w:p w14:paraId="3C26143D" w14:textId="77777777" w:rsidR="007113FC" w:rsidRPr="00140830" w:rsidRDefault="007113FC" w:rsidP="007113FC">
            <w:pPr>
              <w:pBdr>
                <w:top w:val="none" w:sz="0" w:space="0" w:color="auto"/>
              </w:pBdr>
              <w:rPr>
                <w:color w:val="auto"/>
                <w:sz w:val="16"/>
                <w:szCs w:val="16"/>
              </w:rPr>
            </w:pPr>
          </w:p>
          <w:p w14:paraId="1BE342D3" w14:textId="77777777" w:rsidR="007113FC" w:rsidRPr="00140830" w:rsidRDefault="007113FC" w:rsidP="007113FC">
            <w:pPr>
              <w:pBdr>
                <w:top w:val="none" w:sz="0" w:space="0" w:color="auto"/>
              </w:pBdr>
              <w:rPr>
                <w:color w:val="auto"/>
                <w:sz w:val="16"/>
                <w:szCs w:val="16"/>
              </w:rPr>
            </w:pPr>
            <w:r w:rsidRPr="00140830">
              <w:rPr>
                <w:color w:val="auto"/>
                <w:sz w:val="16"/>
                <w:szCs w:val="16"/>
              </w:rPr>
              <w:t>____________________________________________________________________________________________________</w:t>
            </w:r>
          </w:p>
          <w:p w14:paraId="78876A3F" w14:textId="77777777" w:rsidR="007113FC" w:rsidRPr="00140830" w:rsidRDefault="007113FC" w:rsidP="007113FC">
            <w:pPr>
              <w:rPr>
                <w:color w:val="auto"/>
                <w:sz w:val="16"/>
                <w:szCs w:val="16"/>
              </w:rPr>
            </w:pPr>
          </w:p>
          <w:p w14:paraId="7E03EBAB" w14:textId="77777777" w:rsidR="007113FC" w:rsidRPr="00140830" w:rsidRDefault="007113FC" w:rsidP="007113FC">
            <w:pPr>
              <w:rPr>
                <w:b/>
                <w:color w:val="auto"/>
                <w:sz w:val="20"/>
                <w:szCs w:val="20"/>
              </w:rPr>
            </w:pPr>
          </w:p>
          <w:p w14:paraId="56BA0896" w14:textId="36092A20" w:rsidR="007113FC" w:rsidRPr="00140830" w:rsidRDefault="007113FC" w:rsidP="00727555">
            <w:pPr>
              <w:rPr>
                <w:color w:val="auto"/>
                <w:sz w:val="20"/>
                <w:szCs w:val="20"/>
              </w:rPr>
            </w:pPr>
          </w:p>
          <w:p w14:paraId="18A1ECC9" w14:textId="77777777" w:rsidR="007113FC" w:rsidRPr="00140830" w:rsidRDefault="007113FC" w:rsidP="00727555">
            <w:pPr>
              <w:rPr>
                <w:color w:val="auto"/>
                <w:sz w:val="20"/>
                <w:szCs w:val="20"/>
              </w:rPr>
            </w:pPr>
          </w:p>
          <w:p w14:paraId="65792B67" w14:textId="50942ECA" w:rsidR="004814A2" w:rsidRPr="00140830" w:rsidRDefault="007113FC" w:rsidP="004814A2">
            <w:pPr>
              <w:rPr>
                <w:b/>
                <w:color w:val="auto"/>
                <w:sz w:val="20"/>
              </w:rPr>
            </w:pPr>
            <w:r w:rsidRPr="00140830">
              <w:rPr>
                <w:b/>
                <w:color w:val="auto"/>
                <w:sz w:val="20"/>
              </w:rPr>
              <w:t>A.10</w:t>
            </w:r>
            <w:r w:rsidR="004814A2" w:rsidRPr="00140830">
              <w:rPr>
                <w:b/>
                <w:color w:val="auto"/>
                <w:sz w:val="20"/>
              </w:rPr>
              <w:t>. Kas on koostatud rehabilitatsiooniplaan?:</w:t>
            </w:r>
          </w:p>
          <w:tbl>
            <w:tblPr>
              <w:tblStyle w:val="Kontuurtabel"/>
              <w:tblW w:w="0" w:type="auto"/>
              <w:tblLayout w:type="fixed"/>
              <w:tblLook w:val="04A0" w:firstRow="1" w:lastRow="0" w:firstColumn="1" w:lastColumn="0" w:noHBand="0" w:noVBand="1"/>
            </w:tblPr>
            <w:tblGrid>
              <w:gridCol w:w="677"/>
              <w:gridCol w:w="3827"/>
            </w:tblGrid>
            <w:tr w:rsidR="00140830" w:rsidRPr="00140830" w14:paraId="4D034470" w14:textId="77777777" w:rsidTr="00220161">
              <w:tc>
                <w:tcPr>
                  <w:tcW w:w="677" w:type="dxa"/>
                </w:tcPr>
                <w:p w14:paraId="54093052" w14:textId="77777777" w:rsidR="004814A2" w:rsidRPr="00140830" w:rsidRDefault="004814A2" w:rsidP="004814A2">
                  <w:pPr>
                    <w:jc w:val="both"/>
                  </w:pPr>
                </w:p>
                <w:p w14:paraId="7F8FA801" w14:textId="77777777" w:rsidR="004814A2" w:rsidRPr="00140830" w:rsidRDefault="004814A2" w:rsidP="004814A2">
                  <w:pPr>
                    <w:jc w:val="both"/>
                  </w:pPr>
                  <w:r w:rsidRPr="00140830">
                    <w:t>0</w:t>
                  </w:r>
                </w:p>
                <w:p w14:paraId="452D35FC" w14:textId="77777777" w:rsidR="004814A2" w:rsidRPr="00140830" w:rsidRDefault="004814A2" w:rsidP="004814A2">
                  <w:pPr>
                    <w:jc w:val="both"/>
                  </w:pPr>
                </w:p>
              </w:tc>
              <w:tc>
                <w:tcPr>
                  <w:tcW w:w="3827" w:type="dxa"/>
                </w:tcPr>
                <w:p w14:paraId="727CD5B1" w14:textId="77777777" w:rsidR="004814A2" w:rsidRPr="00140830" w:rsidRDefault="004814A2" w:rsidP="004814A2">
                  <w:pPr>
                    <w:jc w:val="both"/>
                  </w:pPr>
                </w:p>
                <w:p w14:paraId="3A1EDCA4" w14:textId="6FE69DA4" w:rsidR="004814A2" w:rsidRPr="00140830" w:rsidRDefault="004814A2" w:rsidP="004814A2">
                  <w:pPr>
                    <w:jc w:val="both"/>
                  </w:pPr>
                  <w:r w:rsidRPr="00140830">
                    <w:t xml:space="preserve">EI (mine edasi küsimusega </w:t>
                  </w:r>
                  <w:r w:rsidR="00A2604C" w:rsidRPr="00140830">
                    <w:t>A.10</w:t>
                  </w:r>
                  <w:r w:rsidRPr="00140830">
                    <w:t>)</w:t>
                  </w:r>
                </w:p>
              </w:tc>
            </w:tr>
            <w:tr w:rsidR="00140830" w:rsidRPr="00140830" w14:paraId="61012342" w14:textId="77777777" w:rsidTr="00220161">
              <w:tc>
                <w:tcPr>
                  <w:tcW w:w="677" w:type="dxa"/>
                </w:tcPr>
                <w:p w14:paraId="116553C2" w14:textId="77777777" w:rsidR="004814A2" w:rsidRPr="00140830" w:rsidRDefault="004814A2" w:rsidP="004814A2">
                  <w:pPr>
                    <w:jc w:val="both"/>
                  </w:pPr>
                </w:p>
                <w:p w14:paraId="774AEF7F" w14:textId="77777777" w:rsidR="004814A2" w:rsidRPr="00140830" w:rsidRDefault="004814A2" w:rsidP="004814A2">
                  <w:pPr>
                    <w:jc w:val="both"/>
                  </w:pPr>
                  <w:r w:rsidRPr="00140830">
                    <w:t>1</w:t>
                  </w:r>
                </w:p>
              </w:tc>
              <w:tc>
                <w:tcPr>
                  <w:tcW w:w="3827" w:type="dxa"/>
                </w:tcPr>
                <w:p w14:paraId="10D2D9EB" w14:textId="77777777" w:rsidR="004814A2" w:rsidRPr="00140830" w:rsidRDefault="004814A2" w:rsidP="004814A2">
                  <w:pPr>
                    <w:jc w:val="both"/>
                  </w:pPr>
                </w:p>
                <w:p w14:paraId="03FECCBD" w14:textId="469940F3" w:rsidR="004814A2" w:rsidRPr="00140830" w:rsidRDefault="004814A2" w:rsidP="004814A2">
                  <w:pPr>
                    <w:jc w:val="both"/>
                  </w:pPr>
                  <w:r w:rsidRPr="00140830">
                    <w:t>Jah (vasta küsimustele  A.9.1)</w:t>
                  </w:r>
                </w:p>
              </w:tc>
            </w:tr>
          </w:tbl>
          <w:p w14:paraId="5CA15957" w14:textId="77777777" w:rsidR="004814A2" w:rsidRPr="00140830" w:rsidRDefault="004814A2" w:rsidP="004814A2">
            <w:pPr>
              <w:rPr>
                <w:color w:val="auto"/>
                <w:sz w:val="20"/>
              </w:rPr>
            </w:pPr>
          </w:p>
          <w:p w14:paraId="13EA66C6" w14:textId="21797503" w:rsidR="004814A2" w:rsidRPr="00140830" w:rsidRDefault="007113FC" w:rsidP="004814A2">
            <w:pPr>
              <w:rPr>
                <w:b/>
                <w:color w:val="auto"/>
                <w:sz w:val="20"/>
              </w:rPr>
            </w:pPr>
            <w:r w:rsidRPr="00140830">
              <w:rPr>
                <w:b/>
                <w:color w:val="auto"/>
                <w:sz w:val="20"/>
              </w:rPr>
              <w:t>A.10</w:t>
            </w:r>
            <w:r w:rsidR="004814A2" w:rsidRPr="00140830">
              <w:rPr>
                <w:b/>
                <w:color w:val="auto"/>
                <w:sz w:val="20"/>
              </w:rPr>
              <w:t>.1. Rehabilitatsiooniplaani on:</w:t>
            </w:r>
          </w:p>
          <w:p w14:paraId="22756F5B" w14:textId="77777777" w:rsidR="004814A2" w:rsidRPr="00140830" w:rsidRDefault="004814A2" w:rsidP="004814A2">
            <w:pPr>
              <w:rPr>
                <w:color w:val="auto"/>
                <w:sz w:val="20"/>
              </w:rPr>
            </w:pPr>
          </w:p>
          <w:p w14:paraId="0E3DC898" w14:textId="77777777" w:rsidR="004814A2" w:rsidRPr="00140830" w:rsidRDefault="004814A2" w:rsidP="004814A2">
            <w:pPr>
              <w:pStyle w:val="Loendilik"/>
              <w:numPr>
                <w:ilvl w:val="1"/>
                <w:numId w:val="8"/>
              </w:numPr>
              <w:rPr>
                <w:sz w:val="20"/>
              </w:rPr>
            </w:pPr>
            <w:r w:rsidRPr="00140830">
              <w:rPr>
                <w:sz w:val="20"/>
              </w:rPr>
              <w:t>Kehtetu</w:t>
            </w:r>
          </w:p>
          <w:p w14:paraId="734538D5" w14:textId="77777777" w:rsidR="004814A2" w:rsidRPr="00140830" w:rsidRDefault="004814A2" w:rsidP="004814A2">
            <w:pPr>
              <w:pStyle w:val="Loendilik"/>
              <w:numPr>
                <w:ilvl w:val="1"/>
                <w:numId w:val="8"/>
              </w:numPr>
              <w:rPr>
                <w:sz w:val="20"/>
              </w:rPr>
            </w:pPr>
            <w:r w:rsidRPr="00140830">
              <w:rPr>
                <w:sz w:val="20"/>
              </w:rPr>
              <w:lastRenderedPageBreak/>
              <w:t>Kehtib kuni ______________________</w:t>
            </w:r>
          </w:p>
          <w:p w14:paraId="6A98494A" w14:textId="77777777" w:rsidR="00A2604C" w:rsidRPr="00140830" w:rsidRDefault="00A2604C" w:rsidP="00DA580A">
            <w:pPr>
              <w:rPr>
                <w:color w:val="auto"/>
                <w:sz w:val="20"/>
              </w:rPr>
            </w:pPr>
          </w:p>
          <w:p w14:paraId="5DA6D3E6" w14:textId="3EDB3DDC" w:rsidR="00727555" w:rsidRPr="00140830" w:rsidRDefault="007113FC" w:rsidP="00DA580A">
            <w:pPr>
              <w:rPr>
                <w:b/>
                <w:color w:val="auto"/>
                <w:sz w:val="20"/>
              </w:rPr>
            </w:pPr>
            <w:r w:rsidRPr="00140830">
              <w:rPr>
                <w:b/>
                <w:color w:val="auto"/>
                <w:sz w:val="20"/>
              </w:rPr>
              <w:t>A.11</w:t>
            </w:r>
            <w:r w:rsidR="00A2604C" w:rsidRPr="00140830">
              <w:rPr>
                <w:b/>
                <w:color w:val="auto"/>
                <w:sz w:val="20"/>
              </w:rPr>
              <w:t>. Kas on kasutanud sotsiaalse rehabilitatsiooniteenuseid?:</w:t>
            </w:r>
          </w:p>
          <w:tbl>
            <w:tblPr>
              <w:tblStyle w:val="Kontuurtabel"/>
              <w:tblW w:w="0" w:type="auto"/>
              <w:tblLayout w:type="fixed"/>
              <w:tblLook w:val="04A0" w:firstRow="1" w:lastRow="0" w:firstColumn="1" w:lastColumn="0" w:noHBand="0" w:noVBand="1"/>
            </w:tblPr>
            <w:tblGrid>
              <w:gridCol w:w="677"/>
              <w:gridCol w:w="3827"/>
            </w:tblGrid>
            <w:tr w:rsidR="00140830" w:rsidRPr="00140830" w14:paraId="503AEF84" w14:textId="77777777" w:rsidTr="00220161">
              <w:tc>
                <w:tcPr>
                  <w:tcW w:w="677" w:type="dxa"/>
                </w:tcPr>
                <w:p w14:paraId="2F5BFE1E" w14:textId="77777777" w:rsidR="00A2604C" w:rsidRPr="00140830" w:rsidRDefault="00A2604C" w:rsidP="00A2604C">
                  <w:pPr>
                    <w:jc w:val="both"/>
                  </w:pPr>
                </w:p>
                <w:p w14:paraId="77308064" w14:textId="77777777" w:rsidR="00A2604C" w:rsidRPr="00140830" w:rsidRDefault="00A2604C" w:rsidP="00A2604C">
                  <w:pPr>
                    <w:jc w:val="both"/>
                  </w:pPr>
                  <w:r w:rsidRPr="00140830">
                    <w:t>0</w:t>
                  </w:r>
                </w:p>
                <w:p w14:paraId="1ABA6A37" w14:textId="77777777" w:rsidR="00A2604C" w:rsidRPr="00140830" w:rsidRDefault="00A2604C" w:rsidP="00A2604C">
                  <w:pPr>
                    <w:jc w:val="both"/>
                  </w:pPr>
                </w:p>
              </w:tc>
              <w:tc>
                <w:tcPr>
                  <w:tcW w:w="3827" w:type="dxa"/>
                </w:tcPr>
                <w:p w14:paraId="7C896ECF" w14:textId="77777777" w:rsidR="00A2604C" w:rsidRPr="00140830" w:rsidRDefault="00A2604C" w:rsidP="00A2604C">
                  <w:pPr>
                    <w:jc w:val="both"/>
                  </w:pPr>
                </w:p>
                <w:p w14:paraId="3F6CE932" w14:textId="39327A59" w:rsidR="00A2604C" w:rsidRPr="00140830" w:rsidRDefault="00A2604C" w:rsidP="00A2604C">
                  <w:pPr>
                    <w:jc w:val="both"/>
                  </w:pPr>
                  <w:r w:rsidRPr="00140830">
                    <w:t xml:space="preserve">EI (mine edasi küsimusega </w:t>
                  </w:r>
                  <w:r w:rsidR="00F02ACA" w:rsidRPr="00140830">
                    <w:t>A.11</w:t>
                  </w:r>
                  <w:r w:rsidRPr="00140830">
                    <w:t>)</w:t>
                  </w:r>
                </w:p>
              </w:tc>
            </w:tr>
            <w:tr w:rsidR="00140830" w:rsidRPr="00140830" w14:paraId="479E37DF" w14:textId="77777777" w:rsidTr="00220161">
              <w:tc>
                <w:tcPr>
                  <w:tcW w:w="677" w:type="dxa"/>
                </w:tcPr>
                <w:p w14:paraId="00037851" w14:textId="77777777" w:rsidR="00A2604C" w:rsidRPr="00140830" w:rsidRDefault="00A2604C" w:rsidP="00A2604C">
                  <w:pPr>
                    <w:jc w:val="both"/>
                  </w:pPr>
                </w:p>
                <w:p w14:paraId="202B7B58" w14:textId="77777777" w:rsidR="00A2604C" w:rsidRPr="00140830" w:rsidRDefault="00A2604C" w:rsidP="00A2604C">
                  <w:pPr>
                    <w:jc w:val="both"/>
                  </w:pPr>
                  <w:r w:rsidRPr="00140830">
                    <w:t>1</w:t>
                  </w:r>
                </w:p>
              </w:tc>
              <w:tc>
                <w:tcPr>
                  <w:tcW w:w="3827" w:type="dxa"/>
                </w:tcPr>
                <w:p w14:paraId="3F279020" w14:textId="77777777" w:rsidR="00A2604C" w:rsidRPr="00140830" w:rsidRDefault="00A2604C" w:rsidP="00A2604C">
                  <w:pPr>
                    <w:jc w:val="both"/>
                  </w:pPr>
                </w:p>
                <w:p w14:paraId="6BD0E2EB" w14:textId="43DAF80B" w:rsidR="00A2604C" w:rsidRPr="00140830" w:rsidRDefault="00A2604C" w:rsidP="00A2604C">
                  <w:pPr>
                    <w:jc w:val="both"/>
                  </w:pPr>
                  <w:r w:rsidRPr="00140830">
                    <w:t>Jah (vasta küsimustele  A10.1</w:t>
                  </w:r>
                  <w:r w:rsidR="00F02ACA" w:rsidRPr="00140830">
                    <w:t xml:space="preserve"> ja A.10.2</w:t>
                  </w:r>
                  <w:r w:rsidRPr="00140830">
                    <w:t>)</w:t>
                  </w:r>
                </w:p>
              </w:tc>
            </w:tr>
          </w:tbl>
          <w:p w14:paraId="0B0BA1B7" w14:textId="77777777" w:rsidR="00C45EEC" w:rsidRPr="00140830" w:rsidRDefault="00C45EEC" w:rsidP="00DA580A">
            <w:pPr>
              <w:rPr>
                <w:b/>
                <w:color w:val="auto"/>
                <w:sz w:val="20"/>
              </w:rPr>
            </w:pPr>
          </w:p>
          <w:p w14:paraId="478DB8AF" w14:textId="2DCB0FC5" w:rsidR="00A2604C" w:rsidRPr="00140830" w:rsidRDefault="007113FC" w:rsidP="00DA580A">
            <w:pPr>
              <w:rPr>
                <w:b/>
                <w:color w:val="auto"/>
                <w:sz w:val="20"/>
              </w:rPr>
            </w:pPr>
            <w:r w:rsidRPr="00140830">
              <w:rPr>
                <w:b/>
                <w:color w:val="auto"/>
                <w:sz w:val="20"/>
              </w:rPr>
              <w:t>A.11</w:t>
            </w:r>
            <w:r w:rsidR="00A2604C" w:rsidRPr="00140830">
              <w:rPr>
                <w:b/>
                <w:color w:val="auto"/>
                <w:sz w:val="20"/>
              </w:rPr>
              <w:t xml:space="preserve">.1. Nimeta, milliseid </w:t>
            </w:r>
            <w:r w:rsidR="00F02ACA" w:rsidRPr="00140830">
              <w:rPr>
                <w:b/>
                <w:color w:val="auto"/>
                <w:sz w:val="20"/>
              </w:rPr>
              <w:t xml:space="preserve">sotsiaalse rehabilitatsiooniteenuseid </w:t>
            </w:r>
            <w:r w:rsidR="00A2604C" w:rsidRPr="00140830">
              <w:rPr>
                <w:b/>
                <w:color w:val="auto"/>
                <w:sz w:val="20"/>
              </w:rPr>
              <w:t>on kasutanud:</w:t>
            </w:r>
          </w:p>
          <w:p w14:paraId="1171BCAB" w14:textId="2603F7A7" w:rsidR="00F02ACA" w:rsidRPr="00140830" w:rsidRDefault="00F02ACA" w:rsidP="00DA580A">
            <w:pPr>
              <w:rPr>
                <w:color w:val="auto"/>
                <w:sz w:val="20"/>
              </w:rPr>
            </w:pPr>
          </w:p>
          <w:p w14:paraId="014083AF" w14:textId="79E69FB4" w:rsidR="00F02ACA" w:rsidRPr="00140830" w:rsidRDefault="00F02ACA" w:rsidP="00DA580A">
            <w:pPr>
              <w:rPr>
                <w:color w:val="auto"/>
                <w:sz w:val="20"/>
              </w:rPr>
            </w:pPr>
            <w:r w:rsidRPr="00140830">
              <w:rPr>
                <w:color w:val="auto"/>
                <w:sz w:val="20"/>
              </w:rPr>
              <w:t>______________________________________________________________________________________________________________________________________________________________________________</w:t>
            </w:r>
          </w:p>
          <w:p w14:paraId="1F89B2EE" w14:textId="7F2F861C" w:rsidR="00F02ACA" w:rsidRPr="00140830" w:rsidRDefault="00F02ACA" w:rsidP="00DA580A">
            <w:pPr>
              <w:rPr>
                <w:color w:val="auto"/>
                <w:sz w:val="20"/>
              </w:rPr>
            </w:pPr>
          </w:p>
          <w:p w14:paraId="5D38EB3D" w14:textId="3E3DBCEC" w:rsidR="00F02ACA" w:rsidRPr="00140830" w:rsidRDefault="007113FC" w:rsidP="00DA580A">
            <w:pPr>
              <w:rPr>
                <w:b/>
                <w:color w:val="auto"/>
                <w:sz w:val="20"/>
              </w:rPr>
            </w:pPr>
            <w:r w:rsidRPr="00140830">
              <w:rPr>
                <w:b/>
                <w:color w:val="auto"/>
                <w:sz w:val="20"/>
              </w:rPr>
              <w:t>A.11</w:t>
            </w:r>
            <w:r w:rsidR="00F02ACA" w:rsidRPr="00140830">
              <w:rPr>
                <w:b/>
                <w:color w:val="auto"/>
                <w:sz w:val="20"/>
              </w:rPr>
              <w:t>.2.  Sotsiaalse rehabilitatsiooniteenuste kasutamise aeg (märgi ajavahemik või aastaarv):</w:t>
            </w:r>
          </w:p>
          <w:p w14:paraId="54841226" w14:textId="10DFEC7D" w:rsidR="00F02ACA" w:rsidRPr="00140830" w:rsidRDefault="00F02ACA" w:rsidP="00DA580A">
            <w:pPr>
              <w:rPr>
                <w:color w:val="auto"/>
                <w:sz w:val="20"/>
              </w:rPr>
            </w:pPr>
          </w:p>
          <w:p w14:paraId="798027E3" w14:textId="50724248" w:rsidR="00F02ACA" w:rsidRPr="00140830" w:rsidRDefault="00F02ACA" w:rsidP="00DA580A">
            <w:pPr>
              <w:rPr>
                <w:color w:val="auto"/>
                <w:sz w:val="20"/>
              </w:rPr>
            </w:pPr>
            <w:r w:rsidRPr="00140830">
              <w:rPr>
                <w:color w:val="auto"/>
                <w:sz w:val="20"/>
              </w:rPr>
              <w:t>_______________________________________________________________________________</w:t>
            </w:r>
          </w:p>
          <w:p w14:paraId="4A659202" w14:textId="77777777" w:rsidR="00F02ACA" w:rsidRPr="00140830" w:rsidRDefault="00F02ACA" w:rsidP="00DA580A">
            <w:pPr>
              <w:rPr>
                <w:color w:val="auto"/>
                <w:sz w:val="20"/>
              </w:rPr>
            </w:pPr>
          </w:p>
          <w:p w14:paraId="3A701214" w14:textId="0D955BF5" w:rsidR="0070235E" w:rsidRPr="00140830" w:rsidRDefault="003E393B" w:rsidP="00727555">
            <w:pPr>
              <w:rPr>
                <w:b/>
                <w:color w:val="auto"/>
                <w:sz w:val="20"/>
                <w:szCs w:val="20"/>
              </w:rPr>
            </w:pPr>
            <w:r w:rsidRPr="00140830">
              <w:rPr>
                <w:b/>
                <w:color w:val="auto"/>
                <w:sz w:val="20"/>
                <w:szCs w:val="20"/>
              </w:rPr>
              <w:t xml:space="preserve">A.13. </w:t>
            </w:r>
            <w:r w:rsidR="00C45EEC" w:rsidRPr="00140830">
              <w:rPr>
                <w:b/>
                <w:color w:val="auto"/>
                <w:sz w:val="20"/>
                <w:szCs w:val="20"/>
              </w:rPr>
              <w:t>DIAGNOOSID</w:t>
            </w:r>
          </w:p>
          <w:p w14:paraId="11701935" w14:textId="5C938B61" w:rsidR="002F29E1" w:rsidRPr="00140830" w:rsidRDefault="00452780" w:rsidP="00395A42">
            <w:pPr>
              <w:rPr>
                <w:color w:val="auto"/>
                <w:sz w:val="20"/>
                <w:szCs w:val="20"/>
              </w:rPr>
            </w:pPr>
            <w:r w:rsidRPr="00140830">
              <w:rPr>
                <w:b/>
                <w:color w:val="auto"/>
                <w:sz w:val="20"/>
                <w:szCs w:val="20"/>
              </w:rPr>
              <w:t>Diagnoosid, mis ei ole psüühikahäire gruppi kuuluvad märgi küsimuse A.13</w:t>
            </w:r>
            <w:r w:rsidR="003E393B" w:rsidRPr="00140830">
              <w:rPr>
                <w:b/>
                <w:color w:val="auto"/>
                <w:sz w:val="20"/>
                <w:szCs w:val="20"/>
              </w:rPr>
              <w:t>.1</w:t>
            </w:r>
            <w:r w:rsidRPr="00140830">
              <w:rPr>
                <w:b/>
                <w:color w:val="auto"/>
                <w:sz w:val="20"/>
                <w:szCs w:val="20"/>
              </w:rPr>
              <w:t xml:space="preserve"> juurde. Juhul, kui  inimesel on ka psüühikahäire märgi</w:t>
            </w:r>
            <w:r w:rsidR="003E393B" w:rsidRPr="00140830">
              <w:rPr>
                <w:b/>
                <w:color w:val="auto"/>
                <w:sz w:val="20"/>
                <w:szCs w:val="20"/>
              </w:rPr>
              <w:t xml:space="preserve"> need diagnoosid küsimuse A.13.2</w:t>
            </w:r>
            <w:r w:rsidRPr="00140830">
              <w:rPr>
                <w:b/>
                <w:color w:val="auto"/>
                <w:sz w:val="20"/>
                <w:szCs w:val="20"/>
              </w:rPr>
              <w:t xml:space="preserve"> juurde</w:t>
            </w:r>
            <w:r w:rsidRPr="00140830">
              <w:rPr>
                <w:color w:val="auto"/>
                <w:sz w:val="20"/>
                <w:szCs w:val="20"/>
              </w:rPr>
              <w:t xml:space="preserve">.  </w:t>
            </w:r>
          </w:p>
          <w:p w14:paraId="46AFB833" w14:textId="5BEBA627" w:rsidR="00452780" w:rsidRPr="00140830" w:rsidRDefault="00452780" w:rsidP="00395A42">
            <w:pPr>
              <w:rPr>
                <w:color w:val="auto"/>
                <w:sz w:val="20"/>
                <w:szCs w:val="20"/>
              </w:rPr>
            </w:pPr>
            <w:r w:rsidRPr="00140830">
              <w:rPr>
                <w:b/>
                <w:color w:val="auto"/>
                <w:sz w:val="20"/>
                <w:szCs w:val="20"/>
              </w:rPr>
              <w:t>A.13.</w:t>
            </w:r>
            <w:r w:rsidR="003E393B" w:rsidRPr="00140830">
              <w:rPr>
                <w:b/>
                <w:color w:val="auto"/>
                <w:sz w:val="20"/>
                <w:szCs w:val="20"/>
              </w:rPr>
              <w:t>1</w:t>
            </w:r>
            <w:r w:rsidR="003E393B" w:rsidRPr="00140830">
              <w:rPr>
                <w:color w:val="auto"/>
                <w:sz w:val="20"/>
                <w:szCs w:val="20"/>
              </w:rPr>
              <w:t>.</w:t>
            </w:r>
            <w:r w:rsidR="002F29E1" w:rsidRPr="00140830">
              <w:rPr>
                <w:color w:val="auto"/>
                <w:sz w:val="20"/>
                <w:szCs w:val="20"/>
              </w:rPr>
              <w:t xml:space="preserve"> </w:t>
            </w:r>
            <w:r w:rsidRPr="00140830">
              <w:rPr>
                <w:color w:val="auto"/>
                <w:sz w:val="20"/>
                <w:szCs w:val="20"/>
              </w:rPr>
              <w:t>Määratud diagnoosid, v</w:t>
            </w:r>
            <w:r w:rsidR="00B36EE2" w:rsidRPr="00140830">
              <w:rPr>
                <w:color w:val="auto"/>
                <w:sz w:val="20"/>
                <w:szCs w:val="20"/>
              </w:rPr>
              <w:t xml:space="preserve">a psüühikahäire.  </w:t>
            </w:r>
          </w:p>
          <w:p w14:paraId="54F73D01" w14:textId="42649B1F" w:rsidR="002F29E1" w:rsidRPr="00140830" w:rsidRDefault="00B36EE2" w:rsidP="00395A42">
            <w:pPr>
              <w:rPr>
                <w:color w:val="auto"/>
                <w:sz w:val="20"/>
                <w:szCs w:val="20"/>
              </w:rPr>
            </w:pPr>
            <w:r w:rsidRPr="00140830">
              <w:rPr>
                <w:color w:val="auto"/>
                <w:sz w:val="20"/>
                <w:szCs w:val="20"/>
              </w:rPr>
              <w:t xml:space="preserve">(Täida, kui inimesel ei ole psüühikahäiret.  Lisa ridu niipalju kui on diagnoose. Elektroonilise töövariandi puhul peaks tulema info </w:t>
            </w:r>
            <w:proofErr w:type="spellStart"/>
            <w:r w:rsidRPr="00140830">
              <w:rPr>
                <w:color w:val="auto"/>
                <w:sz w:val="20"/>
                <w:szCs w:val="20"/>
              </w:rPr>
              <w:t>TIS-i</w:t>
            </w:r>
            <w:r w:rsidR="00452780" w:rsidRPr="00140830">
              <w:rPr>
                <w:color w:val="auto"/>
                <w:sz w:val="20"/>
                <w:szCs w:val="20"/>
              </w:rPr>
              <w:t>s</w:t>
            </w:r>
            <w:r w:rsidRPr="00140830">
              <w:rPr>
                <w:color w:val="auto"/>
                <w:sz w:val="20"/>
                <w:szCs w:val="20"/>
              </w:rPr>
              <w:t>t</w:t>
            </w:r>
            <w:proofErr w:type="spellEnd"/>
            <w:r w:rsidRPr="00140830">
              <w:rPr>
                <w:color w:val="auto"/>
                <w:sz w:val="20"/>
                <w:szCs w:val="20"/>
              </w:rPr>
              <w:t xml:space="preserve"> või SKA</w:t>
            </w:r>
            <w:r w:rsidR="00452780" w:rsidRPr="00140830">
              <w:rPr>
                <w:color w:val="auto"/>
                <w:sz w:val="20"/>
                <w:szCs w:val="20"/>
              </w:rPr>
              <w:t>IS-ist</w:t>
            </w:r>
            <w:r w:rsidRPr="00140830">
              <w:rPr>
                <w:color w:val="auto"/>
                <w:sz w:val="20"/>
                <w:szCs w:val="20"/>
              </w:rPr>
              <w:t xml:space="preserve"> enda andmebaasidest):</w:t>
            </w:r>
          </w:p>
          <w:tbl>
            <w:tblPr>
              <w:tblStyle w:val="Kontuurtabel"/>
              <w:tblW w:w="0" w:type="auto"/>
              <w:tblLayout w:type="fixed"/>
              <w:tblLook w:val="04A0" w:firstRow="1" w:lastRow="0" w:firstColumn="1" w:lastColumn="0" w:noHBand="0" w:noVBand="1"/>
            </w:tblPr>
            <w:tblGrid>
              <w:gridCol w:w="1808"/>
              <w:gridCol w:w="1985"/>
            </w:tblGrid>
            <w:tr w:rsidR="00140830" w:rsidRPr="00140830" w14:paraId="01D50BCC" w14:textId="77777777" w:rsidTr="002F29E1">
              <w:tc>
                <w:tcPr>
                  <w:tcW w:w="1808" w:type="dxa"/>
                </w:tcPr>
                <w:p w14:paraId="2F5A7A6E" w14:textId="77777777" w:rsidR="002F29E1" w:rsidRPr="00140830" w:rsidRDefault="002F29E1" w:rsidP="00395A42"/>
                <w:p w14:paraId="633579D6" w14:textId="77777777" w:rsidR="002F29E1" w:rsidRPr="00140830" w:rsidRDefault="002F29E1" w:rsidP="00395A42">
                  <w:r w:rsidRPr="00140830">
                    <w:t>Diagnoos1</w:t>
                  </w:r>
                </w:p>
                <w:p w14:paraId="73B726D3" w14:textId="16CA1FDF" w:rsidR="002F29E1" w:rsidRPr="00140830" w:rsidRDefault="002F29E1" w:rsidP="00395A42"/>
              </w:tc>
              <w:tc>
                <w:tcPr>
                  <w:tcW w:w="1985" w:type="dxa"/>
                </w:tcPr>
                <w:p w14:paraId="54595314" w14:textId="77777777" w:rsidR="002F29E1" w:rsidRPr="00140830" w:rsidRDefault="002F29E1" w:rsidP="00395A42"/>
              </w:tc>
            </w:tr>
            <w:tr w:rsidR="00140830" w:rsidRPr="00140830" w14:paraId="0514E832" w14:textId="77777777" w:rsidTr="002F29E1">
              <w:tc>
                <w:tcPr>
                  <w:tcW w:w="1808" w:type="dxa"/>
                </w:tcPr>
                <w:p w14:paraId="25217A4E" w14:textId="77777777" w:rsidR="002F29E1" w:rsidRPr="00140830" w:rsidRDefault="002F29E1" w:rsidP="00395A42"/>
                <w:p w14:paraId="4941245A" w14:textId="63934DED" w:rsidR="002F29E1" w:rsidRPr="00140830" w:rsidRDefault="002F29E1" w:rsidP="00395A42">
                  <w:r w:rsidRPr="00140830">
                    <w:t>Diagnoos2</w:t>
                  </w:r>
                </w:p>
                <w:p w14:paraId="266114C7" w14:textId="4A01FC84" w:rsidR="002F29E1" w:rsidRPr="00140830" w:rsidRDefault="002F29E1" w:rsidP="00395A42"/>
              </w:tc>
              <w:tc>
                <w:tcPr>
                  <w:tcW w:w="1985" w:type="dxa"/>
                </w:tcPr>
                <w:p w14:paraId="7566D561" w14:textId="77777777" w:rsidR="002F29E1" w:rsidRPr="00140830" w:rsidRDefault="002F29E1" w:rsidP="00395A42"/>
              </w:tc>
            </w:tr>
            <w:tr w:rsidR="00140830" w:rsidRPr="00140830" w14:paraId="1A3AD224" w14:textId="77777777" w:rsidTr="002F29E1">
              <w:tc>
                <w:tcPr>
                  <w:tcW w:w="1808" w:type="dxa"/>
                </w:tcPr>
                <w:p w14:paraId="06B4559D" w14:textId="77777777" w:rsidR="002F29E1" w:rsidRPr="00140830" w:rsidRDefault="002F29E1" w:rsidP="00395A42"/>
                <w:p w14:paraId="45AB57AC" w14:textId="77777777" w:rsidR="002F29E1" w:rsidRPr="00140830" w:rsidRDefault="002F29E1" w:rsidP="00395A42">
                  <w:r w:rsidRPr="00140830">
                    <w:t>Diagnoos3</w:t>
                  </w:r>
                </w:p>
                <w:p w14:paraId="690B1513" w14:textId="084E7A02" w:rsidR="002F29E1" w:rsidRPr="00140830" w:rsidRDefault="002F29E1" w:rsidP="00395A42"/>
              </w:tc>
              <w:tc>
                <w:tcPr>
                  <w:tcW w:w="1985" w:type="dxa"/>
                </w:tcPr>
                <w:p w14:paraId="69346606" w14:textId="77777777" w:rsidR="002F29E1" w:rsidRPr="00140830" w:rsidRDefault="002F29E1" w:rsidP="00395A42"/>
              </w:tc>
            </w:tr>
          </w:tbl>
          <w:p w14:paraId="524DD70D" w14:textId="77777777" w:rsidR="002F29E1" w:rsidRPr="00140830" w:rsidRDefault="002F29E1" w:rsidP="00395A42">
            <w:pPr>
              <w:rPr>
                <w:color w:val="auto"/>
                <w:sz w:val="20"/>
                <w:szCs w:val="20"/>
              </w:rPr>
            </w:pPr>
          </w:p>
          <w:p w14:paraId="71FAF4CD" w14:textId="1F6C9EA5" w:rsidR="00936ECC" w:rsidRPr="00140830" w:rsidRDefault="003E393B" w:rsidP="00395A42">
            <w:pPr>
              <w:rPr>
                <w:color w:val="auto"/>
                <w:sz w:val="20"/>
                <w:szCs w:val="20"/>
              </w:rPr>
            </w:pPr>
            <w:r w:rsidRPr="00140830">
              <w:rPr>
                <w:b/>
                <w:color w:val="auto"/>
                <w:sz w:val="20"/>
                <w:szCs w:val="20"/>
              </w:rPr>
              <w:t>A.13.2</w:t>
            </w:r>
            <w:r w:rsidR="002F29E1" w:rsidRPr="00140830">
              <w:rPr>
                <w:b/>
                <w:color w:val="auto"/>
                <w:sz w:val="20"/>
                <w:szCs w:val="20"/>
              </w:rPr>
              <w:t>.</w:t>
            </w:r>
            <w:r w:rsidR="00452780" w:rsidRPr="00140830">
              <w:rPr>
                <w:b/>
                <w:color w:val="auto"/>
                <w:sz w:val="20"/>
                <w:szCs w:val="20"/>
              </w:rPr>
              <w:t xml:space="preserve"> </w:t>
            </w:r>
            <w:r w:rsidR="00395A42" w:rsidRPr="00140830">
              <w:rPr>
                <w:b/>
                <w:color w:val="auto"/>
                <w:sz w:val="20"/>
                <w:szCs w:val="20"/>
              </w:rPr>
              <w:t>Psüühikahäire</w:t>
            </w:r>
            <w:r w:rsidR="00701930" w:rsidRPr="00140830">
              <w:rPr>
                <w:b/>
                <w:color w:val="auto"/>
                <w:sz w:val="20"/>
                <w:szCs w:val="20"/>
              </w:rPr>
              <w:t xml:space="preserve"> liik</w:t>
            </w:r>
            <w:r w:rsidR="00395A42" w:rsidRPr="00140830">
              <w:rPr>
                <w:b/>
                <w:color w:val="auto"/>
                <w:sz w:val="20"/>
                <w:szCs w:val="20"/>
              </w:rPr>
              <w:t>:</w:t>
            </w:r>
            <w:r w:rsidR="00395A42" w:rsidRPr="00140830">
              <w:rPr>
                <w:color w:val="auto"/>
                <w:sz w:val="20"/>
                <w:szCs w:val="20"/>
              </w:rPr>
              <w:t xml:space="preserve"> </w:t>
            </w:r>
          </w:p>
          <w:p w14:paraId="59E8D002" w14:textId="32A004F8" w:rsidR="00395A42" w:rsidRPr="00140830" w:rsidRDefault="00936ECC" w:rsidP="00395A42">
            <w:pPr>
              <w:rPr>
                <w:color w:val="auto"/>
                <w:sz w:val="20"/>
                <w:szCs w:val="20"/>
              </w:rPr>
            </w:pPr>
            <w:r w:rsidRPr="00140830">
              <w:rPr>
                <w:color w:val="auto"/>
                <w:sz w:val="20"/>
                <w:szCs w:val="20"/>
              </w:rPr>
              <w:lastRenderedPageBreak/>
              <w:t xml:space="preserve">Tulevikus peaks tulema </w:t>
            </w:r>
            <w:proofErr w:type="spellStart"/>
            <w:r w:rsidRPr="00140830">
              <w:rPr>
                <w:color w:val="auto"/>
                <w:sz w:val="20"/>
                <w:szCs w:val="20"/>
              </w:rPr>
              <w:t>TIS-ist</w:t>
            </w:r>
            <w:proofErr w:type="spellEnd"/>
            <w:r w:rsidRPr="00140830">
              <w:rPr>
                <w:color w:val="auto"/>
                <w:sz w:val="20"/>
                <w:szCs w:val="20"/>
              </w:rPr>
              <w:t xml:space="preserve"> või SKA enda andmetest. </w:t>
            </w:r>
            <w:r w:rsidR="00E02A0C" w:rsidRPr="00140830">
              <w:rPr>
                <w:color w:val="auto"/>
                <w:sz w:val="20"/>
                <w:szCs w:val="20"/>
              </w:rPr>
              <w:t xml:space="preserve"> </w:t>
            </w:r>
            <w:r w:rsidR="00701930" w:rsidRPr="00140830">
              <w:rPr>
                <w:color w:val="auto"/>
                <w:sz w:val="20"/>
                <w:szCs w:val="20"/>
              </w:rPr>
              <w:t xml:space="preserve">Siia  </w:t>
            </w:r>
            <w:r w:rsidRPr="00140830">
              <w:rPr>
                <w:color w:val="auto"/>
                <w:sz w:val="20"/>
                <w:szCs w:val="20"/>
              </w:rPr>
              <w:t>märkige</w:t>
            </w:r>
            <w:r w:rsidR="00452780" w:rsidRPr="00140830">
              <w:rPr>
                <w:color w:val="auto"/>
                <w:sz w:val="20"/>
                <w:szCs w:val="20"/>
              </w:rPr>
              <w:t xml:space="preserve"> tegelik psüühikahäire RHK-st</w:t>
            </w:r>
            <w:r w:rsidR="00701930" w:rsidRPr="00140830">
              <w:rPr>
                <w:color w:val="auto"/>
                <w:sz w:val="20"/>
                <w:szCs w:val="20"/>
              </w:rPr>
              <w:t xml:space="preserve">, mitte </w:t>
            </w:r>
            <w:r w:rsidR="00CE33C8" w:rsidRPr="00140830">
              <w:rPr>
                <w:color w:val="auto"/>
                <w:sz w:val="20"/>
                <w:szCs w:val="20"/>
              </w:rPr>
              <w:t xml:space="preserve">lihtsalt </w:t>
            </w:r>
            <w:r w:rsidR="00701930" w:rsidRPr="00140830">
              <w:rPr>
                <w:color w:val="auto"/>
                <w:sz w:val="20"/>
                <w:szCs w:val="20"/>
              </w:rPr>
              <w:t xml:space="preserve"> raske, sügav või püsiva kuluga psüühikahäire.</w:t>
            </w:r>
            <w:r w:rsidR="00CE33C8" w:rsidRPr="00140830">
              <w:rPr>
                <w:color w:val="auto"/>
                <w:sz w:val="20"/>
                <w:szCs w:val="20"/>
              </w:rPr>
              <w:t xml:space="preserve"> Tugineme </w:t>
            </w:r>
            <w:r w:rsidR="0023408A" w:rsidRPr="00140830">
              <w:rPr>
                <w:color w:val="auto"/>
                <w:sz w:val="20"/>
                <w:szCs w:val="20"/>
              </w:rPr>
              <w:t xml:space="preserve">kas </w:t>
            </w:r>
            <w:r w:rsidR="00CE33C8" w:rsidRPr="00140830">
              <w:rPr>
                <w:color w:val="auto"/>
                <w:sz w:val="20"/>
                <w:szCs w:val="20"/>
              </w:rPr>
              <w:t xml:space="preserve"> puude taotluses olevale ekspertarsti poolt välja toodud psüühikahäire infole või saame info  terviseinfosüsteemist. Kõik RHK-10 nimetatud psüühikahäired </w:t>
            </w:r>
            <w:r w:rsidR="00452780" w:rsidRPr="00140830">
              <w:rPr>
                <w:color w:val="auto"/>
                <w:sz w:val="20"/>
                <w:szCs w:val="20"/>
              </w:rPr>
              <w:t xml:space="preserve">võivad olla </w:t>
            </w:r>
            <w:r w:rsidR="00CE33C8" w:rsidRPr="00140830">
              <w:rPr>
                <w:color w:val="auto"/>
                <w:sz w:val="20"/>
                <w:szCs w:val="20"/>
              </w:rPr>
              <w:t xml:space="preserve">rasked ja püsiva kuluga. </w:t>
            </w:r>
          </w:p>
          <w:p w14:paraId="6A4D9E2E" w14:textId="279D6AC2" w:rsidR="00701930" w:rsidRPr="00140830" w:rsidRDefault="00701930" w:rsidP="00701930">
            <w:pPr>
              <w:rPr>
                <w:color w:val="auto"/>
                <w:sz w:val="16"/>
                <w:szCs w:val="16"/>
              </w:rPr>
            </w:pPr>
            <w:r w:rsidRPr="00140830">
              <w:rPr>
                <w:color w:val="auto"/>
                <w:sz w:val="16"/>
                <w:szCs w:val="16"/>
              </w:rPr>
              <w:t>Märgista sobivad variandid</w:t>
            </w:r>
            <w:r w:rsidR="00CE33C8" w:rsidRPr="00140830">
              <w:rPr>
                <w:color w:val="auto"/>
                <w:sz w:val="16"/>
                <w:szCs w:val="16"/>
              </w:rPr>
              <w:t>, sest inimesel võib esineda nende kombinatsioon.</w:t>
            </w:r>
            <w:r w:rsidRPr="00140830">
              <w:rPr>
                <w:color w:val="auto"/>
                <w:sz w:val="16"/>
                <w:szCs w:val="16"/>
              </w:rPr>
              <w:t xml:space="preserve">     </w:t>
            </w:r>
          </w:p>
          <w:tbl>
            <w:tblPr>
              <w:tblStyle w:val="Kontuurtabel"/>
              <w:tblW w:w="0" w:type="auto"/>
              <w:tblLayout w:type="fixed"/>
              <w:tblLook w:val="04A0" w:firstRow="1" w:lastRow="0" w:firstColumn="1" w:lastColumn="0" w:noHBand="0" w:noVBand="1"/>
            </w:tblPr>
            <w:tblGrid>
              <w:gridCol w:w="677"/>
              <w:gridCol w:w="6946"/>
              <w:gridCol w:w="1843"/>
            </w:tblGrid>
            <w:tr w:rsidR="00140830" w:rsidRPr="00140830" w14:paraId="7CB5CBB2" w14:textId="77777777" w:rsidTr="00C45EEC">
              <w:tc>
                <w:tcPr>
                  <w:tcW w:w="7623" w:type="dxa"/>
                  <w:gridSpan w:val="2"/>
                </w:tcPr>
                <w:p w14:paraId="41AEC494" w14:textId="77777777" w:rsidR="00044832" w:rsidRPr="00140830" w:rsidRDefault="00044832" w:rsidP="002A4548"/>
                <w:p w14:paraId="4116B74D" w14:textId="3DA84635" w:rsidR="00044832" w:rsidRPr="00140830" w:rsidRDefault="00044832" w:rsidP="002A4548">
                  <w:r w:rsidRPr="00140830">
                    <w:t>Psüühikahäire liik</w:t>
                  </w:r>
                </w:p>
              </w:tc>
              <w:tc>
                <w:tcPr>
                  <w:tcW w:w="1843" w:type="dxa"/>
                </w:tcPr>
                <w:p w14:paraId="1F82EC73" w14:textId="7265C27E" w:rsidR="00044832" w:rsidRPr="00140830" w:rsidRDefault="00044832" w:rsidP="00395A42">
                  <w:r w:rsidRPr="00140830">
                    <w:t>Täpne psüühikahäire kood (RHK-10-st)</w:t>
                  </w:r>
                </w:p>
              </w:tc>
            </w:tr>
            <w:tr w:rsidR="00140830" w:rsidRPr="00140830" w14:paraId="53C720B3" w14:textId="77777777" w:rsidTr="00C45EEC">
              <w:tc>
                <w:tcPr>
                  <w:tcW w:w="677" w:type="dxa"/>
                </w:tcPr>
                <w:p w14:paraId="5F8B070A" w14:textId="5D5D6FCB" w:rsidR="00044832" w:rsidRPr="00140830" w:rsidRDefault="00044832" w:rsidP="002A4548">
                  <w:r w:rsidRPr="00140830">
                    <w:t>0</w:t>
                  </w:r>
                </w:p>
              </w:tc>
              <w:tc>
                <w:tcPr>
                  <w:tcW w:w="6946" w:type="dxa"/>
                </w:tcPr>
                <w:p w14:paraId="6C311BA2" w14:textId="409EEEDD" w:rsidR="00044832" w:rsidRPr="00140830" w:rsidRDefault="00044832" w:rsidP="002A4548">
                  <w:proofErr w:type="spellStart"/>
                  <w:r w:rsidRPr="00140830">
                    <w:t>Organiline</w:t>
                  </w:r>
                  <w:proofErr w:type="spellEnd"/>
                  <w:r w:rsidRPr="00140830">
                    <w:t xml:space="preserve">-k.a. </w:t>
                  </w:r>
                  <w:proofErr w:type="spellStart"/>
                  <w:r w:rsidRPr="00140830">
                    <w:t>sümpomaatiline</w:t>
                  </w:r>
                  <w:proofErr w:type="spellEnd"/>
                  <w:r w:rsidRPr="00140830">
                    <w:t xml:space="preserve"> psüühikahäire  F00-F09</w:t>
                  </w:r>
                </w:p>
              </w:tc>
              <w:tc>
                <w:tcPr>
                  <w:tcW w:w="1843" w:type="dxa"/>
                </w:tcPr>
                <w:p w14:paraId="32FDF5B0" w14:textId="1C50A149" w:rsidR="00044832" w:rsidRPr="00140830" w:rsidRDefault="00044832" w:rsidP="00395A42"/>
              </w:tc>
            </w:tr>
            <w:tr w:rsidR="00140830" w:rsidRPr="00140830" w14:paraId="6944D2EC" w14:textId="77777777" w:rsidTr="00C45EEC">
              <w:tc>
                <w:tcPr>
                  <w:tcW w:w="677" w:type="dxa"/>
                </w:tcPr>
                <w:p w14:paraId="71A54A36" w14:textId="3738D60A" w:rsidR="00044832" w:rsidRPr="00140830" w:rsidRDefault="00044832" w:rsidP="00395A42">
                  <w:r w:rsidRPr="00140830">
                    <w:t>1</w:t>
                  </w:r>
                </w:p>
              </w:tc>
              <w:tc>
                <w:tcPr>
                  <w:tcW w:w="6946" w:type="dxa"/>
                </w:tcPr>
                <w:p w14:paraId="193E62F9" w14:textId="07921CEA" w:rsidR="00044832" w:rsidRPr="00140830" w:rsidRDefault="00044832" w:rsidP="00395A42">
                  <w:proofErr w:type="spellStart"/>
                  <w:r w:rsidRPr="00140830">
                    <w:t>Psühhoaktiivsete</w:t>
                  </w:r>
                  <w:proofErr w:type="spellEnd"/>
                  <w:r w:rsidRPr="00140830">
                    <w:t xml:space="preserve"> ainete tarvitamisest tingitud psüühika-ja käitumishäired F10-F19</w:t>
                  </w:r>
                </w:p>
              </w:tc>
              <w:tc>
                <w:tcPr>
                  <w:tcW w:w="1843" w:type="dxa"/>
                </w:tcPr>
                <w:p w14:paraId="0967AC2C" w14:textId="556EB096" w:rsidR="00044832" w:rsidRPr="00140830" w:rsidRDefault="00044832" w:rsidP="00395A42"/>
              </w:tc>
            </w:tr>
            <w:tr w:rsidR="00140830" w:rsidRPr="00140830" w14:paraId="07373FEF" w14:textId="77777777" w:rsidTr="00C45EEC">
              <w:tc>
                <w:tcPr>
                  <w:tcW w:w="677" w:type="dxa"/>
                </w:tcPr>
                <w:p w14:paraId="0C77B5BA" w14:textId="78B083EE" w:rsidR="00044832" w:rsidRPr="00140830" w:rsidRDefault="00044832" w:rsidP="00395A42">
                  <w:r w:rsidRPr="00140830">
                    <w:t>2</w:t>
                  </w:r>
                </w:p>
              </w:tc>
              <w:tc>
                <w:tcPr>
                  <w:tcW w:w="6946" w:type="dxa"/>
                </w:tcPr>
                <w:p w14:paraId="63B9A19F" w14:textId="77777777" w:rsidR="00044832" w:rsidRPr="00140830" w:rsidRDefault="00044832" w:rsidP="00395A42"/>
                <w:p w14:paraId="105C97C1" w14:textId="68F03F4F" w:rsidR="00044832" w:rsidRPr="00140830" w:rsidRDefault="00044832" w:rsidP="00395A42">
                  <w:r w:rsidRPr="00140830">
                    <w:t xml:space="preserve">Skisofreenia, </w:t>
                  </w:r>
                  <w:proofErr w:type="spellStart"/>
                  <w:r w:rsidRPr="00140830">
                    <w:t>skisotüüpsed</w:t>
                  </w:r>
                  <w:proofErr w:type="spellEnd"/>
                  <w:r w:rsidRPr="00140830">
                    <w:t xml:space="preserve"> ja </w:t>
                  </w:r>
                  <w:proofErr w:type="spellStart"/>
                  <w:r w:rsidRPr="00140830">
                    <w:t>luululised</w:t>
                  </w:r>
                  <w:proofErr w:type="spellEnd"/>
                  <w:r w:rsidRPr="00140830">
                    <w:t xml:space="preserve"> häired F20-F29</w:t>
                  </w:r>
                </w:p>
              </w:tc>
              <w:tc>
                <w:tcPr>
                  <w:tcW w:w="1843" w:type="dxa"/>
                </w:tcPr>
                <w:p w14:paraId="4B368FCB" w14:textId="50760B9A" w:rsidR="00044832" w:rsidRPr="00140830" w:rsidRDefault="00044832" w:rsidP="00395A42"/>
              </w:tc>
            </w:tr>
            <w:tr w:rsidR="00140830" w:rsidRPr="00140830" w14:paraId="0D4F3A7B" w14:textId="77777777" w:rsidTr="00C45EEC">
              <w:tc>
                <w:tcPr>
                  <w:tcW w:w="677" w:type="dxa"/>
                </w:tcPr>
                <w:p w14:paraId="36C00510" w14:textId="68A95FEA" w:rsidR="00044832" w:rsidRPr="00140830" w:rsidRDefault="00044832" w:rsidP="00395A42">
                  <w:r w:rsidRPr="00140830">
                    <w:t>3</w:t>
                  </w:r>
                </w:p>
              </w:tc>
              <w:tc>
                <w:tcPr>
                  <w:tcW w:w="6946" w:type="dxa"/>
                </w:tcPr>
                <w:p w14:paraId="7BA4F28D" w14:textId="77777777" w:rsidR="00044832" w:rsidRPr="00140830" w:rsidRDefault="00044832" w:rsidP="00044832"/>
                <w:p w14:paraId="6D9C577D" w14:textId="660C299A" w:rsidR="00044832" w:rsidRPr="00140830" w:rsidRDefault="00044832" w:rsidP="00044832">
                  <w:r w:rsidRPr="00140830">
                    <w:t>Meeleolu häired F30-F39</w:t>
                  </w:r>
                </w:p>
              </w:tc>
              <w:tc>
                <w:tcPr>
                  <w:tcW w:w="1843" w:type="dxa"/>
                </w:tcPr>
                <w:p w14:paraId="21D541EF" w14:textId="571F0B11" w:rsidR="00044832" w:rsidRPr="00140830" w:rsidRDefault="00044832" w:rsidP="00395A42"/>
              </w:tc>
            </w:tr>
            <w:tr w:rsidR="00140830" w:rsidRPr="00140830" w14:paraId="4D5D4E3C" w14:textId="77777777" w:rsidTr="00C45EEC">
              <w:tc>
                <w:tcPr>
                  <w:tcW w:w="677" w:type="dxa"/>
                </w:tcPr>
                <w:p w14:paraId="2E116D41" w14:textId="73EEC7A3" w:rsidR="00044832" w:rsidRPr="00140830" w:rsidRDefault="00044832" w:rsidP="002A4548">
                  <w:r w:rsidRPr="00140830">
                    <w:t>4</w:t>
                  </w:r>
                </w:p>
              </w:tc>
              <w:tc>
                <w:tcPr>
                  <w:tcW w:w="6946" w:type="dxa"/>
                </w:tcPr>
                <w:p w14:paraId="15A433E1" w14:textId="77777777" w:rsidR="00044832" w:rsidRPr="00140830" w:rsidRDefault="00044832" w:rsidP="002A4548"/>
                <w:p w14:paraId="33832D31" w14:textId="202A6653" w:rsidR="00044832" w:rsidRPr="00140830" w:rsidRDefault="00044832" w:rsidP="002A4548">
                  <w:r w:rsidRPr="00140830">
                    <w:t xml:space="preserve">Neurootilised, stressiga seotud ja </w:t>
                  </w:r>
                  <w:proofErr w:type="spellStart"/>
                  <w:r w:rsidRPr="00140830">
                    <w:t>somatoformsed</w:t>
                  </w:r>
                  <w:proofErr w:type="spellEnd"/>
                  <w:r w:rsidRPr="00140830">
                    <w:t xml:space="preserve"> häired F40-F49</w:t>
                  </w:r>
                </w:p>
              </w:tc>
              <w:tc>
                <w:tcPr>
                  <w:tcW w:w="1843" w:type="dxa"/>
                </w:tcPr>
                <w:p w14:paraId="4A698698" w14:textId="409E583F" w:rsidR="00044832" w:rsidRPr="00140830" w:rsidRDefault="00044832" w:rsidP="00395A42"/>
              </w:tc>
            </w:tr>
            <w:tr w:rsidR="00140830" w:rsidRPr="00140830" w14:paraId="77D90CA9" w14:textId="77777777" w:rsidTr="00C45EEC">
              <w:tc>
                <w:tcPr>
                  <w:tcW w:w="677" w:type="dxa"/>
                </w:tcPr>
                <w:p w14:paraId="294C1F29" w14:textId="3EC36225" w:rsidR="00044832" w:rsidRPr="00140830" w:rsidRDefault="00044832" w:rsidP="00395A42">
                  <w:r w:rsidRPr="00140830">
                    <w:t>5</w:t>
                  </w:r>
                </w:p>
              </w:tc>
              <w:tc>
                <w:tcPr>
                  <w:tcW w:w="6946" w:type="dxa"/>
                </w:tcPr>
                <w:p w14:paraId="0F8F258C" w14:textId="3720D90B" w:rsidR="00044832" w:rsidRPr="00140830" w:rsidRDefault="00044832" w:rsidP="00395A42">
                  <w:r w:rsidRPr="00140830">
                    <w:t>Füsioloogiliste funktsioonide häirete ja füüsiliste e. somaatiliste teguritega seotud käitumissündroomid F50-F59</w:t>
                  </w:r>
                </w:p>
              </w:tc>
              <w:tc>
                <w:tcPr>
                  <w:tcW w:w="1843" w:type="dxa"/>
                </w:tcPr>
                <w:p w14:paraId="01A025DC" w14:textId="0B2FBAC4" w:rsidR="00044832" w:rsidRPr="00140830" w:rsidRDefault="00044832" w:rsidP="002A4548"/>
              </w:tc>
            </w:tr>
            <w:tr w:rsidR="00140830" w:rsidRPr="00140830" w14:paraId="48CD5B18" w14:textId="77777777" w:rsidTr="00C45EEC">
              <w:tc>
                <w:tcPr>
                  <w:tcW w:w="677" w:type="dxa"/>
                </w:tcPr>
                <w:p w14:paraId="7E62D4E7" w14:textId="45E1AF84" w:rsidR="00044832" w:rsidRPr="00140830" w:rsidRDefault="00044832" w:rsidP="00395A42">
                  <w:r w:rsidRPr="00140830">
                    <w:t>6</w:t>
                  </w:r>
                </w:p>
              </w:tc>
              <w:tc>
                <w:tcPr>
                  <w:tcW w:w="6946" w:type="dxa"/>
                </w:tcPr>
                <w:p w14:paraId="6E7F42AE" w14:textId="77777777" w:rsidR="00044832" w:rsidRPr="00140830" w:rsidRDefault="00044832" w:rsidP="00395A42"/>
                <w:p w14:paraId="5CC7A1E2" w14:textId="35B7FD5A" w:rsidR="00044832" w:rsidRPr="00140830" w:rsidRDefault="00044832" w:rsidP="00395A42">
                  <w:r w:rsidRPr="00140830">
                    <w:t>Täiskasvanu isiksus- ja käitumishäired F60-F69</w:t>
                  </w:r>
                </w:p>
              </w:tc>
              <w:tc>
                <w:tcPr>
                  <w:tcW w:w="1843" w:type="dxa"/>
                </w:tcPr>
                <w:p w14:paraId="719A5575" w14:textId="023440E8" w:rsidR="00044832" w:rsidRPr="00140830" w:rsidRDefault="00044832" w:rsidP="00395A42"/>
              </w:tc>
            </w:tr>
            <w:tr w:rsidR="00140830" w:rsidRPr="00140830" w14:paraId="55D39C98" w14:textId="77777777" w:rsidTr="00C45EEC">
              <w:tc>
                <w:tcPr>
                  <w:tcW w:w="677" w:type="dxa"/>
                </w:tcPr>
                <w:p w14:paraId="6B950981" w14:textId="7BD5F2DE" w:rsidR="00044832" w:rsidRPr="00140830" w:rsidRDefault="00044832" w:rsidP="00395A42">
                  <w:r w:rsidRPr="00140830">
                    <w:t>7</w:t>
                  </w:r>
                </w:p>
              </w:tc>
              <w:tc>
                <w:tcPr>
                  <w:tcW w:w="6946" w:type="dxa"/>
                </w:tcPr>
                <w:p w14:paraId="1181B2D9" w14:textId="77777777" w:rsidR="00044832" w:rsidRPr="00140830" w:rsidRDefault="00044832" w:rsidP="00395A42"/>
                <w:p w14:paraId="092C8FA6" w14:textId="4E4A3FE2" w:rsidR="00044832" w:rsidRPr="00140830" w:rsidRDefault="00044832" w:rsidP="00395A42">
                  <w:r w:rsidRPr="00140830">
                    <w:t>Vaimne alaareng F70-F79</w:t>
                  </w:r>
                </w:p>
              </w:tc>
              <w:tc>
                <w:tcPr>
                  <w:tcW w:w="1843" w:type="dxa"/>
                </w:tcPr>
                <w:p w14:paraId="0D8F8450" w14:textId="1352F66F" w:rsidR="00044832" w:rsidRPr="00140830" w:rsidRDefault="00044832" w:rsidP="00395A42"/>
              </w:tc>
            </w:tr>
            <w:tr w:rsidR="00140830" w:rsidRPr="00140830" w14:paraId="427A0F32" w14:textId="77777777" w:rsidTr="00C45EEC">
              <w:tc>
                <w:tcPr>
                  <w:tcW w:w="677" w:type="dxa"/>
                </w:tcPr>
                <w:p w14:paraId="78BC33DB" w14:textId="31C6E27D" w:rsidR="00044832" w:rsidRPr="00140830" w:rsidRDefault="00044832" w:rsidP="00395A42">
                  <w:r w:rsidRPr="00140830">
                    <w:t>8</w:t>
                  </w:r>
                </w:p>
              </w:tc>
              <w:tc>
                <w:tcPr>
                  <w:tcW w:w="6946" w:type="dxa"/>
                </w:tcPr>
                <w:p w14:paraId="12C0A432" w14:textId="23C08F5F" w:rsidR="00044832" w:rsidRPr="00140830" w:rsidRDefault="00044832" w:rsidP="00395A42">
                  <w:r w:rsidRPr="00140830">
                    <w:t>Psühholoogilise arengu häired e. psüühilise arengu spetsiifilised häired F80-F89</w:t>
                  </w:r>
                </w:p>
              </w:tc>
              <w:tc>
                <w:tcPr>
                  <w:tcW w:w="1843" w:type="dxa"/>
                </w:tcPr>
                <w:p w14:paraId="0367DC46" w14:textId="44C27630" w:rsidR="00044832" w:rsidRPr="00140830" w:rsidRDefault="00044832" w:rsidP="00395A42"/>
              </w:tc>
            </w:tr>
            <w:tr w:rsidR="00140830" w:rsidRPr="00140830" w14:paraId="60CFB706" w14:textId="77777777" w:rsidTr="00C45EEC">
              <w:tc>
                <w:tcPr>
                  <w:tcW w:w="677" w:type="dxa"/>
                </w:tcPr>
                <w:p w14:paraId="0E54CFCD" w14:textId="78EDEA7A" w:rsidR="00044832" w:rsidRPr="00140830" w:rsidRDefault="00044832" w:rsidP="00395A42">
                  <w:r w:rsidRPr="00140830">
                    <w:t>9</w:t>
                  </w:r>
                </w:p>
              </w:tc>
              <w:tc>
                <w:tcPr>
                  <w:tcW w:w="6946" w:type="dxa"/>
                </w:tcPr>
                <w:p w14:paraId="1F4D6C57" w14:textId="77777777" w:rsidR="00044832" w:rsidRPr="00140830" w:rsidRDefault="00044832" w:rsidP="00395A42"/>
                <w:p w14:paraId="5FA5B99E" w14:textId="679020F6" w:rsidR="00044832" w:rsidRPr="00140830" w:rsidRDefault="00044832" w:rsidP="00395A42">
                  <w:r w:rsidRPr="00140830">
                    <w:t>Tavaliselt lapseeas alanud käitumis- ja tundeeluhäired F90-F99</w:t>
                  </w:r>
                </w:p>
              </w:tc>
              <w:tc>
                <w:tcPr>
                  <w:tcW w:w="1843" w:type="dxa"/>
                </w:tcPr>
                <w:p w14:paraId="73CED509" w14:textId="03D68E92" w:rsidR="00044832" w:rsidRPr="00140830" w:rsidRDefault="00044832" w:rsidP="00395A42"/>
              </w:tc>
            </w:tr>
            <w:tr w:rsidR="00140830" w:rsidRPr="00140830" w14:paraId="7CCFD1F6" w14:textId="77777777" w:rsidTr="00C45EEC">
              <w:tc>
                <w:tcPr>
                  <w:tcW w:w="677" w:type="dxa"/>
                </w:tcPr>
                <w:p w14:paraId="3959CC6D" w14:textId="38080455" w:rsidR="00044832" w:rsidRPr="00140830" w:rsidRDefault="00044832" w:rsidP="00CE33C8">
                  <w:r w:rsidRPr="00140830">
                    <w:t>10</w:t>
                  </w:r>
                </w:p>
              </w:tc>
              <w:tc>
                <w:tcPr>
                  <w:tcW w:w="6946" w:type="dxa"/>
                </w:tcPr>
                <w:p w14:paraId="332E4046" w14:textId="33D18399" w:rsidR="00044832" w:rsidRPr="00140830" w:rsidRDefault="00044832" w:rsidP="00CE33C8">
                  <w:r w:rsidRPr="00140830">
                    <w:t>Esineb muu funktsioonihäire, mis on psüühikahäire või vaimse alaarengu koosseisus (liitpuue). Nimeta, mis funktsioonihäire, nt nägemis-, kuulmis-, liikumis vm funktsioonihäire.</w:t>
                  </w:r>
                </w:p>
              </w:tc>
              <w:tc>
                <w:tcPr>
                  <w:tcW w:w="1843" w:type="dxa"/>
                </w:tcPr>
                <w:p w14:paraId="10648F08" w14:textId="7594D461" w:rsidR="00044832" w:rsidRPr="00140830" w:rsidRDefault="00044832" w:rsidP="00395A42"/>
              </w:tc>
            </w:tr>
          </w:tbl>
          <w:p w14:paraId="4AE9B8E4" w14:textId="77777777" w:rsidR="00701930" w:rsidRPr="00140830" w:rsidRDefault="00701930" w:rsidP="00395A42">
            <w:pPr>
              <w:rPr>
                <w:color w:val="auto"/>
                <w:sz w:val="20"/>
                <w:szCs w:val="20"/>
              </w:rPr>
            </w:pPr>
          </w:p>
          <w:p w14:paraId="2AB36A87" w14:textId="2D822190" w:rsidR="003E393B" w:rsidRPr="00140830" w:rsidRDefault="003E393B" w:rsidP="003E393B">
            <w:pPr>
              <w:rPr>
                <w:color w:val="auto"/>
                <w:sz w:val="20"/>
                <w:szCs w:val="20"/>
              </w:rPr>
            </w:pPr>
            <w:r w:rsidRPr="00140830">
              <w:rPr>
                <w:b/>
                <w:color w:val="auto"/>
                <w:sz w:val="20"/>
                <w:szCs w:val="20"/>
              </w:rPr>
              <w:t>A.</w:t>
            </w:r>
            <w:r w:rsidR="00BC0204" w:rsidRPr="00140830">
              <w:rPr>
                <w:b/>
                <w:color w:val="auto"/>
                <w:sz w:val="20"/>
                <w:szCs w:val="20"/>
              </w:rPr>
              <w:t>1</w:t>
            </w:r>
            <w:r w:rsidRPr="00140830">
              <w:rPr>
                <w:b/>
                <w:color w:val="auto"/>
                <w:sz w:val="20"/>
                <w:szCs w:val="20"/>
              </w:rPr>
              <w:t xml:space="preserve">3.3. Millal tuvastati </w:t>
            </w:r>
            <w:r w:rsidRPr="00140830">
              <w:rPr>
                <w:b/>
                <w:color w:val="auto"/>
                <w:sz w:val="18"/>
                <w:szCs w:val="18"/>
              </w:rPr>
              <w:t>terviseprobleem, mis takistab toimetulekut ja halvendab elukvaliteeti?</w:t>
            </w:r>
          </w:p>
          <w:p w14:paraId="231A602B" w14:textId="4F102DF2" w:rsidR="003E393B" w:rsidRPr="00140830" w:rsidRDefault="003E393B" w:rsidP="003E393B">
            <w:pPr>
              <w:rPr>
                <w:color w:val="auto"/>
                <w:sz w:val="20"/>
                <w:szCs w:val="20"/>
              </w:rPr>
            </w:pPr>
            <w:r w:rsidRPr="00140830">
              <w:rPr>
                <w:color w:val="auto"/>
                <w:sz w:val="20"/>
                <w:szCs w:val="20"/>
              </w:rPr>
              <w:t xml:space="preserve"> </w:t>
            </w:r>
          </w:p>
          <w:tbl>
            <w:tblPr>
              <w:tblStyle w:val="Kontuurtabel"/>
              <w:tblW w:w="0" w:type="auto"/>
              <w:tblLayout w:type="fixed"/>
              <w:tblLook w:val="04A0" w:firstRow="1" w:lastRow="0" w:firstColumn="1" w:lastColumn="0" w:noHBand="0" w:noVBand="1"/>
            </w:tblPr>
            <w:tblGrid>
              <w:gridCol w:w="527"/>
              <w:gridCol w:w="2552"/>
            </w:tblGrid>
            <w:tr w:rsidR="00140830" w:rsidRPr="00140830" w14:paraId="769E3613" w14:textId="77777777" w:rsidTr="003E393B">
              <w:tc>
                <w:tcPr>
                  <w:tcW w:w="527" w:type="dxa"/>
                </w:tcPr>
                <w:p w14:paraId="084DF0E0" w14:textId="111953F6" w:rsidR="003E393B" w:rsidRPr="00140830" w:rsidRDefault="003E393B" w:rsidP="003E393B">
                  <w:r w:rsidRPr="00140830">
                    <w:t>1</w:t>
                  </w:r>
                </w:p>
              </w:tc>
              <w:tc>
                <w:tcPr>
                  <w:tcW w:w="2552" w:type="dxa"/>
                </w:tcPr>
                <w:p w14:paraId="311E6890" w14:textId="6A29637B" w:rsidR="003E393B" w:rsidRPr="00140830" w:rsidRDefault="003E393B" w:rsidP="003E393B">
                  <w:r w:rsidRPr="00140830">
                    <w:t>Kuni kaks nädalat tagasi</w:t>
                  </w:r>
                </w:p>
              </w:tc>
            </w:tr>
            <w:tr w:rsidR="00140830" w:rsidRPr="00140830" w14:paraId="346E5208" w14:textId="77777777" w:rsidTr="003E393B">
              <w:tc>
                <w:tcPr>
                  <w:tcW w:w="527" w:type="dxa"/>
                </w:tcPr>
                <w:p w14:paraId="2E8D67F8" w14:textId="3EAC5BA0" w:rsidR="003E393B" w:rsidRPr="00140830" w:rsidRDefault="003E393B" w:rsidP="003E393B">
                  <w:r w:rsidRPr="00140830">
                    <w:t>2</w:t>
                  </w:r>
                </w:p>
              </w:tc>
              <w:tc>
                <w:tcPr>
                  <w:tcW w:w="2552" w:type="dxa"/>
                </w:tcPr>
                <w:p w14:paraId="01DA72AF" w14:textId="05D208BC" w:rsidR="003E393B" w:rsidRPr="00140830" w:rsidRDefault="003E393B" w:rsidP="003E393B">
                  <w:r w:rsidRPr="00140830">
                    <w:t>2-3 nädalat tagasi</w:t>
                  </w:r>
                </w:p>
              </w:tc>
            </w:tr>
            <w:tr w:rsidR="00140830" w:rsidRPr="00140830" w14:paraId="12879192" w14:textId="77777777" w:rsidTr="003E393B">
              <w:tc>
                <w:tcPr>
                  <w:tcW w:w="527" w:type="dxa"/>
                </w:tcPr>
                <w:p w14:paraId="074DC811" w14:textId="11EA6B93" w:rsidR="003E393B" w:rsidRPr="00140830" w:rsidRDefault="003E393B" w:rsidP="003E393B">
                  <w:r w:rsidRPr="00140830">
                    <w:t>3</w:t>
                  </w:r>
                </w:p>
              </w:tc>
              <w:tc>
                <w:tcPr>
                  <w:tcW w:w="2552" w:type="dxa"/>
                </w:tcPr>
                <w:p w14:paraId="4E00DF69" w14:textId="1D50704F" w:rsidR="003E393B" w:rsidRPr="00140830" w:rsidRDefault="003E393B" w:rsidP="003E393B">
                  <w:r w:rsidRPr="00140830">
                    <w:t>3 kuud – 1 aasta tagasi</w:t>
                  </w:r>
                </w:p>
              </w:tc>
            </w:tr>
            <w:tr w:rsidR="00140830" w:rsidRPr="00140830" w14:paraId="43891499" w14:textId="77777777" w:rsidTr="003E393B">
              <w:tc>
                <w:tcPr>
                  <w:tcW w:w="527" w:type="dxa"/>
                </w:tcPr>
                <w:p w14:paraId="75E83A05" w14:textId="22B72E10" w:rsidR="003E393B" w:rsidRPr="00140830" w:rsidRDefault="003E393B" w:rsidP="003E393B">
                  <w:r w:rsidRPr="00140830">
                    <w:t>4</w:t>
                  </w:r>
                </w:p>
              </w:tc>
              <w:tc>
                <w:tcPr>
                  <w:tcW w:w="2552" w:type="dxa"/>
                </w:tcPr>
                <w:p w14:paraId="6906C38E" w14:textId="6D1F4E62" w:rsidR="003E393B" w:rsidRPr="00140830" w:rsidRDefault="003E393B" w:rsidP="003E393B">
                  <w:r w:rsidRPr="00140830">
                    <w:t>Üle 1 aasta tagasi</w:t>
                  </w:r>
                </w:p>
              </w:tc>
            </w:tr>
            <w:tr w:rsidR="00140830" w:rsidRPr="00140830" w14:paraId="5FDC0A0B" w14:textId="77777777" w:rsidTr="003E393B">
              <w:tc>
                <w:tcPr>
                  <w:tcW w:w="527" w:type="dxa"/>
                </w:tcPr>
                <w:p w14:paraId="7CE80EA4" w14:textId="334A37CA" w:rsidR="003E393B" w:rsidRPr="00140830" w:rsidRDefault="003E393B" w:rsidP="003E393B">
                  <w:r w:rsidRPr="00140830">
                    <w:lastRenderedPageBreak/>
                    <w:t>5</w:t>
                  </w:r>
                </w:p>
              </w:tc>
              <w:tc>
                <w:tcPr>
                  <w:tcW w:w="2552" w:type="dxa"/>
                </w:tcPr>
                <w:p w14:paraId="6D869A58" w14:textId="7B11291A" w:rsidR="003E393B" w:rsidRPr="00140830" w:rsidRDefault="003E393B" w:rsidP="003E393B">
                  <w:r w:rsidRPr="00140830">
                    <w:t>Sündimisest saadik</w:t>
                  </w:r>
                </w:p>
              </w:tc>
            </w:tr>
            <w:tr w:rsidR="00140830" w:rsidRPr="00140830" w14:paraId="32B9CF0F" w14:textId="77777777" w:rsidTr="003E393B">
              <w:tc>
                <w:tcPr>
                  <w:tcW w:w="527" w:type="dxa"/>
                </w:tcPr>
                <w:p w14:paraId="177A2D60" w14:textId="370D32A2" w:rsidR="003E393B" w:rsidRPr="00140830" w:rsidRDefault="003E393B" w:rsidP="003E393B">
                  <w:r w:rsidRPr="00140830">
                    <w:t>6</w:t>
                  </w:r>
                </w:p>
              </w:tc>
              <w:tc>
                <w:tcPr>
                  <w:tcW w:w="2552" w:type="dxa"/>
                </w:tcPr>
                <w:p w14:paraId="452B8C7F" w14:textId="48A881C1" w:rsidR="003E393B" w:rsidRPr="00140830" w:rsidRDefault="003E393B" w:rsidP="003E393B">
                  <w:r w:rsidRPr="00140830">
                    <w:t>Muu</w:t>
                  </w:r>
                </w:p>
              </w:tc>
            </w:tr>
          </w:tbl>
          <w:p w14:paraId="71FE4448" w14:textId="0FB52123" w:rsidR="00701930" w:rsidRPr="00140830" w:rsidRDefault="00701930" w:rsidP="00395A42">
            <w:pPr>
              <w:rPr>
                <w:color w:val="auto"/>
                <w:sz w:val="20"/>
                <w:szCs w:val="20"/>
              </w:rPr>
            </w:pPr>
          </w:p>
          <w:p w14:paraId="24AF626F" w14:textId="77777777" w:rsidR="00701930" w:rsidRPr="00140830" w:rsidRDefault="00701930" w:rsidP="00701930">
            <w:pPr>
              <w:rPr>
                <w:color w:val="auto"/>
                <w:sz w:val="20"/>
                <w:szCs w:val="20"/>
              </w:rPr>
            </w:pPr>
          </w:p>
          <w:p w14:paraId="3A3C9214" w14:textId="10F7ABB2" w:rsidR="00701930" w:rsidRPr="00140830" w:rsidRDefault="00044832" w:rsidP="00701930">
            <w:pPr>
              <w:rPr>
                <w:b/>
                <w:color w:val="auto"/>
                <w:sz w:val="20"/>
                <w:szCs w:val="20"/>
              </w:rPr>
            </w:pPr>
            <w:r w:rsidRPr="00140830">
              <w:rPr>
                <w:b/>
                <w:color w:val="auto"/>
                <w:sz w:val="20"/>
                <w:szCs w:val="20"/>
              </w:rPr>
              <w:t>B. SOTSIAALTEENUSTE KASUTAMINE</w:t>
            </w:r>
          </w:p>
          <w:p w14:paraId="531DA523" w14:textId="366F4F6C" w:rsidR="00A8574B" w:rsidRPr="00140830" w:rsidRDefault="00A8574B" w:rsidP="00701930">
            <w:pPr>
              <w:rPr>
                <w:b/>
                <w:color w:val="auto"/>
                <w:sz w:val="20"/>
                <w:szCs w:val="20"/>
              </w:rPr>
            </w:pPr>
            <w:r w:rsidRPr="00140830">
              <w:rPr>
                <w:b/>
                <w:color w:val="auto"/>
                <w:sz w:val="20"/>
                <w:szCs w:val="20"/>
              </w:rPr>
              <w:t>B.1. Erihoolekandeteenuste kasutamine</w:t>
            </w:r>
          </w:p>
          <w:p w14:paraId="44355E27" w14:textId="7223666F" w:rsidR="00044832" w:rsidRPr="00140830" w:rsidRDefault="00044832" w:rsidP="00701930">
            <w:pPr>
              <w:rPr>
                <w:color w:val="auto"/>
                <w:sz w:val="20"/>
                <w:szCs w:val="20"/>
              </w:rPr>
            </w:pPr>
            <w:r w:rsidRPr="00140830">
              <w:rPr>
                <w:color w:val="auto"/>
                <w:sz w:val="20"/>
                <w:szCs w:val="20"/>
              </w:rPr>
              <w:t>Märkida, kas inimene on kasutanud loetletud erihoolekandeteenuseid vastusega 0-ei; 1-jah. Kui vastus on „jah“ märkida teenuse juurde teenuse kasutam</w:t>
            </w:r>
            <w:r w:rsidR="00A8574B" w:rsidRPr="00140830">
              <w:rPr>
                <w:color w:val="auto"/>
                <w:sz w:val="20"/>
                <w:szCs w:val="20"/>
              </w:rPr>
              <w:t>ise aeg. Kui toimub jätkuva tee</w:t>
            </w:r>
            <w:r w:rsidRPr="00140830">
              <w:rPr>
                <w:color w:val="auto"/>
                <w:sz w:val="20"/>
                <w:szCs w:val="20"/>
              </w:rPr>
              <w:t xml:space="preserve">nuse vajaduse hindamine, siis märkida „Teenuse kasutamise aeg“ juurde märge „Praegune teenus“.  </w:t>
            </w:r>
          </w:p>
          <w:p w14:paraId="64C9C836" w14:textId="4C47474B" w:rsidR="00044832" w:rsidRPr="00140830" w:rsidRDefault="00044832" w:rsidP="00701930">
            <w:pPr>
              <w:rPr>
                <w:color w:val="auto"/>
                <w:sz w:val="20"/>
                <w:szCs w:val="20"/>
              </w:rPr>
            </w:pPr>
          </w:p>
          <w:tbl>
            <w:tblPr>
              <w:tblStyle w:val="Kontuurtabel"/>
              <w:tblW w:w="0" w:type="auto"/>
              <w:tblLayout w:type="fixed"/>
              <w:tblLook w:val="04A0" w:firstRow="1" w:lastRow="0" w:firstColumn="1" w:lastColumn="0" w:noHBand="0" w:noVBand="1"/>
            </w:tblPr>
            <w:tblGrid>
              <w:gridCol w:w="2369"/>
              <w:gridCol w:w="3119"/>
              <w:gridCol w:w="4216"/>
            </w:tblGrid>
            <w:tr w:rsidR="00140830" w:rsidRPr="00140830" w14:paraId="57E037EB" w14:textId="77777777" w:rsidTr="0020386F">
              <w:tc>
                <w:tcPr>
                  <w:tcW w:w="2369" w:type="dxa"/>
                </w:tcPr>
                <w:p w14:paraId="5352D90E" w14:textId="61B2A80D" w:rsidR="00044832" w:rsidRPr="00140830" w:rsidRDefault="00044832" w:rsidP="00701930">
                  <w:pPr>
                    <w:rPr>
                      <w:b/>
                      <w:sz w:val="18"/>
                      <w:szCs w:val="18"/>
                    </w:rPr>
                  </w:pPr>
                  <w:r w:rsidRPr="00140830">
                    <w:rPr>
                      <w:b/>
                      <w:sz w:val="18"/>
                      <w:szCs w:val="18"/>
                    </w:rPr>
                    <w:t>Kas on teenust kasutanud ?</w:t>
                  </w:r>
                </w:p>
              </w:tc>
              <w:tc>
                <w:tcPr>
                  <w:tcW w:w="3119" w:type="dxa"/>
                </w:tcPr>
                <w:p w14:paraId="2C5DD916" w14:textId="66598EA5" w:rsidR="00044832" w:rsidRPr="00140830" w:rsidRDefault="00044832" w:rsidP="00701930">
                  <w:pPr>
                    <w:rPr>
                      <w:b/>
                      <w:sz w:val="18"/>
                      <w:szCs w:val="18"/>
                    </w:rPr>
                  </w:pPr>
                  <w:r w:rsidRPr="00140830">
                    <w:rPr>
                      <w:b/>
                      <w:sz w:val="18"/>
                      <w:szCs w:val="18"/>
                    </w:rPr>
                    <w:t>Erihoolekandeteenuse nimi</w:t>
                  </w:r>
                </w:p>
              </w:tc>
              <w:tc>
                <w:tcPr>
                  <w:tcW w:w="4216" w:type="dxa"/>
                </w:tcPr>
                <w:p w14:paraId="275DE328" w14:textId="7F326D5D" w:rsidR="00044832" w:rsidRPr="00140830" w:rsidRDefault="00044832" w:rsidP="00701930">
                  <w:pPr>
                    <w:rPr>
                      <w:b/>
                      <w:sz w:val="18"/>
                      <w:szCs w:val="18"/>
                    </w:rPr>
                  </w:pPr>
                  <w:r w:rsidRPr="00140830">
                    <w:rPr>
                      <w:b/>
                      <w:sz w:val="18"/>
                      <w:szCs w:val="18"/>
                    </w:rPr>
                    <w:t>Teenuse kasutamise aeg</w:t>
                  </w:r>
                </w:p>
              </w:tc>
            </w:tr>
            <w:tr w:rsidR="00140830" w:rsidRPr="00140830" w14:paraId="071D01C4" w14:textId="77777777" w:rsidTr="0020386F">
              <w:tc>
                <w:tcPr>
                  <w:tcW w:w="2369" w:type="dxa"/>
                </w:tcPr>
                <w:p w14:paraId="5E63858F" w14:textId="77777777" w:rsidR="00A8574B" w:rsidRPr="00140830" w:rsidRDefault="00A8574B" w:rsidP="00A8574B">
                  <w:r w:rsidRPr="00140830">
                    <w:t>0-ei</w:t>
                  </w:r>
                </w:p>
                <w:p w14:paraId="4FCE09A9" w14:textId="3971D0C9" w:rsidR="00A8574B" w:rsidRPr="00140830" w:rsidRDefault="00A8574B" w:rsidP="00A8574B"/>
              </w:tc>
              <w:tc>
                <w:tcPr>
                  <w:tcW w:w="3119" w:type="dxa"/>
                  <w:vMerge w:val="restart"/>
                  <w:tcBorders>
                    <w:top w:val="single" w:sz="4" w:space="0" w:color="000000"/>
                    <w:left w:val="single" w:sz="4" w:space="0" w:color="000000"/>
                    <w:right w:val="single" w:sz="4" w:space="0" w:color="000000"/>
                  </w:tcBorders>
                  <w:shd w:val="clear" w:color="auto" w:fill="auto"/>
                  <w:vAlign w:val="bottom"/>
                </w:tcPr>
                <w:p w14:paraId="6BD4495C" w14:textId="74CF6C96" w:rsidR="00A8574B" w:rsidRPr="00140830" w:rsidRDefault="00A8574B" w:rsidP="00A8574B">
                  <w:pPr>
                    <w:rPr>
                      <w:kern w:val="24"/>
                    </w:rPr>
                  </w:pPr>
                  <w:r w:rsidRPr="00140830">
                    <w:rPr>
                      <w:kern w:val="24"/>
                    </w:rPr>
                    <w:t>igapäevaelu toetamise teenus</w:t>
                  </w:r>
                </w:p>
                <w:p w14:paraId="5485BB30" w14:textId="76CBF6F1" w:rsidR="00A8574B" w:rsidRPr="00140830" w:rsidRDefault="00A8574B" w:rsidP="00A8574B">
                  <w:pPr>
                    <w:rPr>
                      <w:kern w:val="24"/>
                    </w:rPr>
                  </w:pPr>
                </w:p>
                <w:p w14:paraId="09CD66C7" w14:textId="77777777" w:rsidR="00A8574B" w:rsidRPr="00140830" w:rsidRDefault="00A8574B" w:rsidP="00A8574B">
                  <w:pPr>
                    <w:rPr>
                      <w:kern w:val="24"/>
                    </w:rPr>
                  </w:pPr>
                </w:p>
                <w:p w14:paraId="2E5589B0" w14:textId="77777777" w:rsidR="00A8574B" w:rsidRPr="00140830" w:rsidRDefault="00A8574B" w:rsidP="00A8574B"/>
              </w:tc>
              <w:tc>
                <w:tcPr>
                  <w:tcW w:w="4216" w:type="dxa"/>
                  <w:vMerge w:val="restart"/>
                </w:tcPr>
                <w:p w14:paraId="228FF0FE" w14:textId="77777777" w:rsidR="00A8574B" w:rsidRPr="00140830" w:rsidRDefault="00A8574B" w:rsidP="00A8574B"/>
              </w:tc>
            </w:tr>
            <w:tr w:rsidR="00140830" w:rsidRPr="00140830" w14:paraId="66700F1A" w14:textId="77777777" w:rsidTr="0020386F">
              <w:tc>
                <w:tcPr>
                  <w:tcW w:w="2369" w:type="dxa"/>
                </w:tcPr>
                <w:p w14:paraId="259A0B96" w14:textId="77777777" w:rsidR="00A8574B" w:rsidRPr="00140830" w:rsidRDefault="00A8574B" w:rsidP="00A8574B">
                  <w:r w:rsidRPr="00140830">
                    <w:t xml:space="preserve">1-jah </w:t>
                  </w:r>
                </w:p>
                <w:p w14:paraId="61A138D3" w14:textId="4221CBF3" w:rsidR="00A8574B" w:rsidRPr="00140830" w:rsidRDefault="00A8574B" w:rsidP="00A8574B"/>
              </w:tc>
              <w:tc>
                <w:tcPr>
                  <w:tcW w:w="3119" w:type="dxa"/>
                  <w:vMerge/>
                  <w:tcBorders>
                    <w:left w:val="single" w:sz="4" w:space="0" w:color="000000"/>
                    <w:bottom w:val="single" w:sz="4" w:space="0" w:color="000000"/>
                    <w:right w:val="single" w:sz="4" w:space="0" w:color="000000"/>
                  </w:tcBorders>
                  <w:shd w:val="clear" w:color="auto" w:fill="auto"/>
                  <w:vAlign w:val="bottom"/>
                </w:tcPr>
                <w:p w14:paraId="010DD3B8" w14:textId="77777777" w:rsidR="00A8574B" w:rsidRPr="00140830" w:rsidRDefault="00A8574B" w:rsidP="00A8574B"/>
              </w:tc>
              <w:tc>
                <w:tcPr>
                  <w:tcW w:w="4216" w:type="dxa"/>
                  <w:vMerge/>
                </w:tcPr>
                <w:p w14:paraId="0A7FDDE3" w14:textId="77777777" w:rsidR="00A8574B" w:rsidRPr="00140830" w:rsidRDefault="00A8574B" w:rsidP="00A8574B"/>
              </w:tc>
            </w:tr>
            <w:tr w:rsidR="00140830" w:rsidRPr="00140830" w14:paraId="6DE8D29D" w14:textId="77777777" w:rsidTr="0020386F">
              <w:tc>
                <w:tcPr>
                  <w:tcW w:w="2369" w:type="dxa"/>
                </w:tcPr>
                <w:p w14:paraId="6CD120BD" w14:textId="77777777" w:rsidR="00A8574B" w:rsidRPr="00140830" w:rsidRDefault="00A8574B" w:rsidP="00A8574B">
                  <w:r w:rsidRPr="00140830">
                    <w:t>0-ei</w:t>
                  </w:r>
                </w:p>
                <w:p w14:paraId="599C29F3" w14:textId="138EEAC4" w:rsidR="00A8574B" w:rsidRPr="00140830" w:rsidRDefault="00A8574B" w:rsidP="00A8574B"/>
              </w:tc>
              <w:tc>
                <w:tcPr>
                  <w:tcW w:w="3119" w:type="dxa"/>
                  <w:vMerge w:val="restart"/>
                  <w:tcBorders>
                    <w:top w:val="single" w:sz="4" w:space="0" w:color="000000"/>
                    <w:left w:val="single" w:sz="4" w:space="0" w:color="000000"/>
                    <w:right w:val="single" w:sz="4" w:space="0" w:color="000000"/>
                  </w:tcBorders>
                  <w:shd w:val="clear" w:color="auto" w:fill="auto"/>
                  <w:vAlign w:val="bottom"/>
                </w:tcPr>
                <w:p w14:paraId="570243B7" w14:textId="6C63D41F" w:rsidR="00A8574B" w:rsidRPr="00140830" w:rsidRDefault="00A8574B" w:rsidP="00A8574B">
                  <w:pPr>
                    <w:rPr>
                      <w:kern w:val="24"/>
                    </w:rPr>
                  </w:pPr>
                  <w:r w:rsidRPr="00140830">
                    <w:rPr>
                      <w:kern w:val="24"/>
                    </w:rPr>
                    <w:t>Igapäevaelu toetamise teenus autismispektriga isikule</w:t>
                  </w:r>
                </w:p>
              </w:tc>
              <w:tc>
                <w:tcPr>
                  <w:tcW w:w="4216" w:type="dxa"/>
                  <w:vMerge w:val="restart"/>
                </w:tcPr>
                <w:p w14:paraId="0CECA7AA" w14:textId="77777777" w:rsidR="00A8574B" w:rsidRPr="00140830" w:rsidRDefault="00A8574B" w:rsidP="00A8574B"/>
              </w:tc>
            </w:tr>
            <w:tr w:rsidR="00140830" w:rsidRPr="00140830" w14:paraId="56F01701" w14:textId="77777777" w:rsidTr="0020386F">
              <w:tc>
                <w:tcPr>
                  <w:tcW w:w="2369" w:type="dxa"/>
                </w:tcPr>
                <w:p w14:paraId="6D5AE6EE" w14:textId="77777777" w:rsidR="00A8574B" w:rsidRPr="00140830" w:rsidRDefault="00A8574B" w:rsidP="00A8574B">
                  <w:r w:rsidRPr="00140830">
                    <w:t>1-jah</w:t>
                  </w:r>
                </w:p>
                <w:p w14:paraId="74004247" w14:textId="37AFC665" w:rsidR="00A8574B" w:rsidRPr="00140830" w:rsidRDefault="00A8574B" w:rsidP="00A8574B"/>
              </w:tc>
              <w:tc>
                <w:tcPr>
                  <w:tcW w:w="3119" w:type="dxa"/>
                  <w:vMerge/>
                  <w:tcBorders>
                    <w:left w:val="single" w:sz="4" w:space="0" w:color="000000"/>
                    <w:bottom w:val="single" w:sz="4" w:space="0" w:color="000000"/>
                    <w:right w:val="single" w:sz="4" w:space="0" w:color="000000"/>
                  </w:tcBorders>
                  <w:shd w:val="clear" w:color="auto" w:fill="auto"/>
                  <w:vAlign w:val="bottom"/>
                </w:tcPr>
                <w:p w14:paraId="48FBA09E" w14:textId="36B8F539" w:rsidR="00A8574B" w:rsidRPr="00140830" w:rsidRDefault="00A8574B" w:rsidP="00A8574B"/>
              </w:tc>
              <w:tc>
                <w:tcPr>
                  <w:tcW w:w="4216" w:type="dxa"/>
                  <w:vMerge/>
                </w:tcPr>
                <w:p w14:paraId="784DACEE" w14:textId="77777777" w:rsidR="00A8574B" w:rsidRPr="00140830" w:rsidRDefault="00A8574B" w:rsidP="00A8574B"/>
              </w:tc>
            </w:tr>
            <w:tr w:rsidR="00140830" w:rsidRPr="00140830" w14:paraId="4486E086" w14:textId="77777777" w:rsidTr="0020386F">
              <w:tc>
                <w:tcPr>
                  <w:tcW w:w="2369" w:type="dxa"/>
                </w:tcPr>
                <w:p w14:paraId="531EECC3" w14:textId="77777777" w:rsidR="00A8574B" w:rsidRPr="00140830" w:rsidRDefault="00A8574B" w:rsidP="00A8574B">
                  <w:r w:rsidRPr="00140830">
                    <w:t>0-ei</w:t>
                  </w:r>
                </w:p>
                <w:p w14:paraId="7ED9663C" w14:textId="5D925DA2" w:rsidR="00A8574B" w:rsidRPr="00140830" w:rsidRDefault="00A8574B" w:rsidP="00A8574B"/>
              </w:tc>
              <w:tc>
                <w:tcPr>
                  <w:tcW w:w="3119" w:type="dxa"/>
                  <w:vMerge w:val="restart"/>
                  <w:tcBorders>
                    <w:top w:val="single" w:sz="4" w:space="0" w:color="000000"/>
                    <w:left w:val="single" w:sz="4" w:space="0" w:color="000000"/>
                    <w:right w:val="single" w:sz="4" w:space="0" w:color="000000"/>
                  </w:tcBorders>
                  <w:shd w:val="clear" w:color="auto" w:fill="auto"/>
                  <w:vAlign w:val="bottom"/>
                </w:tcPr>
                <w:p w14:paraId="6C42B1D4" w14:textId="77777777" w:rsidR="00A8574B" w:rsidRPr="00140830" w:rsidRDefault="00A8574B" w:rsidP="00A8574B">
                  <w:r w:rsidRPr="00140830">
                    <w:t>Igapäevaelu toetamine päeva – ja nädalahoiuteenusena</w:t>
                  </w:r>
                </w:p>
                <w:p w14:paraId="6E00D11B" w14:textId="77777777" w:rsidR="00A8574B" w:rsidRPr="00140830" w:rsidRDefault="00A8574B" w:rsidP="00A8574B"/>
                <w:p w14:paraId="7534082D" w14:textId="63F2A069" w:rsidR="00A8574B" w:rsidRPr="00140830" w:rsidRDefault="00A8574B" w:rsidP="00A8574B"/>
              </w:tc>
              <w:tc>
                <w:tcPr>
                  <w:tcW w:w="4216" w:type="dxa"/>
                  <w:vMerge w:val="restart"/>
                </w:tcPr>
                <w:p w14:paraId="682A9444" w14:textId="77777777" w:rsidR="00A8574B" w:rsidRPr="00140830" w:rsidRDefault="00A8574B" w:rsidP="00A8574B"/>
              </w:tc>
            </w:tr>
            <w:tr w:rsidR="00140830" w:rsidRPr="00140830" w14:paraId="2526C3BD" w14:textId="77777777" w:rsidTr="0020386F">
              <w:tc>
                <w:tcPr>
                  <w:tcW w:w="2369" w:type="dxa"/>
                </w:tcPr>
                <w:p w14:paraId="0DB9F89C" w14:textId="77777777" w:rsidR="00A8574B" w:rsidRPr="00140830" w:rsidRDefault="00A8574B" w:rsidP="00A8574B">
                  <w:r w:rsidRPr="00140830">
                    <w:t>1-jah</w:t>
                  </w:r>
                </w:p>
                <w:p w14:paraId="05605D22" w14:textId="6DA929EA" w:rsidR="00A8574B" w:rsidRPr="00140830" w:rsidRDefault="00A8574B" w:rsidP="00A8574B"/>
              </w:tc>
              <w:tc>
                <w:tcPr>
                  <w:tcW w:w="3119" w:type="dxa"/>
                  <w:vMerge/>
                  <w:tcBorders>
                    <w:left w:val="single" w:sz="4" w:space="0" w:color="000000"/>
                    <w:bottom w:val="single" w:sz="4" w:space="0" w:color="000000"/>
                    <w:right w:val="single" w:sz="4" w:space="0" w:color="000000"/>
                  </w:tcBorders>
                  <w:shd w:val="clear" w:color="auto" w:fill="auto"/>
                  <w:vAlign w:val="bottom"/>
                </w:tcPr>
                <w:p w14:paraId="5CE19CC5" w14:textId="1F194948" w:rsidR="00A8574B" w:rsidRPr="00140830" w:rsidRDefault="00A8574B" w:rsidP="00A8574B"/>
              </w:tc>
              <w:tc>
                <w:tcPr>
                  <w:tcW w:w="4216" w:type="dxa"/>
                  <w:vMerge/>
                </w:tcPr>
                <w:p w14:paraId="56480CFA" w14:textId="77777777" w:rsidR="00A8574B" w:rsidRPr="00140830" w:rsidRDefault="00A8574B" w:rsidP="00A8574B"/>
              </w:tc>
            </w:tr>
            <w:tr w:rsidR="00140830" w:rsidRPr="00140830" w14:paraId="3F826152" w14:textId="77777777" w:rsidTr="0020386F">
              <w:tc>
                <w:tcPr>
                  <w:tcW w:w="2369" w:type="dxa"/>
                </w:tcPr>
                <w:p w14:paraId="2453E8D3" w14:textId="77777777" w:rsidR="00A8574B" w:rsidRPr="00140830" w:rsidRDefault="00A8574B" w:rsidP="00A8574B">
                  <w:r w:rsidRPr="00140830">
                    <w:t>0-ei</w:t>
                  </w:r>
                </w:p>
                <w:p w14:paraId="5B2FF93C" w14:textId="57F9C6FE" w:rsidR="00A8574B" w:rsidRPr="00140830" w:rsidRDefault="00A8574B" w:rsidP="00A8574B"/>
              </w:tc>
              <w:tc>
                <w:tcPr>
                  <w:tcW w:w="3119" w:type="dxa"/>
                  <w:vMerge w:val="restart"/>
                  <w:tcBorders>
                    <w:top w:val="single" w:sz="4" w:space="0" w:color="000000"/>
                    <w:left w:val="single" w:sz="4" w:space="0" w:color="000000"/>
                    <w:right w:val="single" w:sz="4" w:space="0" w:color="000000"/>
                  </w:tcBorders>
                  <w:shd w:val="clear" w:color="auto" w:fill="auto"/>
                  <w:vAlign w:val="bottom"/>
                </w:tcPr>
                <w:p w14:paraId="69ED04C6" w14:textId="77777777" w:rsidR="00A8574B" w:rsidRPr="00140830" w:rsidRDefault="00A8574B" w:rsidP="00A8574B">
                  <w:r w:rsidRPr="00140830">
                    <w:t>Toetatud elamise teenus</w:t>
                  </w:r>
                </w:p>
                <w:p w14:paraId="49AA05EA" w14:textId="77777777" w:rsidR="00A8574B" w:rsidRPr="00140830" w:rsidRDefault="00A8574B" w:rsidP="00A8574B"/>
                <w:p w14:paraId="093EC02C" w14:textId="77777777" w:rsidR="00A8574B" w:rsidRPr="00140830" w:rsidRDefault="00A8574B" w:rsidP="00A8574B"/>
                <w:p w14:paraId="5A7948E3" w14:textId="76251FB8" w:rsidR="00A8574B" w:rsidRPr="00140830" w:rsidRDefault="00A8574B" w:rsidP="00A8574B"/>
              </w:tc>
              <w:tc>
                <w:tcPr>
                  <w:tcW w:w="4216" w:type="dxa"/>
                  <w:vMerge w:val="restart"/>
                </w:tcPr>
                <w:p w14:paraId="79EE215A" w14:textId="77777777" w:rsidR="00A8574B" w:rsidRPr="00140830" w:rsidRDefault="00A8574B" w:rsidP="00A8574B"/>
              </w:tc>
            </w:tr>
            <w:tr w:rsidR="00140830" w:rsidRPr="00140830" w14:paraId="12B0E26E" w14:textId="77777777" w:rsidTr="0020386F">
              <w:tc>
                <w:tcPr>
                  <w:tcW w:w="2369" w:type="dxa"/>
                </w:tcPr>
                <w:p w14:paraId="540AA1E0" w14:textId="77777777" w:rsidR="00A8574B" w:rsidRPr="00140830" w:rsidRDefault="00A8574B" w:rsidP="00A8574B">
                  <w:r w:rsidRPr="00140830">
                    <w:t>1-jah</w:t>
                  </w:r>
                </w:p>
                <w:p w14:paraId="77BC3AD0" w14:textId="7A1D6077" w:rsidR="00A8574B" w:rsidRPr="00140830" w:rsidRDefault="00A8574B" w:rsidP="00A8574B"/>
              </w:tc>
              <w:tc>
                <w:tcPr>
                  <w:tcW w:w="3119" w:type="dxa"/>
                  <w:vMerge/>
                  <w:tcBorders>
                    <w:left w:val="single" w:sz="4" w:space="0" w:color="000000"/>
                    <w:bottom w:val="single" w:sz="4" w:space="0" w:color="000000"/>
                    <w:right w:val="single" w:sz="4" w:space="0" w:color="000000"/>
                  </w:tcBorders>
                  <w:shd w:val="clear" w:color="auto" w:fill="auto"/>
                  <w:vAlign w:val="bottom"/>
                </w:tcPr>
                <w:p w14:paraId="0B293A66" w14:textId="3CD2ED01" w:rsidR="00A8574B" w:rsidRPr="00140830" w:rsidRDefault="00A8574B" w:rsidP="00A8574B"/>
              </w:tc>
              <w:tc>
                <w:tcPr>
                  <w:tcW w:w="4216" w:type="dxa"/>
                  <w:vMerge/>
                </w:tcPr>
                <w:p w14:paraId="47B1FFD8" w14:textId="77777777" w:rsidR="00A8574B" w:rsidRPr="00140830" w:rsidRDefault="00A8574B" w:rsidP="00A8574B"/>
              </w:tc>
            </w:tr>
            <w:tr w:rsidR="00140830" w:rsidRPr="00140830" w14:paraId="7A040F3F" w14:textId="77777777" w:rsidTr="0020386F">
              <w:tc>
                <w:tcPr>
                  <w:tcW w:w="2369" w:type="dxa"/>
                </w:tcPr>
                <w:p w14:paraId="35D05B53" w14:textId="77777777" w:rsidR="0024766E" w:rsidRPr="00140830" w:rsidRDefault="0024766E" w:rsidP="00A8574B">
                  <w:r w:rsidRPr="00140830">
                    <w:t>0-ei</w:t>
                  </w:r>
                </w:p>
                <w:p w14:paraId="26EB4B16" w14:textId="2C618FA4" w:rsidR="0024766E" w:rsidRPr="00140830" w:rsidRDefault="0024766E" w:rsidP="00A8574B"/>
              </w:tc>
              <w:tc>
                <w:tcPr>
                  <w:tcW w:w="3119" w:type="dxa"/>
                  <w:vMerge w:val="restart"/>
                  <w:tcBorders>
                    <w:top w:val="single" w:sz="4" w:space="0" w:color="000000"/>
                    <w:left w:val="single" w:sz="4" w:space="0" w:color="000000"/>
                    <w:right w:val="single" w:sz="4" w:space="0" w:color="000000"/>
                  </w:tcBorders>
                  <w:shd w:val="clear" w:color="auto" w:fill="auto"/>
                  <w:vAlign w:val="bottom"/>
                </w:tcPr>
                <w:p w14:paraId="67E76287" w14:textId="77777777" w:rsidR="0024766E" w:rsidRPr="00140830" w:rsidRDefault="0024766E" w:rsidP="00A8574B">
                  <w:pPr>
                    <w:rPr>
                      <w:kern w:val="24"/>
                    </w:rPr>
                  </w:pPr>
                  <w:r w:rsidRPr="00140830">
                    <w:rPr>
                      <w:kern w:val="24"/>
                    </w:rPr>
                    <w:t>Toetatud töötamise teenus</w:t>
                  </w:r>
                </w:p>
                <w:p w14:paraId="5A1A1926" w14:textId="77777777" w:rsidR="0024766E" w:rsidRPr="00140830" w:rsidRDefault="0024766E" w:rsidP="00A8574B">
                  <w:pPr>
                    <w:rPr>
                      <w:kern w:val="24"/>
                    </w:rPr>
                  </w:pPr>
                </w:p>
                <w:p w14:paraId="3C010C01" w14:textId="77777777" w:rsidR="0024766E" w:rsidRPr="00140830" w:rsidRDefault="0024766E" w:rsidP="00A8574B">
                  <w:pPr>
                    <w:rPr>
                      <w:kern w:val="24"/>
                    </w:rPr>
                  </w:pPr>
                </w:p>
                <w:p w14:paraId="2BAC5C84" w14:textId="67DD9DF1" w:rsidR="0024766E" w:rsidRPr="00140830" w:rsidRDefault="0024766E" w:rsidP="00A8574B"/>
              </w:tc>
              <w:tc>
                <w:tcPr>
                  <w:tcW w:w="4216" w:type="dxa"/>
                  <w:vMerge w:val="restart"/>
                </w:tcPr>
                <w:p w14:paraId="0E65FF69" w14:textId="77777777" w:rsidR="0024766E" w:rsidRPr="00140830" w:rsidRDefault="0024766E" w:rsidP="00A8574B"/>
              </w:tc>
            </w:tr>
            <w:tr w:rsidR="00140830" w:rsidRPr="00140830" w14:paraId="6D6181F6" w14:textId="77777777" w:rsidTr="0020386F">
              <w:tc>
                <w:tcPr>
                  <w:tcW w:w="2369" w:type="dxa"/>
                </w:tcPr>
                <w:p w14:paraId="67E638E7" w14:textId="77777777" w:rsidR="0024766E" w:rsidRPr="00140830" w:rsidRDefault="0024766E" w:rsidP="00A8574B">
                  <w:r w:rsidRPr="00140830">
                    <w:t>1-jah</w:t>
                  </w:r>
                </w:p>
                <w:p w14:paraId="26406701" w14:textId="7F57D729" w:rsidR="0024766E" w:rsidRPr="00140830" w:rsidRDefault="0024766E" w:rsidP="00A8574B"/>
              </w:tc>
              <w:tc>
                <w:tcPr>
                  <w:tcW w:w="3119" w:type="dxa"/>
                  <w:vMerge/>
                  <w:tcBorders>
                    <w:left w:val="single" w:sz="4" w:space="0" w:color="000000"/>
                    <w:bottom w:val="single" w:sz="4" w:space="0" w:color="000000"/>
                    <w:right w:val="single" w:sz="4" w:space="0" w:color="000000"/>
                  </w:tcBorders>
                  <w:shd w:val="clear" w:color="auto" w:fill="auto"/>
                  <w:vAlign w:val="bottom"/>
                </w:tcPr>
                <w:p w14:paraId="0FBC637D" w14:textId="77777777" w:rsidR="0024766E" w:rsidRPr="00140830" w:rsidRDefault="0024766E" w:rsidP="00A8574B">
                  <w:pPr>
                    <w:rPr>
                      <w:kern w:val="24"/>
                    </w:rPr>
                  </w:pPr>
                </w:p>
              </w:tc>
              <w:tc>
                <w:tcPr>
                  <w:tcW w:w="4216" w:type="dxa"/>
                  <w:vMerge/>
                </w:tcPr>
                <w:p w14:paraId="494168E2" w14:textId="77777777" w:rsidR="0024766E" w:rsidRPr="00140830" w:rsidRDefault="0024766E" w:rsidP="00A8574B"/>
              </w:tc>
            </w:tr>
            <w:tr w:rsidR="00140830" w:rsidRPr="00140830" w14:paraId="5ABC6932" w14:textId="77777777" w:rsidTr="0020386F">
              <w:tc>
                <w:tcPr>
                  <w:tcW w:w="2369" w:type="dxa"/>
                </w:tcPr>
                <w:p w14:paraId="5240AA24" w14:textId="77777777" w:rsidR="0024766E" w:rsidRPr="00140830" w:rsidRDefault="0024766E" w:rsidP="00A8574B">
                  <w:r w:rsidRPr="00140830">
                    <w:t>0-ei</w:t>
                  </w:r>
                </w:p>
                <w:p w14:paraId="3874AA8E" w14:textId="3491A3AB" w:rsidR="0024766E" w:rsidRPr="00140830" w:rsidRDefault="0024766E" w:rsidP="00A8574B"/>
              </w:tc>
              <w:tc>
                <w:tcPr>
                  <w:tcW w:w="3119" w:type="dxa"/>
                  <w:vMerge w:val="restart"/>
                  <w:tcBorders>
                    <w:top w:val="single" w:sz="4" w:space="0" w:color="000000"/>
                    <w:left w:val="single" w:sz="4" w:space="0" w:color="000000"/>
                    <w:right w:val="single" w:sz="4" w:space="0" w:color="000000"/>
                  </w:tcBorders>
                  <w:shd w:val="clear" w:color="auto" w:fill="auto"/>
                  <w:vAlign w:val="bottom"/>
                </w:tcPr>
                <w:p w14:paraId="161D41D6" w14:textId="77777777" w:rsidR="0024766E" w:rsidRPr="00140830" w:rsidRDefault="0024766E" w:rsidP="00A8574B">
                  <w:pPr>
                    <w:rPr>
                      <w:kern w:val="24"/>
                    </w:rPr>
                  </w:pPr>
                  <w:r w:rsidRPr="00140830">
                    <w:rPr>
                      <w:kern w:val="24"/>
                    </w:rPr>
                    <w:t>Kogukonnas elamise teenus</w:t>
                  </w:r>
                </w:p>
                <w:p w14:paraId="697C07C6" w14:textId="77777777" w:rsidR="0024766E" w:rsidRPr="00140830" w:rsidRDefault="0024766E" w:rsidP="00A8574B">
                  <w:pPr>
                    <w:rPr>
                      <w:kern w:val="24"/>
                    </w:rPr>
                  </w:pPr>
                </w:p>
                <w:p w14:paraId="7BC4F9D4" w14:textId="77777777" w:rsidR="0024766E" w:rsidRPr="00140830" w:rsidRDefault="0024766E" w:rsidP="00A8574B">
                  <w:pPr>
                    <w:rPr>
                      <w:kern w:val="24"/>
                    </w:rPr>
                  </w:pPr>
                </w:p>
                <w:p w14:paraId="6EBFD543" w14:textId="046397D8" w:rsidR="0024766E" w:rsidRPr="00140830" w:rsidRDefault="0024766E" w:rsidP="00A8574B">
                  <w:pPr>
                    <w:rPr>
                      <w:kern w:val="24"/>
                    </w:rPr>
                  </w:pPr>
                </w:p>
              </w:tc>
              <w:tc>
                <w:tcPr>
                  <w:tcW w:w="4216" w:type="dxa"/>
                  <w:vMerge w:val="restart"/>
                </w:tcPr>
                <w:p w14:paraId="506556B6" w14:textId="77777777" w:rsidR="0024766E" w:rsidRPr="00140830" w:rsidRDefault="0024766E" w:rsidP="00A8574B"/>
              </w:tc>
            </w:tr>
            <w:tr w:rsidR="00140830" w:rsidRPr="00140830" w14:paraId="308609CB" w14:textId="77777777" w:rsidTr="0020386F">
              <w:tc>
                <w:tcPr>
                  <w:tcW w:w="2369" w:type="dxa"/>
                </w:tcPr>
                <w:p w14:paraId="19A700C0" w14:textId="77777777" w:rsidR="0024766E" w:rsidRPr="00140830" w:rsidRDefault="0024766E" w:rsidP="00A8574B">
                  <w:r w:rsidRPr="00140830">
                    <w:t>1-jah</w:t>
                  </w:r>
                </w:p>
                <w:p w14:paraId="08C9D542" w14:textId="7F3E71F7" w:rsidR="0024766E" w:rsidRPr="00140830" w:rsidRDefault="0024766E" w:rsidP="00A8574B"/>
              </w:tc>
              <w:tc>
                <w:tcPr>
                  <w:tcW w:w="3119" w:type="dxa"/>
                  <w:vMerge/>
                  <w:tcBorders>
                    <w:left w:val="single" w:sz="4" w:space="0" w:color="000000"/>
                    <w:bottom w:val="single" w:sz="4" w:space="0" w:color="000000"/>
                    <w:right w:val="single" w:sz="4" w:space="0" w:color="000000"/>
                  </w:tcBorders>
                  <w:shd w:val="clear" w:color="auto" w:fill="auto"/>
                  <w:vAlign w:val="bottom"/>
                </w:tcPr>
                <w:p w14:paraId="4206F1B5" w14:textId="6079592F" w:rsidR="0024766E" w:rsidRPr="00140830" w:rsidRDefault="0024766E" w:rsidP="00A8574B"/>
              </w:tc>
              <w:tc>
                <w:tcPr>
                  <w:tcW w:w="4216" w:type="dxa"/>
                  <w:vMerge/>
                </w:tcPr>
                <w:p w14:paraId="1F739774" w14:textId="77777777" w:rsidR="0024766E" w:rsidRPr="00140830" w:rsidRDefault="0024766E" w:rsidP="00A8574B"/>
              </w:tc>
            </w:tr>
            <w:tr w:rsidR="00140830" w:rsidRPr="00140830" w14:paraId="0757FDAD" w14:textId="77777777" w:rsidTr="0020386F">
              <w:tc>
                <w:tcPr>
                  <w:tcW w:w="2369" w:type="dxa"/>
                </w:tcPr>
                <w:p w14:paraId="35728390" w14:textId="77777777" w:rsidR="0024766E" w:rsidRPr="00140830" w:rsidRDefault="0024766E" w:rsidP="00A8574B">
                  <w:r w:rsidRPr="00140830">
                    <w:t>0-ei</w:t>
                  </w:r>
                </w:p>
                <w:p w14:paraId="2132839E" w14:textId="6858E5BD" w:rsidR="0024766E" w:rsidRPr="00140830" w:rsidRDefault="0024766E" w:rsidP="00A8574B"/>
              </w:tc>
              <w:tc>
                <w:tcPr>
                  <w:tcW w:w="3119" w:type="dxa"/>
                  <w:vMerge w:val="restart"/>
                  <w:tcBorders>
                    <w:top w:val="single" w:sz="4" w:space="0" w:color="000000"/>
                    <w:left w:val="single" w:sz="4" w:space="0" w:color="000000"/>
                    <w:right w:val="single" w:sz="4" w:space="0" w:color="000000"/>
                  </w:tcBorders>
                  <w:shd w:val="clear" w:color="auto" w:fill="auto"/>
                  <w:vAlign w:val="bottom"/>
                </w:tcPr>
                <w:p w14:paraId="1C2E67E4" w14:textId="77777777" w:rsidR="0024766E" w:rsidRPr="00140830" w:rsidRDefault="0024766E" w:rsidP="00A8574B">
                  <w:pPr>
                    <w:rPr>
                      <w:kern w:val="24"/>
                    </w:rPr>
                  </w:pPr>
                  <w:r w:rsidRPr="00140830">
                    <w:rPr>
                      <w:kern w:val="24"/>
                    </w:rPr>
                    <w:lastRenderedPageBreak/>
                    <w:t>Ööpäevaringne erihooldusteenus</w:t>
                  </w:r>
                </w:p>
                <w:p w14:paraId="174A29CC" w14:textId="77777777" w:rsidR="0024766E" w:rsidRPr="00140830" w:rsidRDefault="0024766E" w:rsidP="00A8574B">
                  <w:pPr>
                    <w:rPr>
                      <w:kern w:val="24"/>
                    </w:rPr>
                  </w:pPr>
                </w:p>
                <w:p w14:paraId="355E5EDD" w14:textId="77777777" w:rsidR="0024766E" w:rsidRPr="00140830" w:rsidRDefault="0024766E" w:rsidP="00A8574B">
                  <w:pPr>
                    <w:rPr>
                      <w:kern w:val="24"/>
                    </w:rPr>
                  </w:pPr>
                </w:p>
                <w:p w14:paraId="29F01A31" w14:textId="09C71431" w:rsidR="0024766E" w:rsidRPr="00140830" w:rsidRDefault="0024766E" w:rsidP="00A8574B"/>
              </w:tc>
              <w:tc>
                <w:tcPr>
                  <w:tcW w:w="4216" w:type="dxa"/>
                  <w:vMerge w:val="restart"/>
                </w:tcPr>
                <w:p w14:paraId="7B29A2D0" w14:textId="77777777" w:rsidR="0024766E" w:rsidRPr="00140830" w:rsidRDefault="0024766E" w:rsidP="00A8574B"/>
              </w:tc>
            </w:tr>
            <w:tr w:rsidR="00140830" w:rsidRPr="00140830" w14:paraId="71878F77" w14:textId="77777777" w:rsidTr="0020386F">
              <w:tc>
                <w:tcPr>
                  <w:tcW w:w="2369" w:type="dxa"/>
                </w:tcPr>
                <w:p w14:paraId="1396B603" w14:textId="77777777" w:rsidR="0024766E" w:rsidRPr="00140830" w:rsidRDefault="0024766E" w:rsidP="00A8574B">
                  <w:r w:rsidRPr="00140830">
                    <w:t>1-jah</w:t>
                  </w:r>
                </w:p>
                <w:p w14:paraId="7584B304" w14:textId="138294E4" w:rsidR="0024766E" w:rsidRPr="00140830" w:rsidRDefault="0024766E" w:rsidP="00A8574B"/>
              </w:tc>
              <w:tc>
                <w:tcPr>
                  <w:tcW w:w="3119" w:type="dxa"/>
                  <w:vMerge/>
                  <w:tcBorders>
                    <w:left w:val="single" w:sz="4" w:space="0" w:color="000000"/>
                    <w:bottom w:val="single" w:sz="4" w:space="0" w:color="000000"/>
                    <w:right w:val="single" w:sz="4" w:space="0" w:color="000000"/>
                  </w:tcBorders>
                  <w:shd w:val="clear" w:color="auto" w:fill="auto"/>
                  <w:vAlign w:val="bottom"/>
                </w:tcPr>
                <w:p w14:paraId="7ED49111" w14:textId="77777777" w:rsidR="0024766E" w:rsidRPr="00140830" w:rsidRDefault="0024766E" w:rsidP="00A8574B">
                  <w:pPr>
                    <w:rPr>
                      <w:kern w:val="24"/>
                    </w:rPr>
                  </w:pPr>
                </w:p>
              </w:tc>
              <w:tc>
                <w:tcPr>
                  <w:tcW w:w="4216" w:type="dxa"/>
                  <w:vMerge/>
                </w:tcPr>
                <w:p w14:paraId="3BCE39AE" w14:textId="77777777" w:rsidR="0024766E" w:rsidRPr="00140830" w:rsidRDefault="0024766E" w:rsidP="00A8574B"/>
              </w:tc>
            </w:tr>
            <w:tr w:rsidR="00140830" w:rsidRPr="00140830" w14:paraId="3B745411" w14:textId="77777777" w:rsidTr="0020386F">
              <w:tc>
                <w:tcPr>
                  <w:tcW w:w="2369" w:type="dxa"/>
                </w:tcPr>
                <w:p w14:paraId="64FA77AA" w14:textId="77777777" w:rsidR="0024766E" w:rsidRPr="00140830" w:rsidRDefault="0024766E" w:rsidP="00A8574B">
                  <w:r w:rsidRPr="00140830">
                    <w:t>0-ei</w:t>
                  </w:r>
                </w:p>
                <w:p w14:paraId="55AB8FEB" w14:textId="1A23A841" w:rsidR="0024766E" w:rsidRPr="00140830" w:rsidRDefault="0024766E" w:rsidP="00A8574B"/>
              </w:tc>
              <w:tc>
                <w:tcPr>
                  <w:tcW w:w="3119" w:type="dxa"/>
                  <w:vMerge w:val="restart"/>
                  <w:tcBorders>
                    <w:top w:val="single" w:sz="4" w:space="0" w:color="000000"/>
                    <w:left w:val="single" w:sz="4" w:space="0" w:color="000000"/>
                    <w:right w:val="single" w:sz="4" w:space="0" w:color="000000"/>
                  </w:tcBorders>
                  <w:shd w:val="clear" w:color="auto" w:fill="auto"/>
                  <w:vAlign w:val="bottom"/>
                </w:tcPr>
                <w:p w14:paraId="5CEB390D" w14:textId="77777777" w:rsidR="0024766E" w:rsidRPr="00140830" w:rsidRDefault="0024766E" w:rsidP="00A8574B">
                  <w:pPr>
                    <w:rPr>
                      <w:kern w:val="24"/>
                    </w:rPr>
                  </w:pPr>
                  <w:r w:rsidRPr="00140830">
                    <w:rPr>
                      <w:kern w:val="24"/>
                    </w:rPr>
                    <w:t>Ööpäevaringne erihooldusteenus liitpuudega isikule</w:t>
                  </w:r>
                </w:p>
                <w:p w14:paraId="3A47CDC0" w14:textId="77777777" w:rsidR="0024766E" w:rsidRPr="00140830" w:rsidRDefault="0024766E" w:rsidP="00A8574B">
                  <w:pPr>
                    <w:rPr>
                      <w:kern w:val="24"/>
                    </w:rPr>
                  </w:pPr>
                </w:p>
                <w:p w14:paraId="31BCFB72" w14:textId="3830916D" w:rsidR="0024766E" w:rsidRPr="00140830" w:rsidRDefault="0024766E" w:rsidP="00A8574B"/>
              </w:tc>
              <w:tc>
                <w:tcPr>
                  <w:tcW w:w="4216" w:type="dxa"/>
                  <w:vMerge w:val="restart"/>
                </w:tcPr>
                <w:p w14:paraId="3A070C6C" w14:textId="77777777" w:rsidR="0024766E" w:rsidRPr="00140830" w:rsidRDefault="0024766E" w:rsidP="00A8574B"/>
              </w:tc>
            </w:tr>
            <w:tr w:rsidR="00140830" w:rsidRPr="00140830" w14:paraId="339AD1E7" w14:textId="77777777" w:rsidTr="0020386F">
              <w:tc>
                <w:tcPr>
                  <w:tcW w:w="2369" w:type="dxa"/>
                </w:tcPr>
                <w:p w14:paraId="324E2F09" w14:textId="77777777" w:rsidR="0024766E" w:rsidRPr="00140830" w:rsidRDefault="0024766E" w:rsidP="00A8574B">
                  <w:r w:rsidRPr="00140830">
                    <w:t>1-jah</w:t>
                  </w:r>
                </w:p>
                <w:p w14:paraId="0519D333" w14:textId="504997B7" w:rsidR="0024766E" w:rsidRPr="00140830" w:rsidRDefault="0024766E" w:rsidP="00A8574B"/>
              </w:tc>
              <w:tc>
                <w:tcPr>
                  <w:tcW w:w="3119" w:type="dxa"/>
                  <w:vMerge/>
                  <w:tcBorders>
                    <w:left w:val="single" w:sz="4" w:space="0" w:color="000000"/>
                    <w:bottom w:val="single" w:sz="4" w:space="0" w:color="000000"/>
                    <w:right w:val="single" w:sz="4" w:space="0" w:color="000000"/>
                  </w:tcBorders>
                  <w:shd w:val="clear" w:color="auto" w:fill="auto"/>
                  <w:vAlign w:val="bottom"/>
                </w:tcPr>
                <w:p w14:paraId="4AC80DEA" w14:textId="77777777" w:rsidR="0024766E" w:rsidRPr="00140830" w:rsidRDefault="0024766E" w:rsidP="00A8574B">
                  <w:pPr>
                    <w:rPr>
                      <w:kern w:val="24"/>
                    </w:rPr>
                  </w:pPr>
                </w:p>
              </w:tc>
              <w:tc>
                <w:tcPr>
                  <w:tcW w:w="4216" w:type="dxa"/>
                  <w:vMerge/>
                </w:tcPr>
                <w:p w14:paraId="77CAA14C" w14:textId="77777777" w:rsidR="0024766E" w:rsidRPr="00140830" w:rsidRDefault="0024766E" w:rsidP="00A8574B"/>
              </w:tc>
            </w:tr>
            <w:tr w:rsidR="00140830" w:rsidRPr="00140830" w14:paraId="124C3F44" w14:textId="77777777" w:rsidTr="0020386F">
              <w:tc>
                <w:tcPr>
                  <w:tcW w:w="2369" w:type="dxa"/>
                </w:tcPr>
                <w:p w14:paraId="2E854C3B" w14:textId="77777777" w:rsidR="0024766E" w:rsidRPr="00140830" w:rsidRDefault="0024766E" w:rsidP="00A8574B">
                  <w:r w:rsidRPr="00140830">
                    <w:t>0-ei</w:t>
                  </w:r>
                </w:p>
                <w:p w14:paraId="78C9D8EE" w14:textId="7DC2A01C" w:rsidR="0024766E" w:rsidRPr="00140830" w:rsidRDefault="0024766E" w:rsidP="00A8574B"/>
              </w:tc>
              <w:tc>
                <w:tcPr>
                  <w:tcW w:w="3119" w:type="dxa"/>
                  <w:vMerge w:val="restart"/>
                  <w:tcBorders>
                    <w:top w:val="single" w:sz="4" w:space="0" w:color="000000"/>
                    <w:left w:val="single" w:sz="4" w:space="0" w:color="000000"/>
                    <w:right w:val="single" w:sz="4" w:space="0" w:color="000000"/>
                  </w:tcBorders>
                  <w:shd w:val="clear" w:color="auto" w:fill="auto"/>
                  <w:vAlign w:val="bottom"/>
                </w:tcPr>
                <w:p w14:paraId="73662B78" w14:textId="0DA12986" w:rsidR="0024766E" w:rsidRPr="00140830" w:rsidRDefault="0024766E" w:rsidP="00A8574B">
                  <w:pPr>
                    <w:rPr>
                      <w:kern w:val="24"/>
                    </w:rPr>
                  </w:pPr>
                  <w:r w:rsidRPr="00140830">
                    <w:rPr>
                      <w:kern w:val="24"/>
                    </w:rPr>
                    <w:t>Ööpäevaringne erihooldusteenus ebastabiilse remissiooniga isikule</w:t>
                  </w:r>
                </w:p>
                <w:p w14:paraId="20B553A0" w14:textId="77777777" w:rsidR="0024766E" w:rsidRPr="00140830" w:rsidRDefault="0024766E" w:rsidP="00A8574B">
                  <w:pPr>
                    <w:rPr>
                      <w:kern w:val="24"/>
                    </w:rPr>
                  </w:pPr>
                </w:p>
                <w:p w14:paraId="72940A9C" w14:textId="04EA0458" w:rsidR="0024766E" w:rsidRPr="00140830" w:rsidRDefault="0024766E" w:rsidP="00A8574B"/>
              </w:tc>
              <w:tc>
                <w:tcPr>
                  <w:tcW w:w="4216" w:type="dxa"/>
                  <w:vMerge w:val="restart"/>
                </w:tcPr>
                <w:p w14:paraId="3467EF18" w14:textId="77777777" w:rsidR="0024766E" w:rsidRPr="00140830" w:rsidRDefault="0024766E" w:rsidP="00A8574B"/>
              </w:tc>
            </w:tr>
            <w:tr w:rsidR="00140830" w:rsidRPr="00140830" w14:paraId="3DDDBCA5" w14:textId="77777777" w:rsidTr="0020386F">
              <w:tc>
                <w:tcPr>
                  <w:tcW w:w="2369" w:type="dxa"/>
                  <w:tcBorders>
                    <w:right w:val="single" w:sz="4" w:space="0" w:color="000000"/>
                  </w:tcBorders>
                </w:tcPr>
                <w:p w14:paraId="1F95A0C9" w14:textId="77777777" w:rsidR="0024766E" w:rsidRPr="00140830" w:rsidRDefault="0024766E" w:rsidP="00A8574B">
                  <w:r w:rsidRPr="00140830">
                    <w:t>1-jah</w:t>
                  </w:r>
                </w:p>
                <w:p w14:paraId="07DC68B9" w14:textId="12F01656" w:rsidR="0024766E" w:rsidRPr="00140830" w:rsidRDefault="0024766E" w:rsidP="00A8574B"/>
              </w:tc>
              <w:tc>
                <w:tcPr>
                  <w:tcW w:w="3119" w:type="dxa"/>
                  <w:vMerge/>
                  <w:tcBorders>
                    <w:left w:val="single" w:sz="4" w:space="0" w:color="000000"/>
                  </w:tcBorders>
                </w:tcPr>
                <w:p w14:paraId="2DAA4432" w14:textId="77777777" w:rsidR="0024766E" w:rsidRPr="00140830" w:rsidRDefault="0024766E" w:rsidP="00A8574B"/>
              </w:tc>
              <w:tc>
                <w:tcPr>
                  <w:tcW w:w="4216" w:type="dxa"/>
                  <w:vMerge/>
                </w:tcPr>
                <w:p w14:paraId="7806F479" w14:textId="77777777" w:rsidR="0024766E" w:rsidRPr="00140830" w:rsidRDefault="0024766E" w:rsidP="00A8574B"/>
              </w:tc>
            </w:tr>
            <w:tr w:rsidR="00140830" w:rsidRPr="00140830" w14:paraId="44F87D0D" w14:textId="77777777" w:rsidTr="0020386F">
              <w:tc>
                <w:tcPr>
                  <w:tcW w:w="2369" w:type="dxa"/>
                </w:tcPr>
                <w:p w14:paraId="1FA197E7" w14:textId="77777777" w:rsidR="0024766E" w:rsidRPr="00140830" w:rsidRDefault="0024766E" w:rsidP="00A8574B">
                  <w:r w:rsidRPr="00140830">
                    <w:t>0-ei</w:t>
                  </w:r>
                </w:p>
                <w:p w14:paraId="7E9AD4FD" w14:textId="7A04A7AD" w:rsidR="0024766E" w:rsidRPr="00140830" w:rsidRDefault="0024766E" w:rsidP="00A8574B"/>
              </w:tc>
              <w:tc>
                <w:tcPr>
                  <w:tcW w:w="3119" w:type="dxa"/>
                  <w:vMerge w:val="restart"/>
                </w:tcPr>
                <w:p w14:paraId="14E9DFF4" w14:textId="29961EF3" w:rsidR="0024766E" w:rsidRPr="00140830" w:rsidRDefault="0024766E" w:rsidP="00A8574B">
                  <w:r w:rsidRPr="00140830">
                    <w:t>Ööpäevaringne erihooldusteenus kohtumääruse alusel</w:t>
                  </w:r>
                </w:p>
              </w:tc>
              <w:tc>
                <w:tcPr>
                  <w:tcW w:w="4216" w:type="dxa"/>
                  <w:vMerge w:val="restart"/>
                </w:tcPr>
                <w:p w14:paraId="6B4158CC" w14:textId="77777777" w:rsidR="0024766E" w:rsidRPr="00140830" w:rsidRDefault="0024766E" w:rsidP="00A8574B"/>
              </w:tc>
            </w:tr>
            <w:tr w:rsidR="00140830" w:rsidRPr="00140830" w14:paraId="5247222E" w14:textId="77777777" w:rsidTr="0020386F">
              <w:tc>
                <w:tcPr>
                  <w:tcW w:w="2369" w:type="dxa"/>
                </w:tcPr>
                <w:p w14:paraId="7325F5A7" w14:textId="77777777" w:rsidR="0024766E" w:rsidRPr="00140830" w:rsidRDefault="0024766E" w:rsidP="00A8574B">
                  <w:r w:rsidRPr="00140830">
                    <w:t>1-jah</w:t>
                  </w:r>
                </w:p>
                <w:p w14:paraId="0BE227C7" w14:textId="52E9EC95" w:rsidR="0024766E" w:rsidRPr="00140830" w:rsidRDefault="0024766E" w:rsidP="00A8574B"/>
              </w:tc>
              <w:tc>
                <w:tcPr>
                  <w:tcW w:w="3119" w:type="dxa"/>
                  <w:vMerge/>
                </w:tcPr>
                <w:p w14:paraId="7E1CBEC7" w14:textId="77777777" w:rsidR="0024766E" w:rsidRPr="00140830" w:rsidRDefault="0024766E" w:rsidP="00A8574B"/>
              </w:tc>
              <w:tc>
                <w:tcPr>
                  <w:tcW w:w="4216" w:type="dxa"/>
                  <w:vMerge/>
                </w:tcPr>
                <w:p w14:paraId="2FCFCF0E" w14:textId="77777777" w:rsidR="0024766E" w:rsidRPr="00140830" w:rsidRDefault="0024766E" w:rsidP="00A8574B"/>
              </w:tc>
            </w:tr>
          </w:tbl>
          <w:p w14:paraId="19104285" w14:textId="69B0B5D8" w:rsidR="00044832" w:rsidRPr="00140830" w:rsidRDefault="00044832" w:rsidP="00701930">
            <w:pPr>
              <w:rPr>
                <w:color w:val="auto"/>
                <w:sz w:val="20"/>
                <w:szCs w:val="20"/>
              </w:rPr>
            </w:pPr>
          </w:p>
          <w:p w14:paraId="3B3D02F9" w14:textId="69303C5E" w:rsidR="0024766E" w:rsidRPr="00140830" w:rsidRDefault="0024766E" w:rsidP="00701930">
            <w:pPr>
              <w:rPr>
                <w:b/>
                <w:color w:val="auto"/>
                <w:sz w:val="20"/>
                <w:szCs w:val="20"/>
              </w:rPr>
            </w:pPr>
            <w:r w:rsidRPr="00140830">
              <w:rPr>
                <w:b/>
                <w:color w:val="auto"/>
                <w:sz w:val="20"/>
                <w:szCs w:val="20"/>
              </w:rPr>
              <w:t>B.1.1. Praeguse kasutatava erihoolekandeteenuse järjestikune kestus:</w:t>
            </w:r>
          </w:p>
          <w:p w14:paraId="1CEB8AE5" w14:textId="4587606B" w:rsidR="0024766E" w:rsidRPr="00140830" w:rsidRDefault="0024766E" w:rsidP="00701930">
            <w:pPr>
              <w:rPr>
                <w:color w:val="auto"/>
                <w:sz w:val="20"/>
                <w:szCs w:val="20"/>
              </w:rPr>
            </w:pPr>
          </w:p>
          <w:p w14:paraId="758AC1BC" w14:textId="5A997BBC" w:rsidR="0024766E" w:rsidRPr="00140830" w:rsidRDefault="0024766E" w:rsidP="00701930">
            <w:pPr>
              <w:rPr>
                <w:color w:val="auto"/>
                <w:sz w:val="20"/>
                <w:szCs w:val="20"/>
              </w:rPr>
            </w:pPr>
            <w:r w:rsidRPr="00140830">
              <w:rPr>
                <w:color w:val="auto"/>
                <w:sz w:val="20"/>
                <w:szCs w:val="20"/>
              </w:rPr>
              <w:t>___________________________________________________________________</w:t>
            </w:r>
          </w:p>
          <w:p w14:paraId="53C04767" w14:textId="77777777" w:rsidR="00BC0204" w:rsidRPr="00140830" w:rsidRDefault="00BC0204" w:rsidP="00701930">
            <w:pPr>
              <w:rPr>
                <w:b/>
                <w:color w:val="auto"/>
                <w:sz w:val="20"/>
                <w:szCs w:val="20"/>
              </w:rPr>
            </w:pPr>
          </w:p>
          <w:p w14:paraId="3292D198" w14:textId="71E0AFAC" w:rsidR="000D3206" w:rsidRPr="00140830" w:rsidRDefault="00701930" w:rsidP="00701930">
            <w:pPr>
              <w:rPr>
                <w:b/>
                <w:color w:val="auto"/>
                <w:sz w:val="20"/>
                <w:szCs w:val="20"/>
              </w:rPr>
            </w:pPr>
            <w:r w:rsidRPr="00140830">
              <w:rPr>
                <w:b/>
                <w:color w:val="auto"/>
                <w:sz w:val="20"/>
                <w:szCs w:val="20"/>
              </w:rPr>
              <w:t>B.</w:t>
            </w:r>
            <w:r w:rsidR="0024766E" w:rsidRPr="00140830">
              <w:rPr>
                <w:b/>
                <w:color w:val="auto"/>
                <w:sz w:val="20"/>
                <w:szCs w:val="20"/>
              </w:rPr>
              <w:t>2</w:t>
            </w:r>
            <w:r w:rsidRPr="00140830">
              <w:rPr>
                <w:b/>
                <w:color w:val="auto"/>
                <w:sz w:val="20"/>
                <w:szCs w:val="20"/>
              </w:rPr>
              <w:t xml:space="preserve">. </w:t>
            </w:r>
            <w:r w:rsidR="0024766E" w:rsidRPr="00140830">
              <w:rPr>
                <w:b/>
                <w:color w:val="auto"/>
                <w:sz w:val="20"/>
                <w:szCs w:val="20"/>
              </w:rPr>
              <w:t xml:space="preserve">Kas on kasutanud/kasutab </w:t>
            </w:r>
            <w:r w:rsidR="004E68F2" w:rsidRPr="00140830">
              <w:rPr>
                <w:b/>
                <w:color w:val="auto"/>
                <w:sz w:val="20"/>
                <w:szCs w:val="20"/>
              </w:rPr>
              <w:t>KOV</w:t>
            </w:r>
            <w:r w:rsidR="0024766E" w:rsidRPr="00140830">
              <w:rPr>
                <w:b/>
                <w:color w:val="auto"/>
                <w:sz w:val="20"/>
                <w:szCs w:val="20"/>
              </w:rPr>
              <w:t xml:space="preserve"> sotsiaalteenuseid?:</w:t>
            </w:r>
          </w:p>
          <w:p w14:paraId="51BFADE2" w14:textId="326C7548" w:rsidR="000D3206" w:rsidRPr="00140830" w:rsidRDefault="000D3206" w:rsidP="00701930">
            <w:pPr>
              <w:rPr>
                <w:color w:val="auto"/>
                <w:sz w:val="20"/>
                <w:szCs w:val="20"/>
              </w:rPr>
            </w:pPr>
          </w:p>
          <w:tbl>
            <w:tblPr>
              <w:tblStyle w:val="Kontuurtabel"/>
              <w:tblW w:w="0" w:type="auto"/>
              <w:tblLayout w:type="fixed"/>
              <w:tblLook w:val="04A0" w:firstRow="1" w:lastRow="0" w:firstColumn="1" w:lastColumn="0" w:noHBand="0" w:noVBand="1"/>
            </w:tblPr>
            <w:tblGrid>
              <w:gridCol w:w="961"/>
              <w:gridCol w:w="3969"/>
            </w:tblGrid>
            <w:tr w:rsidR="00140830" w:rsidRPr="00140830" w14:paraId="062C77ED" w14:textId="6FF523C9" w:rsidTr="0024766E">
              <w:tc>
                <w:tcPr>
                  <w:tcW w:w="961" w:type="dxa"/>
                </w:tcPr>
                <w:p w14:paraId="171FB079" w14:textId="77777777" w:rsidR="0024766E" w:rsidRPr="00140830" w:rsidRDefault="0024766E" w:rsidP="00701930">
                  <w:r w:rsidRPr="00140830">
                    <w:t>0</w:t>
                  </w:r>
                </w:p>
                <w:p w14:paraId="7F47F26F" w14:textId="66D1BBD4" w:rsidR="0024766E" w:rsidRPr="00140830" w:rsidRDefault="0024766E" w:rsidP="00701930"/>
              </w:tc>
              <w:tc>
                <w:tcPr>
                  <w:tcW w:w="3969" w:type="dxa"/>
                </w:tcPr>
                <w:p w14:paraId="2A6AC118" w14:textId="1FB14D19" w:rsidR="0024766E" w:rsidRPr="00140830" w:rsidRDefault="0024766E" w:rsidP="00701930">
                  <w:r w:rsidRPr="00140830">
                    <w:t>EI (mine edasi küsimusega B</w:t>
                  </w:r>
                  <w:r w:rsidR="00886241" w:rsidRPr="00140830">
                    <w:t>3</w:t>
                  </w:r>
                  <w:r w:rsidRPr="00140830">
                    <w:t>.</w:t>
                  </w:r>
                </w:p>
              </w:tc>
            </w:tr>
            <w:tr w:rsidR="00140830" w:rsidRPr="00140830" w14:paraId="18A3CDF1" w14:textId="5C7E7EEC" w:rsidTr="0024766E">
              <w:tc>
                <w:tcPr>
                  <w:tcW w:w="961" w:type="dxa"/>
                </w:tcPr>
                <w:p w14:paraId="4983299E" w14:textId="77777777" w:rsidR="0024766E" w:rsidRPr="00140830" w:rsidRDefault="0024766E" w:rsidP="0024766E">
                  <w:r w:rsidRPr="00140830">
                    <w:t>1</w:t>
                  </w:r>
                </w:p>
                <w:p w14:paraId="73016C47" w14:textId="0FFBCA0E" w:rsidR="0024766E" w:rsidRPr="00140830" w:rsidRDefault="0024766E" w:rsidP="0024766E"/>
              </w:tc>
              <w:tc>
                <w:tcPr>
                  <w:tcW w:w="3969" w:type="dxa"/>
                </w:tcPr>
                <w:p w14:paraId="7BD80F54" w14:textId="45D2DAA4" w:rsidR="0024766E" w:rsidRPr="00140830" w:rsidRDefault="0024766E" w:rsidP="00701930">
                  <w:r w:rsidRPr="00140830">
                    <w:t>JAH (vasta küsimusele B.2.1)</w:t>
                  </w:r>
                </w:p>
              </w:tc>
            </w:tr>
          </w:tbl>
          <w:p w14:paraId="11C53696" w14:textId="77777777" w:rsidR="000D3206" w:rsidRPr="00140830" w:rsidRDefault="000D3206" w:rsidP="00701930">
            <w:pPr>
              <w:rPr>
                <w:color w:val="auto"/>
                <w:sz w:val="20"/>
                <w:szCs w:val="20"/>
              </w:rPr>
            </w:pPr>
          </w:p>
          <w:p w14:paraId="5ABCBBB7" w14:textId="7101E615" w:rsidR="00BA4BA8" w:rsidRPr="00140830" w:rsidRDefault="00831EAF" w:rsidP="00701930">
            <w:pPr>
              <w:rPr>
                <w:b/>
                <w:color w:val="auto"/>
                <w:sz w:val="20"/>
                <w:szCs w:val="20"/>
                <w:highlight w:val="yellow"/>
              </w:rPr>
            </w:pPr>
            <w:r w:rsidRPr="00140830">
              <w:rPr>
                <w:b/>
                <w:color w:val="auto"/>
                <w:sz w:val="20"/>
                <w:szCs w:val="20"/>
              </w:rPr>
              <w:t>B.</w:t>
            </w:r>
            <w:r w:rsidR="0024766E" w:rsidRPr="00140830">
              <w:rPr>
                <w:b/>
                <w:color w:val="auto"/>
                <w:sz w:val="20"/>
                <w:szCs w:val="20"/>
              </w:rPr>
              <w:t>2.1</w:t>
            </w:r>
            <w:r w:rsidR="00D34B7B" w:rsidRPr="00140830">
              <w:rPr>
                <w:b/>
                <w:color w:val="auto"/>
                <w:sz w:val="20"/>
                <w:szCs w:val="20"/>
              </w:rPr>
              <w:t xml:space="preserve">. Milliseid </w:t>
            </w:r>
            <w:r w:rsidR="004E68F2" w:rsidRPr="00140830">
              <w:rPr>
                <w:b/>
                <w:color w:val="auto"/>
                <w:sz w:val="20"/>
                <w:szCs w:val="20"/>
              </w:rPr>
              <w:t xml:space="preserve">KOV </w:t>
            </w:r>
            <w:r w:rsidR="000D3206" w:rsidRPr="00140830">
              <w:rPr>
                <w:b/>
                <w:color w:val="auto"/>
                <w:sz w:val="20"/>
                <w:szCs w:val="20"/>
              </w:rPr>
              <w:t xml:space="preserve">teenuseid on osutatud? </w:t>
            </w:r>
          </w:p>
          <w:p w14:paraId="253156CD" w14:textId="3542EE7E" w:rsidR="004E68F2" w:rsidRPr="00140830" w:rsidRDefault="004E68F2" w:rsidP="004E68F2">
            <w:pPr>
              <w:rPr>
                <w:color w:val="auto"/>
                <w:sz w:val="20"/>
                <w:szCs w:val="20"/>
              </w:rPr>
            </w:pPr>
            <w:r w:rsidRPr="00140830">
              <w:rPr>
                <w:color w:val="auto"/>
                <w:sz w:val="20"/>
                <w:szCs w:val="20"/>
              </w:rPr>
              <w:t xml:space="preserve">Märkida, kas inimene on kasutanud loetletud KOV teenuseid vastusega 0-ei; 1-jah. Kui vastus on „jah“ märkida teenuse juurde teenuse kasutamise aeg. Kui inimene kasutab hindamise ajal mingit teenust, siis märkida „Teenuse kasutamise aeg“ juurde märge „Praegune teenus“.  </w:t>
            </w:r>
          </w:p>
          <w:p w14:paraId="20746CA0" w14:textId="366BC539" w:rsidR="000D3206" w:rsidRPr="00140830" w:rsidRDefault="000D3206" w:rsidP="00701930">
            <w:pPr>
              <w:rPr>
                <w:color w:val="auto"/>
                <w:sz w:val="20"/>
                <w:szCs w:val="20"/>
              </w:rPr>
            </w:pPr>
          </w:p>
          <w:tbl>
            <w:tblPr>
              <w:tblStyle w:val="Kontuurtabel"/>
              <w:tblW w:w="0" w:type="auto"/>
              <w:tblLayout w:type="fixed"/>
              <w:tblLook w:val="04A0" w:firstRow="1" w:lastRow="0" w:firstColumn="1" w:lastColumn="0" w:noHBand="0" w:noVBand="1"/>
            </w:tblPr>
            <w:tblGrid>
              <w:gridCol w:w="1669"/>
              <w:gridCol w:w="4678"/>
              <w:gridCol w:w="2651"/>
            </w:tblGrid>
            <w:tr w:rsidR="00140830" w:rsidRPr="00140830" w14:paraId="15ED3869" w14:textId="77777777" w:rsidTr="00886241">
              <w:tc>
                <w:tcPr>
                  <w:tcW w:w="1669" w:type="dxa"/>
                  <w:tcBorders>
                    <w:top w:val="single" w:sz="4" w:space="0" w:color="000000"/>
                    <w:left w:val="single" w:sz="4" w:space="0" w:color="000000"/>
                    <w:bottom w:val="single" w:sz="4" w:space="0" w:color="000000"/>
                    <w:right w:val="single" w:sz="4" w:space="0" w:color="000000"/>
                  </w:tcBorders>
                </w:tcPr>
                <w:p w14:paraId="7003EBB4" w14:textId="4CE55927" w:rsidR="004E68F2" w:rsidRPr="00140830" w:rsidRDefault="004E68F2" w:rsidP="00886241">
                  <w:pPr>
                    <w:ind w:left="360"/>
                    <w:rPr>
                      <w:b/>
                      <w:kern w:val="24"/>
                    </w:rPr>
                  </w:pPr>
                  <w:r w:rsidRPr="00140830">
                    <w:rPr>
                      <w:b/>
                      <w:kern w:val="24"/>
                    </w:rPr>
                    <w:lastRenderedPageBreak/>
                    <w:t>Kas on kasutanud/kasutab teenus</w:t>
                  </w:r>
                  <w:r w:rsidR="00886241" w:rsidRPr="00140830">
                    <w:rPr>
                      <w:b/>
                      <w:kern w:val="24"/>
                    </w:rPr>
                    <w:t>t</w:t>
                  </w:r>
                  <w:r w:rsidRPr="00140830">
                    <w:rPr>
                      <w:b/>
                      <w:kern w:val="24"/>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9285702" w14:textId="4C0E8453" w:rsidR="004E68F2" w:rsidRPr="00140830" w:rsidRDefault="00886241" w:rsidP="00886241">
                  <w:pPr>
                    <w:rPr>
                      <w:b/>
                      <w:kern w:val="24"/>
                    </w:rPr>
                  </w:pPr>
                  <w:r w:rsidRPr="00140830">
                    <w:rPr>
                      <w:b/>
                      <w:kern w:val="24"/>
                    </w:rPr>
                    <w:t>T</w:t>
                  </w:r>
                  <w:r w:rsidR="004E68F2" w:rsidRPr="00140830">
                    <w:rPr>
                      <w:b/>
                      <w:kern w:val="24"/>
                    </w:rPr>
                    <w:t>eenuse nimetus</w:t>
                  </w:r>
                </w:p>
              </w:tc>
              <w:tc>
                <w:tcPr>
                  <w:tcW w:w="2651" w:type="dxa"/>
                  <w:tcBorders>
                    <w:top w:val="single" w:sz="4" w:space="0" w:color="000000"/>
                    <w:left w:val="single" w:sz="4" w:space="0" w:color="000000"/>
                    <w:bottom w:val="single" w:sz="4" w:space="0" w:color="000000"/>
                    <w:right w:val="single" w:sz="4" w:space="0" w:color="000000"/>
                  </w:tcBorders>
                </w:tcPr>
                <w:p w14:paraId="22F2F564" w14:textId="77777777" w:rsidR="00886241" w:rsidRPr="00140830" w:rsidRDefault="00886241" w:rsidP="00886241">
                  <w:pPr>
                    <w:rPr>
                      <w:b/>
                      <w:kern w:val="24"/>
                    </w:rPr>
                  </w:pPr>
                </w:p>
                <w:p w14:paraId="6E89998F" w14:textId="77777777" w:rsidR="00886241" w:rsidRPr="00140830" w:rsidRDefault="00886241" w:rsidP="00886241">
                  <w:pPr>
                    <w:rPr>
                      <w:b/>
                      <w:kern w:val="24"/>
                    </w:rPr>
                  </w:pPr>
                </w:p>
                <w:p w14:paraId="2D248DE1" w14:textId="77777777" w:rsidR="00886241" w:rsidRPr="00140830" w:rsidRDefault="00886241" w:rsidP="00886241">
                  <w:pPr>
                    <w:rPr>
                      <w:b/>
                      <w:kern w:val="24"/>
                    </w:rPr>
                  </w:pPr>
                </w:p>
                <w:p w14:paraId="7B9ECB61" w14:textId="327E6CF2" w:rsidR="004E68F2" w:rsidRPr="00140830" w:rsidRDefault="004E68F2" w:rsidP="00886241">
                  <w:pPr>
                    <w:rPr>
                      <w:b/>
                      <w:kern w:val="24"/>
                    </w:rPr>
                  </w:pPr>
                  <w:r w:rsidRPr="00140830">
                    <w:rPr>
                      <w:b/>
                      <w:kern w:val="24"/>
                    </w:rPr>
                    <w:t xml:space="preserve">Teenuse kasutamise aeg </w:t>
                  </w:r>
                </w:p>
              </w:tc>
            </w:tr>
            <w:tr w:rsidR="00140830" w:rsidRPr="00140830" w14:paraId="77557900" w14:textId="709CE9C2" w:rsidTr="00886241">
              <w:tc>
                <w:tcPr>
                  <w:tcW w:w="1669" w:type="dxa"/>
                  <w:tcBorders>
                    <w:top w:val="single" w:sz="4" w:space="0" w:color="000000"/>
                    <w:left w:val="single" w:sz="4" w:space="0" w:color="000000"/>
                    <w:bottom w:val="single" w:sz="4" w:space="0" w:color="000000"/>
                    <w:right w:val="single" w:sz="4" w:space="0" w:color="000000"/>
                  </w:tcBorders>
                </w:tcPr>
                <w:p w14:paraId="126E4559" w14:textId="240E2D7A" w:rsidR="004E68F2" w:rsidRPr="00140830" w:rsidRDefault="004E68F2" w:rsidP="00564032">
                  <w:pPr>
                    <w:rPr>
                      <w:kern w:val="24"/>
                    </w:rPr>
                  </w:pPr>
                  <w:r w:rsidRPr="00140830">
                    <w:rPr>
                      <w:kern w:val="24"/>
                    </w:rPr>
                    <w:t>0-ei; 1-jah</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C1C2A7" w14:textId="2DE40F8D" w:rsidR="004E68F2" w:rsidRPr="00140830" w:rsidRDefault="004E68F2" w:rsidP="00564032">
                  <w:r w:rsidRPr="00140830">
                    <w:rPr>
                      <w:kern w:val="24"/>
                    </w:rPr>
                    <w:t xml:space="preserve"> Koduteenus</w:t>
                  </w:r>
                </w:p>
              </w:tc>
              <w:tc>
                <w:tcPr>
                  <w:tcW w:w="2651" w:type="dxa"/>
                  <w:tcBorders>
                    <w:top w:val="single" w:sz="4" w:space="0" w:color="000000"/>
                    <w:left w:val="single" w:sz="4" w:space="0" w:color="000000"/>
                    <w:bottom w:val="single" w:sz="4" w:space="0" w:color="000000"/>
                    <w:right w:val="single" w:sz="4" w:space="0" w:color="000000"/>
                  </w:tcBorders>
                </w:tcPr>
                <w:p w14:paraId="4EC0A565" w14:textId="77777777" w:rsidR="004E68F2" w:rsidRPr="00140830" w:rsidRDefault="004E68F2" w:rsidP="00564032">
                  <w:pPr>
                    <w:rPr>
                      <w:kern w:val="24"/>
                    </w:rPr>
                  </w:pPr>
                </w:p>
              </w:tc>
            </w:tr>
            <w:tr w:rsidR="00140830" w:rsidRPr="00140830" w14:paraId="6EA0B042" w14:textId="4F95FF83" w:rsidTr="00886241">
              <w:tc>
                <w:tcPr>
                  <w:tcW w:w="1669" w:type="dxa"/>
                  <w:tcBorders>
                    <w:top w:val="single" w:sz="4" w:space="0" w:color="000000"/>
                    <w:left w:val="single" w:sz="4" w:space="0" w:color="000000"/>
                    <w:bottom w:val="single" w:sz="4" w:space="0" w:color="000000"/>
                    <w:right w:val="single" w:sz="4" w:space="0" w:color="000000"/>
                  </w:tcBorders>
                </w:tcPr>
                <w:p w14:paraId="2EBB5A84" w14:textId="2D20923C" w:rsidR="004E68F2" w:rsidRPr="00140830" w:rsidRDefault="004E68F2" w:rsidP="004E68F2">
                  <w:pPr>
                    <w:rPr>
                      <w:kern w:val="24"/>
                    </w:rPr>
                  </w:pPr>
                  <w:r w:rsidRPr="00140830">
                    <w:rPr>
                      <w:kern w:val="24"/>
                    </w:rPr>
                    <w:t>0-ei; 1-jah</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0FEA6A" w14:textId="3A2433BC" w:rsidR="004E68F2" w:rsidRPr="00140830" w:rsidRDefault="004E68F2" w:rsidP="004E68F2">
                  <w:r w:rsidRPr="00140830">
                    <w:rPr>
                      <w:kern w:val="24"/>
                    </w:rPr>
                    <w:t>Isikliku abistaja teenus</w:t>
                  </w:r>
                </w:p>
              </w:tc>
              <w:tc>
                <w:tcPr>
                  <w:tcW w:w="2651" w:type="dxa"/>
                  <w:tcBorders>
                    <w:top w:val="single" w:sz="4" w:space="0" w:color="000000"/>
                    <w:left w:val="single" w:sz="4" w:space="0" w:color="000000"/>
                    <w:bottom w:val="single" w:sz="4" w:space="0" w:color="000000"/>
                    <w:right w:val="single" w:sz="4" w:space="0" w:color="000000"/>
                  </w:tcBorders>
                </w:tcPr>
                <w:p w14:paraId="48782D0A" w14:textId="77777777" w:rsidR="004E68F2" w:rsidRPr="00140830" w:rsidRDefault="004E68F2" w:rsidP="004E68F2">
                  <w:pPr>
                    <w:rPr>
                      <w:kern w:val="24"/>
                    </w:rPr>
                  </w:pPr>
                </w:p>
              </w:tc>
            </w:tr>
            <w:tr w:rsidR="00140830" w:rsidRPr="00140830" w14:paraId="2442F276" w14:textId="4564BA6A" w:rsidTr="00886241">
              <w:tc>
                <w:tcPr>
                  <w:tcW w:w="1669" w:type="dxa"/>
                  <w:tcBorders>
                    <w:top w:val="single" w:sz="4" w:space="0" w:color="000000"/>
                    <w:left w:val="single" w:sz="4" w:space="0" w:color="000000"/>
                    <w:bottom w:val="single" w:sz="4" w:space="0" w:color="000000"/>
                    <w:right w:val="single" w:sz="4" w:space="0" w:color="000000"/>
                  </w:tcBorders>
                </w:tcPr>
                <w:p w14:paraId="76D64026" w14:textId="5596DBCA" w:rsidR="004E68F2" w:rsidRPr="00140830" w:rsidRDefault="004E68F2" w:rsidP="004E68F2">
                  <w:pPr>
                    <w:rPr>
                      <w:kern w:val="24"/>
                    </w:rPr>
                  </w:pPr>
                  <w:r w:rsidRPr="00140830">
                    <w:rPr>
                      <w:kern w:val="24"/>
                    </w:rPr>
                    <w:t>0-ei; 1-jah</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96C652" w14:textId="7A941889" w:rsidR="004E68F2" w:rsidRPr="00140830" w:rsidRDefault="004E68F2" w:rsidP="004E68F2">
                  <w:r w:rsidRPr="00140830">
                    <w:rPr>
                      <w:kern w:val="24"/>
                    </w:rPr>
                    <w:t>Tugiisiku teenus</w:t>
                  </w:r>
                </w:p>
              </w:tc>
              <w:tc>
                <w:tcPr>
                  <w:tcW w:w="2651" w:type="dxa"/>
                  <w:tcBorders>
                    <w:top w:val="single" w:sz="4" w:space="0" w:color="000000"/>
                    <w:left w:val="single" w:sz="4" w:space="0" w:color="000000"/>
                    <w:bottom w:val="single" w:sz="4" w:space="0" w:color="000000"/>
                    <w:right w:val="single" w:sz="4" w:space="0" w:color="000000"/>
                  </w:tcBorders>
                </w:tcPr>
                <w:p w14:paraId="44504FEC" w14:textId="77777777" w:rsidR="004E68F2" w:rsidRPr="00140830" w:rsidRDefault="004E68F2" w:rsidP="004E68F2">
                  <w:pPr>
                    <w:rPr>
                      <w:kern w:val="24"/>
                    </w:rPr>
                  </w:pPr>
                </w:p>
              </w:tc>
            </w:tr>
            <w:tr w:rsidR="00140830" w:rsidRPr="00140830" w14:paraId="6C342EC4" w14:textId="5816DB49" w:rsidTr="00886241">
              <w:tc>
                <w:tcPr>
                  <w:tcW w:w="1669" w:type="dxa"/>
                  <w:tcBorders>
                    <w:top w:val="single" w:sz="4" w:space="0" w:color="000000"/>
                    <w:left w:val="single" w:sz="4" w:space="0" w:color="000000"/>
                    <w:bottom w:val="single" w:sz="4" w:space="0" w:color="000000"/>
                    <w:right w:val="single" w:sz="4" w:space="0" w:color="000000"/>
                  </w:tcBorders>
                </w:tcPr>
                <w:p w14:paraId="6F88CD67" w14:textId="177AC5FA" w:rsidR="004E68F2" w:rsidRPr="00140830" w:rsidRDefault="004E68F2" w:rsidP="004E68F2">
                  <w:pPr>
                    <w:rPr>
                      <w:kern w:val="24"/>
                    </w:rPr>
                  </w:pPr>
                  <w:r w:rsidRPr="00140830">
                    <w:rPr>
                      <w:kern w:val="24"/>
                    </w:rPr>
                    <w:t>0-ei; 1-jah</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5C54F6" w14:textId="633279EA" w:rsidR="004E68F2" w:rsidRPr="00140830" w:rsidRDefault="004E68F2" w:rsidP="004E68F2">
                  <w:r w:rsidRPr="00140830">
                    <w:rPr>
                      <w:kern w:val="24"/>
                    </w:rPr>
                    <w:t>ööpäevaringne hooldusteenus (</w:t>
                  </w:r>
                  <w:proofErr w:type="spellStart"/>
                  <w:r w:rsidRPr="00140830">
                    <w:rPr>
                      <w:kern w:val="24"/>
                    </w:rPr>
                    <w:t>üldhooldus</w:t>
                  </w:r>
                  <w:proofErr w:type="spellEnd"/>
                  <w:r w:rsidRPr="00140830">
                    <w:rPr>
                      <w:kern w:val="24"/>
                    </w:rPr>
                    <w:t>)</w:t>
                  </w:r>
                </w:p>
              </w:tc>
              <w:tc>
                <w:tcPr>
                  <w:tcW w:w="2651" w:type="dxa"/>
                  <w:tcBorders>
                    <w:top w:val="single" w:sz="4" w:space="0" w:color="000000"/>
                    <w:left w:val="single" w:sz="4" w:space="0" w:color="000000"/>
                    <w:bottom w:val="single" w:sz="4" w:space="0" w:color="000000"/>
                    <w:right w:val="single" w:sz="4" w:space="0" w:color="000000"/>
                  </w:tcBorders>
                </w:tcPr>
                <w:p w14:paraId="7FE77574" w14:textId="77777777" w:rsidR="004E68F2" w:rsidRPr="00140830" w:rsidRDefault="004E68F2" w:rsidP="004E68F2">
                  <w:pPr>
                    <w:rPr>
                      <w:kern w:val="24"/>
                    </w:rPr>
                  </w:pPr>
                </w:p>
              </w:tc>
            </w:tr>
            <w:tr w:rsidR="00140830" w:rsidRPr="00140830" w14:paraId="0E6F80A4" w14:textId="6D91DF98" w:rsidTr="00886241">
              <w:tc>
                <w:tcPr>
                  <w:tcW w:w="1669" w:type="dxa"/>
                  <w:tcBorders>
                    <w:top w:val="single" w:sz="4" w:space="0" w:color="000000"/>
                    <w:left w:val="single" w:sz="4" w:space="0" w:color="000000"/>
                    <w:bottom w:val="single" w:sz="4" w:space="0" w:color="000000"/>
                    <w:right w:val="single" w:sz="4" w:space="0" w:color="000000"/>
                  </w:tcBorders>
                </w:tcPr>
                <w:p w14:paraId="31840FC8" w14:textId="5C09C962" w:rsidR="004E68F2" w:rsidRPr="00140830" w:rsidRDefault="004E68F2" w:rsidP="004E68F2">
                  <w:pPr>
                    <w:rPr>
                      <w:kern w:val="24"/>
                    </w:rPr>
                  </w:pPr>
                  <w:r w:rsidRPr="00140830">
                    <w:rPr>
                      <w:kern w:val="24"/>
                    </w:rPr>
                    <w:t>0-ei; 1-jah</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F30765" w14:textId="44B50F0E" w:rsidR="004E68F2" w:rsidRPr="00140830" w:rsidRDefault="005E4F80" w:rsidP="004E68F2">
                  <w:r w:rsidRPr="00140830">
                    <w:rPr>
                      <w:kern w:val="24"/>
                    </w:rPr>
                    <w:t>Täis</w:t>
                  </w:r>
                  <w:r w:rsidR="004E68F2" w:rsidRPr="00140830">
                    <w:rPr>
                      <w:kern w:val="24"/>
                    </w:rPr>
                    <w:t>eal</w:t>
                  </w:r>
                  <w:r w:rsidRPr="00140830">
                    <w:rPr>
                      <w:kern w:val="24"/>
                    </w:rPr>
                    <w:t>i</w:t>
                  </w:r>
                  <w:r w:rsidR="004E68F2" w:rsidRPr="00140830">
                    <w:rPr>
                      <w:kern w:val="24"/>
                    </w:rPr>
                    <w:t>se isiku hooldus</w:t>
                  </w:r>
                </w:p>
              </w:tc>
              <w:tc>
                <w:tcPr>
                  <w:tcW w:w="2651" w:type="dxa"/>
                  <w:tcBorders>
                    <w:top w:val="single" w:sz="4" w:space="0" w:color="000000"/>
                    <w:left w:val="single" w:sz="4" w:space="0" w:color="000000"/>
                    <w:bottom w:val="single" w:sz="4" w:space="0" w:color="000000"/>
                    <w:right w:val="single" w:sz="4" w:space="0" w:color="000000"/>
                  </w:tcBorders>
                </w:tcPr>
                <w:p w14:paraId="103BBF2F" w14:textId="77777777" w:rsidR="004E68F2" w:rsidRPr="00140830" w:rsidRDefault="004E68F2" w:rsidP="004E68F2">
                  <w:pPr>
                    <w:rPr>
                      <w:kern w:val="24"/>
                    </w:rPr>
                  </w:pPr>
                </w:p>
              </w:tc>
            </w:tr>
            <w:tr w:rsidR="00140830" w:rsidRPr="00140830" w14:paraId="279F50B7" w14:textId="5F223661" w:rsidTr="00886241">
              <w:tc>
                <w:tcPr>
                  <w:tcW w:w="1669" w:type="dxa"/>
                  <w:tcBorders>
                    <w:top w:val="single" w:sz="4" w:space="0" w:color="000000"/>
                    <w:left w:val="single" w:sz="4" w:space="0" w:color="000000"/>
                    <w:bottom w:val="single" w:sz="4" w:space="0" w:color="000000"/>
                    <w:right w:val="single" w:sz="4" w:space="0" w:color="000000"/>
                  </w:tcBorders>
                </w:tcPr>
                <w:p w14:paraId="66A55EE9" w14:textId="401363FC" w:rsidR="004E68F2" w:rsidRPr="00140830" w:rsidRDefault="004E68F2" w:rsidP="004E68F2">
                  <w:pPr>
                    <w:rPr>
                      <w:kern w:val="24"/>
                    </w:rPr>
                  </w:pPr>
                  <w:r w:rsidRPr="00140830">
                    <w:rPr>
                      <w:kern w:val="24"/>
                    </w:rPr>
                    <w:t>0-ei; 1-jah</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6A6C9F9" w14:textId="6F16CEC6" w:rsidR="004E68F2" w:rsidRPr="00140830" w:rsidRDefault="004E68F2" w:rsidP="004E68F2">
                  <w:r w:rsidRPr="00140830">
                    <w:rPr>
                      <w:kern w:val="24"/>
                    </w:rPr>
                    <w:t>Sotsiaaltransporditeenus</w:t>
                  </w:r>
                </w:p>
              </w:tc>
              <w:tc>
                <w:tcPr>
                  <w:tcW w:w="2651" w:type="dxa"/>
                  <w:tcBorders>
                    <w:top w:val="single" w:sz="4" w:space="0" w:color="000000"/>
                    <w:left w:val="single" w:sz="4" w:space="0" w:color="000000"/>
                    <w:bottom w:val="single" w:sz="4" w:space="0" w:color="000000"/>
                    <w:right w:val="single" w:sz="4" w:space="0" w:color="000000"/>
                  </w:tcBorders>
                </w:tcPr>
                <w:p w14:paraId="3E8D0BF1" w14:textId="77777777" w:rsidR="004E68F2" w:rsidRPr="00140830" w:rsidRDefault="004E68F2" w:rsidP="004E68F2">
                  <w:pPr>
                    <w:rPr>
                      <w:kern w:val="24"/>
                    </w:rPr>
                  </w:pPr>
                </w:p>
              </w:tc>
            </w:tr>
            <w:tr w:rsidR="00140830" w:rsidRPr="00140830" w14:paraId="5C1C46C8" w14:textId="440FFB2F" w:rsidTr="00886241">
              <w:tc>
                <w:tcPr>
                  <w:tcW w:w="1669" w:type="dxa"/>
                  <w:tcBorders>
                    <w:top w:val="single" w:sz="4" w:space="0" w:color="000000"/>
                    <w:left w:val="single" w:sz="4" w:space="0" w:color="000000"/>
                    <w:bottom w:val="single" w:sz="4" w:space="0" w:color="000000"/>
                    <w:right w:val="single" w:sz="4" w:space="0" w:color="000000"/>
                  </w:tcBorders>
                </w:tcPr>
                <w:p w14:paraId="6369A1BC" w14:textId="42EF840D" w:rsidR="004E68F2" w:rsidRPr="00140830" w:rsidRDefault="004E68F2" w:rsidP="004E68F2">
                  <w:pPr>
                    <w:rPr>
                      <w:kern w:val="24"/>
                    </w:rPr>
                  </w:pPr>
                  <w:r w:rsidRPr="00140830">
                    <w:rPr>
                      <w:kern w:val="24"/>
                    </w:rPr>
                    <w:t>0-ei; 1-jah</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E84E9B" w14:textId="68D4EC58" w:rsidR="004E68F2" w:rsidRPr="00140830" w:rsidRDefault="004E68F2" w:rsidP="004E68F2">
                  <w:r w:rsidRPr="00140830">
                    <w:rPr>
                      <w:kern w:val="24"/>
                    </w:rPr>
                    <w:t>Varjupaiga teenus</w:t>
                  </w:r>
                </w:p>
              </w:tc>
              <w:tc>
                <w:tcPr>
                  <w:tcW w:w="2651" w:type="dxa"/>
                  <w:tcBorders>
                    <w:top w:val="single" w:sz="4" w:space="0" w:color="000000"/>
                    <w:left w:val="single" w:sz="4" w:space="0" w:color="000000"/>
                    <w:bottom w:val="single" w:sz="4" w:space="0" w:color="000000"/>
                    <w:right w:val="single" w:sz="4" w:space="0" w:color="000000"/>
                  </w:tcBorders>
                </w:tcPr>
                <w:p w14:paraId="342423B9" w14:textId="77777777" w:rsidR="004E68F2" w:rsidRPr="00140830" w:rsidRDefault="004E68F2" w:rsidP="004E68F2">
                  <w:pPr>
                    <w:rPr>
                      <w:kern w:val="24"/>
                    </w:rPr>
                  </w:pPr>
                </w:p>
              </w:tc>
            </w:tr>
            <w:tr w:rsidR="00140830" w:rsidRPr="00140830" w14:paraId="4108B651" w14:textId="697B4E64" w:rsidTr="00886241">
              <w:tc>
                <w:tcPr>
                  <w:tcW w:w="1669" w:type="dxa"/>
                  <w:tcBorders>
                    <w:top w:val="single" w:sz="4" w:space="0" w:color="000000"/>
                    <w:left w:val="single" w:sz="4" w:space="0" w:color="000000"/>
                    <w:bottom w:val="single" w:sz="4" w:space="0" w:color="000000"/>
                    <w:right w:val="single" w:sz="4" w:space="0" w:color="000000"/>
                  </w:tcBorders>
                </w:tcPr>
                <w:p w14:paraId="39BD9AF9" w14:textId="79A9C7D4" w:rsidR="004E68F2" w:rsidRPr="00140830" w:rsidRDefault="004E68F2" w:rsidP="004E68F2">
                  <w:pPr>
                    <w:rPr>
                      <w:kern w:val="24"/>
                    </w:rPr>
                  </w:pPr>
                  <w:r w:rsidRPr="00140830">
                    <w:rPr>
                      <w:kern w:val="24"/>
                    </w:rPr>
                    <w:t>0-ei; 1-jah</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3D44285" w14:textId="118556A9" w:rsidR="004E68F2" w:rsidRPr="00140830" w:rsidRDefault="004E68F2" w:rsidP="004E68F2">
                  <w:r w:rsidRPr="00140830">
                    <w:rPr>
                      <w:kern w:val="24"/>
                    </w:rPr>
                    <w:t>Turvakodu teenus</w:t>
                  </w:r>
                </w:p>
              </w:tc>
              <w:tc>
                <w:tcPr>
                  <w:tcW w:w="2651" w:type="dxa"/>
                  <w:tcBorders>
                    <w:top w:val="single" w:sz="4" w:space="0" w:color="000000"/>
                    <w:left w:val="single" w:sz="4" w:space="0" w:color="000000"/>
                    <w:bottom w:val="single" w:sz="4" w:space="0" w:color="000000"/>
                    <w:right w:val="single" w:sz="4" w:space="0" w:color="000000"/>
                  </w:tcBorders>
                </w:tcPr>
                <w:p w14:paraId="3A7B3888" w14:textId="77777777" w:rsidR="004E68F2" w:rsidRPr="00140830" w:rsidRDefault="004E68F2" w:rsidP="004E68F2">
                  <w:pPr>
                    <w:rPr>
                      <w:kern w:val="24"/>
                    </w:rPr>
                  </w:pPr>
                </w:p>
              </w:tc>
            </w:tr>
            <w:tr w:rsidR="00140830" w:rsidRPr="00140830" w14:paraId="0042CA88" w14:textId="243489F5" w:rsidTr="00886241">
              <w:tc>
                <w:tcPr>
                  <w:tcW w:w="1669" w:type="dxa"/>
                  <w:tcBorders>
                    <w:top w:val="single" w:sz="4" w:space="0" w:color="000000"/>
                    <w:left w:val="single" w:sz="4" w:space="0" w:color="000000"/>
                    <w:bottom w:val="single" w:sz="4" w:space="0" w:color="000000"/>
                    <w:right w:val="single" w:sz="4" w:space="0" w:color="000000"/>
                  </w:tcBorders>
                </w:tcPr>
                <w:p w14:paraId="234036C0" w14:textId="0163F972" w:rsidR="004E68F2" w:rsidRPr="00140830" w:rsidRDefault="004E68F2" w:rsidP="004E68F2">
                  <w:pPr>
                    <w:rPr>
                      <w:kern w:val="24"/>
                    </w:rPr>
                  </w:pPr>
                  <w:r w:rsidRPr="00140830">
                    <w:rPr>
                      <w:kern w:val="24"/>
                    </w:rPr>
                    <w:t>0-ei; 1-jah</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391825D" w14:textId="6F6932E7" w:rsidR="004E68F2" w:rsidRPr="00140830" w:rsidRDefault="004E68F2" w:rsidP="004E68F2">
                  <w:pPr>
                    <w:rPr>
                      <w:kern w:val="24"/>
                    </w:rPr>
                  </w:pPr>
                  <w:r w:rsidRPr="00140830">
                    <w:rPr>
                      <w:kern w:val="24"/>
                    </w:rPr>
                    <w:t xml:space="preserve"> Eluruumi tagamise teenus</w:t>
                  </w:r>
                </w:p>
              </w:tc>
              <w:tc>
                <w:tcPr>
                  <w:tcW w:w="2651" w:type="dxa"/>
                  <w:tcBorders>
                    <w:top w:val="single" w:sz="4" w:space="0" w:color="000000"/>
                    <w:left w:val="single" w:sz="4" w:space="0" w:color="000000"/>
                    <w:bottom w:val="single" w:sz="4" w:space="0" w:color="000000"/>
                    <w:right w:val="single" w:sz="4" w:space="0" w:color="000000"/>
                  </w:tcBorders>
                </w:tcPr>
                <w:p w14:paraId="0E9D3999" w14:textId="77777777" w:rsidR="004E68F2" w:rsidRPr="00140830" w:rsidRDefault="004E68F2" w:rsidP="004E68F2">
                  <w:pPr>
                    <w:rPr>
                      <w:kern w:val="24"/>
                    </w:rPr>
                  </w:pPr>
                </w:p>
              </w:tc>
            </w:tr>
            <w:tr w:rsidR="00140830" w:rsidRPr="00140830" w14:paraId="1AE854D1" w14:textId="40B761E6" w:rsidTr="00886241">
              <w:tc>
                <w:tcPr>
                  <w:tcW w:w="1669" w:type="dxa"/>
                  <w:tcBorders>
                    <w:top w:val="single" w:sz="4" w:space="0" w:color="000000"/>
                    <w:left w:val="single" w:sz="4" w:space="0" w:color="000000"/>
                    <w:bottom w:val="single" w:sz="4" w:space="0" w:color="000000"/>
                    <w:right w:val="single" w:sz="4" w:space="0" w:color="000000"/>
                  </w:tcBorders>
                </w:tcPr>
                <w:p w14:paraId="051C276E" w14:textId="73652D67" w:rsidR="004E68F2" w:rsidRPr="00140830" w:rsidRDefault="004E68F2" w:rsidP="004E68F2">
                  <w:pPr>
                    <w:rPr>
                      <w:kern w:val="24"/>
                    </w:rPr>
                  </w:pPr>
                  <w:r w:rsidRPr="00140830">
                    <w:rPr>
                      <w:kern w:val="24"/>
                    </w:rPr>
                    <w:t>0-ei; 1-jah</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D608558" w14:textId="72262DE5" w:rsidR="004E68F2" w:rsidRPr="00140830" w:rsidRDefault="004E68F2" w:rsidP="004E68F2">
                  <w:pPr>
                    <w:rPr>
                      <w:kern w:val="24"/>
                    </w:rPr>
                  </w:pPr>
                  <w:r w:rsidRPr="00140830">
                    <w:rPr>
                      <w:kern w:val="24"/>
                    </w:rPr>
                    <w:t>Võlanõustamise teenus</w:t>
                  </w:r>
                </w:p>
              </w:tc>
              <w:tc>
                <w:tcPr>
                  <w:tcW w:w="2651" w:type="dxa"/>
                  <w:tcBorders>
                    <w:top w:val="single" w:sz="4" w:space="0" w:color="000000"/>
                    <w:left w:val="single" w:sz="4" w:space="0" w:color="000000"/>
                    <w:bottom w:val="single" w:sz="4" w:space="0" w:color="000000"/>
                    <w:right w:val="single" w:sz="4" w:space="0" w:color="000000"/>
                  </w:tcBorders>
                </w:tcPr>
                <w:p w14:paraId="56337AB0" w14:textId="77777777" w:rsidR="004E68F2" w:rsidRPr="00140830" w:rsidRDefault="004E68F2" w:rsidP="004E68F2">
                  <w:pPr>
                    <w:rPr>
                      <w:kern w:val="24"/>
                    </w:rPr>
                  </w:pPr>
                </w:p>
              </w:tc>
            </w:tr>
            <w:tr w:rsidR="00140830" w:rsidRPr="00140830" w14:paraId="6B6D1C9D" w14:textId="77777777" w:rsidTr="00886241">
              <w:tc>
                <w:tcPr>
                  <w:tcW w:w="1669" w:type="dxa"/>
                  <w:tcBorders>
                    <w:top w:val="single" w:sz="4" w:space="0" w:color="000000"/>
                    <w:left w:val="single" w:sz="4" w:space="0" w:color="000000"/>
                    <w:bottom w:val="single" w:sz="4" w:space="0" w:color="000000"/>
                    <w:right w:val="single" w:sz="4" w:space="0" w:color="000000"/>
                  </w:tcBorders>
                </w:tcPr>
                <w:p w14:paraId="5A5695C4" w14:textId="1A3FEB62" w:rsidR="004E68F2" w:rsidRPr="00140830" w:rsidRDefault="004E68F2" w:rsidP="004E68F2">
                  <w:pPr>
                    <w:rPr>
                      <w:kern w:val="24"/>
                    </w:rPr>
                  </w:pPr>
                  <w:r w:rsidRPr="00140830">
                    <w:rPr>
                      <w:kern w:val="24"/>
                    </w:rPr>
                    <w:t>0-ei; 1-jah</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4F7391" w14:textId="1FABF42C" w:rsidR="004E68F2" w:rsidRPr="00140830" w:rsidRDefault="004E68F2" w:rsidP="004E68F2">
                  <w:pPr>
                    <w:rPr>
                      <w:kern w:val="24"/>
                    </w:rPr>
                  </w:pPr>
                  <w:r w:rsidRPr="00140830">
                    <w:rPr>
                      <w:kern w:val="24"/>
                    </w:rPr>
                    <w:t>Lapsehoiu teenus</w:t>
                  </w:r>
                </w:p>
              </w:tc>
              <w:tc>
                <w:tcPr>
                  <w:tcW w:w="2651" w:type="dxa"/>
                  <w:tcBorders>
                    <w:top w:val="single" w:sz="4" w:space="0" w:color="000000"/>
                    <w:left w:val="single" w:sz="4" w:space="0" w:color="000000"/>
                    <w:bottom w:val="single" w:sz="4" w:space="0" w:color="000000"/>
                    <w:right w:val="single" w:sz="4" w:space="0" w:color="000000"/>
                  </w:tcBorders>
                </w:tcPr>
                <w:p w14:paraId="77113D64" w14:textId="77777777" w:rsidR="004E68F2" w:rsidRPr="00140830" w:rsidRDefault="004E68F2" w:rsidP="004E68F2">
                  <w:pPr>
                    <w:rPr>
                      <w:kern w:val="24"/>
                    </w:rPr>
                  </w:pPr>
                </w:p>
              </w:tc>
            </w:tr>
            <w:tr w:rsidR="00140830" w:rsidRPr="00140830" w14:paraId="5F2ACA52" w14:textId="77777777" w:rsidTr="00886241">
              <w:tc>
                <w:tcPr>
                  <w:tcW w:w="1669" w:type="dxa"/>
                  <w:tcBorders>
                    <w:top w:val="single" w:sz="4" w:space="0" w:color="000000"/>
                    <w:left w:val="single" w:sz="4" w:space="0" w:color="000000"/>
                    <w:bottom w:val="single" w:sz="4" w:space="0" w:color="000000"/>
                    <w:right w:val="single" w:sz="4" w:space="0" w:color="000000"/>
                  </w:tcBorders>
                </w:tcPr>
                <w:p w14:paraId="434744A0" w14:textId="2135DFC0" w:rsidR="004E68F2" w:rsidRPr="00140830" w:rsidRDefault="004E68F2" w:rsidP="004E68F2">
                  <w:pPr>
                    <w:rPr>
                      <w:kern w:val="24"/>
                    </w:rPr>
                  </w:pPr>
                  <w:r w:rsidRPr="00140830">
                    <w:rPr>
                      <w:kern w:val="24"/>
                    </w:rPr>
                    <w:t>0-ei; 1-jah</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42CEFF" w14:textId="0F7C9422" w:rsidR="004E68F2" w:rsidRPr="00140830" w:rsidRDefault="004E68F2" w:rsidP="004E68F2">
                  <w:pPr>
                    <w:rPr>
                      <w:kern w:val="24"/>
                    </w:rPr>
                  </w:pPr>
                  <w:r w:rsidRPr="00140830">
                    <w:rPr>
                      <w:kern w:val="24"/>
                    </w:rPr>
                    <w:t>Asendushooldusteenus</w:t>
                  </w:r>
                </w:p>
              </w:tc>
              <w:tc>
                <w:tcPr>
                  <w:tcW w:w="2651" w:type="dxa"/>
                  <w:tcBorders>
                    <w:top w:val="single" w:sz="4" w:space="0" w:color="000000"/>
                    <w:left w:val="single" w:sz="4" w:space="0" w:color="000000"/>
                    <w:bottom w:val="single" w:sz="4" w:space="0" w:color="000000"/>
                    <w:right w:val="single" w:sz="4" w:space="0" w:color="000000"/>
                  </w:tcBorders>
                </w:tcPr>
                <w:p w14:paraId="4D0BF7B5" w14:textId="77777777" w:rsidR="004E68F2" w:rsidRPr="00140830" w:rsidRDefault="004E68F2" w:rsidP="004E68F2">
                  <w:pPr>
                    <w:rPr>
                      <w:kern w:val="24"/>
                    </w:rPr>
                  </w:pPr>
                </w:p>
              </w:tc>
            </w:tr>
          </w:tbl>
          <w:p w14:paraId="3904B429" w14:textId="215AE04D" w:rsidR="000D3206" w:rsidRPr="00140830" w:rsidRDefault="00570F24" w:rsidP="00701930">
            <w:pPr>
              <w:rPr>
                <w:color w:val="auto"/>
                <w:sz w:val="20"/>
                <w:szCs w:val="20"/>
              </w:rPr>
            </w:pPr>
            <w:r w:rsidRPr="00140830">
              <w:rPr>
                <w:color w:val="auto"/>
                <w:sz w:val="20"/>
                <w:szCs w:val="20"/>
              </w:rPr>
              <w:t xml:space="preserve"> </w:t>
            </w:r>
          </w:p>
          <w:p w14:paraId="1FD90074" w14:textId="77777777" w:rsidR="00886241" w:rsidRPr="00140830" w:rsidRDefault="00886241" w:rsidP="00886241">
            <w:pPr>
              <w:rPr>
                <w:color w:val="auto"/>
                <w:sz w:val="20"/>
                <w:szCs w:val="20"/>
              </w:rPr>
            </w:pPr>
          </w:p>
          <w:p w14:paraId="785F2929" w14:textId="06E44950" w:rsidR="00886241" w:rsidRPr="00140830" w:rsidRDefault="00886241" w:rsidP="00886241">
            <w:pPr>
              <w:rPr>
                <w:b/>
                <w:color w:val="auto"/>
                <w:sz w:val="20"/>
                <w:szCs w:val="20"/>
              </w:rPr>
            </w:pPr>
            <w:r w:rsidRPr="00140830">
              <w:rPr>
                <w:b/>
                <w:color w:val="auto"/>
                <w:sz w:val="20"/>
                <w:szCs w:val="20"/>
              </w:rPr>
              <w:t>B.</w:t>
            </w:r>
            <w:r w:rsidR="00936ECC" w:rsidRPr="00140830">
              <w:rPr>
                <w:b/>
                <w:color w:val="auto"/>
                <w:sz w:val="20"/>
                <w:szCs w:val="20"/>
              </w:rPr>
              <w:t>3</w:t>
            </w:r>
            <w:r w:rsidRPr="00140830">
              <w:rPr>
                <w:b/>
                <w:color w:val="auto"/>
                <w:sz w:val="20"/>
                <w:szCs w:val="20"/>
              </w:rPr>
              <w:t>. Kas on kasutanud/kasutab tööturuteenuseid?:</w:t>
            </w:r>
          </w:p>
          <w:p w14:paraId="75BB0633" w14:textId="77777777" w:rsidR="00886241" w:rsidRPr="00140830" w:rsidRDefault="00886241" w:rsidP="00886241">
            <w:pPr>
              <w:rPr>
                <w:color w:val="auto"/>
                <w:sz w:val="20"/>
                <w:szCs w:val="20"/>
              </w:rPr>
            </w:pPr>
          </w:p>
          <w:tbl>
            <w:tblPr>
              <w:tblStyle w:val="Kontuurtabel"/>
              <w:tblW w:w="0" w:type="auto"/>
              <w:tblLayout w:type="fixed"/>
              <w:tblLook w:val="04A0" w:firstRow="1" w:lastRow="0" w:firstColumn="1" w:lastColumn="0" w:noHBand="0" w:noVBand="1"/>
            </w:tblPr>
            <w:tblGrid>
              <w:gridCol w:w="961"/>
              <w:gridCol w:w="3969"/>
            </w:tblGrid>
            <w:tr w:rsidR="00140830" w:rsidRPr="00140830" w14:paraId="3F9E972A" w14:textId="77777777" w:rsidTr="00220161">
              <w:tc>
                <w:tcPr>
                  <w:tcW w:w="961" w:type="dxa"/>
                </w:tcPr>
                <w:p w14:paraId="22E9B98E" w14:textId="77777777" w:rsidR="00886241" w:rsidRPr="00140830" w:rsidRDefault="00886241" w:rsidP="00886241">
                  <w:r w:rsidRPr="00140830">
                    <w:t>0</w:t>
                  </w:r>
                </w:p>
                <w:p w14:paraId="7B804D21" w14:textId="77777777" w:rsidR="00886241" w:rsidRPr="00140830" w:rsidRDefault="00886241" w:rsidP="00886241"/>
              </w:tc>
              <w:tc>
                <w:tcPr>
                  <w:tcW w:w="3969" w:type="dxa"/>
                </w:tcPr>
                <w:p w14:paraId="041BF54F" w14:textId="5C02BFDA" w:rsidR="00886241" w:rsidRPr="00140830" w:rsidRDefault="00886241" w:rsidP="00886241">
                  <w:r w:rsidRPr="00140830">
                    <w:t>EI (mine edasi küsimusega B</w:t>
                  </w:r>
                  <w:r w:rsidR="00936ECC" w:rsidRPr="00140830">
                    <w:t>4</w:t>
                  </w:r>
                  <w:r w:rsidR="00C45EEC" w:rsidRPr="00140830">
                    <w:t>)</w:t>
                  </w:r>
                  <w:r w:rsidRPr="00140830">
                    <w:t>.</w:t>
                  </w:r>
                </w:p>
              </w:tc>
            </w:tr>
            <w:tr w:rsidR="00140830" w:rsidRPr="00140830" w14:paraId="3369A47A" w14:textId="77777777" w:rsidTr="00220161">
              <w:tc>
                <w:tcPr>
                  <w:tcW w:w="961" w:type="dxa"/>
                </w:tcPr>
                <w:p w14:paraId="4219FA54" w14:textId="77777777" w:rsidR="00886241" w:rsidRPr="00140830" w:rsidRDefault="00886241" w:rsidP="00886241">
                  <w:r w:rsidRPr="00140830">
                    <w:t>1</w:t>
                  </w:r>
                </w:p>
                <w:p w14:paraId="79A53AB5" w14:textId="77777777" w:rsidR="00886241" w:rsidRPr="00140830" w:rsidRDefault="00886241" w:rsidP="00886241"/>
              </w:tc>
              <w:tc>
                <w:tcPr>
                  <w:tcW w:w="3969" w:type="dxa"/>
                </w:tcPr>
                <w:p w14:paraId="52CA3BEC" w14:textId="77777777" w:rsidR="00886241" w:rsidRPr="00140830" w:rsidRDefault="00886241" w:rsidP="00886241">
                  <w:r w:rsidRPr="00140830">
                    <w:t>JAH (vasta küsimusele B.2.1)</w:t>
                  </w:r>
                </w:p>
              </w:tc>
            </w:tr>
          </w:tbl>
          <w:p w14:paraId="76D7AAB1" w14:textId="77777777" w:rsidR="00886241" w:rsidRPr="00140830" w:rsidRDefault="00886241" w:rsidP="00886241">
            <w:pPr>
              <w:rPr>
                <w:color w:val="auto"/>
                <w:sz w:val="20"/>
                <w:szCs w:val="20"/>
              </w:rPr>
            </w:pPr>
          </w:p>
          <w:p w14:paraId="464D4D92" w14:textId="77777777" w:rsidR="00886241" w:rsidRPr="00140830" w:rsidRDefault="00886241" w:rsidP="00886241">
            <w:pPr>
              <w:rPr>
                <w:color w:val="auto"/>
                <w:sz w:val="20"/>
                <w:szCs w:val="20"/>
              </w:rPr>
            </w:pPr>
          </w:p>
          <w:p w14:paraId="61453162" w14:textId="77777777" w:rsidR="00886241" w:rsidRPr="00140830" w:rsidRDefault="00886241" w:rsidP="00886241">
            <w:pPr>
              <w:rPr>
                <w:color w:val="auto"/>
                <w:sz w:val="20"/>
                <w:szCs w:val="20"/>
              </w:rPr>
            </w:pPr>
          </w:p>
          <w:p w14:paraId="6CD51736" w14:textId="00B5AB88" w:rsidR="00886241" w:rsidRPr="00140830" w:rsidRDefault="00886241" w:rsidP="00886241">
            <w:pPr>
              <w:rPr>
                <w:b/>
                <w:color w:val="auto"/>
                <w:sz w:val="20"/>
                <w:szCs w:val="20"/>
                <w:highlight w:val="yellow"/>
              </w:rPr>
            </w:pPr>
            <w:r w:rsidRPr="00140830">
              <w:rPr>
                <w:b/>
                <w:color w:val="auto"/>
                <w:sz w:val="20"/>
                <w:szCs w:val="20"/>
              </w:rPr>
              <w:t>B.3</w:t>
            </w:r>
            <w:r w:rsidR="00936ECC" w:rsidRPr="00140830">
              <w:rPr>
                <w:b/>
                <w:color w:val="auto"/>
                <w:sz w:val="20"/>
                <w:szCs w:val="20"/>
              </w:rPr>
              <w:t>.1</w:t>
            </w:r>
            <w:r w:rsidRPr="00140830">
              <w:rPr>
                <w:b/>
                <w:color w:val="auto"/>
                <w:sz w:val="20"/>
                <w:szCs w:val="20"/>
              </w:rPr>
              <w:t xml:space="preserve">. Milliseid tööturu teenuseid on </w:t>
            </w:r>
            <w:r w:rsidR="00936ECC" w:rsidRPr="00140830">
              <w:rPr>
                <w:b/>
                <w:color w:val="auto"/>
                <w:sz w:val="20"/>
                <w:szCs w:val="20"/>
              </w:rPr>
              <w:t>kasutanud/kasutab</w:t>
            </w:r>
            <w:r w:rsidRPr="00140830">
              <w:rPr>
                <w:b/>
                <w:color w:val="auto"/>
                <w:sz w:val="20"/>
                <w:szCs w:val="20"/>
              </w:rPr>
              <w:t xml:space="preserve">? </w:t>
            </w:r>
          </w:p>
          <w:p w14:paraId="72BC30B3" w14:textId="5BC36146" w:rsidR="00936ECC" w:rsidRPr="00140830" w:rsidRDefault="00936ECC" w:rsidP="00886241">
            <w:pPr>
              <w:rPr>
                <w:color w:val="auto"/>
                <w:sz w:val="20"/>
                <w:szCs w:val="20"/>
              </w:rPr>
            </w:pPr>
            <w:r w:rsidRPr="00140830">
              <w:rPr>
                <w:color w:val="auto"/>
                <w:sz w:val="20"/>
                <w:szCs w:val="20"/>
              </w:rPr>
              <w:t xml:space="preserve">Loetle teadaolevad tööturu teenused, mida inimene on kasutanud/kasutab ja lisa juurde teenuse kasutamise aeg. Kui inimene kasutab hindamise ajal mingit teenust, </w:t>
            </w:r>
            <w:r w:rsidR="00220161" w:rsidRPr="00140830">
              <w:rPr>
                <w:color w:val="auto"/>
                <w:sz w:val="20"/>
                <w:szCs w:val="20"/>
              </w:rPr>
              <w:t>siis lisa</w:t>
            </w:r>
            <w:r w:rsidRPr="00140830">
              <w:rPr>
                <w:color w:val="auto"/>
                <w:sz w:val="20"/>
                <w:szCs w:val="20"/>
              </w:rPr>
              <w:t xml:space="preserve"> „Teenuse kasutamise aeg“ juurde märge „Praegune teenus“.  </w:t>
            </w:r>
          </w:p>
          <w:p w14:paraId="48332BD2" w14:textId="387B7174" w:rsidR="00936ECC" w:rsidRPr="00140830" w:rsidRDefault="00886241" w:rsidP="00886241">
            <w:pPr>
              <w:rPr>
                <w:color w:val="auto"/>
                <w:sz w:val="20"/>
                <w:szCs w:val="20"/>
              </w:rPr>
            </w:pPr>
            <w:r w:rsidRPr="00140830">
              <w:rPr>
                <w:color w:val="auto"/>
                <w:sz w:val="20"/>
                <w:szCs w:val="20"/>
              </w:rPr>
              <w:t xml:space="preserve"> </w:t>
            </w:r>
          </w:p>
          <w:tbl>
            <w:tblPr>
              <w:tblStyle w:val="Kontuurtabel"/>
              <w:tblW w:w="0" w:type="auto"/>
              <w:tblLayout w:type="fixed"/>
              <w:tblLook w:val="04A0" w:firstRow="1" w:lastRow="0" w:firstColumn="1" w:lastColumn="0" w:noHBand="0" w:noVBand="1"/>
            </w:tblPr>
            <w:tblGrid>
              <w:gridCol w:w="6064"/>
              <w:gridCol w:w="2126"/>
            </w:tblGrid>
            <w:tr w:rsidR="00140830" w:rsidRPr="00140830" w14:paraId="20472E95" w14:textId="77777777" w:rsidTr="00C45EEC">
              <w:tc>
                <w:tcPr>
                  <w:tcW w:w="6064" w:type="dxa"/>
                </w:tcPr>
                <w:p w14:paraId="5F5D7F2F" w14:textId="77777777" w:rsidR="00936ECC" w:rsidRPr="00140830" w:rsidRDefault="00936ECC" w:rsidP="00886241">
                  <w:pPr>
                    <w:rPr>
                      <w:b/>
                    </w:rPr>
                  </w:pPr>
                </w:p>
                <w:p w14:paraId="3CC0D5A9" w14:textId="072A28A3" w:rsidR="00936ECC" w:rsidRPr="00140830" w:rsidRDefault="00936ECC" w:rsidP="00936ECC">
                  <w:pPr>
                    <w:rPr>
                      <w:b/>
                    </w:rPr>
                  </w:pPr>
                  <w:r w:rsidRPr="00140830">
                    <w:rPr>
                      <w:b/>
                    </w:rPr>
                    <w:t>Teenuse nimi</w:t>
                  </w:r>
                </w:p>
              </w:tc>
              <w:tc>
                <w:tcPr>
                  <w:tcW w:w="2126" w:type="dxa"/>
                </w:tcPr>
                <w:p w14:paraId="07C24BAB" w14:textId="77777777" w:rsidR="00936ECC" w:rsidRPr="00140830" w:rsidRDefault="00936ECC" w:rsidP="00886241">
                  <w:pPr>
                    <w:rPr>
                      <w:b/>
                    </w:rPr>
                  </w:pPr>
                </w:p>
                <w:p w14:paraId="656B5C38" w14:textId="02E43498" w:rsidR="00936ECC" w:rsidRPr="00140830" w:rsidRDefault="00936ECC" w:rsidP="00886241">
                  <w:pPr>
                    <w:rPr>
                      <w:b/>
                    </w:rPr>
                  </w:pPr>
                  <w:r w:rsidRPr="00140830">
                    <w:rPr>
                      <w:b/>
                    </w:rPr>
                    <w:t>Teenuse kasutamise aeg</w:t>
                  </w:r>
                </w:p>
                <w:p w14:paraId="4CD19B7F" w14:textId="47781932" w:rsidR="00936ECC" w:rsidRPr="00140830" w:rsidRDefault="00936ECC" w:rsidP="00886241">
                  <w:pPr>
                    <w:rPr>
                      <w:b/>
                    </w:rPr>
                  </w:pPr>
                </w:p>
              </w:tc>
            </w:tr>
            <w:tr w:rsidR="00140830" w:rsidRPr="00140830" w14:paraId="425879FF" w14:textId="77777777" w:rsidTr="00C45EEC">
              <w:tc>
                <w:tcPr>
                  <w:tcW w:w="6064" w:type="dxa"/>
                </w:tcPr>
                <w:p w14:paraId="7724FAC9" w14:textId="77777777" w:rsidR="00936ECC" w:rsidRPr="00140830" w:rsidRDefault="00936ECC" w:rsidP="00886241"/>
                <w:p w14:paraId="65D2BCA1" w14:textId="1E106CA7" w:rsidR="00936ECC" w:rsidRPr="00140830" w:rsidRDefault="00936ECC" w:rsidP="00886241"/>
              </w:tc>
              <w:tc>
                <w:tcPr>
                  <w:tcW w:w="2126" w:type="dxa"/>
                </w:tcPr>
                <w:p w14:paraId="609B56A9" w14:textId="77777777" w:rsidR="00936ECC" w:rsidRPr="00140830" w:rsidRDefault="00936ECC" w:rsidP="00886241"/>
              </w:tc>
            </w:tr>
            <w:tr w:rsidR="00140830" w:rsidRPr="00140830" w14:paraId="71DBEBB7" w14:textId="77777777" w:rsidTr="00C45EEC">
              <w:tc>
                <w:tcPr>
                  <w:tcW w:w="6064" w:type="dxa"/>
                </w:tcPr>
                <w:p w14:paraId="3C619B0A" w14:textId="77777777" w:rsidR="00936ECC" w:rsidRPr="00140830" w:rsidRDefault="00936ECC" w:rsidP="00886241"/>
                <w:p w14:paraId="574CF4FE" w14:textId="6C0FFCC9" w:rsidR="00936ECC" w:rsidRPr="00140830" w:rsidRDefault="00936ECC" w:rsidP="00886241"/>
              </w:tc>
              <w:tc>
                <w:tcPr>
                  <w:tcW w:w="2126" w:type="dxa"/>
                </w:tcPr>
                <w:p w14:paraId="3E5F8772" w14:textId="77777777" w:rsidR="00936ECC" w:rsidRPr="00140830" w:rsidRDefault="00936ECC" w:rsidP="00886241"/>
              </w:tc>
            </w:tr>
            <w:tr w:rsidR="00140830" w:rsidRPr="00140830" w14:paraId="3ABA1F89" w14:textId="77777777" w:rsidTr="00C45EEC">
              <w:tc>
                <w:tcPr>
                  <w:tcW w:w="6064" w:type="dxa"/>
                </w:tcPr>
                <w:p w14:paraId="0190E00B" w14:textId="77777777" w:rsidR="00936ECC" w:rsidRPr="00140830" w:rsidRDefault="00936ECC" w:rsidP="00886241"/>
                <w:p w14:paraId="1CEEBA60" w14:textId="23F8242F" w:rsidR="00936ECC" w:rsidRPr="00140830" w:rsidRDefault="00936ECC" w:rsidP="00886241"/>
              </w:tc>
              <w:tc>
                <w:tcPr>
                  <w:tcW w:w="2126" w:type="dxa"/>
                </w:tcPr>
                <w:p w14:paraId="0D70C820" w14:textId="77777777" w:rsidR="00936ECC" w:rsidRPr="00140830" w:rsidRDefault="00936ECC" w:rsidP="00886241"/>
              </w:tc>
            </w:tr>
            <w:tr w:rsidR="00140830" w:rsidRPr="00140830" w14:paraId="0FAEAAA2" w14:textId="77777777" w:rsidTr="00C45EEC">
              <w:tc>
                <w:tcPr>
                  <w:tcW w:w="6064" w:type="dxa"/>
                </w:tcPr>
                <w:p w14:paraId="01FF4B85" w14:textId="77777777" w:rsidR="00936ECC" w:rsidRPr="00140830" w:rsidRDefault="00936ECC" w:rsidP="00886241"/>
                <w:p w14:paraId="11588F2F" w14:textId="01D92223" w:rsidR="00936ECC" w:rsidRPr="00140830" w:rsidRDefault="00936ECC" w:rsidP="00886241"/>
              </w:tc>
              <w:tc>
                <w:tcPr>
                  <w:tcW w:w="2126" w:type="dxa"/>
                </w:tcPr>
                <w:p w14:paraId="0D79AB56" w14:textId="77777777" w:rsidR="00936ECC" w:rsidRPr="00140830" w:rsidRDefault="00936ECC" w:rsidP="00886241"/>
              </w:tc>
            </w:tr>
          </w:tbl>
          <w:p w14:paraId="04A191A7" w14:textId="4F66FA01" w:rsidR="00936ECC" w:rsidRPr="00140830" w:rsidRDefault="00936ECC" w:rsidP="00886241">
            <w:pPr>
              <w:rPr>
                <w:color w:val="auto"/>
                <w:sz w:val="20"/>
                <w:szCs w:val="20"/>
              </w:rPr>
            </w:pPr>
          </w:p>
          <w:p w14:paraId="3C91CFCE" w14:textId="550EB87A" w:rsidR="00936ECC" w:rsidRPr="00140830" w:rsidRDefault="00C45EEC" w:rsidP="00886241">
            <w:pPr>
              <w:rPr>
                <w:b/>
                <w:color w:val="auto"/>
                <w:sz w:val="20"/>
                <w:szCs w:val="20"/>
              </w:rPr>
            </w:pPr>
            <w:r w:rsidRPr="00140830">
              <w:rPr>
                <w:b/>
                <w:color w:val="auto"/>
                <w:sz w:val="20"/>
                <w:szCs w:val="20"/>
              </w:rPr>
              <w:t>B</w:t>
            </w:r>
            <w:r w:rsidR="00220161" w:rsidRPr="00140830">
              <w:rPr>
                <w:b/>
                <w:color w:val="auto"/>
                <w:sz w:val="20"/>
                <w:szCs w:val="20"/>
              </w:rPr>
              <w:t xml:space="preserve"> </w:t>
            </w:r>
            <w:r w:rsidRPr="00140830">
              <w:rPr>
                <w:b/>
                <w:color w:val="auto"/>
                <w:sz w:val="20"/>
                <w:szCs w:val="20"/>
              </w:rPr>
              <w:t>4. Kas on kas</w:t>
            </w:r>
            <w:r w:rsidR="00220161" w:rsidRPr="00140830">
              <w:rPr>
                <w:b/>
                <w:color w:val="auto"/>
                <w:sz w:val="20"/>
                <w:szCs w:val="20"/>
              </w:rPr>
              <w:t>utanud/kasutab ESF rahastatud</w:t>
            </w:r>
            <w:r w:rsidRPr="00140830">
              <w:rPr>
                <w:b/>
                <w:color w:val="auto"/>
                <w:sz w:val="20"/>
                <w:szCs w:val="20"/>
              </w:rPr>
              <w:t xml:space="preserve"> piloteeritavaid teenuseid? </w:t>
            </w:r>
          </w:p>
          <w:tbl>
            <w:tblPr>
              <w:tblStyle w:val="Kontuurtabel"/>
              <w:tblW w:w="0" w:type="auto"/>
              <w:tblLayout w:type="fixed"/>
              <w:tblLook w:val="04A0" w:firstRow="1" w:lastRow="0" w:firstColumn="1" w:lastColumn="0" w:noHBand="0" w:noVBand="1"/>
            </w:tblPr>
            <w:tblGrid>
              <w:gridCol w:w="961"/>
              <w:gridCol w:w="3969"/>
            </w:tblGrid>
            <w:tr w:rsidR="00140830" w:rsidRPr="00140830" w14:paraId="32391B94" w14:textId="77777777" w:rsidTr="00220161">
              <w:tc>
                <w:tcPr>
                  <w:tcW w:w="961" w:type="dxa"/>
                </w:tcPr>
                <w:p w14:paraId="22F6BDDB" w14:textId="77777777" w:rsidR="00220161" w:rsidRPr="00140830" w:rsidRDefault="00220161" w:rsidP="00220161">
                  <w:r w:rsidRPr="00140830">
                    <w:t>0</w:t>
                  </w:r>
                </w:p>
                <w:p w14:paraId="6EDE4A6E" w14:textId="77777777" w:rsidR="00220161" w:rsidRPr="00140830" w:rsidRDefault="00220161" w:rsidP="00220161"/>
              </w:tc>
              <w:tc>
                <w:tcPr>
                  <w:tcW w:w="3969" w:type="dxa"/>
                </w:tcPr>
                <w:p w14:paraId="60DA4FED" w14:textId="433A7429" w:rsidR="00220161" w:rsidRPr="00140830" w:rsidRDefault="00220161" w:rsidP="00220161">
                  <w:r w:rsidRPr="00140830">
                    <w:t>EI (mine edasi küsimusega B5).</w:t>
                  </w:r>
                </w:p>
              </w:tc>
            </w:tr>
            <w:tr w:rsidR="00140830" w:rsidRPr="00140830" w14:paraId="59F32908" w14:textId="77777777" w:rsidTr="00220161">
              <w:tc>
                <w:tcPr>
                  <w:tcW w:w="961" w:type="dxa"/>
                </w:tcPr>
                <w:p w14:paraId="53E3C67F" w14:textId="77777777" w:rsidR="00220161" w:rsidRPr="00140830" w:rsidRDefault="00220161" w:rsidP="00220161">
                  <w:r w:rsidRPr="00140830">
                    <w:t>1</w:t>
                  </w:r>
                </w:p>
                <w:p w14:paraId="6442C5C9" w14:textId="77777777" w:rsidR="00220161" w:rsidRPr="00140830" w:rsidRDefault="00220161" w:rsidP="00220161"/>
              </w:tc>
              <w:tc>
                <w:tcPr>
                  <w:tcW w:w="3969" w:type="dxa"/>
                </w:tcPr>
                <w:p w14:paraId="70AA8D14" w14:textId="77777777" w:rsidR="00220161" w:rsidRPr="00140830" w:rsidRDefault="00220161" w:rsidP="00220161">
                  <w:r w:rsidRPr="00140830">
                    <w:t>JAH (vasta küsimusele B.2.1)</w:t>
                  </w:r>
                </w:p>
              </w:tc>
            </w:tr>
          </w:tbl>
          <w:p w14:paraId="5A9270FF" w14:textId="6A01D31D" w:rsidR="00C45EEC" w:rsidRPr="00140830" w:rsidRDefault="00C45EEC" w:rsidP="00886241">
            <w:pPr>
              <w:rPr>
                <w:color w:val="auto"/>
                <w:sz w:val="20"/>
                <w:szCs w:val="20"/>
              </w:rPr>
            </w:pPr>
          </w:p>
          <w:p w14:paraId="1666EF77" w14:textId="77777777" w:rsidR="00220161" w:rsidRPr="00140830" w:rsidRDefault="00220161" w:rsidP="00220161">
            <w:pPr>
              <w:rPr>
                <w:b/>
                <w:color w:val="auto"/>
                <w:sz w:val="20"/>
                <w:szCs w:val="20"/>
              </w:rPr>
            </w:pPr>
          </w:p>
          <w:p w14:paraId="2877935D" w14:textId="409E5D1D" w:rsidR="00220161" w:rsidRPr="00140830" w:rsidRDefault="00220161" w:rsidP="00220161">
            <w:pPr>
              <w:rPr>
                <w:b/>
                <w:color w:val="auto"/>
                <w:sz w:val="20"/>
                <w:szCs w:val="20"/>
                <w:highlight w:val="yellow"/>
              </w:rPr>
            </w:pPr>
            <w:r w:rsidRPr="00140830">
              <w:rPr>
                <w:b/>
                <w:color w:val="auto"/>
                <w:sz w:val="20"/>
                <w:szCs w:val="20"/>
              </w:rPr>
              <w:t xml:space="preserve">B.4.1. Milliseid </w:t>
            </w:r>
            <w:proofErr w:type="spellStart"/>
            <w:r w:rsidRPr="00140830">
              <w:rPr>
                <w:b/>
                <w:color w:val="auto"/>
                <w:sz w:val="20"/>
                <w:szCs w:val="20"/>
              </w:rPr>
              <w:t>ESF-ist</w:t>
            </w:r>
            <w:proofErr w:type="spellEnd"/>
            <w:r w:rsidRPr="00140830">
              <w:rPr>
                <w:b/>
                <w:color w:val="auto"/>
                <w:sz w:val="20"/>
                <w:szCs w:val="20"/>
              </w:rPr>
              <w:t xml:space="preserve"> rahastatud piloteeritavaid teenuseid on kasutanud/kasutab? </w:t>
            </w:r>
          </w:p>
          <w:p w14:paraId="0E5D2FA7" w14:textId="1F9E2BC8" w:rsidR="00220161" w:rsidRPr="00140830" w:rsidRDefault="00F92F9A" w:rsidP="00220161">
            <w:pPr>
              <w:rPr>
                <w:color w:val="auto"/>
                <w:sz w:val="20"/>
                <w:szCs w:val="20"/>
              </w:rPr>
            </w:pPr>
            <w:r w:rsidRPr="00140830">
              <w:rPr>
                <w:color w:val="auto"/>
                <w:sz w:val="20"/>
                <w:szCs w:val="20"/>
              </w:rPr>
              <w:t xml:space="preserve">Märgi </w:t>
            </w:r>
            <w:proofErr w:type="spellStart"/>
            <w:r w:rsidRPr="00140830">
              <w:rPr>
                <w:color w:val="auto"/>
                <w:sz w:val="20"/>
                <w:szCs w:val="20"/>
              </w:rPr>
              <w:t>ESF-ist</w:t>
            </w:r>
            <w:proofErr w:type="spellEnd"/>
            <w:r w:rsidRPr="00140830">
              <w:rPr>
                <w:color w:val="auto"/>
                <w:sz w:val="20"/>
                <w:szCs w:val="20"/>
              </w:rPr>
              <w:t xml:space="preserve"> </w:t>
            </w:r>
            <w:r w:rsidR="00220161" w:rsidRPr="00140830">
              <w:rPr>
                <w:color w:val="auto"/>
                <w:sz w:val="20"/>
                <w:szCs w:val="20"/>
              </w:rPr>
              <w:t>teenuse nimi, mida inimene on kasutanud/kasutab ja lisa juurde teenuse kasutamise aeg. Kui inimene kasutab hindamise ajal mingit teenust, siis lisa „Teenuse kasutamise aeg“ j</w:t>
            </w:r>
            <w:r w:rsidRPr="00140830">
              <w:rPr>
                <w:color w:val="auto"/>
                <w:sz w:val="20"/>
                <w:szCs w:val="20"/>
              </w:rPr>
              <w:t>uurde märge „Praegune teenus“.</w:t>
            </w:r>
          </w:p>
          <w:p w14:paraId="27F9DD7B" w14:textId="0B2499AF" w:rsidR="00220161" w:rsidRPr="00140830" w:rsidRDefault="00220161" w:rsidP="00220161">
            <w:pPr>
              <w:rPr>
                <w:color w:val="auto"/>
                <w:sz w:val="20"/>
                <w:szCs w:val="20"/>
              </w:rPr>
            </w:pPr>
          </w:p>
          <w:tbl>
            <w:tblPr>
              <w:tblStyle w:val="Kontuurtabel"/>
              <w:tblW w:w="0" w:type="auto"/>
              <w:tblLayout w:type="fixed"/>
              <w:tblLook w:val="04A0" w:firstRow="1" w:lastRow="0" w:firstColumn="1" w:lastColumn="0" w:noHBand="0" w:noVBand="1"/>
            </w:tblPr>
            <w:tblGrid>
              <w:gridCol w:w="4079"/>
              <w:gridCol w:w="2693"/>
            </w:tblGrid>
            <w:tr w:rsidR="00140830" w:rsidRPr="00140830" w14:paraId="69CAC287" w14:textId="77777777" w:rsidTr="00220161">
              <w:tc>
                <w:tcPr>
                  <w:tcW w:w="4079" w:type="dxa"/>
                </w:tcPr>
                <w:p w14:paraId="37B279EC" w14:textId="77777777" w:rsidR="00220161" w:rsidRPr="00140830" w:rsidRDefault="00220161" w:rsidP="00220161">
                  <w:pPr>
                    <w:rPr>
                      <w:b/>
                    </w:rPr>
                  </w:pPr>
                </w:p>
                <w:p w14:paraId="54FC1C17" w14:textId="77777777" w:rsidR="00220161" w:rsidRPr="00140830" w:rsidRDefault="00220161" w:rsidP="00220161">
                  <w:pPr>
                    <w:rPr>
                      <w:b/>
                    </w:rPr>
                  </w:pPr>
                  <w:r w:rsidRPr="00140830">
                    <w:rPr>
                      <w:b/>
                    </w:rPr>
                    <w:t>Teenuse nimi</w:t>
                  </w:r>
                </w:p>
              </w:tc>
              <w:tc>
                <w:tcPr>
                  <w:tcW w:w="2693" w:type="dxa"/>
                </w:tcPr>
                <w:p w14:paraId="66CE7186" w14:textId="77777777" w:rsidR="00220161" w:rsidRPr="00140830" w:rsidRDefault="00220161" w:rsidP="00220161">
                  <w:pPr>
                    <w:rPr>
                      <w:b/>
                    </w:rPr>
                  </w:pPr>
                </w:p>
                <w:p w14:paraId="18E61359" w14:textId="77777777" w:rsidR="00220161" w:rsidRPr="00140830" w:rsidRDefault="00220161" w:rsidP="00220161">
                  <w:pPr>
                    <w:rPr>
                      <w:b/>
                    </w:rPr>
                  </w:pPr>
                  <w:r w:rsidRPr="00140830">
                    <w:rPr>
                      <w:b/>
                    </w:rPr>
                    <w:t>Teenuse kasutamise aeg</w:t>
                  </w:r>
                </w:p>
                <w:p w14:paraId="4D8105DD" w14:textId="77777777" w:rsidR="00220161" w:rsidRPr="00140830" w:rsidRDefault="00220161" w:rsidP="00220161">
                  <w:pPr>
                    <w:rPr>
                      <w:b/>
                    </w:rPr>
                  </w:pPr>
                </w:p>
              </w:tc>
            </w:tr>
            <w:tr w:rsidR="00140830" w:rsidRPr="00140830" w14:paraId="0284595B" w14:textId="77777777" w:rsidTr="00220161">
              <w:tc>
                <w:tcPr>
                  <w:tcW w:w="4079" w:type="dxa"/>
                </w:tcPr>
                <w:p w14:paraId="2295ADAE" w14:textId="72EFC7D4" w:rsidR="00220161" w:rsidRPr="00140830" w:rsidRDefault="00220161" w:rsidP="00220161"/>
                <w:p w14:paraId="73D1F4CB" w14:textId="77777777" w:rsidR="00220161" w:rsidRPr="00140830" w:rsidRDefault="00220161" w:rsidP="00220161"/>
                <w:p w14:paraId="6334B09E" w14:textId="77777777" w:rsidR="00220161" w:rsidRPr="00140830" w:rsidRDefault="00220161" w:rsidP="00220161"/>
              </w:tc>
              <w:tc>
                <w:tcPr>
                  <w:tcW w:w="2693" w:type="dxa"/>
                </w:tcPr>
                <w:p w14:paraId="77689761" w14:textId="77777777" w:rsidR="00220161" w:rsidRPr="00140830" w:rsidRDefault="00220161" w:rsidP="00220161"/>
              </w:tc>
            </w:tr>
            <w:tr w:rsidR="00140830" w:rsidRPr="00140830" w14:paraId="03360BD8" w14:textId="77777777" w:rsidTr="00220161">
              <w:tc>
                <w:tcPr>
                  <w:tcW w:w="4079" w:type="dxa"/>
                </w:tcPr>
                <w:p w14:paraId="2A64A7F0" w14:textId="77777777" w:rsidR="00220161" w:rsidRPr="00140830" w:rsidRDefault="00220161" w:rsidP="00220161"/>
                <w:p w14:paraId="728B7EA6" w14:textId="77777777" w:rsidR="00220161" w:rsidRPr="00140830" w:rsidRDefault="00220161" w:rsidP="00220161"/>
              </w:tc>
              <w:tc>
                <w:tcPr>
                  <w:tcW w:w="2693" w:type="dxa"/>
                </w:tcPr>
                <w:p w14:paraId="6C869CB0" w14:textId="77777777" w:rsidR="00220161" w:rsidRPr="00140830" w:rsidRDefault="00220161" w:rsidP="00220161"/>
              </w:tc>
            </w:tr>
            <w:tr w:rsidR="00140830" w:rsidRPr="00140830" w14:paraId="61121F1C" w14:textId="77777777" w:rsidTr="00220161">
              <w:tc>
                <w:tcPr>
                  <w:tcW w:w="4079" w:type="dxa"/>
                </w:tcPr>
                <w:p w14:paraId="4B711358" w14:textId="77777777" w:rsidR="00220161" w:rsidRPr="00140830" w:rsidRDefault="00220161" w:rsidP="00220161"/>
                <w:p w14:paraId="4BFFE173" w14:textId="77777777" w:rsidR="00220161" w:rsidRPr="00140830" w:rsidRDefault="00220161" w:rsidP="00220161"/>
              </w:tc>
              <w:tc>
                <w:tcPr>
                  <w:tcW w:w="2693" w:type="dxa"/>
                </w:tcPr>
                <w:p w14:paraId="3278D863" w14:textId="77777777" w:rsidR="00220161" w:rsidRPr="00140830" w:rsidRDefault="00220161" w:rsidP="00220161"/>
              </w:tc>
            </w:tr>
            <w:tr w:rsidR="00140830" w:rsidRPr="00140830" w14:paraId="5E091913" w14:textId="77777777" w:rsidTr="00220161">
              <w:tc>
                <w:tcPr>
                  <w:tcW w:w="4079" w:type="dxa"/>
                </w:tcPr>
                <w:p w14:paraId="0F406A83" w14:textId="77777777" w:rsidR="00220161" w:rsidRPr="00140830" w:rsidRDefault="00220161" w:rsidP="00220161"/>
                <w:p w14:paraId="3542E84D" w14:textId="77777777" w:rsidR="00220161" w:rsidRPr="00140830" w:rsidRDefault="00220161" w:rsidP="00220161"/>
              </w:tc>
              <w:tc>
                <w:tcPr>
                  <w:tcW w:w="2693" w:type="dxa"/>
                </w:tcPr>
                <w:p w14:paraId="62D69B1A" w14:textId="77777777" w:rsidR="00220161" w:rsidRPr="00140830" w:rsidRDefault="00220161" w:rsidP="00220161"/>
              </w:tc>
            </w:tr>
          </w:tbl>
          <w:p w14:paraId="630CE403" w14:textId="4CA30290" w:rsidR="00220161" w:rsidRPr="00140830" w:rsidRDefault="00220161" w:rsidP="00886241">
            <w:pPr>
              <w:rPr>
                <w:color w:val="auto"/>
                <w:sz w:val="20"/>
                <w:szCs w:val="20"/>
              </w:rPr>
            </w:pPr>
          </w:p>
          <w:p w14:paraId="24A62E4C" w14:textId="56855E53" w:rsidR="00220161" w:rsidRPr="00140830" w:rsidRDefault="00220161" w:rsidP="00886241">
            <w:pPr>
              <w:rPr>
                <w:b/>
                <w:color w:val="auto"/>
                <w:sz w:val="20"/>
                <w:szCs w:val="20"/>
              </w:rPr>
            </w:pPr>
            <w:r w:rsidRPr="00140830">
              <w:rPr>
                <w:b/>
                <w:color w:val="auto"/>
                <w:sz w:val="20"/>
                <w:szCs w:val="20"/>
              </w:rPr>
              <w:t>B.5. Kas on kasutanud/kasutab mõnda muud teenust?</w:t>
            </w:r>
          </w:p>
          <w:p w14:paraId="558073F6" w14:textId="77777777" w:rsidR="00220161" w:rsidRPr="00140830" w:rsidRDefault="00220161" w:rsidP="00886241">
            <w:pPr>
              <w:rPr>
                <w:color w:val="auto"/>
                <w:sz w:val="20"/>
                <w:szCs w:val="20"/>
              </w:rPr>
            </w:pPr>
          </w:p>
          <w:tbl>
            <w:tblPr>
              <w:tblStyle w:val="Kontuurtabel"/>
              <w:tblW w:w="0" w:type="auto"/>
              <w:tblLayout w:type="fixed"/>
              <w:tblLook w:val="04A0" w:firstRow="1" w:lastRow="0" w:firstColumn="1" w:lastColumn="0" w:noHBand="0" w:noVBand="1"/>
            </w:tblPr>
            <w:tblGrid>
              <w:gridCol w:w="961"/>
              <w:gridCol w:w="4394"/>
            </w:tblGrid>
            <w:tr w:rsidR="00140830" w:rsidRPr="00140830" w14:paraId="093CE6FA" w14:textId="77777777" w:rsidTr="00220161">
              <w:tc>
                <w:tcPr>
                  <w:tcW w:w="961" w:type="dxa"/>
                </w:tcPr>
                <w:p w14:paraId="0B49C3DB" w14:textId="77777777" w:rsidR="00220161" w:rsidRPr="00140830" w:rsidRDefault="00220161" w:rsidP="00220161">
                  <w:r w:rsidRPr="00140830">
                    <w:lastRenderedPageBreak/>
                    <w:t>0</w:t>
                  </w:r>
                </w:p>
                <w:p w14:paraId="27EB5D63" w14:textId="77777777" w:rsidR="00220161" w:rsidRPr="00140830" w:rsidRDefault="00220161" w:rsidP="00220161"/>
              </w:tc>
              <w:tc>
                <w:tcPr>
                  <w:tcW w:w="4394" w:type="dxa"/>
                </w:tcPr>
                <w:p w14:paraId="0B6A549E" w14:textId="0A651FD1" w:rsidR="00220161" w:rsidRPr="00140830" w:rsidRDefault="00220161" w:rsidP="00220161">
                  <w:r w:rsidRPr="00140830">
                    <w:t>EI (mine edasi küsimus</w:t>
                  </w:r>
                  <w:r w:rsidR="00BC0204" w:rsidRPr="00140830">
                    <w:t>t</w:t>
                  </w:r>
                  <w:r w:rsidRPr="00140830">
                    <w:t xml:space="preserve">ega valdkonnas </w:t>
                  </w:r>
                  <w:r w:rsidR="00F92F9A" w:rsidRPr="00140830">
                    <w:t>D</w:t>
                  </w:r>
                  <w:r w:rsidRPr="00140830">
                    <w:t>).</w:t>
                  </w:r>
                </w:p>
              </w:tc>
            </w:tr>
            <w:tr w:rsidR="00140830" w:rsidRPr="00140830" w14:paraId="70B8E35E" w14:textId="77777777" w:rsidTr="00220161">
              <w:tc>
                <w:tcPr>
                  <w:tcW w:w="961" w:type="dxa"/>
                </w:tcPr>
                <w:p w14:paraId="0075B36E" w14:textId="77777777" w:rsidR="00220161" w:rsidRPr="00140830" w:rsidRDefault="00220161" w:rsidP="00220161">
                  <w:r w:rsidRPr="00140830">
                    <w:t>1</w:t>
                  </w:r>
                </w:p>
                <w:p w14:paraId="3E7135B0" w14:textId="77777777" w:rsidR="00220161" w:rsidRPr="00140830" w:rsidRDefault="00220161" w:rsidP="00220161"/>
              </w:tc>
              <w:tc>
                <w:tcPr>
                  <w:tcW w:w="4394" w:type="dxa"/>
                </w:tcPr>
                <w:p w14:paraId="182579A8" w14:textId="3909C7F8" w:rsidR="00220161" w:rsidRPr="00140830" w:rsidRDefault="00BC0204" w:rsidP="00220161">
                  <w:r w:rsidRPr="00140830">
                    <w:t>JAH (vasta küsimusele B.5</w:t>
                  </w:r>
                  <w:r w:rsidR="00220161" w:rsidRPr="00140830">
                    <w:t>.1)</w:t>
                  </w:r>
                </w:p>
              </w:tc>
            </w:tr>
          </w:tbl>
          <w:p w14:paraId="341449BA" w14:textId="3AEBA75E" w:rsidR="00220161" w:rsidRPr="00140830" w:rsidRDefault="00220161" w:rsidP="00886241">
            <w:pPr>
              <w:rPr>
                <w:color w:val="auto"/>
                <w:sz w:val="20"/>
                <w:szCs w:val="20"/>
              </w:rPr>
            </w:pPr>
          </w:p>
          <w:p w14:paraId="7D809C7C" w14:textId="3E9FED47" w:rsidR="00220161" w:rsidRPr="00140830" w:rsidRDefault="00220161" w:rsidP="00886241">
            <w:pPr>
              <w:rPr>
                <w:color w:val="auto"/>
                <w:sz w:val="20"/>
                <w:szCs w:val="20"/>
              </w:rPr>
            </w:pPr>
          </w:p>
          <w:p w14:paraId="7506F4D7" w14:textId="0942D069" w:rsidR="00220161" w:rsidRPr="00140830" w:rsidRDefault="00220161" w:rsidP="00220161">
            <w:pPr>
              <w:rPr>
                <w:b/>
                <w:color w:val="auto"/>
                <w:sz w:val="20"/>
                <w:szCs w:val="20"/>
                <w:highlight w:val="yellow"/>
              </w:rPr>
            </w:pPr>
            <w:r w:rsidRPr="00140830">
              <w:rPr>
                <w:b/>
                <w:color w:val="auto"/>
                <w:sz w:val="20"/>
                <w:szCs w:val="20"/>
              </w:rPr>
              <w:t xml:space="preserve">B.5.1. Milliseid muid teenuseid on kasutanud/kasutab? </w:t>
            </w:r>
          </w:p>
          <w:p w14:paraId="26EBDC4F" w14:textId="09164569" w:rsidR="00220161" w:rsidRPr="00140830" w:rsidRDefault="00220161" w:rsidP="00220161">
            <w:pPr>
              <w:rPr>
                <w:color w:val="auto"/>
                <w:sz w:val="20"/>
                <w:szCs w:val="20"/>
              </w:rPr>
            </w:pPr>
            <w:r w:rsidRPr="00140830">
              <w:rPr>
                <w:color w:val="auto"/>
                <w:sz w:val="20"/>
                <w:szCs w:val="20"/>
              </w:rPr>
              <w:t xml:space="preserve">Märgi muu teenuse nimi, mida inimene on kasutanud/kasutab ja lisa juurde teenuse kasutamise aeg. Kui inimene kasutab hindamise ajal mingit teenust, siis lisa „Teenuse kasutamise aeg“ juurde märge „Praegune teenus“.  </w:t>
            </w:r>
          </w:p>
          <w:p w14:paraId="65DE7FDE" w14:textId="4E80DA92" w:rsidR="00936ECC" w:rsidRPr="00140830" w:rsidRDefault="00936ECC" w:rsidP="00886241">
            <w:pPr>
              <w:rPr>
                <w:color w:val="auto"/>
                <w:sz w:val="20"/>
                <w:szCs w:val="20"/>
              </w:rPr>
            </w:pPr>
          </w:p>
          <w:tbl>
            <w:tblPr>
              <w:tblStyle w:val="Kontuurtabel"/>
              <w:tblW w:w="0" w:type="auto"/>
              <w:tblLayout w:type="fixed"/>
              <w:tblLook w:val="04A0" w:firstRow="1" w:lastRow="0" w:firstColumn="1" w:lastColumn="0" w:noHBand="0" w:noVBand="1"/>
            </w:tblPr>
            <w:tblGrid>
              <w:gridCol w:w="4079"/>
              <w:gridCol w:w="2693"/>
            </w:tblGrid>
            <w:tr w:rsidR="00140830" w:rsidRPr="00140830" w14:paraId="72FF9569" w14:textId="77777777" w:rsidTr="00220161">
              <w:tc>
                <w:tcPr>
                  <w:tcW w:w="4079" w:type="dxa"/>
                </w:tcPr>
                <w:p w14:paraId="47FC1AC4" w14:textId="77777777" w:rsidR="00220161" w:rsidRPr="00140830" w:rsidRDefault="00220161" w:rsidP="00220161">
                  <w:pPr>
                    <w:rPr>
                      <w:b/>
                    </w:rPr>
                  </w:pPr>
                </w:p>
                <w:p w14:paraId="2D9BB994" w14:textId="77777777" w:rsidR="00220161" w:rsidRPr="00140830" w:rsidRDefault="00220161" w:rsidP="00220161">
                  <w:pPr>
                    <w:rPr>
                      <w:b/>
                    </w:rPr>
                  </w:pPr>
                  <w:r w:rsidRPr="00140830">
                    <w:rPr>
                      <w:b/>
                    </w:rPr>
                    <w:t>Teenuse nimi</w:t>
                  </w:r>
                </w:p>
              </w:tc>
              <w:tc>
                <w:tcPr>
                  <w:tcW w:w="2693" w:type="dxa"/>
                </w:tcPr>
                <w:p w14:paraId="4A2B3D94" w14:textId="77777777" w:rsidR="00220161" w:rsidRPr="00140830" w:rsidRDefault="00220161" w:rsidP="00220161">
                  <w:pPr>
                    <w:rPr>
                      <w:b/>
                    </w:rPr>
                  </w:pPr>
                </w:p>
                <w:p w14:paraId="77E6364C" w14:textId="77777777" w:rsidR="00220161" w:rsidRPr="00140830" w:rsidRDefault="00220161" w:rsidP="00220161">
                  <w:pPr>
                    <w:rPr>
                      <w:b/>
                    </w:rPr>
                  </w:pPr>
                  <w:r w:rsidRPr="00140830">
                    <w:rPr>
                      <w:b/>
                    </w:rPr>
                    <w:t>Teenuse kasutamise aeg</w:t>
                  </w:r>
                </w:p>
                <w:p w14:paraId="55BDF227" w14:textId="77777777" w:rsidR="00220161" w:rsidRPr="00140830" w:rsidRDefault="00220161" w:rsidP="00220161">
                  <w:pPr>
                    <w:rPr>
                      <w:b/>
                    </w:rPr>
                  </w:pPr>
                </w:p>
              </w:tc>
            </w:tr>
            <w:tr w:rsidR="00140830" w:rsidRPr="00140830" w14:paraId="395E7B7F" w14:textId="77777777" w:rsidTr="00220161">
              <w:tc>
                <w:tcPr>
                  <w:tcW w:w="4079" w:type="dxa"/>
                </w:tcPr>
                <w:p w14:paraId="5213D5C7" w14:textId="77777777" w:rsidR="00220161" w:rsidRPr="00140830" w:rsidRDefault="00220161" w:rsidP="00220161"/>
                <w:p w14:paraId="5DFD1E37" w14:textId="77777777" w:rsidR="00220161" w:rsidRPr="00140830" w:rsidRDefault="00220161" w:rsidP="00220161"/>
                <w:p w14:paraId="527D0589" w14:textId="77777777" w:rsidR="00220161" w:rsidRPr="00140830" w:rsidRDefault="00220161" w:rsidP="00220161"/>
              </w:tc>
              <w:tc>
                <w:tcPr>
                  <w:tcW w:w="2693" w:type="dxa"/>
                </w:tcPr>
                <w:p w14:paraId="214A45A4" w14:textId="77777777" w:rsidR="00220161" w:rsidRPr="00140830" w:rsidRDefault="00220161" w:rsidP="00220161"/>
              </w:tc>
            </w:tr>
            <w:tr w:rsidR="00140830" w:rsidRPr="00140830" w14:paraId="03BB8168" w14:textId="77777777" w:rsidTr="00220161">
              <w:tc>
                <w:tcPr>
                  <w:tcW w:w="4079" w:type="dxa"/>
                </w:tcPr>
                <w:p w14:paraId="78B48595" w14:textId="77777777" w:rsidR="00220161" w:rsidRPr="00140830" w:rsidRDefault="00220161" w:rsidP="00220161"/>
                <w:p w14:paraId="4075AC26" w14:textId="77777777" w:rsidR="00220161" w:rsidRPr="00140830" w:rsidRDefault="00220161" w:rsidP="00220161"/>
              </w:tc>
              <w:tc>
                <w:tcPr>
                  <w:tcW w:w="2693" w:type="dxa"/>
                </w:tcPr>
                <w:p w14:paraId="7D5A13EE" w14:textId="77777777" w:rsidR="00220161" w:rsidRPr="00140830" w:rsidRDefault="00220161" w:rsidP="00220161"/>
              </w:tc>
            </w:tr>
          </w:tbl>
          <w:p w14:paraId="404DED2E" w14:textId="77777777" w:rsidR="00220161" w:rsidRPr="00140830" w:rsidRDefault="00220161" w:rsidP="00886241">
            <w:pPr>
              <w:rPr>
                <w:color w:val="auto"/>
                <w:sz w:val="20"/>
                <w:szCs w:val="20"/>
              </w:rPr>
            </w:pPr>
          </w:p>
          <w:p w14:paraId="13ADF287" w14:textId="77777777" w:rsidR="00936ECC" w:rsidRPr="00140830" w:rsidRDefault="00936ECC" w:rsidP="00886241">
            <w:pPr>
              <w:rPr>
                <w:color w:val="auto"/>
                <w:sz w:val="20"/>
                <w:szCs w:val="20"/>
              </w:rPr>
            </w:pPr>
          </w:p>
          <w:p w14:paraId="3505C87F" w14:textId="4BF26355" w:rsidR="005404EA" w:rsidRPr="00140830" w:rsidRDefault="00B90263" w:rsidP="00701930">
            <w:pPr>
              <w:rPr>
                <w:b/>
                <w:color w:val="auto"/>
                <w:sz w:val="20"/>
                <w:szCs w:val="20"/>
              </w:rPr>
            </w:pPr>
            <w:r w:rsidRPr="00140830">
              <w:rPr>
                <w:b/>
                <w:color w:val="auto"/>
                <w:sz w:val="20"/>
                <w:szCs w:val="20"/>
              </w:rPr>
              <w:t>B</w:t>
            </w:r>
            <w:r w:rsidR="00905508">
              <w:rPr>
                <w:b/>
                <w:color w:val="auto"/>
                <w:sz w:val="20"/>
                <w:szCs w:val="20"/>
              </w:rPr>
              <w:t>.</w:t>
            </w:r>
            <w:r w:rsidRPr="00140830">
              <w:rPr>
                <w:b/>
                <w:color w:val="auto"/>
                <w:sz w:val="20"/>
                <w:szCs w:val="20"/>
              </w:rPr>
              <w:t xml:space="preserve">6. Kas saadud teenused on </w:t>
            </w:r>
            <w:r w:rsidR="0013646D" w:rsidRPr="00140830">
              <w:rPr>
                <w:b/>
                <w:color w:val="auto"/>
                <w:sz w:val="20"/>
                <w:szCs w:val="20"/>
              </w:rPr>
              <w:t>inimest</w:t>
            </w:r>
            <w:r w:rsidRPr="00140830">
              <w:rPr>
                <w:b/>
                <w:color w:val="auto"/>
                <w:sz w:val="20"/>
                <w:szCs w:val="20"/>
              </w:rPr>
              <w:t xml:space="preserve"> aidanud?</w:t>
            </w:r>
          </w:p>
          <w:tbl>
            <w:tblPr>
              <w:tblStyle w:val="Kontuurtabel"/>
              <w:tblW w:w="0" w:type="auto"/>
              <w:tblLayout w:type="fixed"/>
              <w:tblLook w:val="04A0" w:firstRow="1" w:lastRow="0" w:firstColumn="1" w:lastColumn="0" w:noHBand="0" w:noVBand="1"/>
            </w:tblPr>
            <w:tblGrid>
              <w:gridCol w:w="953"/>
              <w:gridCol w:w="850"/>
              <w:gridCol w:w="7801"/>
            </w:tblGrid>
            <w:tr w:rsidR="00140830" w:rsidRPr="00140830" w14:paraId="7DE5395D" w14:textId="4E3E6DCF" w:rsidTr="001A2C72">
              <w:tc>
                <w:tcPr>
                  <w:tcW w:w="953" w:type="dxa"/>
                </w:tcPr>
                <w:p w14:paraId="6C876C80" w14:textId="04C6B01E" w:rsidR="00B90263" w:rsidRPr="00140830" w:rsidRDefault="00B90263" w:rsidP="00701930">
                  <w:r w:rsidRPr="00140830">
                    <w:t>0</w:t>
                  </w:r>
                </w:p>
              </w:tc>
              <w:tc>
                <w:tcPr>
                  <w:tcW w:w="850" w:type="dxa"/>
                </w:tcPr>
                <w:p w14:paraId="225A5114" w14:textId="3F5B7D6C" w:rsidR="00B90263" w:rsidRPr="00140830" w:rsidRDefault="00B90263" w:rsidP="00701930">
                  <w:r w:rsidRPr="00140830">
                    <w:t>Ei</w:t>
                  </w:r>
                </w:p>
              </w:tc>
              <w:tc>
                <w:tcPr>
                  <w:tcW w:w="7801" w:type="dxa"/>
                </w:tcPr>
                <w:p w14:paraId="0A21C58B" w14:textId="35AC621C" w:rsidR="00B90263" w:rsidRPr="00140830" w:rsidRDefault="00B90263" w:rsidP="00701930">
                  <w:r w:rsidRPr="00140830">
                    <w:t>Põhjendage</w:t>
                  </w:r>
                  <w:r w:rsidR="00F92F9A" w:rsidRPr="00140830">
                    <w:t xml:space="preserve"> ja selgitage</w:t>
                  </w:r>
                  <w:r w:rsidRPr="00140830">
                    <w:t>, miks</w:t>
                  </w:r>
                  <w:r w:rsidR="00F92F9A" w:rsidRPr="00140830">
                    <w:t xml:space="preserve"> ei ole.</w:t>
                  </w:r>
                </w:p>
                <w:p w14:paraId="313CAF9A" w14:textId="77777777" w:rsidR="00F92F9A" w:rsidRPr="00140830" w:rsidRDefault="00F92F9A" w:rsidP="00701930"/>
                <w:p w14:paraId="4C078167" w14:textId="002E4535" w:rsidR="00B90263" w:rsidRPr="00140830" w:rsidRDefault="00B90263" w:rsidP="00701930"/>
              </w:tc>
            </w:tr>
            <w:tr w:rsidR="00140830" w:rsidRPr="00140830" w14:paraId="46006FA8" w14:textId="56FC3923" w:rsidTr="001A2C72">
              <w:tc>
                <w:tcPr>
                  <w:tcW w:w="953" w:type="dxa"/>
                </w:tcPr>
                <w:p w14:paraId="5DD6A177" w14:textId="069D9F6F" w:rsidR="00B90263" w:rsidRPr="00140830" w:rsidRDefault="00B90263" w:rsidP="00701930">
                  <w:r w:rsidRPr="00140830">
                    <w:t>1</w:t>
                  </w:r>
                </w:p>
              </w:tc>
              <w:tc>
                <w:tcPr>
                  <w:tcW w:w="850" w:type="dxa"/>
                </w:tcPr>
                <w:p w14:paraId="0DFD35AA" w14:textId="0C97421E" w:rsidR="00B90263" w:rsidRPr="00140830" w:rsidRDefault="00B90263" w:rsidP="00701930">
                  <w:r w:rsidRPr="00140830">
                    <w:t>Jah</w:t>
                  </w:r>
                </w:p>
              </w:tc>
              <w:tc>
                <w:tcPr>
                  <w:tcW w:w="7801" w:type="dxa"/>
                </w:tcPr>
                <w:p w14:paraId="3FC8AB86" w14:textId="3AF14BDE" w:rsidR="00B90263" w:rsidRPr="00140830" w:rsidRDefault="00B90263" w:rsidP="00701930">
                  <w:r w:rsidRPr="00140830">
                    <w:t>Nimetage, kuidas või mis läks paremaks</w:t>
                  </w:r>
                  <w:r w:rsidR="00F92F9A" w:rsidRPr="00140830">
                    <w:t>.</w:t>
                  </w:r>
                </w:p>
                <w:p w14:paraId="55F85E89" w14:textId="77777777" w:rsidR="00F92F9A" w:rsidRPr="00140830" w:rsidRDefault="00F92F9A" w:rsidP="00701930"/>
                <w:p w14:paraId="2528E30F" w14:textId="641CC9C4" w:rsidR="00B90263" w:rsidRPr="00140830" w:rsidRDefault="00B90263" w:rsidP="00701930"/>
              </w:tc>
            </w:tr>
          </w:tbl>
          <w:p w14:paraId="1D1F3B10" w14:textId="77777777" w:rsidR="00B90263" w:rsidRPr="00140830" w:rsidRDefault="00B90263" w:rsidP="00701930">
            <w:pPr>
              <w:rPr>
                <w:color w:val="auto"/>
                <w:sz w:val="20"/>
                <w:szCs w:val="20"/>
              </w:rPr>
            </w:pPr>
          </w:p>
          <w:p w14:paraId="292AA695" w14:textId="77777777" w:rsidR="00395A42" w:rsidRPr="00140830" w:rsidRDefault="00395A42" w:rsidP="00395A42">
            <w:pPr>
              <w:rPr>
                <w:color w:val="auto"/>
                <w:sz w:val="20"/>
                <w:szCs w:val="20"/>
              </w:rPr>
            </w:pPr>
          </w:p>
        </w:tc>
      </w:tr>
    </w:tbl>
    <w:p w14:paraId="12B420CF" w14:textId="47F8F6AD" w:rsidR="005404EA" w:rsidRPr="00140830" w:rsidRDefault="001A2C72">
      <w:pPr>
        <w:rPr>
          <w:b/>
          <w:color w:val="auto"/>
          <w:sz w:val="20"/>
          <w:szCs w:val="20"/>
        </w:rPr>
      </w:pPr>
      <w:r w:rsidRPr="00140830">
        <w:rPr>
          <w:b/>
          <w:color w:val="auto"/>
          <w:sz w:val="20"/>
          <w:szCs w:val="20"/>
        </w:rPr>
        <w:lastRenderedPageBreak/>
        <w:t>B.7. Spetsialistid, kes on inimesega töötanud</w:t>
      </w:r>
      <w:r w:rsidR="00BC0204" w:rsidRPr="00140830">
        <w:rPr>
          <w:b/>
          <w:color w:val="auto"/>
          <w:sz w:val="20"/>
          <w:szCs w:val="20"/>
        </w:rPr>
        <w:t xml:space="preserve"> </w:t>
      </w:r>
      <w:r w:rsidR="00BC0204" w:rsidRPr="00140830">
        <w:rPr>
          <w:color w:val="auto"/>
          <w:sz w:val="20"/>
          <w:szCs w:val="20"/>
        </w:rPr>
        <w:t>(nt perearst, eriarst, sotsiaaltöötaja vms)</w:t>
      </w:r>
      <w:r w:rsidRPr="00140830">
        <w:rPr>
          <w:color w:val="auto"/>
          <w:sz w:val="20"/>
          <w:szCs w:val="20"/>
        </w:rPr>
        <w:t>:</w:t>
      </w:r>
    </w:p>
    <w:tbl>
      <w:tblPr>
        <w:tblW w:w="0" w:type="auto"/>
        <w:tblCellMar>
          <w:top w:w="15" w:type="dxa"/>
          <w:left w:w="15" w:type="dxa"/>
          <w:bottom w:w="15" w:type="dxa"/>
          <w:right w:w="15" w:type="dxa"/>
        </w:tblCellMar>
        <w:tblLook w:val="04A0" w:firstRow="1" w:lastRow="0" w:firstColumn="1" w:lastColumn="0" w:noHBand="0" w:noVBand="1"/>
      </w:tblPr>
      <w:tblGrid>
        <w:gridCol w:w="2524"/>
        <w:gridCol w:w="1942"/>
        <w:gridCol w:w="1768"/>
        <w:gridCol w:w="2077"/>
        <w:gridCol w:w="4610"/>
      </w:tblGrid>
      <w:tr w:rsidR="00140830" w:rsidRPr="00140830" w14:paraId="61F3A416" w14:textId="77777777" w:rsidTr="001A2C72">
        <w:tc>
          <w:tcPr>
            <w:tcW w:w="25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4BD87E" w14:textId="77777777" w:rsidR="001A2C72" w:rsidRPr="00140830" w:rsidRDefault="001A2C72" w:rsidP="001A2C72">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b/>
                <w:color w:val="auto"/>
                <w:sz w:val="24"/>
                <w:szCs w:val="24"/>
              </w:rPr>
            </w:pPr>
            <w:r w:rsidRPr="00140830">
              <w:rPr>
                <w:rFonts w:eastAsia="Times New Roman"/>
                <w:b/>
                <w:color w:val="auto"/>
                <w:sz w:val="20"/>
                <w:szCs w:val="20"/>
              </w:rPr>
              <w:t>Nimi</w:t>
            </w:r>
          </w:p>
        </w:tc>
        <w:tc>
          <w:tcPr>
            <w:tcW w:w="1942" w:type="dxa"/>
            <w:tcBorders>
              <w:top w:val="single" w:sz="8" w:space="0" w:color="000000"/>
              <w:left w:val="single" w:sz="8" w:space="0" w:color="000000"/>
              <w:bottom w:val="single" w:sz="8" w:space="0" w:color="000000"/>
              <w:right w:val="single" w:sz="8" w:space="0" w:color="000000"/>
            </w:tcBorders>
          </w:tcPr>
          <w:p w14:paraId="6CD18F7D" w14:textId="084C0B15" w:rsidR="001A2C72" w:rsidRPr="00140830" w:rsidRDefault="001A2C72" w:rsidP="001A2C72">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
                <w:color w:val="auto"/>
                <w:sz w:val="20"/>
                <w:szCs w:val="20"/>
              </w:rPr>
            </w:pPr>
            <w:r w:rsidRPr="00140830">
              <w:rPr>
                <w:rFonts w:eastAsia="Times New Roman"/>
                <w:b/>
                <w:color w:val="auto"/>
                <w:sz w:val="20"/>
                <w:szCs w:val="20"/>
              </w:rPr>
              <w:t>Ametinimetus</w:t>
            </w:r>
          </w:p>
        </w:tc>
        <w:tc>
          <w:tcPr>
            <w:tcW w:w="1768" w:type="dxa"/>
            <w:tcBorders>
              <w:top w:val="single" w:sz="8" w:space="0" w:color="000000"/>
              <w:left w:val="single" w:sz="8" w:space="0" w:color="000000"/>
              <w:bottom w:val="single" w:sz="8" w:space="0" w:color="000000"/>
              <w:right w:val="single" w:sz="8" w:space="0" w:color="000000"/>
            </w:tcBorders>
          </w:tcPr>
          <w:p w14:paraId="78051658" w14:textId="7B8B8AAD" w:rsidR="001A2C72" w:rsidRPr="00140830" w:rsidRDefault="001A2C72" w:rsidP="001A2C72">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
                <w:color w:val="auto"/>
                <w:sz w:val="20"/>
                <w:szCs w:val="20"/>
              </w:rPr>
            </w:pPr>
            <w:r w:rsidRPr="00140830">
              <w:rPr>
                <w:rFonts w:eastAsia="Times New Roman"/>
                <w:b/>
                <w:color w:val="auto"/>
                <w:sz w:val="20"/>
                <w:szCs w:val="20"/>
              </w:rPr>
              <w:t>Asutus, kus töötab</w:t>
            </w:r>
          </w:p>
        </w:tc>
        <w:tc>
          <w:tcPr>
            <w:tcW w:w="20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BD497F" w14:textId="72020124" w:rsidR="001A2C72" w:rsidRPr="00140830" w:rsidRDefault="001A2C72" w:rsidP="001A2C72">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
                <w:color w:val="auto"/>
                <w:sz w:val="20"/>
                <w:szCs w:val="20"/>
              </w:rPr>
            </w:pPr>
            <w:r w:rsidRPr="00140830">
              <w:rPr>
                <w:rFonts w:eastAsia="Times New Roman"/>
                <w:b/>
                <w:color w:val="auto"/>
                <w:sz w:val="20"/>
                <w:szCs w:val="20"/>
              </w:rPr>
              <w:t>Kontaktandmed</w:t>
            </w:r>
          </w:p>
        </w:tc>
        <w:tc>
          <w:tcPr>
            <w:tcW w:w="46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B93A05" w14:textId="2D7C9854" w:rsidR="001A2C72" w:rsidRPr="00140830" w:rsidRDefault="001A2C72" w:rsidP="001A2C72">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
                <w:color w:val="auto"/>
                <w:sz w:val="20"/>
                <w:szCs w:val="20"/>
              </w:rPr>
              <w:t>Kontakti sagedus</w:t>
            </w:r>
            <w:r w:rsidRPr="00140830">
              <w:rPr>
                <w:rFonts w:eastAsia="Times New Roman"/>
                <w:color w:val="auto"/>
                <w:sz w:val="20"/>
                <w:szCs w:val="20"/>
              </w:rPr>
              <w:t xml:space="preserve"> (millal viimati kohtuti?)</w:t>
            </w:r>
          </w:p>
        </w:tc>
      </w:tr>
      <w:tr w:rsidR="00140830" w:rsidRPr="00140830" w14:paraId="0DDF12AA" w14:textId="77777777" w:rsidTr="001A2C72">
        <w:trPr>
          <w:trHeight w:val="600"/>
        </w:trPr>
        <w:tc>
          <w:tcPr>
            <w:tcW w:w="25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EACAC4" w14:textId="77777777" w:rsidR="001A2C72" w:rsidRPr="00140830" w:rsidRDefault="001A2C72" w:rsidP="001A2C72">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1942" w:type="dxa"/>
            <w:tcBorders>
              <w:top w:val="single" w:sz="8" w:space="0" w:color="000000"/>
              <w:left w:val="single" w:sz="8" w:space="0" w:color="000000"/>
              <w:bottom w:val="single" w:sz="8" w:space="0" w:color="000000"/>
              <w:right w:val="single" w:sz="8" w:space="0" w:color="000000"/>
            </w:tcBorders>
          </w:tcPr>
          <w:p w14:paraId="7EC105DF" w14:textId="77777777" w:rsidR="001A2C72" w:rsidRPr="00140830" w:rsidRDefault="001A2C72" w:rsidP="001A2C72">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1768" w:type="dxa"/>
            <w:tcBorders>
              <w:top w:val="single" w:sz="8" w:space="0" w:color="000000"/>
              <w:left w:val="single" w:sz="8" w:space="0" w:color="000000"/>
              <w:bottom w:val="single" w:sz="8" w:space="0" w:color="000000"/>
              <w:right w:val="single" w:sz="8" w:space="0" w:color="000000"/>
            </w:tcBorders>
          </w:tcPr>
          <w:p w14:paraId="3CCDECEC" w14:textId="3998E5A4" w:rsidR="001A2C72" w:rsidRPr="00140830" w:rsidRDefault="001A2C72" w:rsidP="001A2C72">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20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7194D2" w14:textId="76372687" w:rsidR="001A2C72" w:rsidRPr="00140830" w:rsidRDefault="001A2C72" w:rsidP="001A2C72">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46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673167" w14:textId="77777777" w:rsidR="001A2C72" w:rsidRPr="00140830" w:rsidRDefault="001A2C72" w:rsidP="001A2C72">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r w:rsidRPr="00140830">
              <w:rPr>
                <w:rFonts w:ascii="Times New Roman" w:eastAsia="Times New Roman" w:hAnsi="Times New Roman" w:cs="Times New Roman"/>
                <w:color w:val="auto"/>
                <w:sz w:val="24"/>
                <w:szCs w:val="24"/>
              </w:rPr>
              <w:br/>
            </w:r>
          </w:p>
        </w:tc>
      </w:tr>
      <w:tr w:rsidR="00140830" w:rsidRPr="00140830" w14:paraId="1081A6DF" w14:textId="77777777" w:rsidTr="001A2C72">
        <w:trPr>
          <w:trHeight w:val="620"/>
        </w:trPr>
        <w:tc>
          <w:tcPr>
            <w:tcW w:w="25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DBB9DB" w14:textId="77777777" w:rsidR="001A2C72" w:rsidRPr="00140830" w:rsidRDefault="001A2C72" w:rsidP="001A2C72">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1942" w:type="dxa"/>
            <w:tcBorders>
              <w:top w:val="single" w:sz="8" w:space="0" w:color="000000"/>
              <w:left w:val="single" w:sz="8" w:space="0" w:color="000000"/>
              <w:bottom w:val="single" w:sz="8" w:space="0" w:color="000000"/>
              <w:right w:val="single" w:sz="8" w:space="0" w:color="000000"/>
            </w:tcBorders>
          </w:tcPr>
          <w:p w14:paraId="1FAD402E" w14:textId="77777777" w:rsidR="001A2C72" w:rsidRPr="00140830" w:rsidRDefault="001A2C72" w:rsidP="001A2C72">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1768" w:type="dxa"/>
            <w:tcBorders>
              <w:top w:val="single" w:sz="8" w:space="0" w:color="000000"/>
              <w:left w:val="single" w:sz="8" w:space="0" w:color="000000"/>
              <w:bottom w:val="single" w:sz="8" w:space="0" w:color="000000"/>
              <w:right w:val="single" w:sz="8" w:space="0" w:color="000000"/>
            </w:tcBorders>
          </w:tcPr>
          <w:p w14:paraId="7D78D789" w14:textId="7B595C88" w:rsidR="001A2C72" w:rsidRPr="00140830" w:rsidRDefault="001A2C72" w:rsidP="001A2C72">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20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75E5F2" w14:textId="4306F885" w:rsidR="001A2C72" w:rsidRPr="00140830" w:rsidRDefault="001A2C72" w:rsidP="001A2C72">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46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033128" w14:textId="77777777" w:rsidR="001A2C72" w:rsidRPr="00140830" w:rsidRDefault="001A2C72" w:rsidP="001A2C72">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r w:rsidRPr="00140830">
              <w:rPr>
                <w:rFonts w:ascii="Times New Roman" w:eastAsia="Times New Roman" w:hAnsi="Times New Roman" w:cs="Times New Roman"/>
                <w:color w:val="auto"/>
                <w:sz w:val="24"/>
                <w:szCs w:val="24"/>
              </w:rPr>
              <w:br/>
            </w:r>
          </w:p>
        </w:tc>
      </w:tr>
      <w:tr w:rsidR="001A2C72" w:rsidRPr="00140830" w14:paraId="0BA65DA4" w14:textId="77777777" w:rsidTr="001A2C72">
        <w:trPr>
          <w:trHeight w:val="660"/>
        </w:trPr>
        <w:tc>
          <w:tcPr>
            <w:tcW w:w="25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EB7C99" w14:textId="77777777" w:rsidR="001A2C72" w:rsidRPr="00140830" w:rsidRDefault="001A2C72" w:rsidP="001A2C72">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1942" w:type="dxa"/>
            <w:tcBorders>
              <w:top w:val="single" w:sz="8" w:space="0" w:color="000000"/>
              <w:left w:val="single" w:sz="8" w:space="0" w:color="000000"/>
              <w:bottom w:val="single" w:sz="8" w:space="0" w:color="000000"/>
              <w:right w:val="single" w:sz="8" w:space="0" w:color="000000"/>
            </w:tcBorders>
          </w:tcPr>
          <w:p w14:paraId="65566993" w14:textId="77777777" w:rsidR="001A2C72" w:rsidRPr="00140830" w:rsidRDefault="001A2C72" w:rsidP="001A2C72">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1768" w:type="dxa"/>
            <w:tcBorders>
              <w:top w:val="single" w:sz="8" w:space="0" w:color="000000"/>
              <w:left w:val="single" w:sz="8" w:space="0" w:color="000000"/>
              <w:bottom w:val="single" w:sz="8" w:space="0" w:color="000000"/>
              <w:right w:val="single" w:sz="8" w:space="0" w:color="000000"/>
            </w:tcBorders>
          </w:tcPr>
          <w:p w14:paraId="137082EF" w14:textId="5EC8A1F9" w:rsidR="001A2C72" w:rsidRPr="00140830" w:rsidRDefault="001A2C72" w:rsidP="001A2C72">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20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17CD47" w14:textId="1FF19F14" w:rsidR="001A2C72" w:rsidRPr="00140830" w:rsidRDefault="001A2C72" w:rsidP="001A2C72">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46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2AF282" w14:textId="77777777" w:rsidR="001A2C72" w:rsidRPr="00140830" w:rsidRDefault="001A2C72" w:rsidP="001A2C72">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r w:rsidRPr="00140830">
              <w:rPr>
                <w:rFonts w:ascii="Times New Roman" w:eastAsia="Times New Roman" w:hAnsi="Times New Roman" w:cs="Times New Roman"/>
                <w:color w:val="auto"/>
                <w:sz w:val="24"/>
                <w:szCs w:val="24"/>
              </w:rPr>
              <w:br/>
            </w:r>
          </w:p>
        </w:tc>
      </w:tr>
    </w:tbl>
    <w:p w14:paraId="26501AD5" w14:textId="77777777" w:rsidR="005404EA" w:rsidRPr="00140830" w:rsidRDefault="005404EA">
      <w:pPr>
        <w:rPr>
          <w:color w:val="auto"/>
          <w:sz w:val="24"/>
          <w:szCs w:val="24"/>
        </w:rPr>
      </w:pPr>
    </w:p>
    <w:p w14:paraId="4EA164AA" w14:textId="77CC8002" w:rsidR="008C63FB" w:rsidRPr="00140830" w:rsidRDefault="00F92F9A" w:rsidP="007278A2">
      <w:pPr>
        <w:pStyle w:val="Loendilik"/>
        <w:numPr>
          <w:ilvl w:val="0"/>
          <w:numId w:val="37"/>
        </w:numPr>
        <w:rPr>
          <w:b/>
          <w:sz w:val="24"/>
          <w:szCs w:val="24"/>
        </w:rPr>
      </w:pPr>
      <w:r w:rsidRPr="00140830">
        <w:rPr>
          <w:b/>
          <w:sz w:val="24"/>
          <w:szCs w:val="24"/>
        </w:rPr>
        <w:t>ABIVAHENDITE KASUTAMINE</w:t>
      </w:r>
    </w:p>
    <w:p w14:paraId="41A61FCB" w14:textId="5BBE8AC4" w:rsidR="007278A2" w:rsidRPr="00140830" w:rsidRDefault="007278A2" w:rsidP="007278A2">
      <w:pPr>
        <w:spacing w:line="240" w:lineRule="auto"/>
        <w:ind w:left="750"/>
        <w:textAlignment w:val="baseline"/>
        <w:rPr>
          <w:rFonts w:eastAsia="Times New Roman"/>
          <w:b/>
          <w:bCs/>
          <w:color w:val="auto"/>
          <w:sz w:val="20"/>
        </w:rPr>
      </w:pPr>
      <w:r w:rsidRPr="00140830">
        <w:rPr>
          <w:rFonts w:eastAsia="Times New Roman"/>
          <w:b/>
          <w:bCs/>
          <w:color w:val="auto"/>
          <w:sz w:val="20"/>
        </w:rPr>
        <w:t>C.1. Kas inimene kasutab abivahendeid?</w:t>
      </w:r>
    </w:p>
    <w:tbl>
      <w:tblPr>
        <w:tblStyle w:val="Kontuurtabel"/>
        <w:tblW w:w="0" w:type="auto"/>
        <w:tblInd w:w="-5" w:type="dxa"/>
        <w:tblLook w:val="04A0" w:firstRow="1" w:lastRow="0" w:firstColumn="1" w:lastColumn="0" w:noHBand="0" w:noVBand="1"/>
      </w:tblPr>
      <w:tblGrid>
        <w:gridCol w:w="1701"/>
        <w:gridCol w:w="4118"/>
      </w:tblGrid>
      <w:tr w:rsidR="00140830" w:rsidRPr="00140830" w14:paraId="7B84B4CF" w14:textId="77777777" w:rsidTr="007113FC">
        <w:tc>
          <w:tcPr>
            <w:tcW w:w="1701" w:type="dxa"/>
          </w:tcPr>
          <w:p w14:paraId="1D1E98EC" w14:textId="71B5EB71" w:rsidR="007278A2" w:rsidRPr="00140830" w:rsidRDefault="007278A2" w:rsidP="007113FC">
            <w:pPr>
              <w:pStyle w:val="Loendilik"/>
              <w:textAlignment w:val="baseline"/>
              <w:rPr>
                <w:rFonts w:eastAsia="Times New Roman" w:cs="Arial"/>
              </w:rPr>
            </w:pPr>
            <w:r w:rsidRPr="00140830">
              <w:rPr>
                <w:rFonts w:eastAsia="Times New Roman" w:cs="Arial"/>
              </w:rPr>
              <w:t>0</w:t>
            </w:r>
          </w:p>
        </w:tc>
        <w:tc>
          <w:tcPr>
            <w:tcW w:w="4118" w:type="dxa"/>
          </w:tcPr>
          <w:p w14:paraId="39DD57F9" w14:textId="7D8708AB" w:rsidR="007278A2" w:rsidRPr="00140830" w:rsidRDefault="007278A2" w:rsidP="007278A2">
            <w:pPr>
              <w:textAlignment w:val="baseline"/>
              <w:rPr>
                <w:rFonts w:eastAsia="Times New Roman"/>
              </w:rPr>
            </w:pPr>
            <w:r w:rsidRPr="00140830">
              <w:rPr>
                <w:rFonts w:eastAsia="Times New Roman"/>
              </w:rPr>
              <w:t xml:space="preserve">Ei (mine küsimuse D.1 juurde) </w:t>
            </w:r>
          </w:p>
        </w:tc>
      </w:tr>
      <w:tr w:rsidR="00140830" w:rsidRPr="00140830" w14:paraId="51FD4937" w14:textId="77777777" w:rsidTr="007113FC">
        <w:tc>
          <w:tcPr>
            <w:tcW w:w="1701" w:type="dxa"/>
          </w:tcPr>
          <w:p w14:paraId="2D1962BC" w14:textId="46DF6173" w:rsidR="007278A2" w:rsidRPr="00140830" w:rsidRDefault="007278A2" w:rsidP="007113FC">
            <w:pPr>
              <w:pStyle w:val="Loendilik"/>
              <w:textAlignment w:val="baseline"/>
              <w:rPr>
                <w:rFonts w:eastAsia="Times New Roman" w:cs="Arial"/>
              </w:rPr>
            </w:pPr>
            <w:r w:rsidRPr="00140830">
              <w:rPr>
                <w:rFonts w:eastAsia="Times New Roman" w:cs="Arial"/>
              </w:rPr>
              <w:t>1</w:t>
            </w:r>
          </w:p>
        </w:tc>
        <w:tc>
          <w:tcPr>
            <w:tcW w:w="4118" w:type="dxa"/>
          </w:tcPr>
          <w:p w14:paraId="41ED91C0" w14:textId="56DDA4E4" w:rsidR="007278A2" w:rsidRPr="00140830" w:rsidRDefault="007278A2" w:rsidP="007113FC">
            <w:pPr>
              <w:textAlignment w:val="baseline"/>
              <w:rPr>
                <w:rFonts w:eastAsia="Times New Roman"/>
              </w:rPr>
            </w:pPr>
            <w:r w:rsidRPr="00140830">
              <w:rPr>
                <w:rFonts w:eastAsia="Times New Roman"/>
              </w:rPr>
              <w:t xml:space="preserve">Jah </w:t>
            </w:r>
          </w:p>
        </w:tc>
      </w:tr>
    </w:tbl>
    <w:p w14:paraId="7CEEB458" w14:textId="77777777" w:rsidR="007278A2" w:rsidRPr="00140830" w:rsidRDefault="007278A2" w:rsidP="007278A2">
      <w:pPr>
        <w:pStyle w:val="Loendilik"/>
        <w:spacing w:line="240" w:lineRule="auto"/>
        <w:ind w:left="1110"/>
        <w:textAlignment w:val="baseline"/>
        <w:rPr>
          <w:rFonts w:eastAsia="Times New Roman"/>
          <w:b/>
          <w:bCs/>
          <w:sz w:val="20"/>
        </w:rPr>
      </w:pPr>
    </w:p>
    <w:p w14:paraId="6C898D5A" w14:textId="3526EF7E" w:rsidR="007278A2" w:rsidRPr="00140830" w:rsidRDefault="007278A2" w:rsidP="007278A2">
      <w:pPr>
        <w:pStyle w:val="Loendilik"/>
        <w:spacing w:line="240" w:lineRule="auto"/>
        <w:ind w:left="1110"/>
        <w:textAlignment w:val="baseline"/>
        <w:rPr>
          <w:rFonts w:eastAsia="Times New Roman"/>
          <w:b/>
          <w:bCs/>
          <w:sz w:val="20"/>
        </w:rPr>
      </w:pPr>
      <w:r w:rsidRPr="00140830">
        <w:rPr>
          <w:rFonts w:eastAsia="Times New Roman"/>
          <w:b/>
        </w:rPr>
        <w:t>C.</w:t>
      </w:r>
      <w:r w:rsidR="002F2922" w:rsidRPr="00140830">
        <w:rPr>
          <w:rFonts w:eastAsia="Times New Roman"/>
          <w:b/>
        </w:rPr>
        <w:t>2</w:t>
      </w:r>
      <w:r w:rsidRPr="00140830">
        <w:rPr>
          <w:rFonts w:eastAsia="Times New Roman"/>
        </w:rPr>
        <w:t>.</w:t>
      </w:r>
      <w:r w:rsidRPr="00140830">
        <w:rPr>
          <w:rFonts w:eastAsia="Times New Roman"/>
          <w:b/>
        </w:rPr>
        <w:t xml:space="preserve">Milliseid abivahendeid ja kus inimene kasutab? </w:t>
      </w:r>
      <w:r w:rsidRPr="00140830">
        <w:rPr>
          <w:rFonts w:eastAsia="Times New Roman"/>
        </w:rPr>
        <w:t>Tähista sobivad vastusevariandid</w:t>
      </w:r>
      <w:r w:rsidR="00926280" w:rsidRPr="00140830">
        <w:rPr>
          <w:rFonts w:eastAsia="Times New Roman"/>
        </w:rPr>
        <w:t xml:space="preserve"> ja m</w:t>
      </w:r>
      <w:r w:rsidR="002F2922" w:rsidRPr="00140830">
        <w:rPr>
          <w:rFonts w:eastAsia="Times New Roman"/>
        </w:rPr>
        <w:t>ärgista ristikesega, kas abivahendit kasutatakse koduses keskkon</w:t>
      </w:r>
      <w:r w:rsidR="00926280" w:rsidRPr="00140830">
        <w:rPr>
          <w:rFonts w:eastAsia="Times New Roman"/>
        </w:rPr>
        <w:t>nas või väljaspool kodust keskk</w:t>
      </w:r>
      <w:r w:rsidR="002F2922" w:rsidRPr="00140830">
        <w:rPr>
          <w:rFonts w:eastAsia="Times New Roman"/>
        </w:rPr>
        <w:t xml:space="preserve">onda. Vajadusel lisa täpsustav kommentaar (nt </w:t>
      </w:r>
      <w:proofErr w:type="spellStart"/>
      <w:r w:rsidR="00926280" w:rsidRPr="00140830">
        <w:rPr>
          <w:rFonts w:eastAsia="Times New Roman"/>
        </w:rPr>
        <w:t>ortoosi</w:t>
      </w:r>
      <w:proofErr w:type="spellEnd"/>
      <w:r w:rsidR="002F2922" w:rsidRPr="00140830">
        <w:rPr>
          <w:rFonts w:eastAsia="Times New Roman"/>
        </w:rPr>
        <w:t xml:space="preserve"> või proteesi puhul täpsusta kommentaari lahtris, mis </w:t>
      </w:r>
      <w:proofErr w:type="spellStart"/>
      <w:r w:rsidR="002F2922" w:rsidRPr="00140830">
        <w:rPr>
          <w:rFonts w:eastAsia="Times New Roman"/>
        </w:rPr>
        <w:t>ortoosi</w:t>
      </w:r>
      <w:proofErr w:type="spellEnd"/>
      <w:r w:rsidR="002F2922" w:rsidRPr="00140830">
        <w:rPr>
          <w:rFonts w:eastAsia="Times New Roman"/>
        </w:rPr>
        <w:t xml:space="preserve"> või proteesi kasutatakse: </w:t>
      </w:r>
      <w:proofErr w:type="spellStart"/>
      <w:r w:rsidR="002F2922" w:rsidRPr="00140830">
        <w:rPr>
          <w:rFonts w:eastAsia="Times New Roman"/>
        </w:rPr>
        <w:t>labajalaortoos</w:t>
      </w:r>
      <w:proofErr w:type="spellEnd"/>
      <w:r w:rsidR="002F2922" w:rsidRPr="00140830">
        <w:rPr>
          <w:rFonts w:eastAsia="Times New Roman"/>
        </w:rPr>
        <w:t>, sääreprotees).</w:t>
      </w:r>
    </w:p>
    <w:tbl>
      <w:tblPr>
        <w:tblStyle w:val="Kontuurtabel"/>
        <w:tblW w:w="0" w:type="auto"/>
        <w:tblInd w:w="-5" w:type="dxa"/>
        <w:tblLook w:val="04A0" w:firstRow="1" w:lastRow="0" w:firstColumn="1" w:lastColumn="0" w:noHBand="0" w:noVBand="1"/>
      </w:tblPr>
      <w:tblGrid>
        <w:gridCol w:w="567"/>
        <w:gridCol w:w="3261"/>
        <w:gridCol w:w="1701"/>
        <w:gridCol w:w="1559"/>
        <w:gridCol w:w="6379"/>
      </w:tblGrid>
      <w:tr w:rsidR="00140830" w:rsidRPr="00140830" w14:paraId="65E0B5CD" w14:textId="1EE96A1A" w:rsidTr="00AB43A2">
        <w:tc>
          <w:tcPr>
            <w:tcW w:w="567" w:type="dxa"/>
          </w:tcPr>
          <w:p w14:paraId="16724FF8" w14:textId="77777777" w:rsidR="007278A2" w:rsidRPr="00140830" w:rsidRDefault="007278A2" w:rsidP="007113FC">
            <w:pPr>
              <w:textAlignment w:val="baseline"/>
              <w:rPr>
                <w:rFonts w:eastAsia="Times New Roman"/>
                <w:bCs/>
              </w:rPr>
            </w:pPr>
          </w:p>
        </w:tc>
        <w:tc>
          <w:tcPr>
            <w:tcW w:w="3261" w:type="dxa"/>
          </w:tcPr>
          <w:p w14:paraId="7400996C" w14:textId="1A0CBDAD" w:rsidR="007278A2" w:rsidRPr="00140830" w:rsidRDefault="00AB43A2" w:rsidP="00AB43A2">
            <w:pPr>
              <w:textAlignment w:val="baseline"/>
              <w:rPr>
                <w:rFonts w:eastAsia="Times New Roman"/>
                <w:b/>
                <w:bCs/>
              </w:rPr>
            </w:pPr>
            <w:r w:rsidRPr="00140830">
              <w:rPr>
                <w:rFonts w:eastAsia="Times New Roman"/>
                <w:b/>
                <w:bCs/>
              </w:rPr>
              <w:t>Abivahend</w:t>
            </w:r>
          </w:p>
        </w:tc>
        <w:tc>
          <w:tcPr>
            <w:tcW w:w="1701" w:type="dxa"/>
          </w:tcPr>
          <w:p w14:paraId="560ABB72" w14:textId="77777777" w:rsidR="007278A2" w:rsidRPr="00140830" w:rsidRDefault="007278A2" w:rsidP="007113FC">
            <w:pPr>
              <w:textAlignment w:val="baseline"/>
              <w:rPr>
                <w:rFonts w:eastAsia="Times New Roman"/>
                <w:bCs/>
              </w:rPr>
            </w:pPr>
            <w:r w:rsidRPr="00140830">
              <w:rPr>
                <w:rFonts w:eastAsia="Times New Roman"/>
                <w:bCs/>
              </w:rPr>
              <w:t xml:space="preserve">Koduses keskkonnas ja siseruumides </w:t>
            </w:r>
          </w:p>
        </w:tc>
        <w:tc>
          <w:tcPr>
            <w:tcW w:w="1559" w:type="dxa"/>
          </w:tcPr>
          <w:p w14:paraId="74C5DDF3" w14:textId="77777777" w:rsidR="007278A2" w:rsidRPr="00140830" w:rsidRDefault="007278A2" w:rsidP="007113FC">
            <w:pPr>
              <w:textAlignment w:val="baseline"/>
              <w:rPr>
                <w:rFonts w:eastAsia="Times New Roman"/>
                <w:bCs/>
              </w:rPr>
            </w:pPr>
            <w:r w:rsidRPr="00140830">
              <w:rPr>
                <w:rFonts w:eastAsia="Times New Roman"/>
                <w:bCs/>
              </w:rPr>
              <w:t>Väljaspool kodust keskkonda</w:t>
            </w:r>
          </w:p>
        </w:tc>
        <w:tc>
          <w:tcPr>
            <w:tcW w:w="6379" w:type="dxa"/>
          </w:tcPr>
          <w:p w14:paraId="7B983033" w14:textId="0C84D6E0" w:rsidR="007278A2" w:rsidRPr="00140830" w:rsidRDefault="007278A2" w:rsidP="007113FC">
            <w:pPr>
              <w:textAlignment w:val="baseline"/>
              <w:rPr>
                <w:rFonts w:eastAsia="Times New Roman"/>
                <w:bCs/>
              </w:rPr>
            </w:pPr>
            <w:r w:rsidRPr="00140830">
              <w:rPr>
                <w:rFonts w:eastAsia="Times New Roman"/>
                <w:bCs/>
              </w:rPr>
              <w:t>Kommentaar:</w:t>
            </w:r>
          </w:p>
        </w:tc>
      </w:tr>
      <w:tr w:rsidR="00140830" w:rsidRPr="00140830" w14:paraId="18FB0E7F" w14:textId="187DFCAE" w:rsidTr="00AB43A2">
        <w:tc>
          <w:tcPr>
            <w:tcW w:w="567" w:type="dxa"/>
          </w:tcPr>
          <w:p w14:paraId="56EA90AD" w14:textId="2606C5C9" w:rsidR="007278A2" w:rsidRPr="00140830" w:rsidRDefault="007278A2" w:rsidP="007113FC">
            <w:pPr>
              <w:textAlignment w:val="baseline"/>
              <w:rPr>
                <w:rFonts w:eastAsia="Times New Roman"/>
                <w:bCs/>
              </w:rPr>
            </w:pPr>
            <w:r w:rsidRPr="00140830">
              <w:rPr>
                <w:rFonts w:eastAsia="Times New Roman"/>
                <w:bCs/>
              </w:rPr>
              <w:t>1</w:t>
            </w:r>
          </w:p>
        </w:tc>
        <w:tc>
          <w:tcPr>
            <w:tcW w:w="3261" w:type="dxa"/>
          </w:tcPr>
          <w:p w14:paraId="78AB637E" w14:textId="2C4B98F1" w:rsidR="007278A2" w:rsidRPr="00140830" w:rsidRDefault="006A7989" w:rsidP="007113FC">
            <w:pPr>
              <w:textAlignment w:val="baseline"/>
              <w:rPr>
                <w:rFonts w:eastAsia="Times New Roman"/>
                <w:bCs/>
              </w:rPr>
            </w:pPr>
            <w:r w:rsidRPr="00140830">
              <w:rPr>
                <w:rFonts w:eastAsia="Times New Roman"/>
                <w:bCs/>
              </w:rPr>
              <w:t>Käsiratastool</w:t>
            </w:r>
          </w:p>
          <w:p w14:paraId="6214D9CC" w14:textId="77777777" w:rsidR="007278A2" w:rsidRPr="00140830" w:rsidRDefault="007278A2" w:rsidP="007113FC">
            <w:pPr>
              <w:textAlignment w:val="baseline"/>
              <w:rPr>
                <w:rFonts w:eastAsia="Times New Roman"/>
                <w:bCs/>
              </w:rPr>
            </w:pPr>
          </w:p>
        </w:tc>
        <w:tc>
          <w:tcPr>
            <w:tcW w:w="1701" w:type="dxa"/>
          </w:tcPr>
          <w:p w14:paraId="54F45F38" w14:textId="77777777" w:rsidR="007278A2" w:rsidRPr="00140830" w:rsidRDefault="007278A2" w:rsidP="007113FC">
            <w:pPr>
              <w:textAlignment w:val="baseline"/>
              <w:rPr>
                <w:rFonts w:eastAsia="Times New Roman"/>
                <w:bCs/>
              </w:rPr>
            </w:pPr>
          </w:p>
        </w:tc>
        <w:tc>
          <w:tcPr>
            <w:tcW w:w="1559" w:type="dxa"/>
          </w:tcPr>
          <w:p w14:paraId="3DF5C7B4" w14:textId="77777777" w:rsidR="007278A2" w:rsidRPr="00140830" w:rsidRDefault="007278A2" w:rsidP="007113FC">
            <w:pPr>
              <w:textAlignment w:val="baseline"/>
              <w:rPr>
                <w:rFonts w:eastAsia="Times New Roman"/>
                <w:bCs/>
              </w:rPr>
            </w:pPr>
          </w:p>
        </w:tc>
        <w:tc>
          <w:tcPr>
            <w:tcW w:w="6379" w:type="dxa"/>
          </w:tcPr>
          <w:p w14:paraId="34536545" w14:textId="77777777" w:rsidR="007278A2" w:rsidRPr="00140830" w:rsidRDefault="007278A2" w:rsidP="007113FC">
            <w:pPr>
              <w:textAlignment w:val="baseline"/>
              <w:rPr>
                <w:rFonts w:eastAsia="Times New Roman"/>
                <w:bCs/>
              </w:rPr>
            </w:pPr>
          </w:p>
        </w:tc>
      </w:tr>
      <w:tr w:rsidR="00140830" w:rsidRPr="00140830" w14:paraId="0DC91F7B" w14:textId="77777777" w:rsidTr="00AB43A2">
        <w:tc>
          <w:tcPr>
            <w:tcW w:w="567" w:type="dxa"/>
          </w:tcPr>
          <w:p w14:paraId="3CAF7CC1" w14:textId="02B31D11" w:rsidR="006A7989" w:rsidRPr="00140830" w:rsidRDefault="006A7989" w:rsidP="007113FC">
            <w:pPr>
              <w:textAlignment w:val="baseline"/>
              <w:rPr>
                <w:rFonts w:eastAsia="Times New Roman"/>
                <w:bCs/>
              </w:rPr>
            </w:pPr>
            <w:r w:rsidRPr="00140830">
              <w:rPr>
                <w:rFonts w:eastAsia="Times New Roman"/>
                <w:bCs/>
              </w:rPr>
              <w:t>2</w:t>
            </w:r>
          </w:p>
        </w:tc>
        <w:tc>
          <w:tcPr>
            <w:tcW w:w="3261" w:type="dxa"/>
          </w:tcPr>
          <w:p w14:paraId="3351CAC3" w14:textId="62AD5001" w:rsidR="006A7989" w:rsidRPr="00140830" w:rsidRDefault="006A7989" w:rsidP="007113FC">
            <w:pPr>
              <w:textAlignment w:val="baseline"/>
              <w:rPr>
                <w:rFonts w:eastAsia="Times New Roman"/>
                <w:bCs/>
              </w:rPr>
            </w:pPr>
            <w:r w:rsidRPr="00140830">
              <w:rPr>
                <w:rFonts w:eastAsia="Times New Roman"/>
                <w:bCs/>
              </w:rPr>
              <w:t>Elektriline ratastool</w:t>
            </w:r>
          </w:p>
        </w:tc>
        <w:tc>
          <w:tcPr>
            <w:tcW w:w="1701" w:type="dxa"/>
          </w:tcPr>
          <w:p w14:paraId="63DC5BBA" w14:textId="77777777" w:rsidR="006A7989" w:rsidRPr="00140830" w:rsidRDefault="006A7989" w:rsidP="007113FC">
            <w:pPr>
              <w:textAlignment w:val="baseline"/>
              <w:rPr>
                <w:rFonts w:eastAsia="Times New Roman"/>
                <w:bCs/>
              </w:rPr>
            </w:pPr>
          </w:p>
        </w:tc>
        <w:tc>
          <w:tcPr>
            <w:tcW w:w="1559" w:type="dxa"/>
          </w:tcPr>
          <w:p w14:paraId="17B7D3F3" w14:textId="77777777" w:rsidR="006A7989" w:rsidRPr="00140830" w:rsidRDefault="006A7989" w:rsidP="007113FC">
            <w:pPr>
              <w:textAlignment w:val="baseline"/>
              <w:rPr>
                <w:rFonts w:eastAsia="Times New Roman"/>
                <w:bCs/>
              </w:rPr>
            </w:pPr>
          </w:p>
        </w:tc>
        <w:tc>
          <w:tcPr>
            <w:tcW w:w="6379" w:type="dxa"/>
          </w:tcPr>
          <w:p w14:paraId="024AE1E7" w14:textId="77777777" w:rsidR="006A7989" w:rsidRPr="00140830" w:rsidRDefault="006A7989" w:rsidP="007113FC">
            <w:pPr>
              <w:textAlignment w:val="baseline"/>
              <w:rPr>
                <w:rFonts w:eastAsia="Times New Roman"/>
                <w:bCs/>
              </w:rPr>
            </w:pPr>
          </w:p>
        </w:tc>
      </w:tr>
      <w:tr w:rsidR="00140830" w:rsidRPr="00140830" w14:paraId="7987CD4F" w14:textId="7E60DB88" w:rsidTr="00AB43A2">
        <w:tc>
          <w:tcPr>
            <w:tcW w:w="567" w:type="dxa"/>
          </w:tcPr>
          <w:p w14:paraId="1780488E" w14:textId="4248B767" w:rsidR="007278A2" w:rsidRPr="00140830" w:rsidRDefault="006A7989" w:rsidP="007113FC">
            <w:pPr>
              <w:textAlignment w:val="baseline"/>
              <w:rPr>
                <w:rFonts w:eastAsia="Times New Roman"/>
                <w:bCs/>
              </w:rPr>
            </w:pPr>
            <w:r w:rsidRPr="00140830">
              <w:rPr>
                <w:rFonts w:eastAsia="Times New Roman"/>
                <w:bCs/>
              </w:rPr>
              <w:t>3</w:t>
            </w:r>
          </w:p>
        </w:tc>
        <w:tc>
          <w:tcPr>
            <w:tcW w:w="3261" w:type="dxa"/>
          </w:tcPr>
          <w:p w14:paraId="7267EA43" w14:textId="3B62B2C1" w:rsidR="007278A2" w:rsidRPr="00140830" w:rsidRDefault="007278A2" w:rsidP="007113FC">
            <w:pPr>
              <w:textAlignment w:val="baseline"/>
              <w:rPr>
                <w:rFonts w:eastAsia="Times New Roman"/>
                <w:bCs/>
              </w:rPr>
            </w:pPr>
            <w:r w:rsidRPr="00140830">
              <w:rPr>
                <w:rFonts w:eastAsia="Times New Roman"/>
                <w:bCs/>
              </w:rPr>
              <w:t xml:space="preserve">Tugiraam, </w:t>
            </w:r>
            <w:proofErr w:type="spellStart"/>
            <w:r w:rsidRPr="00140830">
              <w:rPr>
                <w:rFonts w:eastAsia="Times New Roman"/>
                <w:bCs/>
              </w:rPr>
              <w:t>rulaator</w:t>
            </w:r>
            <w:proofErr w:type="spellEnd"/>
          </w:p>
          <w:p w14:paraId="1792FB29" w14:textId="77777777" w:rsidR="007278A2" w:rsidRPr="00140830" w:rsidRDefault="007278A2" w:rsidP="007113FC">
            <w:pPr>
              <w:textAlignment w:val="baseline"/>
              <w:rPr>
                <w:rFonts w:eastAsia="Times New Roman"/>
                <w:bCs/>
              </w:rPr>
            </w:pPr>
          </w:p>
        </w:tc>
        <w:tc>
          <w:tcPr>
            <w:tcW w:w="1701" w:type="dxa"/>
          </w:tcPr>
          <w:p w14:paraId="7CBA203E" w14:textId="77777777" w:rsidR="007278A2" w:rsidRPr="00140830" w:rsidRDefault="007278A2" w:rsidP="007113FC">
            <w:pPr>
              <w:textAlignment w:val="baseline"/>
              <w:rPr>
                <w:rFonts w:eastAsia="Times New Roman"/>
                <w:bCs/>
              </w:rPr>
            </w:pPr>
          </w:p>
        </w:tc>
        <w:tc>
          <w:tcPr>
            <w:tcW w:w="1559" w:type="dxa"/>
          </w:tcPr>
          <w:p w14:paraId="0B73EE40" w14:textId="77777777" w:rsidR="007278A2" w:rsidRPr="00140830" w:rsidRDefault="007278A2" w:rsidP="007113FC">
            <w:pPr>
              <w:textAlignment w:val="baseline"/>
              <w:rPr>
                <w:rFonts w:eastAsia="Times New Roman"/>
                <w:bCs/>
              </w:rPr>
            </w:pPr>
          </w:p>
        </w:tc>
        <w:tc>
          <w:tcPr>
            <w:tcW w:w="6379" w:type="dxa"/>
          </w:tcPr>
          <w:p w14:paraId="64D2FDF2" w14:textId="77777777" w:rsidR="007278A2" w:rsidRPr="00140830" w:rsidRDefault="007278A2" w:rsidP="007113FC">
            <w:pPr>
              <w:textAlignment w:val="baseline"/>
              <w:rPr>
                <w:rFonts w:eastAsia="Times New Roman"/>
                <w:bCs/>
              </w:rPr>
            </w:pPr>
          </w:p>
        </w:tc>
      </w:tr>
      <w:tr w:rsidR="00140830" w:rsidRPr="00140830" w14:paraId="728AE698" w14:textId="77777777" w:rsidTr="00AB43A2">
        <w:tc>
          <w:tcPr>
            <w:tcW w:w="567" w:type="dxa"/>
          </w:tcPr>
          <w:p w14:paraId="56280C4A" w14:textId="4E8E0217" w:rsidR="006A7989" w:rsidRPr="00140830" w:rsidRDefault="006A7989" w:rsidP="007113FC">
            <w:pPr>
              <w:textAlignment w:val="baseline"/>
              <w:rPr>
                <w:rFonts w:eastAsia="Times New Roman"/>
                <w:bCs/>
              </w:rPr>
            </w:pPr>
            <w:r w:rsidRPr="00140830">
              <w:rPr>
                <w:rFonts w:eastAsia="Times New Roman"/>
                <w:bCs/>
              </w:rPr>
              <w:t>4</w:t>
            </w:r>
          </w:p>
        </w:tc>
        <w:tc>
          <w:tcPr>
            <w:tcW w:w="3261" w:type="dxa"/>
          </w:tcPr>
          <w:p w14:paraId="596C483A" w14:textId="46778C2D" w:rsidR="006A7989" w:rsidRPr="00140830" w:rsidRDefault="006A7989" w:rsidP="007113FC">
            <w:pPr>
              <w:textAlignment w:val="baseline"/>
              <w:rPr>
                <w:rFonts w:eastAsia="Times New Roman"/>
                <w:bCs/>
              </w:rPr>
            </w:pPr>
            <w:proofErr w:type="spellStart"/>
            <w:r w:rsidRPr="00140830">
              <w:rPr>
                <w:rFonts w:eastAsia="Times New Roman"/>
                <w:bCs/>
              </w:rPr>
              <w:t>Rulaator</w:t>
            </w:r>
            <w:proofErr w:type="spellEnd"/>
          </w:p>
        </w:tc>
        <w:tc>
          <w:tcPr>
            <w:tcW w:w="1701" w:type="dxa"/>
          </w:tcPr>
          <w:p w14:paraId="2A1BAEA4" w14:textId="77777777" w:rsidR="006A7989" w:rsidRPr="00140830" w:rsidRDefault="006A7989" w:rsidP="007113FC">
            <w:pPr>
              <w:textAlignment w:val="baseline"/>
              <w:rPr>
                <w:rFonts w:eastAsia="Times New Roman"/>
                <w:bCs/>
              </w:rPr>
            </w:pPr>
          </w:p>
        </w:tc>
        <w:tc>
          <w:tcPr>
            <w:tcW w:w="1559" w:type="dxa"/>
          </w:tcPr>
          <w:p w14:paraId="03078DB1" w14:textId="77777777" w:rsidR="006A7989" w:rsidRPr="00140830" w:rsidRDefault="006A7989" w:rsidP="007113FC">
            <w:pPr>
              <w:textAlignment w:val="baseline"/>
              <w:rPr>
                <w:rFonts w:eastAsia="Times New Roman"/>
                <w:bCs/>
              </w:rPr>
            </w:pPr>
          </w:p>
        </w:tc>
        <w:tc>
          <w:tcPr>
            <w:tcW w:w="6379" w:type="dxa"/>
          </w:tcPr>
          <w:p w14:paraId="53D3770C" w14:textId="77777777" w:rsidR="006A7989" w:rsidRPr="00140830" w:rsidRDefault="006A7989" w:rsidP="007113FC">
            <w:pPr>
              <w:textAlignment w:val="baseline"/>
              <w:rPr>
                <w:rFonts w:eastAsia="Times New Roman"/>
                <w:bCs/>
              </w:rPr>
            </w:pPr>
          </w:p>
        </w:tc>
      </w:tr>
      <w:tr w:rsidR="00140830" w:rsidRPr="00140830" w14:paraId="53B281F6" w14:textId="0D650B67" w:rsidTr="00AB43A2">
        <w:tc>
          <w:tcPr>
            <w:tcW w:w="567" w:type="dxa"/>
          </w:tcPr>
          <w:p w14:paraId="65AECA45" w14:textId="121C9DD7" w:rsidR="007278A2" w:rsidRPr="00140830" w:rsidRDefault="006A7989" w:rsidP="007113FC">
            <w:pPr>
              <w:textAlignment w:val="baseline"/>
              <w:rPr>
                <w:rFonts w:eastAsia="Times New Roman"/>
                <w:bCs/>
              </w:rPr>
            </w:pPr>
            <w:r w:rsidRPr="00140830">
              <w:rPr>
                <w:rFonts w:eastAsia="Times New Roman"/>
                <w:bCs/>
              </w:rPr>
              <w:t>5</w:t>
            </w:r>
          </w:p>
        </w:tc>
        <w:tc>
          <w:tcPr>
            <w:tcW w:w="3261" w:type="dxa"/>
          </w:tcPr>
          <w:p w14:paraId="69DC5B83" w14:textId="7DB04715" w:rsidR="007278A2" w:rsidRPr="00140830" w:rsidRDefault="007278A2" w:rsidP="007113FC">
            <w:pPr>
              <w:textAlignment w:val="baseline"/>
              <w:rPr>
                <w:rFonts w:eastAsia="Times New Roman"/>
                <w:bCs/>
              </w:rPr>
            </w:pPr>
            <w:r w:rsidRPr="00140830">
              <w:rPr>
                <w:rFonts w:eastAsia="Times New Roman"/>
                <w:bCs/>
              </w:rPr>
              <w:t>Tugikepp</w:t>
            </w:r>
          </w:p>
          <w:p w14:paraId="45AFAEB2" w14:textId="77777777" w:rsidR="007278A2" w:rsidRPr="00140830" w:rsidRDefault="007278A2" w:rsidP="007113FC">
            <w:pPr>
              <w:textAlignment w:val="baseline"/>
              <w:rPr>
                <w:rFonts w:eastAsia="Times New Roman"/>
                <w:bCs/>
              </w:rPr>
            </w:pPr>
          </w:p>
        </w:tc>
        <w:tc>
          <w:tcPr>
            <w:tcW w:w="1701" w:type="dxa"/>
          </w:tcPr>
          <w:p w14:paraId="7FCDB109" w14:textId="77777777" w:rsidR="007278A2" w:rsidRPr="00140830" w:rsidRDefault="007278A2" w:rsidP="007113FC">
            <w:pPr>
              <w:textAlignment w:val="baseline"/>
              <w:rPr>
                <w:rFonts w:eastAsia="Times New Roman"/>
                <w:bCs/>
              </w:rPr>
            </w:pPr>
          </w:p>
        </w:tc>
        <w:tc>
          <w:tcPr>
            <w:tcW w:w="1559" w:type="dxa"/>
          </w:tcPr>
          <w:p w14:paraId="110DA653" w14:textId="77777777" w:rsidR="007278A2" w:rsidRPr="00140830" w:rsidRDefault="007278A2" w:rsidP="007113FC">
            <w:pPr>
              <w:textAlignment w:val="baseline"/>
              <w:rPr>
                <w:rFonts w:eastAsia="Times New Roman"/>
                <w:bCs/>
              </w:rPr>
            </w:pPr>
          </w:p>
        </w:tc>
        <w:tc>
          <w:tcPr>
            <w:tcW w:w="6379" w:type="dxa"/>
          </w:tcPr>
          <w:p w14:paraId="787323C4" w14:textId="77777777" w:rsidR="007278A2" w:rsidRPr="00140830" w:rsidRDefault="007278A2" w:rsidP="007113FC">
            <w:pPr>
              <w:textAlignment w:val="baseline"/>
              <w:rPr>
                <w:rFonts w:eastAsia="Times New Roman"/>
                <w:bCs/>
              </w:rPr>
            </w:pPr>
          </w:p>
        </w:tc>
      </w:tr>
      <w:tr w:rsidR="00140830" w:rsidRPr="00140830" w14:paraId="2BF6D4F5" w14:textId="742FFCA1" w:rsidTr="00AB43A2">
        <w:tc>
          <w:tcPr>
            <w:tcW w:w="567" w:type="dxa"/>
          </w:tcPr>
          <w:p w14:paraId="005623B1" w14:textId="4779A888" w:rsidR="007278A2" w:rsidRPr="00140830" w:rsidRDefault="006A7989" w:rsidP="007113FC">
            <w:pPr>
              <w:textAlignment w:val="baseline"/>
              <w:rPr>
                <w:rFonts w:eastAsia="Times New Roman"/>
                <w:bCs/>
              </w:rPr>
            </w:pPr>
            <w:r w:rsidRPr="00140830">
              <w:rPr>
                <w:rFonts w:eastAsia="Times New Roman"/>
                <w:bCs/>
              </w:rPr>
              <w:t>6</w:t>
            </w:r>
          </w:p>
        </w:tc>
        <w:tc>
          <w:tcPr>
            <w:tcW w:w="3261" w:type="dxa"/>
          </w:tcPr>
          <w:p w14:paraId="0230A2F9" w14:textId="1D9667D5" w:rsidR="007278A2" w:rsidRPr="00140830" w:rsidRDefault="007278A2" w:rsidP="007113FC">
            <w:pPr>
              <w:textAlignment w:val="baseline"/>
              <w:rPr>
                <w:rFonts w:eastAsia="Times New Roman"/>
                <w:bCs/>
              </w:rPr>
            </w:pPr>
            <w:r w:rsidRPr="00140830">
              <w:rPr>
                <w:rFonts w:eastAsia="Times New Roman"/>
                <w:bCs/>
              </w:rPr>
              <w:t>Kargud</w:t>
            </w:r>
          </w:p>
          <w:p w14:paraId="1EE8CD73" w14:textId="77777777" w:rsidR="007278A2" w:rsidRPr="00140830" w:rsidRDefault="007278A2" w:rsidP="007113FC">
            <w:pPr>
              <w:textAlignment w:val="baseline"/>
              <w:rPr>
                <w:rFonts w:eastAsia="Times New Roman"/>
                <w:bCs/>
              </w:rPr>
            </w:pPr>
          </w:p>
        </w:tc>
        <w:tc>
          <w:tcPr>
            <w:tcW w:w="1701" w:type="dxa"/>
          </w:tcPr>
          <w:p w14:paraId="641E87F3" w14:textId="77777777" w:rsidR="007278A2" w:rsidRPr="00140830" w:rsidRDefault="007278A2" w:rsidP="007113FC">
            <w:pPr>
              <w:textAlignment w:val="baseline"/>
              <w:rPr>
                <w:rFonts w:eastAsia="Times New Roman"/>
                <w:bCs/>
              </w:rPr>
            </w:pPr>
          </w:p>
        </w:tc>
        <w:tc>
          <w:tcPr>
            <w:tcW w:w="1559" w:type="dxa"/>
          </w:tcPr>
          <w:p w14:paraId="02525796" w14:textId="77777777" w:rsidR="007278A2" w:rsidRPr="00140830" w:rsidRDefault="007278A2" w:rsidP="007113FC">
            <w:pPr>
              <w:textAlignment w:val="baseline"/>
              <w:rPr>
                <w:rFonts w:eastAsia="Times New Roman"/>
                <w:bCs/>
              </w:rPr>
            </w:pPr>
          </w:p>
        </w:tc>
        <w:tc>
          <w:tcPr>
            <w:tcW w:w="6379" w:type="dxa"/>
          </w:tcPr>
          <w:p w14:paraId="6FFB9203" w14:textId="77777777" w:rsidR="007278A2" w:rsidRPr="00140830" w:rsidRDefault="007278A2" w:rsidP="007113FC">
            <w:pPr>
              <w:textAlignment w:val="baseline"/>
              <w:rPr>
                <w:rFonts w:eastAsia="Times New Roman"/>
                <w:bCs/>
              </w:rPr>
            </w:pPr>
          </w:p>
        </w:tc>
      </w:tr>
      <w:tr w:rsidR="00140830" w:rsidRPr="00140830" w14:paraId="116821E2" w14:textId="211D8217" w:rsidTr="00AB43A2">
        <w:tc>
          <w:tcPr>
            <w:tcW w:w="567" w:type="dxa"/>
          </w:tcPr>
          <w:p w14:paraId="42F1589F" w14:textId="1DB5AD5F" w:rsidR="007278A2" w:rsidRPr="00140830" w:rsidRDefault="000E6A56" w:rsidP="007113FC">
            <w:pPr>
              <w:textAlignment w:val="baseline"/>
              <w:rPr>
                <w:rFonts w:eastAsia="Times New Roman"/>
                <w:bCs/>
              </w:rPr>
            </w:pPr>
            <w:r w:rsidRPr="00140830">
              <w:rPr>
                <w:rFonts w:eastAsia="Times New Roman"/>
                <w:bCs/>
              </w:rPr>
              <w:t>7</w:t>
            </w:r>
          </w:p>
        </w:tc>
        <w:tc>
          <w:tcPr>
            <w:tcW w:w="3261" w:type="dxa"/>
          </w:tcPr>
          <w:p w14:paraId="4201B51A" w14:textId="7470E0A5" w:rsidR="007278A2" w:rsidRPr="00140830" w:rsidRDefault="002F2922" w:rsidP="002F2922">
            <w:pPr>
              <w:textAlignment w:val="baseline"/>
              <w:rPr>
                <w:rFonts w:eastAsia="Times New Roman"/>
                <w:bCs/>
              </w:rPr>
            </w:pPr>
            <w:r w:rsidRPr="00140830">
              <w:rPr>
                <w:rFonts w:eastAsia="Times New Roman"/>
                <w:bCs/>
              </w:rPr>
              <w:t>Mähkmed</w:t>
            </w:r>
          </w:p>
        </w:tc>
        <w:tc>
          <w:tcPr>
            <w:tcW w:w="1701" w:type="dxa"/>
          </w:tcPr>
          <w:p w14:paraId="568D812F" w14:textId="77777777" w:rsidR="007278A2" w:rsidRPr="00140830" w:rsidRDefault="007278A2" w:rsidP="007113FC">
            <w:pPr>
              <w:textAlignment w:val="baseline"/>
              <w:rPr>
                <w:rFonts w:eastAsia="Times New Roman"/>
                <w:bCs/>
              </w:rPr>
            </w:pPr>
          </w:p>
        </w:tc>
        <w:tc>
          <w:tcPr>
            <w:tcW w:w="1559" w:type="dxa"/>
          </w:tcPr>
          <w:p w14:paraId="0DA1C0A5" w14:textId="77777777" w:rsidR="007278A2" w:rsidRPr="00140830" w:rsidRDefault="007278A2" w:rsidP="007113FC">
            <w:pPr>
              <w:textAlignment w:val="baseline"/>
              <w:rPr>
                <w:rFonts w:eastAsia="Times New Roman"/>
                <w:bCs/>
              </w:rPr>
            </w:pPr>
          </w:p>
        </w:tc>
        <w:tc>
          <w:tcPr>
            <w:tcW w:w="6379" w:type="dxa"/>
          </w:tcPr>
          <w:p w14:paraId="04146FB8" w14:textId="77777777" w:rsidR="007278A2" w:rsidRPr="00140830" w:rsidRDefault="007278A2" w:rsidP="007113FC">
            <w:pPr>
              <w:textAlignment w:val="baseline"/>
              <w:rPr>
                <w:rFonts w:eastAsia="Times New Roman"/>
                <w:bCs/>
              </w:rPr>
            </w:pPr>
          </w:p>
        </w:tc>
      </w:tr>
      <w:tr w:rsidR="00140830" w:rsidRPr="00140830" w14:paraId="39965D3B" w14:textId="77777777" w:rsidTr="00AB43A2">
        <w:tc>
          <w:tcPr>
            <w:tcW w:w="567" w:type="dxa"/>
          </w:tcPr>
          <w:p w14:paraId="49FB39E7" w14:textId="0C5AA042" w:rsidR="006A7989" w:rsidRPr="00140830" w:rsidRDefault="0013646D" w:rsidP="007113FC">
            <w:pPr>
              <w:textAlignment w:val="baseline"/>
              <w:rPr>
                <w:rFonts w:eastAsia="Times New Roman"/>
                <w:bCs/>
              </w:rPr>
            </w:pPr>
            <w:r w:rsidRPr="00140830">
              <w:rPr>
                <w:rFonts w:eastAsia="Times New Roman"/>
                <w:bCs/>
              </w:rPr>
              <w:t>8</w:t>
            </w:r>
          </w:p>
        </w:tc>
        <w:tc>
          <w:tcPr>
            <w:tcW w:w="3261" w:type="dxa"/>
          </w:tcPr>
          <w:p w14:paraId="45E932AD" w14:textId="1111B4CB" w:rsidR="006A7989" w:rsidRPr="00140830" w:rsidRDefault="006A7989" w:rsidP="007113FC">
            <w:pPr>
              <w:textAlignment w:val="baseline"/>
              <w:rPr>
                <w:rFonts w:eastAsia="Times New Roman"/>
                <w:bCs/>
              </w:rPr>
            </w:pPr>
            <w:r w:rsidRPr="00140830">
              <w:rPr>
                <w:rFonts w:eastAsia="Times New Roman"/>
                <w:bCs/>
              </w:rPr>
              <w:t>Ortopeedilised jalanõud</w:t>
            </w:r>
          </w:p>
        </w:tc>
        <w:tc>
          <w:tcPr>
            <w:tcW w:w="1701" w:type="dxa"/>
          </w:tcPr>
          <w:p w14:paraId="1E49F5EF" w14:textId="77777777" w:rsidR="006A7989" w:rsidRPr="00140830" w:rsidRDefault="006A7989" w:rsidP="007113FC">
            <w:pPr>
              <w:textAlignment w:val="baseline"/>
              <w:rPr>
                <w:rFonts w:eastAsia="Times New Roman"/>
                <w:bCs/>
              </w:rPr>
            </w:pPr>
          </w:p>
        </w:tc>
        <w:tc>
          <w:tcPr>
            <w:tcW w:w="1559" w:type="dxa"/>
          </w:tcPr>
          <w:p w14:paraId="166C988F" w14:textId="77777777" w:rsidR="006A7989" w:rsidRPr="00140830" w:rsidRDefault="006A7989" w:rsidP="007113FC">
            <w:pPr>
              <w:textAlignment w:val="baseline"/>
              <w:rPr>
                <w:rFonts w:eastAsia="Times New Roman"/>
                <w:bCs/>
              </w:rPr>
            </w:pPr>
          </w:p>
        </w:tc>
        <w:tc>
          <w:tcPr>
            <w:tcW w:w="6379" w:type="dxa"/>
          </w:tcPr>
          <w:p w14:paraId="5F256B68" w14:textId="77777777" w:rsidR="006A7989" w:rsidRPr="00140830" w:rsidRDefault="006A7989" w:rsidP="007113FC">
            <w:pPr>
              <w:textAlignment w:val="baseline"/>
              <w:rPr>
                <w:rFonts w:eastAsia="Times New Roman"/>
                <w:bCs/>
              </w:rPr>
            </w:pPr>
          </w:p>
        </w:tc>
      </w:tr>
      <w:tr w:rsidR="00140830" w:rsidRPr="00140830" w14:paraId="5601CFE8" w14:textId="1F0EA4A3" w:rsidTr="00AB43A2">
        <w:tc>
          <w:tcPr>
            <w:tcW w:w="567" w:type="dxa"/>
          </w:tcPr>
          <w:p w14:paraId="4FED7D6A" w14:textId="6CA24292" w:rsidR="007278A2" w:rsidRPr="00140830" w:rsidRDefault="0013646D" w:rsidP="007113FC">
            <w:pPr>
              <w:textAlignment w:val="baseline"/>
              <w:rPr>
                <w:rFonts w:eastAsia="Times New Roman"/>
                <w:bCs/>
              </w:rPr>
            </w:pPr>
            <w:r w:rsidRPr="00140830">
              <w:rPr>
                <w:rFonts w:eastAsia="Times New Roman"/>
                <w:bCs/>
              </w:rPr>
              <w:t>9</w:t>
            </w:r>
          </w:p>
        </w:tc>
        <w:tc>
          <w:tcPr>
            <w:tcW w:w="3261" w:type="dxa"/>
          </w:tcPr>
          <w:p w14:paraId="07FA7778" w14:textId="5ACCBBD9" w:rsidR="007278A2" w:rsidRPr="00140830" w:rsidRDefault="00AB43A2" w:rsidP="007113FC">
            <w:pPr>
              <w:textAlignment w:val="baseline"/>
              <w:rPr>
                <w:rFonts w:eastAsia="Times New Roman"/>
                <w:bCs/>
              </w:rPr>
            </w:pPr>
            <w:proofErr w:type="spellStart"/>
            <w:r w:rsidRPr="00140830">
              <w:rPr>
                <w:rFonts w:eastAsia="Times New Roman"/>
                <w:bCs/>
              </w:rPr>
              <w:t>Ortoosid</w:t>
            </w:r>
            <w:proofErr w:type="spellEnd"/>
          </w:p>
        </w:tc>
        <w:tc>
          <w:tcPr>
            <w:tcW w:w="1701" w:type="dxa"/>
          </w:tcPr>
          <w:p w14:paraId="2EC5E13B" w14:textId="77777777" w:rsidR="007278A2" w:rsidRPr="00140830" w:rsidRDefault="007278A2" w:rsidP="007113FC">
            <w:pPr>
              <w:textAlignment w:val="baseline"/>
              <w:rPr>
                <w:rFonts w:eastAsia="Times New Roman"/>
                <w:bCs/>
              </w:rPr>
            </w:pPr>
          </w:p>
        </w:tc>
        <w:tc>
          <w:tcPr>
            <w:tcW w:w="1559" w:type="dxa"/>
          </w:tcPr>
          <w:p w14:paraId="785E5578" w14:textId="77777777" w:rsidR="007278A2" w:rsidRPr="00140830" w:rsidRDefault="007278A2" w:rsidP="007113FC">
            <w:pPr>
              <w:textAlignment w:val="baseline"/>
              <w:rPr>
                <w:rFonts w:eastAsia="Times New Roman"/>
                <w:bCs/>
              </w:rPr>
            </w:pPr>
          </w:p>
        </w:tc>
        <w:tc>
          <w:tcPr>
            <w:tcW w:w="6379" w:type="dxa"/>
          </w:tcPr>
          <w:p w14:paraId="0FCEBCF0" w14:textId="77777777" w:rsidR="007278A2" w:rsidRPr="00140830" w:rsidRDefault="007278A2" w:rsidP="007113FC">
            <w:pPr>
              <w:textAlignment w:val="baseline"/>
              <w:rPr>
                <w:rFonts w:eastAsia="Times New Roman"/>
                <w:bCs/>
              </w:rPr>
            </w:pPr>
          </w:p>
        </w:tc>
      </w:tr>
      <w:tr w:rsidR="00140830" w:rsidRPr="00140830" w14:paraId="61E5CADB" w14:textId="77777777" w:rsidTr="00AB43A2">
        <w:tc>
          <w:tcPr>
            <w:tcW w:w="567" w:type="dxa"/>
          </w:tcPr>
          <w:p w14:paraId="37C0D321" w14:textId="61E34D7E" w:rsidR="006A7989" w:rsidRPr="00140830" w:rsidRDefault="0013646D" w:rsidP="006A7989">
            <w:pPr>
              <w:textAlignment w:val="baseline"/>
              <w:rPr>
                <w:rFonts w:eastAsia="Times New Roman"/>
                <w:bCs/>
              </w:rPr>
            </w:pPr>
            <w:r w:rsidRPr="00140830">
              <w:rPr>
                <w:rFonts w:eastAsia="Times New Roman"/>
                <w:bCs/>
              </w:rPr>
              <w:t>10</w:t>
            </w:r>
          </w:p>
        </w:tc>
        <w:tc>
          <w:tcPr>
            <w:tcW w:w="3261" w:type="dxa"/>
          </w:tcPr>
          <w:p w14:paraId="7B705C58" w14:textId="5FECF7E4" w:rsidR="006A7989" w:rsidRPr="00140830" w:rsidRDefault="006A7989" w:rsidP="006A7989">
            <w:pPr>
              <w:textAlignment w:val="baseline"/>
              <w:rPr>
                <w:rFonts w:eastAsia="Times New Roman"/>
                <w:bCs/>
              </w:rPr>
            </w:pPr>
            <w:r w:rsidRPr="00140830">
              <w:rPr>
                <w:rFonts w:eastAsia="Times New Roman"/>
                <w:bCs/>
              </w:rPr>
              <w:t>Proteesid</w:t>
            </w:r>
          </w:p>
        </w:tc>
        <w:tc>
          <w:tcPr>
            <w:tcW w:w="1701" w:type="dxa"/>
          </w:tcPr>
          <w:p w14:paraId="2093A77D" w14:textId="77777777" w:rsidR="006A7989" w:rsidRPr="00140830" w:rsidRDefault="006A7989" w:rsidP="006A7989">
            <w:pPr>
              <w:textAlignment w:val="baseline"/>
              <w:rPr>
                <w:rFonts w:eastAsia="Times New Roman"/>
                <w:bCs/>
              </w:rPr>
            </w:pPr>
          </w:p>
        </w:tc>
        <w:tc>
          <w:tcPr>
            <w:tcW w:w="1559" w:type="dxa"/>
          </w:tcPr>
          <w:p w14:paraId="5B8D2247" w14:textId="77777777" w:rsidR="006A7989" w:rsidRPr="00140830" w:rsidRDefault="006A7989" w:rsidP="006A7989">
            <w:pPr>
              <w:textAlignment w:val="baseline"/>
              <w:rPr>
                <w:rFonts w:eastAsia="Times New Roman"/>
                <w:bCs/>
              </w:rPr>
            </w:pPr>
          </w:p>
        </w:tc>
        <w:tc>
          <w:tcPr>
            <w:tcW w:w="6379" w:type="dxa"/>
          </w:tcPr>
          <w:p w14:paraId="5068DCA7" w14:textId="77777777" w:rsidR="006A7989" w:rsidRPr="00140830" w:rsidRDefault="006A7989" w:rsidP="006A7989">
            <w:pPr>
              <w:textAlignment w:val="baseline"/>
              <w:rPr>
                <w:rFonts w:eastAsia="Times New Roman"/>
                <w:bCs/>
              </w:rPr>
            </w:pPr>
          </w:p>
        </w:tc>
      </w:tr>
      <w:tr w:rsidR="00140830" w:rsidRPr="00140830" w14:paraId="4F098C65" w14:textId="77777777" w:rsidTr="00AB43A2">
        <w:tc>
          <w:tcPr>
            <w:tcW w:w="567" w:type="dxa"/>
          </w:tcPr>
          <w:p w14:paraId="0799FDBA" w14:textId="0729EC9C" w:rsidR="006A7989" w:rsidRPr="00140830" w:rsidRDefault="0013646D" w:rsidP="006A7989">
            <w:pPr>
              <w:textAlignment w:val="baseline"/>
              <w:rPr>
                <w:rFonts w:eastAsia="Times New Roman"/>
                <w:bCs/>
              </w:rPr>
            </w:pPr>
            <w:r w:rsidRPr="00140830">
              <w:rPr>
                <w:rFonts w:eastAsia="Times New Roman"/>
                <w:bCs/>
              </w:rPr>
              <w:t>11</w:t>
            </w:r>
          </w:p>
        </w:tc>
        <w:tc>
          <w:tcPr>
            <w:tcW w:w="3261" w:type="dxa"/>
          </w:tcPr>
          <w:p w14:paraId="39A76F3C" w14:textId="091BBED6" w:rsidR="006A7989" w:rsidRPr="00140830" w:rsidRDefault="006A7989" w:rsidP="006A7989">
            <w:pPr>
              <w:textAlignment w:val="baseline"/>
              <w:rPr>
                <w:rFonts w:eastAsia="Times New Roman"/>
                <w:bCs/>
              </w:rPr>
            </w:pPr>
            <w:r w:rsidRPr="00140830">
              <w:rPr>
                <w:rFonts w:eastAsia="Times New Roman"/>
                <w:bCs/>
              </w:rPr>
              <w:t>Abivahendid riietumiseks/</w:t>
            </w:r>
            <w:proofErr w:type="spellStart"/>
            <w:r w:rsidRPr="00140830">
              <w:rPr>
                <w:rFonts w:eastAsia="Times New Roman"/>
                <w:bCs/>
              </w:rPr>
              <w:t>lahtiriietumiseks</w:t>
            </w:r>
            <w:proofErr w:type="spellEnd"/>
          </w:p>
        </w:tc>
        <w:tc>
          <w:tcPr>
            <w:tcW w:w="1701" w:type="dxa"/>
          </w:tcPr>
          <w:p w14:paraId="67632025" w14:textId="77777777" w:rsidR="006A7989" w:rsidRPr="00140830" w:rsidRDefault="006A7989" w:rsidP="006A7989">
            <w:pPr>
              <w:textAlignment w:val="baseline"/>
              <w:rPr>
                <w:rFonts w:eastAsia="Times New Roman"/>
                <w:bCs/>
              </w:rPr>
            </w:pPr>
          </w:p>
        </w:tc>
        <w:tc>
          <w:tcPr>
            <w:tcW w:w="1559" w:type="dxa"/>
          </w:tcPr>
          <w:p w14:paraId="60D512FE" w14:textId="77777777" w:rsidR="006A7989" w:rsidRPr="00140830" w:rsidRDefault="006A7989" w:rsidP="006A7989">
            <w:pPr>
              <w:textAlignment w:val="baseline"/>
              <w:rPr>
                <w:rFonts w:eastAsia="Times New Roman"/>
                <w:bCs/>
              </w:rPr>
            </w:pPr>
          </w:p>
        </w:tc>
        <w:tc>
          <w:tcPr>
            <w:tcW w:w="6379" w:type="dxa"/>
          </w:tcPr>
          <w:p w14:paraId="69467529" w14:textId="77777777" w:rsidR="006A7989" w:rsidRPr="00140830" w:rsidRDefault="006A7989" w:rsidP="006A7989">
            <w:pPr>
              <w:textAlignment w:val="baseline"/>
              <w:rPr>
                <w:rFonts w:eastAsia="Times New Roman"/>
                <w:bCs/>
              </w:rPr>
            </w:pPr>
          </w:p>
        </w:tc>
      </w:tr>
      <w:tr w:rsidR="00140830" w:rsidRPr="00140830" w14:paraId="5EEEE5B8" w14:textId="77777777" w:rsidTr="00AB43A2">
        <w:tc>
          <w:tcPr>
            <w:tcW w:w="567" w:type="dxa"/>
          </w:tcPr>
          <w:p w14:paraId="3E01F1C9" w14:textId="52013EDC" w:rsidR="006A7989" w:rsidRPr="00140830" w:rsidRDefault="0013646D" w:rsidP="006A7989">
            <w:pPr>
              <w:textAlignment w:val="baseline"/>
              <w:rPr>
                <w:rFonts w:eastAsia="Times New Roman"/>
                <w:bCs/>
              </w:rPr>
            </w:pPr>
            <w:r w:rsidRPr="00140830">
              <w:rPr>
                <w:rFonts w:eastAsia="Times New Roman"/>
                <w:bCs/>
              </w:rPr>
              <w:t>12</w:t>
            </w:r>
          </w:p>
        </w:tc>
        <w:tc>
          <w:tcPr>
            <w:tcW w:w="3261" w:type="dxa"/>
          </w:tcPr>
          <w:p w14:paraId="6BA57752" w14:textId="7F827589" w:rsidR="006A7989" w:rsidRPr="00140830" w:rsidRDefault="006A7989" w:rsidP="006A7989">
            <w:pPr>
              <w:textAlignment w:val="baseline"/>
              <w:rPr>
                <w:rFonts w:eastAsia="Times New Roman"/>
                <w:bCs/>
              </w:rPr>
            </w:pPr>
            <w:r w:rsidRPr="00140830">
              <w:rPr>
                <w:rFonts w:eastAsia="Times New Roman"/>
                <w:bCs/>
              </w:rPr>
              <w:t>Tualeti kasutamise abivahendid (nt potitoolid, -kõrgendused)</w:t>
            </w:r>
          </w:p>
        </w:tc>
        <w:tc>
          <w:tcPr>
            <w:tcW w:w="1701" w:type="dxa"/>
          </w:tcPr>
          <w:p w14:paraId="45DF73AF" w14:textId="77777777" w:rsidR="006A7989" w:rsidRPr="00140830" w:rsidRDefault="006A7989" w:rsidP="006A7989">
            <w:pPr>
              <w:textAlignment w:val="baseline"/>
              <w:rPr>
                <w:rFonts w:eastAsia="Times New Roman"/>
                <w:bCs/>
              </w:rPr>
            </w:pPr>
          </w:p>
        </w:tc>
        <w:tc>
          <w:tcPr>
            <w:tcW w:w="1559" w:type="dxa"/>
          </w:tcPr>
          <w:p w14:paraId="2865D3D2" w14:textId="77777777" w:rsidR="006A7989" w:rsidRPr="00140830" w:rsidRDefault="006A7989" w:rsidP="006A7989">
            <w:pPr>
              <w:textAlignment w:val="baseline"/>
              <w:rPr>
                <w:rFonts w:eastAsia="Times New Roman"/>
                <w:bCs/>
              </w:rPr>
            </w:pPr>
          </w:p>
        </w:tc>
        <w:tc>
          <w:tcPr>
            <w:tcW w:w="6379" w:type="dxa"/>
          </w:tcPr>
          <w:p w14:paraId="657BF18F" w14:textId="77777777" w:rsidR="006A7989" w:rsidRPr="00140830" w:rsidRDefault="006A7989" w:rsidP="006A7989">
            <w:pPr>
              <w:textAlignment w:val="baseline"/>
              <w:rPr>
                <w:rFonts w:eastAsia="Times New Roman"/>
                <w:bCs/>
              </w:rPr>
            </w:pPr>
          </w:p>
        </w:tc>
      </w:tr>
      <w:tr w:rsidR="00140830" w:rsidRPr="00140830" w14:paraId="08E81BB6" w14:textId="77777777" w:rsidTr="00AB43A2">
        <w:tc>
          <w:tcPr>
            <w:tcW w:w="567" w:type="dxa"/>
          </w:tcPr>
          <w:p w14:paraId="3C5BEB1D" w14:textId="5662FB1E" w:rsidR="006A7989" w:rsidRPr="00140830" w:rsidRDefault="0013646D" w:rsidP="006A7989">
            <w:pPr>
              <w:textAlignment w:val="baseline"/>
              <w:rPr>
                <w:rFonts w:eastAsia="Times New Roman"/>
                <w:bCs/>
              </w:rPr>
            </w:pPr>
            <w:r w:rsidRPr="00140830">
              <w:rPr>
                <w:rFonts w:eastAsia="Times New Roman"/>
                <w:bCs/>
              </w:rPr>
              <w:t>13</w:t>
            </w:r>
          </w:p>
        </w:tc>
        <w:tc>
          <w:tcPr>
            <w:tcW w:w="3261" w:type="dxa"/>
          </w:tcPr>
          <w:p w14:paraId="2D578B02" w14:textId="09E67143" w:rsidR="006A7989" w:rsidRPr="00140830" w:rsidRDefault="006A7989" w:rsidP="006A7989">
            <w:pPr>
              <w:textAlignment w:val="baseline"/>
              <w:rPr>
                <w:rFonts w:eastAsia="Times New Roman"/>
                <w:bCs/>
              </w:rPr>
            </w:pPr>
            <w:r w:rsidRPr="00140830">
              <w:rPr>
                <w:rFonts w:eastAsia="Times New Roman"/>
                <w:bCs/>
              </w:rPr>
              <w:t>Lamatiste vältimise abivahendid</w:t>
            </w:r>
          </w:p>
        </w:tc>
        <w:tc>
          <w:tcPr>
            <w:tcW w:w="1701" w:type="dxa"/>
          </w:tcPr>
          <w:p w14:paraId="127C8C8B" w14:textId="77777777" w:rsidR="006A7989" w:rsidRPr="00140830" w:rsidRDefault="006A7989" w:rsidP="006A7989">
            <w:pPr>
              <w:textAlignment w:val="baseline"/>
              <w:rPr>
                <w:rFonts w:eastAsia="Times New Roman"/>
                <w:bCs/>
              </w:rPr>
            </w:pPr>
          </w:p>
        </w:tc>
        <w:tc>
          <w:tcPr>
            <w:tcW w:w="1559" w:type="dxa"/>
          </w:tcPr>
          <w:p w14:paraId="4F28688B" w14:textId="77777777" w:rsidR="006A7989" w:rsidRPr="00140830" w:rsidRDefault="006A7989" w:rsidP="006A7989">
            <w:pPr>
              <w:textAlignment w:val="baseline"/>
              <w:rPr>
                <w:rFonts w:eastAsia="Times New Roman"/>
                <w:bCs/>
              </w:rPr>
            </w:pPr>
          </w:p>
        </w:tc>
        <w:tc>
          <w:tcPr>
            <w:tcW w:w="6379" w:type="dxa"/>
          </w:tcPr>
          <w:p w14:paraId="5C3F713D" w14:textId="77777777" w:rsidR="006A7989" w:rsidRPr="00140830" w:rsidRDefault="006A7989" w:rsidP="006A7989">
            <w:pPr>
              <w:textAlignment w:val="baseline"/>
              <w:rPr>
                <w:rFonts w:eastAsia="Times New Roman"/>
                <w:bCs/>
              </w:rPr>
            </w:pPr>
          </w:p>
        </w:tc>
      </w:tr>
      <w:tr w:rsidR="00140830" w:rsidRPr="00140830" w14:paraId="017F7DB2" w14:textId="77777777" w:rsidTr="00AB43A2">
        <w:tc>
          <w:tcPr>
            <w:tcW w:w="567" w:type="dxa"/>
          </w:tcPr>
          <w:p w14:paraId="4B7BD3D5" w14:textId="52E29009" w:rsidR="006A7989" w:rsidRPr="00140830" w:rsidRDefault="0013646D" w:rsidP="006A7989">
            <w:pPr>
              <w:textAlignment w:val="baseline"/>
              <w:rPr>
                <w:rFonts w:eastAsia="Times New Roman"/>
                <w:bCs/>
              </w:rPr>
            </w:pPr>
            <w:r w:rsidRPr="00140830">
              <w:rPr>
                <w:rFonts w:eastAsia="Times New Roman"/>
                <w:bCs/>
              </w:rPr>
              <w:t>14</w:t>
            </w:r>
          </w:p>
        </w:tc>
        <w:tc>
          <w:tcPr>
            <w:tcW w:w="3261" w:type="dxa"/>
          </w:tcPr>
          <w:p w14:paraId="687A6D7D" w14:textId="2B7F0419" w:rsidR="006A7989" w:rsidRPr="00140830" w:rsidRDefault="006A7989" w:rsidP="006A7989">
            <w:pPr>
              <w:textAlignment w:val="baseline"/>
              <w:rPr>
                <w:rFonts w:eastAsia="Times New Roman"/>
                <w:bCs/>
              </w:rPr>
            </w:pPr>
            <w:r w:rsidRPr="00140830">
              <w:rPr>
                <w:rFonts w:eastAsia="Times New Roman"/>
                <w:bCs/>
              </w:rPr>
              <w:t>Naha kaitse ja puhastamise vahendid</w:t>
            </w:r>
          </w:p>
        </w:tc>
        <w:tc>
          <w:tcPr>
            <w:tcW w:w="1701" w:type="dxa"/>
          </w:tcPr>
          <w:p w14:paraId="3BC74FD1" w14:textId="77777777" w:rsidR="006A7989" w:rsidRPr="00140830" w:rsidRDefault="006A7989" w:rsidP="006A7989">
            <w:pPr>
              <w:textAlignment w:val="baseline"/>
              <w:rPr>
                <w:rFonts w:eastAsia="Times New Roman"/>
                <w:bCs/>
              </w:rPr>
            </w:pPr>
          </w:p>
        </w:tc>
        <w:tc>
          <w:tcPr>
            <w:tcW w:w="1559" w:type="dxa"/>
          </w:tcPr>
          <w:p w14:paraId="684DE4FB" w14:textId="77777777" w:rsidR="006A7989" w:rsidRPr="00140830" w:rsidRDefault="006A7989" w:rsidP="006A7989">
            <w:pPr>
              <w:textAlignment w:val="baseline"/>
              <w:rPr>
                <w:rFonts w:eastAsia="Times New Roman"/>
                <w:bCs/>
              </w:rPr>
            </w:pPr>
          </w:p>
        </w:tc>
        <w:tc>
          <w:tcPr>
            <w:tcW w:w="6379" w:type="dxa"/>
          </w:tcPr>
          <w:p w14:paraId="0F566C25" w14:textId="77777777" w:rsidR="006A7989" w:rsidRPr="00140830" w:rsidRDefault="006A7989" w:rsidP="006A7989">
            <w:pPr>
              <w:textAlignment w:val="baseline"/>
              <w:rPr>
                <w:rFonts w:eastAsia="Times New Roman"/>
                <w:bCs/>
              </w:rPr>
            </w:pPr>
          </w:p>
        </w:tc>
      </w:tr>
      <w:tr w:rsidR="00140830" w:rsidRPr="00140830" w14:paraId="52BA4DB9" w14:textId="77777777" w:rsidTr="00AB43A2">
        <w:tc>
          <w:tcPr>
            <w:tcW w:w="567" w:type="dxa"/>
          </w:tcPr>
          <w:p w14:paraId="7D31F0F3" w14:textId="11A9C4DB" w:rsidR="006A7989" w:rsidRPr="00140830" w:rsidRDefault="0013646D" w:rsidP="006A7989">
            <w:pPr>
              <w:textAlignment w:val="baseline"/>
              <w:rPr>
                <w:rFonts w:eastAsia="Times New Roman"/>
                <w:bCs/>
              </w:rPr>
            </w:pPr>
            <w:r w:rsidRPr="00140830">
              <w:rPr>
                <w:rFonts w:eastAsia="Times New Roman"/>
                <w:bCs/>
              </w:rPr>
              <w:t>15</w:t>
            </w:r>
          </w:p>
        </w:tc>
        <w:tc>
          <w:tcPr>
            <w:tcW w:w="3261" w:type="dxa"/>
          </w:tcPr>
          <w:p w14:paraId="7FF58472" w14:textId="524E2BD8" w:rsidR="006A7989" w:rsidRPr="00140830" w:rsidRDefault="006A7989" w:rsidP="006A7989">
            <w:pPr>
              <w:textAlignment w:val="baseline"/>
              <w:rPr>
                <w:rFonts w:eastAsia="Times New Roman"/>
                <w:bCs/>
              </w:rPr>
            </w:pPr>
            <w:r w:rsidRPr="00140830">
              <w:rPr>
                <w:rFonts w:eastAsia="Times New Roman"/>
                <w:bCs/>
              </w:rPr>
              <w:t>Kateetrid</w:t>
            </w:r>
          </w:p>
        </w:tc>
        <w:tc>
          <w:tcPr>
            <w:tcW w:w="1701" w:type="dxa"/>
          </w:tcPr>
          <w:p w14:paraId="08E71875" w14:textId="77777777" w:rsidR="006A7989" w:rsidRPr="00140830" w:rsidRDefault="006A7989" w:rsidP="006A7989">
            <w:pPr>
              <w:textAlignment w:val="baseline"/>
              <w:rPr>
                <w:rFonts w:eastAsia="Times New Roman"/>
                <w:bCs/>
              </w:rPr>
            </w:pPr>
          </w:p>
        </w:tc>
        <w:tc>
          <w:tcPr>
            <w:tcW w:w="1559" w:type="dxa"/>
          </w:tcPr>
          <w:p w14:paraId="24A1EA8A" w14:textId="77777777" w:rsidR="006A7989" w:rsidRPr="00140830" w:rsidRDefault="006A7989" w:rsidP="006A7989">
            <w:pPr>
              <w:textAlignment w:val="baseline"/>
              <w:rPr>
                <w:rFonts w:eastAsia="Times New Roman"/>
                <w:bCs/>
              </w:rPr>
            </w:pPr>
          </w:p>
        </w:tc>
        <w:tc>
          <w:tcPr>
            <w:tcW w:w="6379" w:type="dxa"/>
          </w:tcPr>
          <w:p w14:paraId="72AF8626" w14:textId="77777777" w:rsidR="006A7989" w:rsidRPr="00140830" w:rsidRDefault="006A7989" w:rsidP="006A7989">
            <w:pPr>
              <w:textAlignment w:val="baseline"/>
              <w:rPr>
                <w:rFonts w:eastAsia="Times New Roman"/>
                <w:bCs/>
              </w:rPr>
            </w:pPr>
          </w:p>
        </w:tc>
      </w:tr>
      <w:tr w:rsidR="00140830" w:rsidRPr="00140830" w14:paraId="0DF78F8E" w14:textId="77777777" w:rsidTr="00AB43A2">
        <w:tc>
          <w:tcPr>
            <w:tcW w:w="567" w:type="dxa"/>
          </w:tcPr>
          <w:p w14:paraId="50449E07" w14:textId="36FB14DE" w:rsidR="006A7989" w:rsidRPr="00140830" w:rsidRDefault="0013646D" w:rsidP="006A7989">
            <w:pPr>
              <w:textAlignment w:val="baseline"/>
              <w:rPr>
                <w:rFonts w:eastAsia="Times New Roman"/>
                <w:bCs/>
              </w:rPr>
            </w:pPr>
            <w:r w:rsidRPr="00140830">
              <w:rPr>
                <w:rFonts w:eastAsia="Times New Roman"/>
                <w:bCs/>
              </w:rPr>
              <w:t>16</w:t>
            </w:r>
          </w:p>
        </w:tc>
        <w:tc>
          <w:tcPr>
            <w:tcW w:w="3261" w:type="dxa"/>
          </w:tcPr>
          <w:p w14:paraId="736F5AFD" w14:textId="41F88D2F" w:rsidR="006A7989" w:rsidRPr="00140830" w:rsidRDefault="006A7989" w:rsidP="006A7989">
            <w:pPr>
              <w:textAlignment w:val="baseline"/>
              <w:rPr>
                <w:rFonts w:eastAsia="Times New Roman"/>
                <w:bCs/>
              </w:rPr>
            </w:pPr>
            <w:r w:rsidRPr="00140830">
              <w:rPr>
                <w:rFonts w:eastAsia="Times New Roman"/>
                <w:bCs/>
              </w:rPr>
              <w:t>Uriinikogujad</w:t>
            </w:r>
          </w:p>
        </w:tc>
        <w:tc>
          <w:tcPr>
            <w:tcW w:w="1701" w:type="dxa"/>
          </w:tcPr>
          <w:p w14:paraId="1202A40F" w14:textId="77777777" w:rsidR="006A7989" w:rsidRPr="00140830" w:rsidRDefault="006A7989" w:rsidP="006A7989">
            <w:pPr>
              <w:textAlignment w:val="baseline"/>
              <w:rPr>
                <w:rFonts w:eastAsia="Times New Roman"/>
                <w:bCs/>
              </w:rPr>
            </w:pPr>
          </w:p>
        </w:tc>
        <w:tc>
          <w:tcPr>
            <w:tcW w:w="1559" w:type="dxa"/>
          </w:tcPr>
          <w:p w14:paraId="0A5C8894" w14:textId="77777777" w:rsidR="006A7989" w:rsidRPr="00140830" w:rsidRDefault="006A7989" w:rsidP="006A7989">
            <w:pPr>
              <w:textAlignment w:val="baseline"/>
              <w:rPr>
                <w:rFonts w:eastAsia="Times New Roman"/>
                <w:bCs/>
              </w:rPr>
            </w:pPr>
          </w:p>
        </w:tc>
        <w:tc>
          <w:tcPr>
            <w:tcW w:w="6379" w:type="dxa"/>
          </w:tcPr>
          <w:p w14:paraId="1AF040ED" w14:textId="77777777" w:rsidR="006A7989" w:rsidRPr="00140830" w:rsidRDefault="006A7989" w:rsidP="006A7989">
            <w:pPr>
              <w:textAlignment w:val="baseline"/>
              <w:rPr>
                <w:rFonts w:eastAsia="Times New Roman"/>
                <w:bCs/>
              </w:rPr>
            </w:pPr>
          </w:p>
        </w:tc>
      </w:tr>
      <w:tr w:rsidR="00140830" w:rsidRPr="00140830" w14:paraId="1666EE54" w14:textId="77777777" w:rsidTr="00AB43A2">
        <w:tc>
          <w:tcPr>
            <w:tcW w:w="567" w:type="dxa"/>
          </w:tcPr>
          <w:p w14:paraId="41CF682C" w14:textId="47C8FD4C" w:rsidR="006A7989" w:rsidRPr="00140830" w:rsidRDefault="0013646D" w:rsidP="006A7989">
            <w:pPr>
              <w:textAlignment w:val="baseline"/>
              <w:rPr>
                <w:rFonts w:eastAsia="Times New Roman"/>
                <w:bCs/>
              </w:rPr>
            </w:pPr>
            <w:r w:rsidRPr="00140830">
              <w:rPr>
                <w:rFonts w:eastAsia="Times New Roman"/>
                <w:bCs/>
              </w:rPr>
              <w:t>17</w:t>
            </w:r>
          </w:p>
        </w:tc>
        <w:tc>
          <w:tcPr>
            <w:tcW w:w="3261" w:type="dxa"/>
          </w:tcPr>
          <w:p w14:paraId="4CDC2BE3" w14:textId="25518E06" w:rsidR="006A7989" w:rsidRPr="00140830" w:rsidRDefault="006A7989" w:rsidP="006A7989">
            <w:pPr>
              <w:textAlignment w:val="baseline"/>
              <w:rPr>
                <w:rFonts w:eastAsia="Times New Roman"/>
                <w:bCs/>
              </w:rPr>
            </w:pPr>
            <w:r w:rsidRPr="00140830">
              <w:rPr>
                <w:rFonts w:eastAsia="Times New Roman"/>
                <w:bCs/>
              </w:rPr>
              <w:t>Sidemed ja mähkmed</w:t>
            </w:r>
          </w:p>
        </w:tc>
        <w:tc>
          <w:tcPr>
            <w:tcW w:w="1701" w:type="dxa"/>
          </w:tcPr>
          <w:p w14:paraId="358C7D61" w14:textId="77777777" w:rsidR="006A7989" w:rsidRPr="00140830" w:rsidRDefault="006A7989" w:rsidP="006A7989">
            <w:pPr>
              <w:textAlignment w:val="baseline"/>
              <w:rPr>
                <w:rFonts w:eastAsia="Times New Roman"/>
                <w:bCs/>
              </w:rPr>
            </w:pPr>
          </w:p>
        </w:tc>
        <w:tc>
          <w:tcPr>
            <w:tcW w:w="1559" w:type="dxa"/>
          </w:tcPr>
          <w:p w14:paraId="69B2CAE0" w14:textId="77777777" w:rsidR="006A7989" w:rsidRPr="00140830" w:rsidRDefault="006A7989" w:rsidP="006A7989">
            <w:pPr>
              <w:textAlignment w:val="baseline"/>
              <w:rPr>
                <w:rFonts w:eastAsia="Times New Roman"/>
                <w:bCs/>
              </w:rPr>
            </w:pPr>
          </w:p>
        </w:tc>
        <w:tc>
          <w:tcPr>
            <w:tcW w:w="6379" w:type="dxa"/>
          </w:tcPr>
          <w:p w14:paraId="0B1DEF03" w14:textId="77777777" w:rsidR="006A7989" w:rsidRPr="00140830" w:rsidRDefault="006A7989" w:rsidP="006A7989">
            <w:pPr>
              <w:textAlignment w:val="baseline"/>
              <w:rPr>
                <w:rFonts w:eastAsia="Times New Roman"/>
                <w:bCs/>
              </w:rPr>
            </w:pPr>
          </w:p>
        </w:tc>
      </w:tr>
      <w:tr w:rsidR="00140830" w:rsidRPr="00140830" w14:paraId="1CD3A03D" w14:textId="77777777" w:rsidTr="00AB43A2">
        <w:tc>
          <w:tcPr>
            <w:tcW w:w="567" w:type="dxa"/>
          </w:tcPr>
          <w:p w14:paraId="05D1D4C0" w14:textId="7C0CF7DA" w:rsidR="006A7989" w:rsidRPr="00140830" w:rsidRDefault="0013646D" w:rsidP="006A7989">
            <w:pPr>
              <w:textAlignment w:val="baseline"/>
              <w:rPr>
                <w:rFonts w:eastAsia="Times New Roman"/>
                <w:bCs/>
              </w:rPr>
            </w:pPr>
            <w:r w:rsidRPr="00140830">
              <w:rPr>
                <w:rFonts w:eastAsia="Times New Roman"/>
                <w:bCs/>
              </w:rPr>
              <w:t>18</w:t>
            </w:r>
          </w:p>
        </w:tc>
        <w:tc>
          <w:tcPr>
            <w:tcW w:w="3261" w:type="dxa"/>
          </w:tcPr>
          <w:p w14:paraId="5DDB811F" w14:textId="078B67C2" w:rsidR="006A7989" w:rsidRPr="00140830" w:rsidRDefault="006A7989" w:rsidP="006A7989">
            <w:pPr>
              <w:textAlignment w:val="baseline"/>
              <w:rPr>
                <w:rFonts w:eastAsia="Times New Roman"/>
                <w:bCs/>
              </w:rPr>
            </w:pPr>
            <w:r w:rsidRPr="00140830">
              <w:rPr>
                <w:rFonts w:eastAsia="Times New Roman"/>
                <w:bCs/>
              </w:rPr>
              <w:t>Abivahendid pesemiseks</w:t>
            </w:r>
          </w:p>
        </w:tc>
        <w:tc>
          <w:tcPr>
            <w:tcW w:w="1701" w:type="dxa"/>
          </w:tcPr>
          <w:p w14:paraId="48F56504" w14:textId="77777777" w:rsidR="006A7989" w:rsidRPr="00140830" w:rsidRDefault="006A7989" w:rsidP="006A7989">
            <w:pPr>
              <w:textAlignment w:val="baseline"/>
              <w:rPr>
                <w:rFonts w:eastAsia="Times New Roman"/>
                <w:bCs/>
              </w:rPr>
            </w:pPr>
          </w:p>
        </w:tc>
        <w:tc>
          <w:tcPr>
            <w:tcW w:w="1559" w:type="dxa"/>
          </w:tcPr>
          <w:p w14:paraId="093133BB" w14:textId="77777777" w:rsidR="006A7989" w:rsidRPr="00140830" w:rsidRDefault="006A7989" w:rsidP="006A7989">
            <w:pPr>
              <w:textAlignment w:val="baseline"/>
              <w:rPr>
                <w:rFonts w:eastAsia="Times New Roman"/>
                <w:bCs/>
              </w:rPr>
            </w:pPr>
          </w:p>
        </w:tc>
        <w:tc>
          <w:tcPr>
            <w:tcW w:w="6379" w:type="dxa"/>
          </w:tcPr>
          <w:p w14:paraId="3F9A4847" w14:textId="77777777" w:rsidR="006A7989" w:rsidRPr="00140830" w:rsidRDefault="006A7989" w:rsidP="006A7989">
            <w:pPr>
              <w:textAlignment w:val="baseline"/>
              <w:rPr>
                <w:rFonts w:eastAsia="Times New Roman"/>
                <w:bCs/>
              </w:rPr>
            </w:pPr>
          </w:p>
        </w:tc>
      </w:tr>
      <w:tr w:rsidR="00140830" w:rsidRPr="00140830" w14:paraId="6BFB63E8" w14:textId="77777777" w:rsidTr="00AB43A2">
        <w:tc>
          <w:tcPr>
            <w:tcW w:w="567" w:type="dxa"/>
          </w:tcPr>
          <w:p w14:paraId="7DB712D5" w14:textId="5D6AD99B" w:rsidR="006A7989" w:rsidRPr="00140830" w:rsidRDefault="0013646D" w:rsidP="006A7989">
            <w:pPr>
              <w:textAlignment w:val="baseline"/>
              <w:rPr>
                <w:rFonts w:eastAsia="Times New Roman"/>
                <w:bCs/>
              </w:rPr>
            </w:pPr>
            <w:r w:rsidRPr="00140830">
              <w:rPr>
                <w:rFonts w:eastAsia="Times New Roman"/>
                <w:bCs/>
              </w:rPr>
              <w:t>19</w:t>
            </w:r>
          </w:p>
        </w:tc>
        <w:tc>
          <w:tcPr>
            <w:tcW w:w="3261" w:type="dxa"/>
          </w:tcPr>
          <w:p w14:paraId="735A6AF0" w14:textId="48FAD9FC" w:rsidR="006A7989" w:rsidRPr="00140830" w:rsidRDefault="006A7989" w:rsidP="006A7989">
            <w:pPr>
              <w:textAlignment w:val="baseline"/>
              <w:rPr>
                <w:rFonts w:eastAsia="Times New Roman"/>
                <w:bCs/>
              </w:rPr>
            </w:pPr>
            <w:r w:rsidRPr="00140830">
              <w:rPr>
                <w:rFonts w:eastAsia="Times New Roman"/>
                <w:bCs/>
              </w:rPr>
              <w:t>Autokohandused</w:t>
            </w:r>
          </w:p>
        </w:tc>
        <w:tc>
          <w:tcPr>
            <w:tcW w:w="1701" w:type="dxa"/>
          </w:tcPr>
          <w:p w14:paraId="6EC5793D" w14:textId="77777777" w:rsidR="006A7989" w:rsidRPr="00140830" w:rsidRDefault="006A7989" w:rsidP="006A7989">
            <w:pPr>
              <w:textAlignment w:val="baseline"/>
              <w:rPr>
                <w:rFonts w:eastAsia="Times New Roman"/>
                <w:bCs/>
              </w:rPr>
            </w:pPr>
          </w:p>
        </w:tc>
        <w:tc>
          <w:tcPr>
            <w:tcW w:w="1559" w:type="dxa"/>
          </w:tcPr>
          <w:p w14:paraId="28C90356" w14:textId="77777777" w:rsidR="006A7989" w:rsidRPr="00140830" w:rsidRDefault="006A7989" w:rsidP="006A7989">
            <w:pPr>
              <w:textAlignment w:val="baseline"/>
              <w:rPr>
                <w:rFonts w:eastAsia="Times New Roman"/>
                <w:bCs/>
              </w:rPr>
            </w:pPr>
          </w:p>
        </w:tc>
        <w:tc>
          <w:tcPr>
            <w:tcW w:w="6379" w:type="dxa"/>
          </w:tcPr>
          <w:p w14:paraId="4291BC8E" w14:textId="77777777" w:rsidR="006A7989" w:rsidRPr="00140830" w:rsidRDefault="006A7989" w:rsidP="006A7989">
            <w:pPr>
              <w:textAlignment w:val="baseline"/>
              <w:rPr>
                <w:rFonts w:eastAsia="Times New Roman"/>
                <w:bCs/>
              </w:rPr>
            </w:pPr>
          </w:p>
        </w:tc>
      </w:tr>
      <w:tr w:rsidR="00140830" w:rsidRPr="00140830" w14:paraId="2D3FCBA5" w14:textId="77777777" w:rsidTr="00AB43A2">
        <w:tc>
          <w:tcPr>
            <w:tcW w:w="567" w:type="dxa"/>
          </w:tcPr>
          <w:p w14:paraId="2634B0B2" w14:textId="70F16CF5" w:rsidR="006A7989" w:rsidRPr="00140830" w:rsidRDefault="0013646D" w:rsidP="006A7989">
            <w:pPr>
              <w:textAlignment w:val="baseline"/>
              <w:rPr>
                <w:rFonts w:eastAsia="Times New Roman"/>
                <w:bCs/>
              </w:rPr>
            </w:pPr>
            <w:r w:rsidRPr="00140830">
              <w:rPr>
                <w:rFonts w:eastAsia="Times New Roman"/>
                <w:bCs/>
              </w:rPr>
              <w:t>20</w:t>
            </w:r>
          </w:p>
        </w:tc>
        <w:tc>
          <w:tcPr>
            <w:tcW w:w="3261" w:type="dxa"/>
          </w:tcPr>
          <w:p w14:paraId="4E6B686A" w14:textId="6688F0DF" w:rsidR="006A7989" w:rsidRPr="00140830" w:rsidRDefault="006A7989" w:rsidP="006A7989">
            <w:pPr>
              <w:textAlignment w:val="baseline"/>
              <w:rPr>
                <w:rFonts w:eastAsia="Times New Roman"/>
                <w:bCs/>
              </w:rPr>
            </w:pPr>
            <w:r w:rsidRPr="00140830">
              <w:rPr>
                <w:rFonts w:eastAsia="Times New Roman"/>
                <w:bCs/>
              </w:rPr>
              <w:t>Kohandatud jalgratas</w:t>
            </w:r>
          </w:p>
        </w:tc>
        <w:tc>
          <w:tcPr>
            <w:tcW w:w="1701" w:type="dxa"/>
          </w:tcPr>
          <w:p w14:paraId="09919CDA" w14:textId="77777777" w:rsidR="006A7989" w:rsidRPr="00140830" w:rsidRDefault="006A7989" w:rsidP="006A7989">
            <w:pPr>
              <w:textAlignment w:val="baseline"/>
              <w:rPr>
                <w:rFonts w:eastAsia="Times New Roman"/>
                <w:bCs/>
              </w:rPr>
            </w:pPr>
          </w:p>
        </w:tc>
        <w:tc>
          <w:tcPr>
            <w:tcW w:w="1559" w:type="dxa"/>
          </w:tcPr>
          <w:p w14:paraId="323B11B7" w14:textId="77777777" w:rsidR="006A7989" w:rsidRPr="00140830" w:rsidRDefault="006A7989" w:rsidP="006A7989">
            <w:pPr>
              <w:textAlignment w:val="baseline"/>
              <w:rPr>
                <w:rFonts w:eastAsia="Times New Roman"/>
                <w:bCs/>
              </w:rPr>
            </w:pPr>
          </w:p>
        </w:tc>
        <w:tc>
          <w:tcPr>
            <w:tcW w:w="6379" w:type="dxa"/>
          </w:tcPr>
          <w:p w14:paraId="1F236E00" w14:textId="77777777" w:rsidR="006A7989" w:rsidRPr="00140830" w:rsidRDefault="006A7989" w:rsidP="006A7989">
            <w:pPr>
              <w:textAlignment w:val="baseline"/>
              <w:rPr>
                <w:rFonts w:eastAsia="Times New Roman"/>
                <w:bCs/>
              </w:rPr>
            </w:pPr>
          </w:p>
        </w:tc>
      </w:tr>
      <w:tr w:rsidR="00140830" w:rsidRPr="00140830" w14:paraId="5215FB97" w14:textId="77777777" w:rsidTr="00AB43A2">
        <w:tc>
          <w:tcPr>
            <w:tcW w:w="567" w:type="dxa"/>
          </w:tcPr>
          <w:p w14:paraId="03744406" w14:textId="5253E4D8" w:rsidR="006A7989" w:rsidRPr="00140830" w:rsidRDefault="0013646D" w:rsidP="006A7989">
            <w:pPr>
              <w:textAlignment w:val="baseline"/>
              <w:rPr>
                <w:rFonts w:eastAsia="Times New Roman"/>
                <w:bCs/>
              </w:rPr>
            </w:pPr>
            <w:r w:rsidRPr="00140830">
              <w:rPr>
                <w:rFonts w:eastAsia="Times New Roman"/>
                <w:bCs/>
              </w:rPr>
              <w:t>21</w:t>
            </w:r>
          </w:p>
        </w:tc>
        <w:tc>
          <w:tcPr>
            <w:tcW w:w="3261" w:type="dxa"/>
          </w:tcPr>
          <w:p w14:paraId="1E624DCF" w14:textId="5E9625EE" w:rsidR="006A7989" w:rsidRPr="00140830" w:rsidRDefault="000E6A56" w:rsidP="006A7989">
            <w:pPr>
              <w:textAlignment w:val="baseline"/>
              <w:rPr>
                <w:rFonts w:eastAsia="Times New Roman"/>
                <w:bCs/>
              </w:rPr>
            </w:pPr>
            <w:r w:rsidRPr="00140830">
              <w:rPr>
                <w:rFonts w:eastAsia="Times New Roman"/>
                <w:bCs/>
              </w:rPr>
              <w:t>Siirdumis- ja teisaldamisabivahendid</w:t>
            </w:r>
          </w:p>
        </w:tc>
        <w:tc>
          <w:tcPr>
            <w:tcW w:w="1701" w:type="dxa"/>
          </w:tcPr>
          <w:p w14:paraId="3C4FB772" w14:textId="77777777" w:rsidR="006A7989" w:rsidRPr="00140830" w:rsidRDefault="006A7989" w:rsidP="006A7989">
            <w:pPr>
              <w:textAlignment w:val="baseline"/>
              <w:rPr>
                <w:rFonts w:eastAsia="Times New Roman"/>
                <w:bCs/>
              </w:rPr>
            </w:pPr>
          </w:p>
        </w:tc>
        <w:tc>
          <w:tcPr>
            <w:tcW w:w="1559" w:type="dxa"/>
          </w:tcPr>
          <w:p w14:paraId="593D618F" w14:textId="77777777" w:rsidR="006A7989" w:rsidRPr="00140830" w:rsidRDefault="006A7989" w:rsidP="006A7989">
            <w:pPr>
              <w:textAlignment w:val="baseline"/>
              <w:rPr>
                <w:rFonts w:eastAsia="Times New Roman"/>
                <w:bCs/>
              </w:rPr>
            </w:pPr>
          </w:p>
        </w:tc>
        <w:tc>
          <w:tcPr>
            <w:tcW w:w="6379" w:type="dxa"/>
          </w:tcPr>
          <w:p w14:paraId="22D4A04A" w14:textId="77777777" w:rsidR="006A7989" w:rsidRPr="00140830" w:rsidRDefault="006A7989" w:rsidP="006A7989">
            <w:pPr>
              <w:textAlignment w:val="baseline"/>
              <w:rPr>
                <w:rFonts w:eastAsia="Times New Roman"/>
                <w:bCs/>
              </w:rPr>
            </w:pPr>
          </w:p>
        </w:tc>
      </w:tr>
      <w:tr w:rsidR="00140830" w:rsidRPr="00140830" w14:paraId="24D25C6A" w14:textId="77777777" w:rsidTr="00AB43A2">
        <w:tc>
          <w:tcPr>
            <w:tcW w:w="567" w:type="dxa"/>
          </w:tcPr>
          <w:p w14:paraId="3061BF5A" w14:textId="0C16E97D" w:rsidR="006A7989" w:rsidRPr="00140830" w:rsidRDefault="0013646D" w:rsidP="006A7989">
            <w:pPr>
              <w:textAlignment w:val="baseline"/>
              <w:rPr>
                <w:rFonts w:eastAsia="Times New Roman"/>
                <w:bCs/>
              </w:rPr>
            </w:pPr>
            <w:r w:rsidRPr="00140830">
              <w:rPr>
                <w:rFonts w:eastAsia="Times New Roman"/>
                <w:bCs/>
              </w:rPr>
              <w:t>22</w:t>
            </w:r>
          </w:p>
        </w:tc>
        <w:tc>
          <w:tcPr>
            <w:tcW w:w="3261" w:type="dxa"/>
          </w:tcPr>
          <w:p w14:paraId="30F69DF6" w14:textId="02FCE55B" w:rsidR="006A7989" w:rsidRPr="00140830" w:rsidRDefault="000E6A56" w:rsidP="006A7989">
            <w:pPr>
              <w:textAlignment w:val="baseline"/>
              <w:rPr>
                <w:rFonts w:eastAsia="Times New Roman"/>
                <w:bCs/>
              </w:rPr>
            </w:pPr>
            <w:r w:rsidRPr="00140830">
              <w:rPr>
                <w:rFonts w:eastAsia="Times New Roman"/>
                <w:bCs/>
              </w:rPr>
              <w:t>Tõstmisabivahendid</w:t>
            </w:r>
          </w:p>
        </w:tc>
        <w:tc>
          <w:tcPr>
            <w:tcW w:w="1701" w:type="dxa"/>
          </w:tcPr>
          <w:p w14:paraId="0016BE0A" w14:textId="77777777" w:rsidR="006A7989" w:rsidRPr="00140830" w:rsidRDefault="006A7989" w:rsidP="006A7989">
            <w:pPr>
              <w:textAlignment w:val="baseline"/>
              <w:rPr>
                <w:rFonts w:eastAsia="Times New Roman"/>
                <w:bCs/>
              </w:rPr>
            </w:pPr>
          </w:p>
        </w:tc>
        <w:tc>
          <w:tcPr>
            <w:tcW w:w="1559" w:type="dxa"/>
          </w:tcPr>
          <w:p w14:paraId="038526AE" w14:textId="77777777" w:rsidR="006A7989" w:rsidRPr="00140830" w:rsidRDefault="006A7989" w:rsidP="006A7989">
            <w:pPr>
              <w:textAlignment w:val="baseline"/>
              <w:rPr>
                <w:rFonts w:eastAsia="Times New Roman"/>
                <w:bCs/>
              </w:rPr>
            </w:pPr>
          </w:p>
        </w:tc>
        <w:tc>
          <w:tcPr>
            <w:tcW w:w="6379" w:type="dxa"/>
          </w:tcPr>
          <w:p w14:paraId="262998A9" w14:textId="77777777" w:rsidR="006A7989" w:rsidRPr="00140830" w:rsidRDefault="006A7989" w:rsidP="006A7989">
            <w:pPr>
              <w:textAlignment w:val="baseline"/>
              <w:rPr>
                <w:rFonts w:eastAsia="Times New Roman"/>
                <w:bCs/>
              </w:rPr>
            </w:pPr>
          </w:p>
        </w:tc>
      </w:tr>
      <w:tr w:rsidR="00140830" w:rsidRPr="00140830" w14:paraId="3F2BA8A3" w14:textId="77777777" w:rsidTr="00AB43A2">
        <w:tc>
          <w:tcPr>
            <w:tcW w:w="567" w:type="dxa"/>
          </w:tcPr>
          <w:p w14:paraId="18F11633" w14:textId="19FA0B67" w:rsidR="000E6A56" w:rsidRPr="00140830" w:rsidRDefault="0013646D" w:rsidP="006A7989">
            <w:pPr>
              <w:textAlignment w:val="baseline"/>
              <w:rPr>
                <w:rFonts w:eastAsia="Times New Roman"/>
                <w:bCs/>
              </w:rPr>
            </w:pPr>
            <w:r w:rsidRPr="00140830">
              <w:rPr>
                <w:rFonts w:eastAsia="Times New Roman"/>
                <w:bCs/>
              </w:rPr>
              <w:t>23</w:t>
            </w:r>
          </w:p>
        </w:tc>
        <w:tc>
          <w:tcPr>
            <w:tcW w:w="3261" w:type="dxa"/>
          </w:tcPr>
          <w:p w14:paraId="73ED5C98" w14:textId="6DDC9A55" w:rsidR="000E6A56" w:rsidRPr="00140830" w:rsidRDefault="000E6A56" w:rsidP="006A7989">
            <w:pPr>
              <w:textAlignment w:val="baseline"/>
              <w:rPr>
                <w:rFonts w:eastAsia="Times New Roman"/>
                <w:bCs/>
              </w:rPr>
            </w:pPr>
            <w:r w:rsidRPr="00140830">
              <w:rPr>
                <w:rFonts w:eastAsia="Times New Roman"/>
                <w:bCs/>
              </w:rPr>
              <w:t>Toidu valmistamise abivahendid</w:t>
            </w:r>
          </w:p>
        </w:tc>
        <w:tc>
          <w:tcPr>
            <w:tcW w:w="1701" w:type="dxa"/>
          </w:tcPr>
          <w:p w14:paraId="74062AA7" w14:textId="77777777" w:rsidR="000E6A56" w:rsidRPr="00140830" w:rsidRDefault="000E6A56" w:rsidP="006A7989">
            <w:pPr>
              <w:textAlignment w:val="baseline"/>
              <w:rPr>
                <w:rFonts w:eastAsia="Times New Roman"/>
                <w:bCs/>
              </w:rPr>
            </w:pPr>
          </w:p>
        </w:tc>
        <w:tc>
          <w:tcPr>
            <w:tcW w:w="1559" w:type="dxa"/>
          </w:tcPr>
          <w:p w14:paraId="2B9F3730" w14:textId="77777777" w:rsidR="000E6A56" w:rsidRPr="00140830" w:rsidRDefault="000E6A56" w:rsidP="006A7989">
            <w:pPr>
              <w:textAlignment w:val="baseline"/>
              <w:rPr>
                <w:rFonts w:eastAsia="Times New Roman"/>
                <w:bCs/>
              </w:rPr>
            </w:pPr>
          </w:p>
        </w:tc>
        <w:tc>
          <w:tcPr>
            <w:tcW w:w="6379" w:type="dxa"/>
          </w:tcPr>
          <w:p w14:paraId="16150348" w14:textId="77777777" w:rsidR="000E6A56" w:rsidRPr="00140830" w:rsidRDefault="000E6A56" w:rsidP="006A7989">
            <w:pPr>
              <w:textAlignment w:val="baseline"/>
              <w:rPr>
                <w:rFonts w:eastAsia="Times New Roman"/>
                <w:bCs/>
              </w:rPr>
            </w:pPr>
          </w:p>
        </w:tc>
      </w:tr>
      <w:tr w:rsidR="00140830" w:rsidRPr="00140830" w14:paraId="6EA6954E" w14:textId="77777777" w:rsidTr="00AB43A2">
        <w:tc>
          <w:tcPr>
            <w:tcW w:w="567" w:type="dxa"/>
          </w:tcPr>
          <w:p w14:paraId="08F159FF" w14:textId="37AFD21E" w:rsidR="000E6A56" w:rsidRPr="00140830" w:rsidRDefault="0013646D" w:rsidP="006A7989">
            <w:pPr>
              <w:textAlignment w:val="baseline"/>
              <w:rPr>
                <w:rFonts w:eastAsia="Times New Roman"/>
                <w:bCs/>
              </w:rPr>
            </w:pPr>
            <w:r w:rsidRPr="00140830">
              <w:rPr>
                <w:rFonts w:eastAsia="Times New Roman"/>
                <w:bCs/>
              </w:rPr>
              <w:t>24</w:t>
            </w:r>
          </w:p>
        </w:tc>
        <w:tc>
          <w:tcPr>
            <w:tcW w:w="3261" w:type="dxa"/>
          </w:tcPr>
          <w:p w14:paraId="2E164AE1" w14:textId="1AA33376" w:rsidR="000E6A56" w:rsidRPr="00140830" w:rsidRDefault="000E6A56" w:rsidP="006A7989">
            <w:pPr>
              <w:textAlignment w:val="baseline"/>
              <w:rPr>
                <w:rFonts w:eastAsia="Times New Roman"/>
                <w:bCs/>
              </w:rPr>
            </w:pPr>
            <w:r w:rsidRPr="00140830">
              <w:rPr>
                <w:rFonts w:eastAsia="Times New Roman"/>
                <w:bCs/>
              </w:rPr>
              <w:t>Kodu sisustuse abivahendid (nt spetsiaalsed toolid, lauad, valgustid)</w:t>
            </w:r>
          </w:p>
        </w:tc>
        <w:tc>
          <w:tcPr>
            <w:tcW w:w="1701" w:type="dxa"/>
          </w:tcPr>
          <w:p w14:paraId="284358E8" w14:textId="77777777" w:rsidR="000E6A56" w:rsidRPr="00140830" w:rsidRDefault="000E6A56" w:rsidP="006A7989">
            <w:pPr>
              <w:textAlignment w:val="baseline"/>
              <w:rPr>
                <w:rFonts w:eastAsia="Times New Roman"/>
                <w:bCs/>
              </w:rPr>
            </w:pPr>
          </w:p>
        </w:tc>
        <w:tc>
          <w:tcPr>
            <w:tcW w:w="1559" w:type="dxa"/>
          </w:tcPr>
          <w:p w14:paraId="3AB6747A" w14:textId="77777777" w:rsidR="000E6A56" w:rsidRPr="00140830" w:rsidRDefault="000E6A56" w:rsidP="006A7989">
            <w:pPr>
              <w:textAlignment w:val="baseline"/>
              <w:rPr>
                <w:rFonts w:eastAsia="Times New Roman"/>
                <w:bCs/>
              </w:rPr>
            </w:pPr>
          </w:p>
        </w:tc>
        <w:tc>
          <w:tcPr>
            <w:tcW w:w="6379" w:type="dxa"/>
          </w:tcPr>
          <w:p w14:paraId="049F4F01" w14:textId="77777777" w:rsidR="000E6A56" w:rsidRPr="00140830" w:rsidRDefault="000E6A56" w:rsidP="006A7989">
            <w:pPr>
              <w:textAlignment w:val="baseline"/>
              <w:rPr>
                <w:rFonts w:eastAsia="Times New Roman"/>
                <w:bCs/>
              </w:rPr>
            </w:pPr>
          </w:p>
        </w:tc>
      </w:tr>
      <w:tr w:rsidR="00140830" w:rsidRPr="00140830" w14:paraId="27022212" w14:textId="77777777" w:rsidTr="00AB43A2">
        <w:tc>
          <w:tcPr>
            <w:tcW w:w="567" w:type="dxa"/>
          </w:tcPr>
          <w:p w14:paraId="07BAB72B" w14:textId="5C8738C0" w:rsidR="000E6A56" w:rsidRPr="00140830" w:rsidRDefault="0013646D" w:rsidP="006A7989">
            <w:pPr>
              <w:textAlignment w:val="baseline"/>
              <w:rPr>
                <w:rFonts w:eastAsia="Times New Roman"/>
                <w:bCs/>
              </w:rPr>
            </w:pPr>
            <w:r w:rsidRPr="00140830">
              <w:rPr>
                <w:rFonts w:eastAsia="Times New Roman"/>
                <w:bCs/>
              </w:rPr>
              <w:t>25</w:t>
            </w:r>
          </w:p>
        </w:tc>
        <w:tc>
          <w:tcPr>
            <w:tcW w:w="3261" w:type="dxa"/>
          </w:tcPr>
          <w:p w14:paraId="21119A68" w14:textId="34D6D037" w:rsidR="000E6A56" w:rsidRPr="00140830" w:rsidRDefault="000E6A56" w:rsidP="000E6A56">
            <w:pPr>
              <w:textAlignment w:val="baseline"/>
              <w:rPr>
                <w:rFonts w:eastAsia="Times New Roman"/>
                <w:bCs/>
              </w:rPr>
            </w:pPr>
            <w:r w:rsidRPr="00140830">
              <w:rPr>
                <w:rFonts w:eastAsia="Times New Roman"/>
                <w:bCs/>
              </w:rPr>
              <w:t>Optilised abivahendid</w:t>
            </w:r>
          </w:p>
        </w:tc>
        <w:tc>
          <w:tcPr>
            <w:tcW w:w="1701" w:type="dxa"/>
          </w:tcPr>
          <w:p w14:paraId="3B5D3A95" w14:textId="77777777" w:rsidR="000E6A56" w:rsidRPr="00140830" w:rsidRDefault="000E6A56" w:rsidP="006A7989">
            <w:pPr>
              <w:textAlignment w:val="baseline"/>
              <w:rPr>
                <w:rFonts w:eastAsia="Times New Roman"/>
                <w:bCs/>
              </w:rPr>
            </w:pPr>
          </w:p>
        </w:tc>
        <w:tc>
          <w:tcPr>
            <w:tcW w:w="1559" w:type="dxa"/>
          </w:tcPr>
          <w:p w14:paraId="029D45D1" w14:textId="77777777" w:rsidR="000E6A56" w:rsidRPr="00140830" w:rsidRDefault="000E6A56" w:rsidP="006A7989">
            <w:pPr>
              <w:textAlignment w:val="baseline"/>
              <w:rPr>
                <w:rFonts w:eastAsia="Times New Roman"/>
                <w:bCs/>
              </w:rPr>
            </w:pPr>
          </w:p>
        </w:tc>
        <w:tc>
          <w:tcPr>
            <w:tcW w:w="6379" w:type="dxa"/>
          </w:tcPr>
          <w:p w14:paraId="668C14AD" w14:textId="77777777" w:rsidR="000E6A56" w:rsidRPr="00140830" w:rsidRDefault="000E6A56" w:rsidP="006A7989">
            <w:pPr>
              <w:textAlignment w:val="baseline"/>
              <w:rPr>
                <w:rFonts w:eastAsia="Times New Roman"/>
                <w:bCs/>
              </w:rPr>
            </w:pPr>
          </w:p>
        </w:tc>
      </w:tr>
      <w:tr w:rsidR="00140830" w:rsidRPr="00140830" w14:paraId="45117FE7" w14:textId="77777777" w:rsidTr="00AB43A2">
        <w:tc>
          <w:tcPr>
            <w:tcW w:w="567" w:type="dxa"/>
          </w:tcPr>
          <w:p w14:paraId="17E1C244" w14:textId="7852981A" w:rsidR="000E6A56" w:rsidRPr="00140830" w:rsidRDefault="0013646D" w:rsidP="006A7989">
            <w:pPr>
              <w:textAlignment w:val="baseline"/>
              <w:rPr>
                <w:rFonts w:eastAsia="Times New Roman"/>
                <w:bCs/>
              </w:rPr>
            </w:pPr>
            <w:r w:rsidRPr="00140830">
              <w:rPr>
                <w:rFonts w:eastAsia="Times New Roman"/>
                <w:bCs/>
              </w:rPr>
              <w:t>26</w:t>
            </w:r>
          </w:p>
        </w:tc>
        <w:tc>
          <w:tcPr>
            <w:tcW w:w="3261" w:type="dxa"/>
          </w:tcPr>
          <w:p w14:paraId="4AE6673F" w14:textId="3E3182B8" w:rsidR="000E6A56" w:rsidRPr="00140830" w:rsidRDefault="000E6A56" w:rsidP="006A7989">
            <w:pPr>
              <w:textAlignment w:val="baseline"/>
              <w:rPr>
                <w:rFonts w:eastAsia="Times New Roman"/>
                <w:bCs/>
              </w:rPr>
            </w:pPr>
            <w:r w:rsidRPr="00140830">
              <w:rPr>
                <w:rFonts w:eastAsia="Times New Roman"/>
                <w:bCs/>
              </w:rPr>
              <w:t>Kuulmisabivahendid</w:t>
            </w:r>
          </w:p>
        </w:tc>
        <w:tc>
          <w:tcPr>
            <w:tcW w:w="1701" w:type="dxa"/>
          </w:tcPr>
          <w:p w14:paraId="0413ACBD" w14:textId="77777777" w:rsidR="000E6A56" w:rsidRPr="00140830" w:rsidRDefault="000E6A56" w:rsidP="006A7989">
            <w:pPr>
              <w:textAlignment w:val="baseline"/>
              <w:rPr>
                <w:rFonts w:eastAsia="Times New Roman"/>
                <w:bCs/>
              </w:rPr>
            </w:pPr>
          </w:p>
        </w:tc>
        <w:tc>
          <w:tcPr>
            <w:tcW w:w="1559" w:type="dxa"/>
          </w:tcPr>
          <w:p w14:paraId="01D681C4" w14:textId="77777777" w:rsidR="000E6A56" w:rsidRPr="00140830" w:rsidRDefault="000E6A56" w:rsidP="006A7989">
            <w:pPr>
              <w:textAlignment w:val="baseline"/>
              <w:rPr>
                <w:rFonts w:eastAsia="Times New Roman"/>
                <w:bCs/>
              </w:rPr>
            </w:pPr>
          </w:p>
        </w:tc>
        <w:tc>
          <w:tcPr>
            <w:tcW w:w="6379" w:type="dxa"/>
          </w:tcPr>
          <w:p w14:paraId="1D3CEB09" w14:textId="77777777" w:rsidR="000E6A56" w:rsidRPr="00140830" w:rsidRDefault="000E6A56" w:rsidP="006A7989">
            <w:pPr>
              <w:textAlignment w:val="baseline"/>
              <w:rPr>
                <w:rFonts w:eastAsia="Times New Roman"/>
                <w:bCs/>
              </w:rPr>
            </w:pPr>
          </w:p>
        </w:tc>
      </w:tr>
      <w:tr w:rsidR="00140830" w:rsidRPr="00140830" w14:paraId="67BCE3B9" w14:textId="77777777" w:rsidTr="00AB43A2">
        <w:tc>
          <w:tcPr>
            <w:tcW w:w="567" w:type="dxa"/>
          </w:tcPr>
          <w:p w14:paraId="4B64A446" w14:textId="2FE66697" w:rsidR="000E6A56" w:rsidRPr="00140830" w:rsidRDefault="0013646D" w:rsidP="006A7989">
            <w:pPr>
              <w:textAlignment w:val="baseline"/>
              <w:rPr>
                <w:rFonts w:eastAsia="Times New Roman"/>
                <w:bCs/>
              </w:rPr>
            </w:pPr>
            <w:r w:rsidRPr="00140830">
              <w:rPr>
                <w:rFonts w:eastAsia="Times New Roman"/>
                <w:bCs/>
              </w:rPr>
              <w:t>27</w:t>
            </w:r>
          </w:p>
        </w:tc>
        <w:tc>
          <w:tcPr>
            <w:tcW w:w="3261" w:type="dxa"/>
          </w:tcPr>
          <w:p w14:paraId="6EFEE5B9" w14:textId="24B414F7" w:rsidR="000E6A56" w:rsidRPr="00140830" w:rsidRDefault="000E6A56" w:rsidP="006A7989">
            <w:pPr>
              <w:textAlignment w:val="baseline"/>
              <w:rPr>
                <w:rFonts w:eastAsia="Times New Roman"/>
                <w:bCs/>
              </w:rPr>
            </w:pPr>
            <w:r w:rsidRPr="00140830">
              <w:rPr>
                <w:rFonts w:eastAsia="Times New Roman"/>
                <w:bCs/>
              </w:rPr>
              <w:t>Hääle võimendi</w:t>
            </w:r>
          </w:p>
        </w:tc>
        <w:tc>
          <w:tcPr>
            <w:tcW w:w="1701" w:type="dxa"/>
          </w:tcPr>
          <w:p w14:paraId="43BFD14F" w14:textId="77777777" w:rsidR="000E6A56" w:rsidRPr="00140830" w:rsidRDefault="000E6A56" w:rsidP="006A7989">
            <w:pPr>
              <w:textAlignment w:val="baseline"/>
              <w:rPr>
                <w:rFonts w:eastAsia="Times New Roman"/>
                <w:bCs/>
              </w:rPr>
            </w:pPr>
          </w:p>
        </w:tc>
        <w:tc>
          <w:tcPr>
            <w:tcW w:w="1559" w:type="dxa"/>
          </w:tcPr>
          <w:p w14:paraId="30CD9B24" w14:textId="77777777" w:rsidR="000E6A56" w:rsidRPr="00140830" w:rsidRDefault="000E6A56" w:rsidP="006A7989">
            <w:pPr>
              <w:textAlignment w:val="baseline"/>
              <w:rPr>
                <w:rFonts w:eastAsia="Times New Roman"/>
                <w:bCs/>
              </w:rPr>
            </w:pPr>
          </w:p>
        </w:tc>
        <w:tc>
          <w:tcPr>
            <w:tcW w:w="6379" w:type="dxa"/>
          </w:tcPr>
          <w:p w14:paraId="5AC58CF1" w14:textId="77777777" w:rsidR="000E6A56" w:rsidRPr="00140830" w:rsidRDefault="000E6A56" w:rsidP="006A7989">
            <w:pPr>
              <w:textAlignment w:val="baseline"/>
              <w:rPr>
                <w:rFonts w:eastAsia="Times New Roman"/>
                <w:bCs/>
              </w:rPr>
            </w:pPr>
          </w:p>
        </w:tc>
      </w:tr>
      <w:tr w:rsidR="00140830" w:rsidRPr="00140830" w14:paraId="2EA20C9C" w14:textId="77777777" w:rsidTr="00AB43A2">
        <w:tc>
          <w:tcPr>
            <w:tcW w:w="567" w:type="dxa"/>
          </w:tcPr>
          <w:p w14:paraId="659AAEE9" w14:textId="156C6F20" w:rsidR="000E6A56" w:rsidRPr="00140830" w:rsidRDefault="0013646D" w:rsidP="006A7989">
            <w:pPr>
              <w:textAlignment w:val="baseline"/>
              <w:rPr>
                <w:rFonts w:eastAsia="Times New Roman"/>
                <w:bCs/>
              </w:rPr>
            </w:pPr>
            <w:r w:rsidRPr="00140830">
              <w:rPr>
                <w:rFonts w:eastAsia="Times New Roman"/>
                <w:bCs/>
              </w:rPr>
              <w:t>28</w:t>
            </w:r>
          </w:p>
        </w:tc>
        <w:tc>
          <w:tcPr>
            <w:tcW w:w="3261" w:type="dxa"/>
          </w:tcPr>
          <w:p w14:paraId="7A350E56" w14:textId="5C8821D6" w:rsidR="000E6A56" w:rsidRPr="00140830" w:rsidRDefault="000E6A56" w:rsidP="006A7989">
            <w:pPr>
              <w:textAlignment w:val="baseline"/>
              <w:rPr>
                <w:rFonts w:eastAsia="Times New Roman"/>
                <w:bCs/>
              </w:rPr>
            </w:pPr>
            <w:r w:rsidRPr="00140830">
              <w:rPr>
                <w:rFonts w:eastAsia="Times New Roman"/>
                <w:bCs/>
              </w:rPr>
              <w:t>Joonistamise ja kirjutamise abivahendid</w:t>
            </w:r>
          </w:p>
        </w:tc>
        <w:tc>
          <w:tcPr>
            <w:tcW w:w="1701" w:type="dxa"/>
          </w:tcPr>
          <w:p w14:paraId="6073F672" w14:textId="77777777" w:rsidR="000E6A56" w:rsidRPr="00140830" w:rsidRDefault="000E6A56" w:rsidP="006A7989">
            <w:pPr>
              <w:textAlignment w:val="baseline"/>
              <w:rPr>
                <w:rFonts w:eastAsia="Times New Roman"/>
                <w:bCs/>
              </w:rPr>
            </w:pPr>
          </w:p>
        </w:tc>
        <w:tc>
          <w:tcPr>
            <w:tcW w:w="1559" w:type="dxa"/>
          </w:tcPr>
          <w:p w14:paraId="5BC26155" w14:textId="77777777" w:rsidR="000E6A56" w:rsidRPr="00140830" w:rsidRDefault="000E6A56" w:rsidP="006A7989">
            <w:pPr>
              <w:textAlignment w:val="baseline"/>
              <w:rPr>
                <w:rFonts w:eastAsia="Times New Roman"/>
                <w:bCs/>
              </w:rPr>
            </w:pPr>
          </w:p>
        </w:tc>
        <w:tc>
          <w:tcPr>
            <w:tcW w:w="6379" w:type="dxa"/>
          </w:tcPr>
          <w:p w14:paraId="4B1CE5A0" w14:textId="77777777" w:rsidR="000E6A56" w:rsidRPr="00140830" w:rsidRDefault="000E6A56" w:rsidP="006A7989">
            <w:pPr>
              <w:textAlignment w:val="baseline"/>
              <w:rPr>
                <w:rFonts w:eastAsia="Times New Roman"/>
                <w:bCs/>
              </w:rPr>
            </w:pPr>
          </w:p>
        </w:tc>
      </w:tr>
      <w:tr w:rsidR="00140830" w:rsidRPr="00140830" w14:paraId="5045C41F" w14:textId="77777777" w:rsidTr="00AB43A2">
        <w:tc>
          <w:tcPr>
            <w:tcW w:w="567" w:type="dxa"/>
          </w:tcPr>
          <w:p w14:paraId="19CA7C37" w14:textId="0B25CA1C" w:rsidR="000E6A56" w:rsidRPr="00140830" w:rsidRDefault="0013646D" w:rsidP="006A7989">
            <w:pPr>
              <w:textAlignment w:val="baseline"/>
              <w:rPr>
                <w:rFonts w:eastAsia="Times New Roman"/>
                <w:bCs/>
              </w:rPr>
            </w:pPr>
            <w:r w:rsidRPr="00140830">
              <w:rPr>
                <w:rFonts w:eastAsia="Times New Roman"/>
                <w:bCs/>
              </w:rPr>
              <w:t>29</w:t>
            </w:r>
          </w:p>
        </w:tc>
        <w:tc>
          <w:tcPr>
            <w:tcW w:w="3261" w:type="dxa"/>
          </w:tcPr>
          <w:p w14:paraId="080BFEA9" w14:textId="5CD946EA" w:rsidR="000E6A56" w:rsidRPr="00140830" w:rsidRDefault="000E6A56" w:rsidP="006A7989">
            <w:pPr>
              <w:textAlignment w:val="baseline"/>
              <w:rPr>
                <w:rFonts w:eastAsia="Times New Roman"/>
                <w:bCs/>
              </w:rPr>
            </w:pPr>
            <w:proofErr w:type="spellStart"/>
            <w:r w:rsidRPr="00140830">
              <w:rPr>
                <w:rFonts w:eastAsia="Times New Roman"/>
                <w:bCs/>
              </w:rPr>
              <w:t>Audio-visuaalsed</w:t>
            </w:r>
            <w:proofErr w:type="spellEnd"/>
            <w:r w:rsidRPr="00140830">
              <w:rPr>
                <w:rFonts w:eastAsia="Times New Roman"/>
                <w:bCs/>
              </w:rPr>
              <w:t xml:space="preserve"> abivahendid</w:t>
            </w:r>
          </w:p>
        </w:tc>
        <w:tc>
          <w:tcPr>
            <w:tcW w:w="1701" w:type="dxa"/>
          </w:tcPr>
          <w:p w14:paraId="4F35411B" w14:textId="77777777" w:rsidR="000E6A56" w:rsidRPr="00140830" w:rsidRDefault="000E6A56" w:rsidP="006A7989">
            <w:pPr>
              <w:textAlignment w:val="baseline"/>
              <w:rPr>
                <w:rFonts w:eastAsia="Times New Roman"/>
                <w:bCs/>
              </w:rPr>
            </w:pPr>
          </w:p>
        </w:tc>
        <w:tc>
          <w:tcPr>
            <w:tcW w:w="1559" w:type="dxa"/>
          </w:tcPr>
          <w:p w14:paraId="490F8CFD" w14:textId="77777777" w:rsidR="000E6A56" w:rsidRPr="00140830" w:rsidRDefault="000E6A56" w:rsidP="006A7989">
            <w:pPr>
              <w:textAlignment w:val="baseline"/>
              <w:rPr>
                <w:rFonts w:eastAsia="Times New Roman"/>
                <w:bCs/>
              </w:rPr>
            </w:pPr>
          </w:p>
        </w:tc>
        <w:tc>
          <w:tcPr>
            <w:tcW w:w="6379" w:type="dxa"/>
          </w:tcPr>
          <w:p w14:paraId="74A09A20" w14:textId="77777777" w:rsidR="000E6A56" w:rsidRPr="00140830" w:rsidRDefault="000E6A56" w:rsidP="006A7989">
            <w:pPr>
              <w:textAlignment w:val="baseline"/>
              <w:rPr>
                <w:rFonts w:eastAsia="Times New Roman"/>
                <w:bCs/>
              </w:rPr>
            </w:pPr>
          </w:p>
        </w:tc>
      </w:tr>
      <w:tr w:rsidR="00140830" w:rsidRPr="00140830" w14:paraId="673821E7" w14:textId="77777777" w:rsidTr="00AB43A2">
        <w:tc>
          <w:tcPr>
            <w:tcW w:w="567" w:type="dxa"/>
          </w:tcPr>
          <w:p w14:paraId="1F81B4E7" w14:textId="1F135153" w:rsidR="000E6A56" w:rsidRPr="00140830" w:rsidRDefault="0013646D" w:rsidP="006A7989">
            <w:pPr>
              <w:textAlignment w:val="baseline"/>
              <w:rPr>
                <w:rFonts w:eastAsia="Times New Roman"/>
                <w:bCs/>
              </w:rPr>
            </w:pPr>
            <w:r w:rsidRPr="00140830">
              <w:rPr>
                <w:rFonts w:eastAsia="Times New Roman"/>
                <w:bCs/>
              </w:rPr>
              <w:t>30</w:t>
            </w:r>
          </w:p>
        </w:tc>
        <w:tc>
          <w:tcPr>
            <w:tcW w:w="3261" w:type="dxa"/>
          </w:tcPr>
          <w:p w14:paraId="4E05BB03" w14:textId="0EFFC192" w:rsidR="000E6A56" w:rsidRPr="00140830" w:rsidRDefault="000E6A56" w:rsidP="006A7989">
            <w:pPr>
              <w:textAlignment w:val="baseline"/>
              <w:rPr>
                <w:rFonts w:eastAsia="Times New Roman"/>
                <w:bCs/>
              </w:rPr>
            </w:pPr>
            <w:r w:rsidRPr="00140830">
              <w:rPr>
                <w:rFonts w:eastAsia="Times New Roman"/>
                <w:bCs/>
              </w:rPr>
              <w:t>Lugemisabivahendid</w:t>
            </w:r>
          </w:p>
        </w:tc>
        <w:tc>
          <w:tcPr>
            <w:tcW w:w="1701" w:type="dxa"/>
          </w:tcPr>
          <w:p w14:paraId="4CE44BAA" w14:textId="77777777" w:rsidR="000E6A56" w:rsidRPr="00140830" w:rsidRDefault="000E6A56" w:rsidP="006A7989">
            <w:pPr>
              <w:textAlignment w:val="baseline"/>
              <w:rPr>
                <w:rFonts w:eastAsia="Times New Roman"/>
                <w:bCs/>
              </w:rPr>
            </w:pPr>
          </w:p>
        </w:tc>
        <w:tc>
          <w:tcPr>
            <w:tcW w:w="1559" w:type="dxa"/>
          </w:tcPr>
          <w:p w14:paraId="6D378FF9" w14:textId="77777777" w:rsidR="000E6A56" w:rsidRPr="00140830" w:rsidRDefault="000E6A56" w:rsidP="006A7989">
            <w:pPr>
              <w:textAlignment w:val="baseline"/>
              <w:rPr>
                <w:rFonts w:eastAsia="Times New Roman"/>
                <w:bCs/>
              </w:rPr>
            </w:pPr>
          </w:p>
        </w:tc>
        <w:tc>
          <w:tcPr>
            <w:tcW w:w="6379" w:type="dxa"/>
          </w:tcPr>
          <w:p w14:paraId="079B2DC9" w14:textId="77777777" w:rsidR="000E6A56" w:rsidRPr="00140830" w:rsidRDefault="000E6A56" w:rsidP="006A7989">
            <w:pPr>
              <w:textAlignment w:val="baseline"/>
              <w:rPr>
                <w:rFonts w:eastAsia="Times New Roman"/>
                <w:bCs/>
              </w:rPr>
            </w:pPr>
          </w:p>
        </w:tc>
      </w:tr>
      <w:tr w:rsidR="00140830" w:rsidRPr="00140830" w14:paraId="298DB415" w14:textId="77777777" w:rsidTr="00AB43A2">
        <w:tc>
          <w:tcPr>
            <w:tcW w:w="567" w:type="dxa"/>
          </w:tcPr>
          <w:p w14:paraId="6F79895C" w14:textId="20475054" w:rsidR="000E6A56" w:rsidRPr="00140830" w:rsidRDefault="0013646D" w:rsidP="006A7989">
            <w:pPr>
              <w:textAlignment w:val="baseline"/>
              <w:rPr>
                <w:rFonts w:eastAsia="Times New Roman"/>
                <w:bCs/>
              </w:rPr>
            </w:pPr>
            <w:r w:rsidRPr="00140830">
              <w:rPr>
                <w:rFonts w:eastAsia="Times New Roman"/>
                <w:bCs/>
              </w:rPr>
              <w:t>31</w:t>
            </w:r>
          </w:p>
        </w:tc>
        <w:tc>
          <w:tcPr>
            <w:tcW w:w="3261" w:type="dxa"/>
          </w:tcPr>
          <w:p w14:paraId="24978496" w14:textId="3BA8705F" w:rsidR="000E6A56" w:rsidRPr="00140830" w:rsidRDefault="000E6A56" w:rsidP="006A7989">
            <w:pPr>
              <w:textAlignment w:val="baseline"/>
              <w:rPr>
                <w:rFonts w:eastAsia="Times New Roman"/>
                <w:bCs/>
              </w:rPr>
            </w:pPr>
            <w:r w:rsidRPr="00140830">
              <w:rPr>
                <w:rFonts w:eastAsia="Times New Roman"/>
                <w:bCs/>
              </w:rPr>
              <w:t>Arvutite lisatarvikud</w:t>
            </w:r>
          </w:p>
        </w:tc>
        <w:tc>
          <w:tcPr>
            <w:tcW w:w="1701" w:type="dxa"/>
          </w:tcPr>
          <w:p w14:paraId="63C63333" w14:textId="77777777" w:rsidR="000E6A56" w:rsidRPr="00140830" w:rsidRDefault="000E6A56" w:rsidP="006A7989">
            <w:pPr>
              <w:textAlignment w:val="baseline"/>
              <w:rPr>
                <w:rFonts w:eastAsia="Times New Roman"/>
                <w:bCs/>
              </w:rPr>
            </w:pPr>
          </w:p>
        </w:tc>
        <w:tc>
          <w:tcPr>
            <w:tcW w:w="1559" w:type="dxa"/>
          </w:tcPr>
          <w:p w14:paraId="45A71B05" w14:textId="77777777" w:rsidR="000E6A56" w:rsidRPr="00140830" w:rsidRDefault="000E6A56" w:rsidP="006A7989">
            <w:pPr>
              <w:textAlignment w:val="baseline"/>
              <w:rPr>
                <w:rFonts w:eastAsia="Times New Roman"/>
                <w:bCs/>
              </w:rPr>
            </w:pPr>
          </w:p>
        </w:tc>
        <w:tc>
          <w:tcPr>
            <w:tcW w:w="6379" w:type="dxa"/>
          </w:tcPr>
          <w:p w14:paraId="36C47372" w14:textId="77777777" w:rsidR="000E6A56" w:rsidRPr="00140830" w:rsidRDefault="000E6A56" w:rsidP="006A7989">
            <w:pPr>
              <w:textAlignment w:val="baseline"/>
              <w:rPr>
                <w:rFonts w:eastAsia="Times New Roman"/>
                <w:bCs/>
              </w:rPr>
            </w:pPr>
          </w:p>
        </w:tc>
      </w:tr>
      <w:tr w:rsidR="00140830" w:rsidRPr="00140830" w14:paraId="34BB022F" w14:textId="77777777" w:rsidTr="00AB43A2">
        <w:tc>
          <w:tcPr>
            <w:tcW w:w="567" w:type="dxa"/>
          </w:tcPr>
          <w:p w14:paraId="62C99E73" w14:textId="393B1ED8" w:rsidR="0013646D" w:rsidRPr="00140830" w:rsidRDefault="0013646D" w:rsidP="006A7989">
            <w:pPr>
              <w:textAlignment w:val="baseline"/>
              <w:rPr>
                <w:rFonts w:eastAsia="Times New Roman"/>
                <w:bCs/>
              </w:rPr>
            </w:pPr>
            <w:r w:rsidRPr="00140830">
              <w:rPr>
                <w:rFonts w:eastAsia="Times New Roman"/>
                <w:bCs/>
              </w:rPr>
              <w:t>32</w:t>
            </w:r>
          </w:p>
        </w:tc>
        <w:tc>
          <w:tcPr>
            <w:tcW w:w="3261" w:type="dxa"/>
          </w:tcPr>
          <w:p w14:paraId="6BD07F36" w14:textId="706E3D73" w:rsidR="0013646D" w:rsidRPr="00140830" w:rsidRDefault="0013646D" w:rsidP="006A7989">
            <w:pPr>
              <w:textAlignment w:val="baseline"/>
              <w:rPr>
                <w:rFonts w:eastAsia="Times New Roman"/>
                <w:bCs/>
              </w:rPr>
            </w:pPr>
            <w:r w:rsidRPr="00140830">
              <w:rPr>
                <w:rFonts w:eastAsia="Times New Roman"/>
                <w:bCs/>
              </w:rPr>
              <w:t>Muu:</w:t>
            </w:r>
          </w:p>
        </w:tc>
        <w:tc>
          <w:tcPr>
            <w:tcW w:w="1701" w:type="dxa"/>
          </w:tcPr>
          <w:p w14:paraId="38AD27DD" w14:textId="77777777" w:rsidR="0013646D" w:rsidRPr="00140830" w:rsidRDefault="0013646D" w:rsidP="006A7989">
            <w:pPr>
              <w:textAlignment w:val="baseline"/>
              <w:rPr>
                <w:rFonts w:eastAsia="Times New Roman"/>
                <w:bCs/>
              </w:rPr>
            </w:pPr>
          </w:p>
        </w:tc>
        <w:tc>
          <w:tcPr>
            <w:tcW w:w="1559" w:type="dxa"/>
          </w:tcPr>
          <w:p w14:paraId="65DF1CD4" w14:textId="77777777" w:rsidR="0013646D" w:rsidRPr="00140830" w:rsidRDefault="0013646D" w:rsidP="006A7989">
            <w:pPr>
              <w:textAlignment w:val="baseline"/>
              <w:rPr>
                <w:rFonts w:eastAsia="Times New Roman"/>
                <w:bCs/>
              </w:rPr>
            </w:pPr>
          </w:p>
        </w:tc>
        <w:tc>
          <w:tcPr>
            <w:tcW w:w="6379" w:type="dxa"/>
          </w:tcPr>
          <w:p w14:paraId="3B61DF29" w14:textId="77777777" w:rsidR="0013646D" w:rsidRPr="00140830" w:rsidRDefault="0013646D" w:rsidP="006A7989">
            <w:pPr>
              <w:textAlignment w:val="baseline"/>
              <w:rPr>
                <w:rFonts w:eastAsia="Times New Roman"/>
                <w:bCs/>
              </w:rPr>
            </w:pPr>
          </w:p>
        </w:tc>
      </w:tr>
    </w:tbl>
    <w:p w14:paraId="367F2CDE" w14:textId="77777777" w:rsidR="007278A2" w:rsidRPr="00140830" w:rsidRDefault="007278A2" w:rsidP="007278A2">
      <w:pPr>
        <w:ind w:left="360"/>
        <w:rPr>
          <w:b/>
          <w:color w:val="auto"/>
          <w:sz w:val="24"/>
          <w:szCs w:val="24"/>
        </w:rPr>
      </w:pPr>
    </w:p>
    <w:p w14:paraId="36705D31" w14:textId="58495512" w:rsidR="008C63FB" w:rsidRPr="00140830" w:rsidRDefault="00F92F9A" w:rsidP="00746C9E">
      <w:pPr>
        <w:pStyle w:val="Pealkiri2"/>
        <w:spacing w:line="240" w:lineRule="auto"/>
        <w:ind w:left="360"/>
        <w:rPr>
          <w:b/>
          <w:color w:val="auto"/>
          <w:sz w:val="24"/>
          <w:szCs w:val="24"/>
        </w:rPr>
      </w:pPr>
      <w:bookmarkStart w:id="3" w:name="_1fob9te" w:colFirst="0" w:colLast="0"/>
      <w:bookmarkStart w:id="4" w:name="_2et92p0" w:colFirst="0" w:colLast="0"/>
      <w:bookmarkEnd w:id="3"/>
      <w:bookmarkEnd w:id="4"/>
      <w:r w:rsidRPr="00140830">
        <w:rPr>
          <w:b/>
          <w:color w:val="auto"/>
          <w:sz w:val="24"/>
          <w:szCs w:val="24"/>
        </w:rPr>
        <w:lastRenderedPageBreak/>
        <w:t>D</w:t>
      </w:r>
      <w:r w:rsidR="00746C9E" w:rsidRPr="00140830">
        <w:rPr>
          <w:b/>
          <w:color w:val="auto"/>
          <w:sz w:val="24"/>
          <w:szCs w:val="24"/>
        </w:rPr>
        <w:t>.</w:t>
      </w:r>
      <w:r w:rsidR="008C1A93" w:rsidRPr="00140830">
        <w:rPr>
          <w:b/>
          <w:color w:val="auto"/>
          <w:sz w:val="24"/>
          <w:szCs w:val="24"/>
        </w:rPr>
        <w:t xml:space="preserve">HINDAMISE </w:t>
      </w:r>
      <w:r w:rsidR="007278A2" w:rsidRPr="00140830">
        <w:rPr>
          <w:b/>
          <w:color w:val="auto"/>
          <w:sz w:val="24"/>
          <w:szCs w:val="24"/>
        </w:rPr>
        <w:t>ELU</w:t>
      </w:r>
      <w:r w:rsidR="008C1A93" w:rsidRPr="00140830">
        <w:rPr>
          <w:b/>
          <w:color w:val="auto"/>
          <w:sz w:val="24"/>
          <w:szCs w:val="24"/>
        </w:rPr>
        <w:t>VALDKONNAD</w:t>
      </w:r>
    </w:p>
    <w:p w14:paraId="3723F257" w14:textId="1CE71CB5" w:rsidR="008C1A93" w:rsidRPr="00140830" w:rsidRDefault="00F92F9A"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ind w:left="405"/>
        <w:textAlignment w:val="baseline"/>
        <w:rPr>
          <w:rFonts w:eastAsia="Times New Roman"/>
          <w:b/>
          <w:bCs/>
          <w:color w:val="auto"/>
        </w:rPr>
      </w:pPr>
      <w:r w:rsidRPr="00140830">
        <w:rPr>
          <w:rFonts w:eastAsia="Times New Roman"/>
          <w:b/>
          <w:bCs/>
          <w:color w:val="auto"/>
        </w:rPr>
        <w:t>D</w:t>
      </w:r>
      <w:r w:rsidR="008C1A93" w:rsidRPr="00140830">
        <w:rPr>
          <w:rFonts w:eastAsia="Times New Roman"/>
          <w:b/>
          <w:bCs/>
          <w:color w:val="auto"/>
        </w:rPr>
        <w:t>.1.</w:t>
      </w:r>
      <w:r w:rsidR="001A2C72" w:rsidRPr="00140830">
        <w:rPr>
          <w:rFonts w:eastAsia="Times New Roman"/>
          <w:b/>
          <w:bCs/>
          <w:color w:val="auto"/>
        </w:rPr>
        <w:t xml:space="preserve"> </w:t>
      </w:r>
      <w:r w:rsidR="008C1A93" w:rsidRPr="00140830">
        <w:rPr>
          <w:rFonts w:eastAsia="Times New Roman"/>
          <w:b/>
          <w:bCs/>
          <w:color w:val="auto"/>
        </w:rPr>
        <w:t xml:space="preserve">SOTSIAALSED SUHTED </w:t>
      </w:r>
    </w:p>
    <w:p w14:paraId="7914D622" w14:textId="609DA9CB" w:rsidR="008C1A93" w:rsidRPr="00140830" w:rsidRDefault="00F92F9A"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ind w:left="765"/>
        <w:textAlignment w:val="baseline"/>
        <w:rPr>
          <w:rFonts w:eastAsia="Times New Roman"/>
          <w:b/>
          <w:bCs/>
          <w:color w:val="auto"/>
          <w:sz w:val="20"/>
          <w:szCs w:val="20"/>
        </w:rPr>
      </w:pPr>
      <w:r w:rsidRPr="00140830">
        <w:rPr>
          <w:rFonts w:eastAsia="Times New Roman"/>
          <w:b/>
          <w:bCs/>
          <w:color w:val="auto"/>
          <w:sz w:val="20"/>
          <w:szCs w:val="20"/>
        </w:rPr>
        <w:t>D</w:t>
      </w:r>
      <w:r w:rsidR="008C1A93" w:rsidRPr="00140830">
        <w:rPr>
          <w:rFonts w:eastAsia="Times New Roman"/>
          <w:b/>
          <w:bCs/>
          <w:color w:val="auto"/>
          <w:sz w:val="20"/>
          <w:szCs w:val="20"/>
        </w:rPr>
        <w:t>.1.1.</w:t>
      </w:r>
      <w:r w:rsidR="001A2C72" w:rsidRPr="00140830">
        <w:rPr>
          <w:rFonts w:eastAsia="Times New Roman"/>
          <w:b/>
          <w:bCs/>
          <w:color w:val="auto"/>
          <w:sz w:val="20"/>
          <w:szCs w:val="20"/>
        </w:rPr>
        <w:t xml:space="preserve"> Kas inimesel on s</w:t>
      </w:r>
      <w:r w:rsidR="008C1A93" w:rsidRPr="00140830">
        <w:rPr>
          <w:rFonts w:eastAsia="Times New Roman"/>
          <w:b/>
          <w:bCs/>
          <w:color w:val="auto"/>
          <w:sz w:val="20"/>
          <w:szCs w:val="20"/>
        </w:rPr>
        <w:t>otsiaalne võrgustik</w:t>
      </w:r>
      <w:r w:rsidR="001A2C72" w:rsidRPr="00140830">
        <w:rPr>
          <w:rFonts w:eastAsia="Times New Roman"/>
          <w:b/>
          <w:bCs/>
          <w:color w:val="auto"/>
          <w:sz w:val="20"/>
          <w:szCs w:val="20"/>
        </w:rPr>
        <w:t>, kellega suhelda</w:t>
      </w:r>
      <w:r w:rsidR="003257B5" w:rsidRPr="00140830">
        <w:rPr>
          <w:rFonts w:eastAsia="Times New Roman"/>
          <w:b/>
          <w:bCs/>
          <w:color w:val="auto"/>
          <w:sz w:val="20"/>
          <w:szCs w:val="20"/>
        </w:rPr>
        <w:t xml:space="preserve"> </w:t>
      </w:r>
      <w:r w:rsidR="008C1A93" w:rsidRPr="00140830">
        <w:rPr>
          <w:rFonts w:eastAsia="Times New Roman"/>
          <w:b/>
          <w:bCs/>
          <w:color w:val="auto"/>
          <w:sz w:val="20"/>
          <w:szCs w:val="20"/>
        </w:rPr>
        <w:t xml:space="preserve"> (pereliikmed, lähedased, sõbrad jm isikule tähtsad suhted). </w:t>
      </w:r>
    </w:p>
    <w:p w14:paraId="11D5B15D" w14:textId="423DB301" w:rsidR="003257B5" w:rsidRPr="00140830" w:rsidRDefault="003257B5"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ind w:left="765"/>
        <w:textAlignment w:val="baseline"/>
        <w:rPr>
          <w:rFonts w:eastAsia="Times New Roman"/>
          <w:b/>
          <w:bCs/>
          <w:color w:val="auto"/>
          <w:sz w:val="20"/>
          <w:szCs w:val="20"/>
        </w:rPr>
      </w:pPr>
    </w:p>
    <w:tbl>
      <w:tblPr>
        <w:tblStyle w:val="Kontuurtabel"/>
        <w:tblW w:w="0" w:type="auto"/>
        <w:tblInd w:w="765" w:type="dxa"/>
        <w:tblLook w:val="04A0" w:firstRow="1" w:lastRow="0" w:firstColumn="1" w:lastColumn="0" w:noHBand="0" w:noVBand="1"/>
      </w:tblPr>
      <w:tblGrid>
        <w:gridCol w:w="1073"/>
        <w:gridCol w:w="5670"/>
      </w:tblGrid>
      <w:tr w:rsidR="00140830" w:rsidRPr="00140830" w14:paraId="7BC010DD" w14:textId="77777777" w:rsidTr="003257B5">
        <w:tc>
          <w:tcPr>
            <w:tcW w:w="1073" w:type="dxa"/>
          </w:tcPr>
          <w:p w14:paraId="78A12CA0" w14:textId="635DC24F" w:rsidR="003257B5" w:rsidRPr="00140830" w:rsidRDefault="003257B5" w:rsidP="008C1A93">
            <w:pPr>
              <w:textAlignment w:val="baseline"/>
              <w:rPr>
                <w:rFonts w:eastAsia="Times New Roman"/>
                <w:bCs/>
              </w:rPr>
            </w:pPr>
            <w:r w:rsidRPr="00140830">
              <w:rPr>
                <w:rFonts w:eastAsia="Times New Roman"/>
                <w:bCs/>
              </w:rPr>
              <w:t>0</w:t>
            </w:r>
          </w:p>
        </w:tc>
        <w:tc>
          <w:tcPr>
            <w:tcW w:w="5670" w:type="dxa"/>
          </w:tcPr>
          <w:p w14:paraId="0770DD7B" w14:textId="43ACF45B" w:rsidR="003257B5" w:rsidRPr="00140830" w:rsidRDefault="003257B5" w:rsidP="008C1A93">
            <w:pPr>
              <w:textAlignment w:val="baseline"/>
              <w:rPr>
                <w:rFonts w:eastAsia="Times New Roman"/>
                <w:bCs/>
              </w:rPr>
            </w:pPr>
            <w:r w:rsidRPr="00140830">
              <w:rPr>
                <w:rFonts w:eastAsia="Times New Roman"/>
                <w:bCs/>
              </w:rPr>
              <w:t>Ei (</w:t>
            </w:r>
            <w:r w:rsidR="00BC0204" w:rsidRPr="00140830">
              <w:rPr>
                <w:rFonts w:eastAsia="Times New Roman"/>
                <w:bCs/>
              </w:rPr>
              <w:t xml:space="preserve">mine edasi küsimusega </w:t>
            </w:r>
            <w:r w:rsidR="00F92F9A" w:rsidRPr="00140830">
              <w:rPr>
                <w:rFonts w:eastAsia="Times New Roman"/>
                <w:bCs/>
              </w:rPr>
              <w:t>D</w:t>
            </w:r>
            <w:r w:rsidR="00BC0204" w:rsidRPr="00140830">
              <w:rPr>
                <w:rFonts w:eastAsia="Times New Roman"/>
                <w:bCs/>
              </w:rPr>
              <w:t>.1.2</w:t>
            </w:r>
            <w:r w:rsidRPr="00140830">
              <w:rPr>
                <w:rFonts w:eastAsia="Times New Roman"/>
                <w:bCs/>
              </w:rPr>
              <w:t>)</w:t>
            </w:r>
          </w:p>
          <w:p w14:paraId="5A39F02F" w14:textId="04CEAA88" w:rsidR="003257B5" w:rsidRPr="00140830" w:rsidRDefault="003257B5" w:rsidP="008C1A93">
            <w:pPr>
              <w:textAlignment w:val="baseline"/>
              <w:rPr>
                <w:rFonts w:eastAsia="Times New Roman"/>
                <w:bCs/>
              </w:rPr>
            </w:pPr>
          </w:p>
        </w:tc>
      </w:tr>
      <w:tr w:rsidR="003257B5" w:rsidRPr="00140830" w14:paraId="54098938" w14:textId="77777777" w:rsidTr="003257B5">
        <w:tc>
          <w:tcPr>
            <w:tcW w:w="1073" w:type="dxa"/>
          </w:tcPr>
          <w:p w14:paraId="1253EDAB" w14:textId="4F9FE239" w:rsidR="003257B5" w:rsidRPr="00140830" w:rsidRDefault="003257B5" w:rsidP="008C1A93">
            <w:pPr>
              <w:textAlignment w:val="baseline"/>
              <w:rPr>
                <w:rFonts w:eastAsia="Times New Roman"/>
                <w:bCs/>
              </w:rPr>
            </w:pPr>
            <w:r w:rsidRPr="00140830">
              <w:rPr>
                <w:rFonts w:eastAsia="Times New Roman"/>
                <w:bCs/>
              </w:rPr>
              <w:t>1</w:t>
            </w:r>
          </w:p>
        </w:tc>
        <w:tc>
          <w:tcPr>
            <w:tcW w:w="5670" w:type="dxa"/>
          </w:tcPr>
          <w:p w14:paraId="35CB0BE5" w14:textId="77777777" w:rsidR="003257B5" w:rsidRPr="00140830" w:rsidRDefault="003257B5" w:rsidP="003257B5">
            <w:pPr>
              <w:textAlignment w:val="baseline"/>
              <w:rPr>
                <w:rFonts w:eastAsia="Times New Roman"/>
                <w:bCs/>
              </w:rPr>
            </w:pPr>
            <w:r w:rsidRPr="00140830">
              <w:rPr>
                <w:rFonts w:eastAsia="Times New Roman"/>
                <w:bCs/>
              </w:rPr>
              <w:t>Jah (märgi all olevasse tabelisse nende isikutega seotud info)</w:t>
            </w:r>
          </w:p>
          <w:p w14:paraId="38D16481" w14:textId="74B3EE54" w:rsidR="003257B5" w:rsidRPr="00140830" w:rsidRDefault="003257B5" w:rsidP="003257B5">
            <w:pPr>
              <w:textAlignment w:val="baseline"/>
              <w:rPr>
                <w:rFonts w:eastAsia="Times New Roman"/>
                <w:bCs/>
              </w:rPr>
            </w:pPr>
          </w:p>
        </w:tc>
      </w:tr>
    </w:tbl>
    <w:p w14:paraId="2F67D116"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2542"/>
        <w:gridCol w:w="3544"/>
        <w:gridCol w:w="7938"/>
      </w:tblGrid>
      <w:tr w:rsidR="00140830" w:rsidRPr="00140830" w14:paraId="26E8D119" w14:textId="77777777" w:rsidTr="00BC0204">
        <w:tc>
          <w:tcPr>
            <w:tcW w:w="25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CD00D9"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b/>
                <w:color w:val="auto"/>
                <w:sz w:val="24"/>
                <w:szCs w:val="24"/>
              </w:rPr>
            </w:pPr>
            <w:r w:rsidRPr="00140830">
              <w:rPr>
                <w:rFonts w:eastAsia="Times New Roman"/>
                <w:b/>
                <w:color w:val="auto"/>
                <w:sz w:val="20"/>
                <w:szCs w:val="20"/>
              </w:rPr>
              <w:t>Nimi</w:t>
            </w:r>
          </w:p>
        </w:tc>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A66617" w14:textId="6FAFCE16" w:rsidR="008C1A93" w:rsidRPr="00140830" w:rsidRDefault="008C1A93" w:rsidP="003257B5">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
                <w:color w:val="auto"/>
                <w:sz w:val="20"/>
                <w:szCs w:val="20"/>
              </w:rPr>
              <w:t xml:space="preserve">Seos </w:t>
            </w:r>
            <w:r w:rsidRPr="00140830">
              <w:rPr>
                <w:rFonts w:eastAsia="Times New Roman"/>
                <w:color w:val="auto"/>
                <w:sz w:val="18"/>
                <w:szCs w:val="18"/>
              </w:rPr>
              <w:t xml:space="preserve">(kes ta on isikule, nt </w:t>
            </w:r>
            <w:r w:rsidR="003257B5" w:rsidRPr="00140830">
              <w:rPr>
                <w:rFonts w:eastAsia="Times New Roman"/>
                <w:color w:val="auto"/>
                <w:sz w:val="18"/>
                <w:szCs w:val="18"/>
              </w:rPr>
              <w:t>ema</w:t>
            </w:r>
            <w:r w:rsidRPr="00140830">
              <w:rPr>
                <w:rFonts w:eastAsia="Times New Roman"/>
                <w:color w:val="auto"/>
                <w:sz w:val="18"/>
                <w:szCs w:val="18"/>
              </w:rPr>
              <w:t>, sõber, pereliige</w:t>
            </w:r>
            <w:r w:rsidR="006D5429" w:rsidRPr="00140830">
              <w:rPr>
                <w:rFonts w:eastAsia="Times New Roman"/>
                <w:color w:val="auto"/>
                <w:sz w:val="18"/>
                <w:szCs w:val="18"/>
              </w:rPr>
              <w:t>, alaealine laps, täisealine laps</w:t>
            </w:r>
            <w:r w:rsidRPr="00140830">
              <w:rPr>
                <w:rFonts w:eastAsia="Times New Roman"/>
                <w:color w:val="auto"/>
                <w:sz w:val="18"/>
                <w:szCs w:val="18"/>
              </w:rPr>
              <w:t xml:space="preserve"> jne)</w:t>
            </w:r>
          </w:p>
        </w:tc>
        <w:tc>
          <w:tcPr>
            <w:tcW w:w="79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A7515A"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rPr>
              <w:t>Hinnang suhetele, kontakti sagedus, kommentaarid (sh pereliikmete vt abistajate vajadus toetuse järele)</w:t>
            </w:r>
          </w:p>
        </w:tc>
      </w:tr>
      <w:tr w:rsidR="00140830" w:rsidRPr="00140830" w14:paraId="48605655" w14:textId="77777777" w:rsidTr="00BC0204">
        <w:trPr>
          <w:trHeight w:val="600"/>
        </w:trPr>
        <w:tc>
          <w:tcPr>
            <w:tcW w:w="25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AA7908"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F216A7"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79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5BC9FA"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r w:rsidRPr="00140830">
              <w:rPr>
                <w:rFonts w:ascii="Times New Roman" w:eastAsia="Times New Roman" w:hAnsi="Times New Roman" w:cs="Times New Roman"/>
                <w:color w:val="auto"/>
                <w:sz w:val="24"/>
                <w:szCs w:val="24"/>
              </w:rPr>
              <w:br/>
            </w:r>
          </w:p>
        </w:tc>
      </w:tr>
      <w:tr w:rsidR="00140830" w:rsidRPr="00140830" w14:paraId="16B8CEFF" w14:textId="77777777" w:rsidTr="00BC0204">
        <w:trPr>
          <w:trHeight w:val="620"/>
        </w:trPr>
        <w:tc>
          <w:tcPr>
            <w:tcW w:w="25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DCE4E7"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464C94"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79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F4C1BA"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r w:rsidRPr="00140830">
              <w:rPr>
                <w:rFonts w:ascii="Times New Roman" w:eastAsia="Times New Roman" w:hAnsi="Times New Roman" w:cs="Times New Roman"/>
                <w:color w:val="auto"/>
                <w:sz w:val="24"/>
                <w:szCs w:val="24"/>
              </w:rPr>
              <w:br/>
            </w:r>
          </w:p>
        </w:tc>
      </w:tr>
      <w:tr w:rsidR="00140830" w:rsidRPr="00140830" w14:paraId="54EC4FE4" w14:textId="77777777" w:rsidTr="00BC0204">
        <w:trPr>
          <w:trHeight w:val="660"/>
        </w:trPr>
        <w:tc>
          <w:tcPr>
            <w:tcW w:w="25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E9B89F"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5C7725"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79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536F95"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r w:rsidRPr="00140830">
              <w:rPr>
                <w:rFonts w:ascii="Times New Roman" w:eastAsia="Times New Roman" w:hAnsi="Times New Roman" w:cs="Times New Roman"/>
                <w:color w:val="auto"/>
                <w:sz w:val="24"/>
                <w:szCs w:val="24"/>
              </w:rPr>
              <w:br/>
            </w:r>
          </w:p>
        </w:tc>
      </w:tr>
      <w:tr w:rsidR="00140830" w:rsidRPr="00140830" w14:paraId="02C6567A" w14:textId="77777777" w:rsidTr="00BC0204">
        <w:trPr>
          <w:trHeight w:val="640"/>
        </w:trPr>
        <w:tc>
          <w:tcPr>
            <w:tcW w:w="25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C1B07A"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9BF936"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79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B44BA2"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p>
        </w:tc>
      </w:tr>
      <w:tr w:rsidR="00140830" w:rsidRPr="00140830" w14:paraId="6F93A31C" w14:textId="77777777" w:rsidTr="00BC0204">
        <w:trPr>
          <w:trHeight w:val="640"/>
        </w:trPr>
        <w:tc>
          <w:tcPr>
            <w:tcW w:w="25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F04AE2"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757B4C"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79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07F01E"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8C1A93" w:rsidRPr="00140830" w14:paraId="50A5D7FA" w14:textId="77777777" w:rsidTr="00BC0204">
        <w:trPr>
          <w:trHeight w:val="640"/>
        </w:trPr>
        <w:tc>
          <w:tcPr>
            <w:tcW w:w="25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E55EE3"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75EBBA"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79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E1206D"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bl>
    <w:p w14:paraId="055B7E9F" w14:textId="077BF1B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38F49E92" w14:textId="35E5B56B" w:rsidR="003D0925" w:rsidRPr="00140830" w:rsidRDefault="00F92F9A"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
          <w:color w:val="auto"/>
          <w:sz w:val="20"/>
          <w:szCs w:val="20"/>
        </w:rPr>
      </w:pPr>
      <w:r w:rsidRPr="00140830">
        <w:rPr>
          <w:rFonts w:eastAsia="Times New Roman"/>
          <w:b/>
          <w:color w:val="auto"/>
          <w:sz w:val="20"/>
          <w:szCs w:val="20"/>
        </w:rPr>
        <w:t>D</w:t>
      </w:r>
      <w:r w:rsidR="003D0925" w:rsidRPr="00140830">
        <w:rPr>
          <w:rFonts w:eastAsia="Times New Roman"/>
          <w:b/>
          <w:color w:val="auto"/>
          <w:sz w:val="20"/>
          <w:szCs w:val="20"/>
        </w:rPr>
        <w:t>.1.2. Kas inimesel on sõpra või partnerit, kellega tunneb ka füüsilist/seksuaalset lähedust?</w:t>
      </w:r>
    </w:p>
    <w:p w14:paraId="2DD8C6BF" w14:textId="77777777" w:rsidR="003D0925" w:rsidRPr="00140830" w:rsidRDefault="003D0925"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rPr>
      </w:pPr>
    </w:p>
    <w:tbl>
      <w:tblPr>
        <w:tblStyle w:val="Kontuurtabel"/>
        <w:tblW w:w="0" w:type="auto"/>
        <w:tblInd w:w="765" w:type="dxa"/>
        <w:tblLook w:val="04A0" w:firstRow="1" w:lastRow="0" w:firstColumn="1" w:lastColumn="0" w:noHBand="0" w:noVBand="1"/>
      </w:tblPr>
      <w:tblGrid>
        <w:gridCol w:w="1073"/>
        <w:gridCol w:w="1985"/>
      </w:tblGrid>
      <w:tr w:rsidR="00140830" w:rsidRPr="00140830" w14:paraId="35A6694A" w14:textId="77777777" w:rsidTr="003D0925">
        <w:tc>
          <w:tcPr>
            <w:tcW w:w="1073" w:type="dxa"/>
          </w:tcPr>
          <w:p w14:paraId="5DBFEEA2" w14:textId="77777777" w:rsidR="003D0925" w:rsidRPr="00140830" w:rsidRDefault="003D0925" w:rsidP="00BC0204">
            <w:pPr>
              <w:textAlignment w:val="baseline"/>
              <w:rPr>
                <w:rFonts w:eastAsia="Times New Roman"/>
                <w:bCs/>
              </w:rPr>
            </w:pPr>
          </w:p>
          <w:p w14:paraId="2732B663" w14:textId="77777777" w:rsidR="003D0925" w:rsidRPr="00140830" w:rsidRDefault="003D0925" w:rsidP="00BC0204">
            <w:pPr>
              <w:textAlignment w:val="baseline"/>
              <w:rPr>
                <w:rFonts w:eastAsia="Times New Roman"/>
                <w:bCs/>
              </w:rPr>
            </w:pPr>
            <w:r w:rsidRPr="00140830">
              <w:rPr>
                <w:rFonts w:eastAsia="Times New Roman"/>
                <w:bCs/>
              </w:rPr>
              <w:t>0</w:t>
            </w:r>
          </w:p>
        </w:tc>
        <w:tc>
          <w:tcPr>
            <w:tcW w:w="1985" w:type="dxa"/>
          </w:tcPr>
          <w:p w14:paraId="13206D02" w14:textId="77777777" w:rsidR="003D0925" w:rsidRPr="00140830" w:rsidRDefault="003D0925" w:rsidP="00BC0204">
            <w:pPr>
              <w:rPr>
                <w:rFonts w:eastAsia="Times New Roman"/>
                <w:bCs/>
              </w:rPr>
            </w:pPr>
          </w:p>
          <w:p w14:paraId="12DFFAD5" w14:textId="4525ED02" w:rsidR="003D0925" w:rsidRPr="00140830" w:rsidRDefault="003D0925" w:rsidP="00BC0204">
            <w:pPr>
              <w:rPr>
                <w:rFonts w:eastAsia="Times New Roman"/>
                <w:bCs/>
              </w:rPr>
            </w:pPr>
            <w:r w:rsidRPr="00140830">
              <w:rPr>
                <w:rFonts w:eastAsia="Times New Roman"/>
                <w:bCs/>
              </w:rPr>
              <w:t>Ei</w:t>
            </w:r>
          </w:p>
        </w:tc>
      </w:tr>
      <w:tr w:rsidR="003D0925" w:rsidRPr="00140830" w14:paraId="58099639" w14:textId="77777777" w:rsidTr="003D0925">
        <w:trPr>
          <w:trHeight w:val="436"/>
        </w:trPr>
        <w:tc>
          <w:tcPr>
            <w:tcW w:w="1073" w:type="dxa"/>
          </w:tcPr>
          <w:p w14:paraId="48CEABB3" w14:textId="77777777" w:rsidR="003D0925" w:rsidRPr="00140830" w:rsidRDefault="003D0925" w:rsidP="00BC0204">
            <w:pPr>
              <w:textAlignment w:val="baseline"/>
              <w:rPr>
                <w:rFonts w:eastAsia="Times New Roman"/>
                <w:bCs/>
              </w:rPr>
            </w:pPr>
          </w:p>
          <w:p w14:paraId="4C22004B" w14:textId="03615A37" w:rsidR="003D0925" w:rsidRPr="00140830" w:rsidRDefault="003D0925" w:rsidP="00BC0204">
            <w:pPr>
              <w:textAlignment w:val="baseline"/>
              <w:rPr>
                <w:rFonts w:eastAsia="Times New Roman"/>
                <w:bCs/>
              </w:rPr>
            </w:pPr>
            <w:r w:rsidRPr="00140830">
              <w:rPr>
                <w:rFonts w:eastAsia="Times New Roman"/>
                <w:bCs/>
              </w:rPr>
              <w:t>1</w:t>
            </w:r>
          </w:p>
        </w:tc>
        <w:tc>
          <w:tcPr>
            <w:tcW w:w="1985" w:type="dxa"/>
          </w:tcPr>
          <w:p w14:paraId="1F6A3261" w14:textId="77777777" w:rsidR="003D0925" w:rsidRPr="00140830" w:rsidRDefault="003D0925" w:rsidP="00BC0204">
            <w:pPr>
              <w:textAlignment w:val="baseline"/>
              <w:rPr>
                <w:rFonts w:eastAsia="Times New Roman"/>
                <w:bCs/>
              </w:rPr>
            </w:pPr>
          </w:p>
          <w:p w14:paraId="65FDE365" w14:textId="1FB5E04A" w:rsidR="003D0925" w:rsidRPr="00140830" w:rsidRDefault="003D0925" w:rsidP="00BC0204">
            <w:pPr>
              <w:textAlignment w:val="baseline"/>
              <w:rPr>
                <w:rFonts w:eastAsia="Times New Roman"/>
                <w:bCs/>
              </w:rPr>
            </w:pPr>
            <w:r w:rsidRPr="00140830">
              <w:rPr>
                <w:rFonts w:eastAsia="Times New Roman"/>
                <w:bCs/>
              </w:rPr>
              <w:t>Jah</w:t>
            </w:r>
          </w:p>
        </w:tc>
      </w:tr>
    </w:tbl>
    <w:p w14:paraId="24DFBF40" w14:textId="77777777" w:rsidR="003D0925" w:rsidRPr="00140830" w:rsidRDefault="003D0925" w:rsidP="003D0925">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p>
    <w:p w14:paraId="0A058788" w14:textId="77777777" w:rsidR="003D0925" w:rsidRPr="00140830" w:rsidRDefault="003D0925" w:rsidP="003D0925">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p>
    <w:p w14:paraId="22154359" w14:textId="56EB84A9" w:rsidR="008C1A93" w:rsidRPr="00140830" w:rsidRDefault="00F92F9A" w:rsidP="003D0925">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b/>
          <w:color w:val="auto"/>
          <w:sz w:val="20"/>
          <w:szCs w:val="20"/>
        </w:rPr>
      </w:pPr>
      <w:r w:rsidRPr="00140830">
        <w:rPr>
          <w:rFonts w:eastAsia="Times New Roman"/>
          <w:b/>
          <w:bCs/>
          <w:color w:val="auto"/>
          <w:sz w:val="20"/>
          <w:szCs w:val="20"/>
        </w:rPr>
        <w:t>D</w:t>
      </w:r>
      <w:r w:rsidR="003D0925" w:rsidRPr="00140830">
        <w:rPr>
          <w:rFonts w:eastAsia="Times New Roman"/>
          <w:b/>
          <w:bCs/>
          <w:color w:val="auto"/>
          <w:sz w:val="20"/>
          <w:szCs w:val="20"/>
        </w:rPr>
        <w:t>.1.3</w:t>
      </w:r>
      <w:r w:rsidR="008C1A93" w:rsidRPr="00140830">
        <w:rPr>
          <w:rFonts w:eastAsia="Times New Roman"/>
          <w:b/>
          <w:bCs/>
          <w:color w:val="auto"/>
          <w:sz w:val="20"/>
          <w:szCs w:val="20"/>
        </w:rPr>
        <w:t xml:space="preserve">. </w:t>
      </w:r>
      <w:r w:rsidR="003257B5" w:rsidRPr="00140830">
        <w:rPr>
          <w:b/>
          <w:color w:val="auto"/>
          <w:sz w:val="20"/>
          <w:szCs w:val="20"/>
        </w:rPr>
        <w:t>Kas inimene suudab iseseisvalt suhelda teiste inimestega, luua uusi suhteid või säilitada olemasolevaid?</w:t>
      </w:r>
    </w:p>
    <w:tbl>
      <w:tblPr>
        <w:tblStyle w:val="Kontuurtabel"/>
        <w:tblW w:w="0" w:type="auto"/>
        <w:tblInd w:w="765" w:type="dxa"/>
        <w:tblLook w:val="04A0" w:firstRow="1" w:lastRow="0" w:firstColumn="1" w:lastColumn="0" w:noHBand="0" w:noVBand="1"/>
      </w:tblPr>
      <w:tblGrid>
        <w:gridCol w:w="1073"/>
        <w:gridCol w:w="8505"/>
      </w:tblGrid>
      <w:tr w:rsidR="00140830" w:rsidRPr="00140830" w14:paraId="4CDED7D0" w14:textId="77777777" w:rsidTr="003257B5">
        <w:tc>
          <w:tcPr>
            <w:tcW w:w="1073" w:type="dxa"/>
          </w:tcPr>
          <w:p w14:paraId="675B0138" w14:textId="77777777" w:rsidR="003257B5" w:rsidRPr="00140830" w:rsidRDefault="003257B5" w:rsidP="00BC0204">
            <w:pPr>
              <w:textAlignment w:val="baseline"/>
              <w:rPr>
                <w:rFonts w:eastAsia="Times New Roman"/>
                <w:bCs/>
              </w:rPr>
            </w:pPr>
          </w:p>
          <w:p w14:paraId="4F73C05A" w14:textId="6D802010" w:rsidR="003257B5" w:rsidRPr="00140830" w:rsidRDefault="003257B5" w:rsidP="00BC0204">
            <w:pPr>
              <w:textAlignment w:val="baseline"/>
              <w:rPr>
                <w:rFonts w:eastAsia="Times New Roman"/>
                <w:bCs/>
              </w:rPr>
            </w:pPr>
            <w:r w:rsidRPr="00140830">
              <w:rPr>
                <w:rFonts w:eastAsia="Times New Roman"/>
                <w:bCs/>
              </w:rPr>
              <w:t>0</w:t>
            </w:r>
          </w:p>
        </w:tc>
        <w:tc>
          <w:tcPr>
            <w:tcW w:w="8505" w:type="dxa"/>
          </w:tcPr>
          <w:p w14:paraId="28306259" w14:textId="77777777" w:rsidR="003257B5" w:rsidRPr="00140830" w:rsidRDefault="003257B5" w:rsidP="003257B5">
            <w:pPr>
              <w:rPr>
                <w:rFonts w:eastAsia="Times New Roman"/>
                <w:bCs/>
              </w:rPr>
            </w:pPr>
          </w:p>
          <w:p w14:paraId="4CE66174" w14:textId="40FACB2B" w:rsidR="003D0925" w:rsidRPr="00140830" w:rsidRDefault="003D0925" w:rsidP="003D0925">
            <w:pPr>
              <w:textAlignment w:val="baseline"/>
              <w:rPr>
                <w:rFonts w:eastAsia="Times New Roman"/>
                <w:bCs/>
              </w:rPr>
            </w:pPr>
            <w:r w:rsidRPr="00140830">
              <w:rPr>
                <w:rFonts w:eastAsia="Times New Roman"/>
                <w:bCs/>
              </w:rPr>
              <w:t xml:space="preserve">Jah  - tähista all olevas tabelis vastusevariant 0 ja liigu edasi </w:t>
            </w:r>
            <w:r w:rsidR="00F92F9A" w:rsidRPr="00140830">
              <w:rPr>
                <w:rFonts w:eastAsia="Times New Roman"/>
                <w:bCs/>
              </w:rPr>
              <w:t>D</w:t>
            </w:r>
            <w:r w:rsidRPr="00140830">
              <w:rPr>
                <w:rFonts w:eastAsia="Times New Roman"/>
                <w:bCs/>
              </w:rPr>
              <w:t>.2 juurde</w:t>
            </w:r>
          </w:p>
          <w:p w14:paraId="72A55C9D" w14:textId="7B7A1170" w:rsidR="003257B5" w:rsidRPr="00140830" w:rsidRDefault="003257B5" w:rsidP="003D0925">
            <w:pPr>
              <w:rPr>
                <w:rFonts w:eastAsia="Times New Roman"/>
                <w:bCs/>
              </w:rPr>
            </w:pPr>
          </w:p>
        </w:tc>
      </w:tr>
      <w:tr w:rsidR="003257B5" w:rsidRPr="00140830" w14:paraId="5DAED5A6" w14:textId="77777777" w:rsidTr="003257B5">
        <w:tc>
          <w:tcPr>
            <w:tcW w:w="1073" w:type="dxa"/>
          </w:tcPr>
          <w:p w14:paraId="1C0A2C3E" w14:textId="77777777" w:rsidR="003257B5" w:rsidRPr="00140830" w:rsidRDefault="003257B5" w:rsidP="00BC0204">
            <w:pPr>
              <w:textAlignment w:val="baseline"/>
              <w:rPr>
                <w:rFonts w:eastAsia="Times New Roman"/>
                <w:bCs/>
              </w:rPr>
            </w:pPr>
            <w:r w:rsidRPr="00140830">
              <w:rPr>
                <w:rFonts w:eastAsia="Times New Roman"/>
                <w:bCs/>
              </w:rPr>
              <w:t>1</w:t>
            </w:r>
          </w:p>
        </w:tc>
        <w:tc>
          <w:tcPr>
            <w:tcW w:w="8505" w:type="dxa"/>
          </w:tcPr>
          <w:p w14:paraId="1E6B1F5B" w14:textId="1E1C575A" w:rsidR="003D0925" w:rsidRPr="00140830" w:rsidRDefault="003D0925" w:rsidP="003D0925">
            <w:pPr>
              <w:rPr>
                <w:rFonts w:ascii="Times New Roman" w:eastAsia="Times New Roman" w:hAnsi="Times New Roman"/>
                <w:sz w:val="24"/>
                <w:szCs w:val="24"/>
              </w:rPr>
            </w:pPr>
            <w:r w:rsidRPr="00140830">
              <w:rPr>
                <w:rFonts w:eastAsia="Times New Roman"/>
                <w:bCs/>
              </w:rPr>
              <w:t>Ei   - t</w:t>
            </w:r>
            <w:r w:rsidRPr="00140830">
              <w:rPr>
                <w:rFonts w:eastAsia="Times New Roman"/>
              </w:rPr>
              <w:t xml:space="preserve">ähista all olevas tabelis sobiv vastuse variant ja lisa täpsustav kommentaar isiku  toetusvajaduse kohta sotsiaalsete suhete valdkonnas. </w:t>
            </w:r>
          </w:p>
          <w:p w14:paraId="13026379" w14:textId="77777777" w:rsidR="003257B5" w:rsidRPr="00140830" w:rsidRDefault="003257B5" w:rsidP="00BC0204">
            <w:pPr>
              <w:textAlignment w:val="baseline"/>
              <w:rPr>
                <w:rFonts w:eastAsia="Times New Roman"/>
                <w:bCs/>
              </w:rPr>
            </w:pPr>
          </w:p>
        </w:tc>
      </w:tr>
    </w:tbl>
    <w:p w14:paraId="47C8A133" w14:textId="62D67E36"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416"/>
        <w:gridCol w:w="5811"/>
        <w:gridCol w:w="8325"/>
      </w:tblGrid>
      <w:tr w:rsidR="00140830" w:rsidRPr="00140830" w14:paraId="14A9EEB0" w14:textId="77777777" w:rsidTr="006856E1">
        <w:tc>
          <w:tcPr>
            <w:tcW w:w="4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DD0B06" w14:textId="32A0A594" w:rsidR="008C1A93" w:rsidRPr="00140830" w:rsidRDefault="00C57CB0"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0</w:t>
            </w:r>
          </w:p>
        </w:tc>
        <w:tc>
          <w:tcPr>
            <w:tcW w:w="58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FCDBCB" w14:textId="00A87274"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Iseseisev</w:t>
            </w:r>
          </w:p>
        </w:tc>
        <w:tc>
          <w:tcPr>
            <w:tcW w:w="83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88C2E7"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Ei vaja toetust. On sotsiaalselt aktiivne, loob kontakti raskusteta, läbisaamine teistega hea.</w:t>
            </w:r>
          </w:p>
        </w:tc>
      </w:tr>
      <w:tr w:rsidR="00140830" w:rsidRPr="00140830" w14:paraId="18D53DF4" w14:textId="77777777" w:rsidTr="006856E1">
        <w:tc>
          <w:tcPr>
            <w:tcW w:w="4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369673" w14:textId="04B8B74A" w:rsidR="008C1A93" w:rsidRPr="00140830" w:rsidRDefault="00C57CB0"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w:t>
            </w:r>
          </w:p>
        </w:tc>
        <w:tc>
          <w:tcPr>
            <w:tcW w:w="58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36A2AE" w14:textId="08662C94"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Madal toetusvajadus </w:t>
            </w:r>
          </w:p>
        </w:tc>
        <w:tc>
          <w:tcPr>
            <w:tcW w:w="83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0BAC13" w14:textId="05F9DBC2"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aeg-ajalt nõustamist suhete loomisel ja</w:t>
            </w:r>
            <w:r w:rsidR="003D5148" w:rsidRPr="00140830">
              <w:rPr>
                <w:rFonts w:eastAsia="Times New Roman"/>
                <w:color w:val="auto"/>
                <w:sz w:val="20"/>
                <w:szCs w:val="20"/>
                <w:shd w:val="clear" w:color="auto" w:fill="FFFFFF"/>
              </w:rPr>
              <w:t>/või</w:t>
            </w:r>
            <w:r w:rsidRPr="00140830">
              <w:rPr>
                <w:rFonts w:eastAsia="Times New Roman"/>
                <w:color w:val="auto"/>
                <w:sz w:val="20"/>
                <w:szCs w:val="20"/>
                <w:shd w:val="clear" w:color="auto" w:fill="FFFFFF"/>
              </w:rPr>
              <w:t xml:space="preserve"> abi suhtlemisel.</w:t>
            </w:r>
          </w:p>
        </w:tc>
      </w:tr>
      <w:tr w:rsidR="00140830" w:rsidRPr="00140830" w14:paraId="7478B1B8" w14:textId="77777777" w:rsidTr="006856E1">
        <w:tc>
          <w:tcPr>
            <w:tcW w:w="4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B68671" w14:textId="3C0B5F98" w:rsidR="008C1A93" w:rsidRPr="00140830" w:rsidRDefault="00C57CB0"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w:t>
            </w:r>
          </w:p>
        </w:tc>
        <w:tc>
          <w:tcPr>
            <w:tcW w:w="58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507DDC" w14:textId="272143CE"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Keskmine toetusvajadus </w:t>
            </w:r>
          </w:p>
        </w:tc>
        <w:tc>
          <w:tcPr>
            <w:tcW w:w="83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F92E78"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Vajab regulaarset juhendamist suhete loomisel ja suhtlemisel.  Suhtlemine valikuline, vähestega hea läbisaamine  ja/või suhtlemises esineb konfliktsust. </w:t>
            </w:r>
          </w:p>
        </w:tc>
      </w:tr>
      <w:tr w:rsidR="00140830" w:rsidRPr="00140830" w14:paraId="7424BD2B" w14:textId="77777777" w:rsidTr="006856E1">
        <w:tc>
          <w:tcPr>
            <w:tcW w:w="4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46D10F" w14:textId="630F4427" w:rsidR="008C1A93" w:rsidRPr="00140830" w:rsidRDefault="00C57CB0"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3</w:t>
            </w:r>
          </w:p>
        </w:tc>
        <w:tc>
          <w:tcPr>
            <w:tcW w:w="58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CF17F9" w14:textId="68B0518B"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Kõrge toetusvajadus </w:t>
            </w:r>
          </w:p>
        </w:tc>
        <w:tc>
          <w:tcPr>
            <w:tcW w:w="83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D77808"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rPr>
              <w:t xml:space="preserve">Vajab igapäevaselt </w:t>
            </w:r>
            <w:proofErr w:type="spellStart"/>
            <w:r w:rsidRPr="00140830">
              <w:rPr>
                <w:rFonts w:eastAsia="Times New Roman"/>
                <w:color w:val="auto"/>
                <w:sz w:val="20"/>
                <w:szCs w:val="20"/>
              </w:rPr>
              <w:t>kõrvalabi</w:t>
            </w:r>
            <w:proofErr w:type="spellEnd"/>
            <w:r w:rsidRPr="00140830">
              <w:rPr>
                <w:rFonts w:eastAsia="Times New Roman"/>
                <w:color w:val="auto"/>
                <w:sz w:val="20"/>
                <w:szCs w:val="20"/>
              </w:rPr>
              <w:t xml:space="preserve"> ja toetust suhete loomisel ja suhtlemisel.</w:t>
            </w:r>
            <w:r w:rsidRPr="00140830">
              <w:rPr>
                <w:rFonts w:eastAsia="Times New Roman"/>
                <w:color w:val="auto"/>
                <w:sz w:val="20"/>
                <w:szCs w:val="20"/>
                <w:shd w:val="clear" w:color="auto" w:fill="FFFFFF"/>
              </w:rPr>
              <w:t xml:space="preserve"> Suhtlemine konfliktne, sagedased probleemid. Kõne takistatud ja kõnest arusaamine keeruline. Vajalik on alternatiivkommunikatsiooni vahendite kasutamine. </w:t>
            </w:r>
          </w:p>
        </w:tc>
      </w:tr>
      <w:tr w:rsidR="00140830" w:rsidRPr="00140830" w14:paraId="00B9E9EE" w14:textId="77777777" w:rsidTr="006856E1">
        <w:tc>
          <w:tcPr>
            <w:tcW w:w="4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7A1AE6" w14:textId="28F781B7" w:rsidR="008C1A93" w:rsidRPr="00140830" w:rsidRDefault="00C57CB0"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4</w:t>
            </w:r>
          </w:p>
        </w:tc>
        <w:tc>
          <w:tcPr>
            <w:tcW w:w="58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66C232" w14:textId="27D2A58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Äärmuslik toetusvajadus</w:t>
            </w:r>
          </w:p>
        </w:tc>
        <w:tc>
          <w:tcPr>
            <w:tcW w:w="83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34CD6F" w14:textId="1E52F6E0"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rPr>
              <w:t>Vajab hooldust või järelevalvet</w:t>
            </w:r>
            <w:r w:rsidRPr="00140830">
              <w:rPr>
                <w:rFonts w:eastAsia="Times New Roman"/>
                <w:color w:val="auto"/>
                <w:sz w:val="20"/>
                <w:szCs w:val="20"/>
                <w:shd w:val="clear" w:color="auto" w:fill="FFFFFF"/>
              </w:rPr>
              <w:t>. Pole võimeline ise suhteid looma, säilitama ja suhtlema. Kõne puudub või on arusaamatu. Vajalik on alternatiivkommunikatsiooni vahendite kasutamine.</w:t>
            </w:r>
            <w:r w:rsidR="00EE234A" w:rsidRPr="00140830">
              <w:rPr>
                <w:rFonts w:eastAsia="Times New Roman"/>
                <w:color w:val="auto"/>
                <w:sz w:val="20"/>
                <w:szCs w:val="20"/>
                <w:shd w:val="clear" w:color="auto" w:fill="FFFFFF"/>
              </w:rPr>
              <w:t xml:space="preserve"> Vajab tegevuste üle võtmist. Võimalik eestkoste vajadus.</w:t>
            </w:r>
          </w:p>
        </w:tc>
      </w:tr>
      <w:tr w:rsidR="00140830" w:rsidRPr="00140830" w14:paraId="5388B697" w14:textId="77777777" w:rsidTr="006856E1">
        <w:trPr>
          <w:trHeight w:val="1200"/>
        </w:trPr>
        <w:tc>
          <w:tcPr>
            <w:tcW w:w="622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4FF153"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2EFA33BA" w14:textId="6DBDDD0C" w:rsidR="00C24812" w:rsidRPr="00140830" w:rsidRDefault="00F92F9A"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eastAsia="Times New Roman"/>
                <w:color w:val="auto"/>
                <w:sz w:val="18"/>
                <w:szCs w:val="18"/>
              </w:rPr>
            </w:pPr>
            <w:r w:rsidRPr="00140830">
              <w:rPr>
                <w:rFonts w:eastAsia="Times New Roman"/>
                <w:color w:val="auto"/>
                <w:sz w:val="20"/>
                <w:szCs w:val="20"/>
                <w:shd w:val="clear" w:color="auto" w:fill="FFFFFF"/>
              </w:rPr>
              <w:t>D</w:t>
            </w:r>
            <w:r w:rsidR="003F01E1" w:rsidRPr="00140830">
              <w:rPr>
                <w:rFonts w:eastAsia="Times New Roman"/>
                <w:color w:val="auto"/>
                <w:sz w:val="20"/>
                <w:szCs w:val="20"/>
                <w:shd w:val="clear" w:color="auto" w:fill="FFFFFF"/>
              </w:rPr>
              <w:t>.1.2.1.</w:t>
            </w:r>
            <w:r w:rsidR="003D5148" w:rsidRPr="00140830">
              <w:rPr>
                <w:rFonts w:eastAsia="Times New Roman"/>
                <w:color w:val="auto"/>
                <w:sz w:val="20"/>
                <w:szCs w:val="20"/>
                <w:shd w:val="clear" w:color="auto" w:fill="FFFFFF"/>
              </w:rPr>
              <w:t xml:space="preserve">Kommentaar või </w:t>
            </w:r>
            <w:r w:rsidR="008C1A93" w:rsidRPr="00140830">
              <w:rPr>
                <w:rFonts w:eastAsia="Times New Roman"/>
                <w:color w:val="auto"/>
                <w:sz w:val="20"/>
                <w:szCs w:val="20"/>
                <w:shd w:val="clear" w:color="auto" w:fill="FFFFFF"/>
              </w:rPr>
              <w:t>lühikirjeldus</w:t>
            </w:r>
            <w:r w:rsidR="00C24812" w:rsidRPr="00140830">
              <w:rPr>
                <w:rFonts w:eastAsia="Times New Roman"/>
                <w:color w:val="auto"/>
                <w:sz w:val="20"/>
                <w:szCs w:val="20"/>
                <w:shd w:val="clear" w:color="auto" w:fill="FFFFFF"/>
              </w:rPr>
              <w:t xml:space="preserve"> </w:t>
            </w:r>
            <w:r w:rsidR="003D5148" w:rsidRPr="00140830">
              <w:rPr>
                <w:rFonts w:eastAsia="Times New Roman"/>
                <w:color w:val="auto"/>
                <w:sz w:val="18"/>
                <w:szCs w:val="18"/>
                <w:shd w:val="clear" w:color="auto" w:fill="FFFFFF"/>
              </w:rPr>
              <w:t>(</w:t>
            </w:r>
            <w:r w:rsidR="00C24812" w:rsidRPr="00140830">
              <w:rPr>
                <w:rFonts w:eastAsia="Times New Roman"/>
                <w:color w:val="auto"/>
                <w:sz w:val="18"/>
                <w:szCs w:val="18"/>
                <w:shd w:val="clear" w:color="auto" w:fill="FFFFFF"/>
              </w:rPr>
              <w:t xml:space="preserve">nt </w:t>
            </w:r>
            <w:r w:rsidR="003D5148" w:rsidRPr="00140830">
              <w:rPr>
                <w:rFonts w:eastAsia="Times New Roman"/>
                <w:color w:val="auto"/>
                <w:sz w:val="18"/>
                <w:szCs w:val="18"/>
                <w:shd w:val="clear" w:color="auto" w:fill="FFFFFF"/>
              </w:rPr>
              <w:t>tuua</w:t>
            </w:r>
            <w:r w:rsidR="00C24812" w:rsidRPr="00140830">
              <w:rPr>
                <w:rFonts w:eastAsia="Times New Roman"/>
                <w:color w:val="auto"/>
                <w:sz w:val="18"/>
                <w:szCs w:val="18"/>
              </w:rPr>
              <w:t xml:space="preserve"> välja konkreetse</w:t>
            </w:r>
            <w:r w:rsidR="003D5148" w:rsidRPr="00140830">
              <w:rPr>
                <w:rFonts w:eastAsia="Times New Roman"/>
                <w:color w:val="auto"/>
                <w:sz w:val="18"/>
                <w:szCs w:val="18"/>
              </w:rPr>
              <w:t>d</w:t>
            </w:r>
            <w:r w:rsidR="00C24812" w:rsidRPr="00140830">
              <w:rPr>
                <w:rFonts w:eastAsia="Times New Roman"/>
                <w:color w:val="auto"/>
                <w:sz w:val="18"/>
                <w:szCs w:val="18"/>
              </w:rPr>
              <w:t xml:space="preserve"> </w:t>
            </w:r>
            <w:r w:rsidR="00C24812" w:rsidRPr="00140830">
              <w:rPr>
                <w:rFonts w:eastAsia="Times New Roman"/>
                <w:b/>
                <w:bCs/>
                <w:color w:val="auto"/>
                <w:sz w:val="18"/>
                <w:szCs w:val="18"/>
              </w:rPr>
              <w:t>eripärad ja</w:t>
            </w:r>
            <w:r w:rsidR="003D5148" w:rsidRPr="00140830">
              <w:rPr>
                <w:rFonts w:eastAsia="Times New Roman"/>
                <w:b/>
                <w:bCs/>
                <w:color w:val="auto"/>
                <w:sz w:val="18"/>
                <w:szCs w:val="18"/>
              </w:rPr>
              <w:t>/või</w:t>
            </w:r>
            <w:r w:rsidR="00C24812" w:rsidRPr="00140830">
              <w:rPr>
                <w:rFonts w:eastAsia="Times New Roman"/>
                <w:b/>
                <w:bCs/>
                <w:color w:val="auto"/>
                <w:sz w:val="18"/>
                <w:szCs w:val="18"/>
              </w:rPr>
              <w:t xml:space="preserve"> </w:t>
            </w:r>
            <w:r w:rsidR="003D5148" w:rsidRPr="00140830">
              <w:rPr>
                <w:rFonts w:eastAsia="Times New Roman"/>
                <w:b/>
                <w:bCs/>
                <w:color w:val="auto"/>
                <w:sz w:val="18"/>
                <w:szCs w:val="18"/>
              </w:rPr>
              <w:t>spetsiifika</w:t>
            </w:r>
            <w:r w:rsidR="003D5148" w:rsidRPr="00140830">
              <w:rPr>
                <w:rFonts w:eastAsia="Times New Roman"/>
                <w:color w:val="auto"/>
                <w:sz w:val="18"/>
                <w:szCs w:val="18"/>
              </w:rPr>
              <w:t>, mis aspektis või tegevuses</w:t>
            </w:r>
            <w:r w:rsidR="00C24812" w:rsidRPr="00140830">
              <w:rPr>
                <w:rFonts w:eastAsia="Times New Roman"/>
                <w:color w:val="auto"/>
                <w:sz w:val="18"/>
                <w:szCs w:val="18"/>
              </w:rPr>
              <w:t xml:space="preserve"> isik täpsemalt </w:t>
            </w:r>
            <w:r w:rsidR="003D5148" w:rsidRPr="00140830">
              <w:rPr>
                <w:rFonts w:eastAsia="Times New Roman"/>
                <w:color w:val="auto"/>
                <w:sz w:val="18"/>
                <w:szCs w:val="18"/>
              </w:rPr>
              <w:t>selles valdkonnas toetust vajab</w:t>
            </w:r>
            <w:r w:rsidR="00C24812" w:rsidRPr="00140830">
              <w:rPr>
                <w:rFonts w:eastAsia="Times New Roman"/>
                <w:color w:val="auto"/>
                <w:sz w:val="18"/>
                <w:szCs w:val="18"/>
              </w:rPr>
              <w:t>.</w:t>
            </w:r>
            <w:r w:rsidR="003D5148" w:rsidRPr="00140830">
              <w:rPr>
                <w:rFonts w:eastAsia="Times New Roman"/>
                <w:color w:val="auto"/>
                <w:sz w:val="18"/>
                <w:szCs w:val="18"/>
              </w:rPr>
              <w:t xml:space="preserve"> </w:t>
            </w:r>
            <w:r w:rsidR="003D0925" w:rsidRPr="00140830">
              <w:rPr>
                <w:rFonts w:eastAsia="Times New Roman"/>
                <w:color w:val="auto"/>
                <w:sz w:val="18"/>
                <w:szCs w:val="18"/>
              </w:rPr>
              <w:t xml:space="preserve">  </w:t>
            </w:r>
            <w:r w:rsidR="003D5148" w:rsidRPr="00140830">
              <w:rPr>
                <w:rFonts w:eastAsia="Times New Roman"/>
                <w:color w:val="auto"/>
                <w:sz w:val="18"/>
                <w:szCs w:val="18"/>
              </w:rPr>
              <w:t>Kas kasutab suhtlemisel abivahendeid? Võib</w:t>
            </w:r>
            <w:r w:rsidR="00C24812" w:rsidRPr="00140830">
              <w:rPr>
                <w:rFonts w:eastAsia="Times New Roman"/>
                <w:color w:val="auto"/>
                <w:sz w:val="18"/>
                <w:szCs w:val="18"/>
              </w:rPr>
              <w:t xml:space="preserve"> </w:t>
            </w:r>
            <w:r w:rsidR="00C24812" w:rsidRPr="00140830">
              <w:rPr>
                <w:rFonts w:eastAsia="Times New Roman"/>
                <w:color w:val="auto"/>
                <w:sz w:val="18"/>
                <w:szCs w:val="18"/>
              </w:rPr>
              <w:lastRenderedPageBreak/>
              <w:t xml:space="preserve">märkida ka isiku </w:t>
            </w:r>
            <w:r w:rsidR="00C24812" w:rsidRPr="00140830">
              <w:rPr>
                <w:rFonts w:eastAsia="Times New Roman"/>
                <w:b/>
                <w:bCs/>
                <w:color w:val="auto"/>
                <w:sz w:val="18"/>
                <w:szCs w:val="18"/>
              </w:rPr>
              <w:t>tugevused ja võimalused</w:t>
            </w:r>
            <w:r w:rsidR="00C24812" w:rsidRPr="00140830">
              <w:rPr>
                <w:rFonts w:eastAsia="Times New Roman"/>
                <w:color w:val="auto"/>
                <w:sz w:val="18"/>
                <w:szCs w:val="18"/>
              </w:rPr>
              <w:t>, sh isiku motivatsioon toetust vastu võtta.</w:t>
            </w:r>
            <w:r w:rsidR="003D5148" w:rsidRPr="00140830">
              <w:rPr>
                <w:rFonts w:eastAsia="Times New Roman"/>
                <w:color w:val="auto"/>
                <w:sz w:val="18"/>
                <w:szCs w:val="18"/>
              </w:rPr>
              <w:t>)</w:t>
            </w:r>
          </w:p>
          <w:p w14:paraId="50EA0140" w14:textId="27AD93CA" w:rsidR="003466DB" w:rsidRPr="00140830" w:rsidRDefault="003466DB" w:rsidP="003466DB">
            <w:pPr>
              <w:spacing w:line="240" w:lineRule="auto"/>
              <w:jc w:val="both"/>
              <w:textAlignment w:val="baseline"/>
              <w:rPr>
                <w:rFonts w:eastAsia="Times New Roman"/>
                <w:color w:val="auto"/>
                <w:sz w:val="20"/>
                <w:szCs w:val="20"/>
              </w:rPr>
            </w:pPr>
          </w:p>
        </w:tc>
        <w:tc>
          <w:tcPr>
            <w:tcW w:w="83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3EE29F"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230C5395" w14:textId="77777777" w:rsidTr="006856E1">
        <w:trPr>
          <w:trHeight w:val="400"/>
        </w:trPr>
        <w:tc>
          <w:tcPr>
            <w:tcW w:w="622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D1ADF9" w14:textId="5B174648" w:rsidR="008C1A93" w:rsidRPr="00140830" w:rsidRDefault="00F92F9A"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D</w:t>
            </w:r>
            <w:r w:rsidR="003F01E1" w:rsidRPr="00140830">
              <w:rPr>
                <w:rFonts w:eastAsia="Times New Roman"/>
                <w:color w:val="auto"/>
                <w:sz w:val="20"/>
                <w:szCs w:val="20"/>
                <w:shd w:val="clear" w:color="auto" w:fill="FFFFFF"/>
              </w:rPr>
              <w:t xml:space="preserve">.1.2.2. </w:t>
            </w:r>
            <w:r w:rsidR="008C1A93" w:rsidRPr="00140830">
              <w:rPr>
                <w:rFonts w:eastAsia="Times New Roman"/>
                <w:color w:val="auto"/>
                <w:sz w:val="20"/>
                <w:szCs w:val="20"/>
                <w:shd w:val="clear" w:color="auto" w:fill="FFFFFF"/>
              </w:rPr>
              <w:t>Kas ja kuidas on toetus täna korraldatud? (sh sotsiaalteenuste, pere jt poolt pakutav)</w:t>
            </w:r>
          </w:p>
        </w:tc>
        <w:tc>
          <w:tcPr>
            <w:tcW w:w="83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0C119C"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3DF74339" w14:textId="77777777" w:rsidTr="006856E1">
        <w:trPr>
          <w:trHeight w:val="400"/>
        </w:trPr>
        <w:tc>
          <w:tcPr>
            <w:tcW w:w="622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EF40AA" w14:textId="65F47285" w:rsidR="008C1A93" w:rsidRPr="00140830" w:rsidRDefault="00F92F9A"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D</w:t>
            </w:r>
            <w:r w:rsidR="003F01E1" w:rsidRPr="00140830">
              <w:rPr>
                <w:rFonts w:eastAsia="Times New Roman"/>
                <w:color w:val="auto"/>
                <w:sz w:val="20"/>
                <w:szCs w:val="20"/>
                <w:shd w:val="clear" w:color="auto" w:fill="FFFFFF"/>
              </w:rPr>
              <w:t>.1.2.3.</w:t>
            </w:r>
            <w:r w:rsidR="008C1A93" w:rsidRPr="00140830">
              <w:rPr>
                <w:rFonts w:eastAsia="Times New Roman"/>
                <w:color w:val="auto"/>
                <w:sz w:val="20"/>
                <w:szCs w:val="20"/>
                <w:shd w:val="clear" w:color="auto" w:fill="FFFFFF"/>
              </w:rPr>
              <w:t xml:space="preserve">Kõige olulisemad vajadused ja tähelepanupunktid </w:t>
            </w:r>
            <w:r w:rsidR="003F01E1" w:rsidRPr="00140830">
              <w:rPr>
                <w:rFonts w:eastAsia="Times New Roman"/>
                <w:color w:val="auto"/>
                <w:sz w:val="20"/>
                <w:szCs w:val="20"/>
                <w:shd w:val="clear" w:color="auto" w:fill="FFFFFF"/>
              </w:rPr>
              <w:t>(hindaja ja võrgustiku hinnangul)</w:t>
            </w:r>
          </w:p>
        </w:tc>
        <w:tc>
          <w:tcPr>
            <w:tcW w:w="83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9082D0" w14:textId="77777777" w:rsidR="008C1A93" w:rsidRPr="00140830" w:rsidRDefault="008C1A93"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3F01E1" w:rsidRPr="00140830" w14:paraId="4C81B364" w14:textId="77777777" w:rsidTr="006856E1">
        <w:trPr>
          <w:trHeight w:val="400"/>
        </w:trPr>
        <w:tc>
          <w:tcPr>
            <w:tcW w:w="622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CE9837" w14:textId="674A141F" w:rsidR="003F01E1" w:rsidRPr="00140830" w:rsidRDefault="00F92F9A"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shd w:val="clear" w:color="auto" w:fill="FFFFFF"/>
              </w:rPr>
            </w:pPr>
            <w:r w:rsidRPr="00140830">
              <w:rPr>
                <w:rFonts w:eastAsia="Times New Roman"/>
                <w:color w:val="auto"/>
                <w:sz w:val="20"/>
                <w:szCs w:val="20"/>
                <w:shd w:val="clear" w:color="auto" w:fill="FFFFFF"/>
              </w:rPr>
              <w:t>D</w:t>
            </w:r>
            <w:r w:rsidR="003F01E1" w:rsidRPr="00140830">
              <w:rPr>
                <w:rFonts w:eastAsia="Times New Roman"/>
                <w:color w:val="auto"/>
                <w:sz w:val="20"/>
                <w:szCs w:val="20"/>
                <w:shd w:val="clear" w:color="auto" w:fill="FFFFFF"/>
              </w:rPr>
              <w:t>.1.2.3.4.Inimese enda poolt nimetatud vajadused</w:t>
            </w:r>
          </w:p>
        </w:tc>
        <w:tc>
          <w:tcPr>
            <w:tcW w:w="83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B2555D" w14:textId="77777777" w:rsidR="003F01E1" w:rsidRPr="00140830" w:rsidRDefault="003F01E1" w:rsidP="008C1A9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bl>
    <w:p w14:paraId="747E9E4D" w14:textId="77777777" w:rsidR="008C63FB" w:rsidRPr="00140830" w:rsidRDefault="008C63FB">
      <w:pPr>
        <w:spacing w:line="240" w:lineRule="auto"/>
        <w:rPr>
          <w:color w:val="auto"/>
          <w:sz w:val="20"/>
          <w:szCs w:val="20"/>
          <w:highlight w:val="white"/>
        </w:rPr>
      </w:pPr>
    </w:p>
    <w:p w14:paraId="25CE2149" w14:textId="77777777" w:rsidR="002E3805" w:rsidRPr="00140830" w:rsidRDefault="002E3805"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ind w:left="405"/>
        <w:textAlignment w:val="baseline"/>
        <w:rPr>
          <w:rFonts w:eastAsia="Times New Roman"/>
          <w:b/>
          <w:bCs/>
          <w:color w:val="auto"/>
        </w:rPr>
      </w:pPr>
    </w:p>
    <w:p w14:paraId="761A4173" w14:textId="14EA3DF5" w:rsidR="006856E1" w:rsidRPr="00140830" w:rsidRDefault="00F92F9A"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ind w:left="405"/>
        <w:textAlignment w:val="baseline"/>
        <w:rPr>
          <w:rFonts w:eastAsia="Times New Roman"/>
          <w:b/>
          <w:bCs/>
          <w:color w:val="auto"/>
        </w:rPr>
      </w:pPr>
      <w:r w:rsidRPr="00140830">
        <w:rPr>
          <w:rFonts w:eastAsia="Times New Roman"/>
          <w:b/>
          <w:bCs/>
          <w:color w:val="auto"/>
        </w:rPr>
        <w:t>D</w:t>
      </w:r>
      <w:r w:rsidR="006856E1" w:rsidRPr="00140830">
        <w:rPr>
          <w:rFonts w:eastAsia="Times New Roman"/>
          <w:b/>
          <w:bCs/>
          <w:color w:val="auto"/>
        </w:rPr>
        <w:t xml:space="preserve">.2. </w:t>
      </w:r>
      <w:r w:rsidR="00140830">
        <w:rPr>
          <w:rFonts w:eastAsia="Times New Roman"/>
          <w:b/>
          <w:bCs/>
          <w:color w:val="auto"/>
        </w:rPr>
        <w:t>VAIMNE TERVIS</w:t>
      </w:r>
      <w:r w:rsidR="00BC0204" w:rsidRPr="00140830">
        <w:rPr>
          <w:rFonts w:eastAsia="Times New Roman"/>
          <w:b/>
          <w:bCs/>
          <w:color w:val="auto"/>
        </w:rPr>
        <w:t xml:space="preserve"> </w:t>
      </w:r>
    </w:p>
    <w:p w14:paraId="684DD262" w14:textId="2E9EE523" w:rsidR="006856E1" w:rsidRPr="00140830" w:rsidRDefault="00F92F9A"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ind w:left="765"/>
        <w:textAlignment w:val="baseline"/>
        <w:rPr>
          <w:rFonts w:eastAsia="Times New Roman"/>
          <w:b/>
          <w:bCs/>
          <w:color w:val="auto"/>
          <w:sz w:val="20"/>
          <w:szCs w:val="20"/>
        </w:rPr>
      </w:pPr>
      <w:r w:rsidRPr="00140830">
        <w:rPr>
          <w:rFonts w:eastAsia="Times New Roman"/>
          <w:b/>
          <w:bCs/>
          <w:color w:val="auto"/>
          <w:sz w:val="20"/>
          <w:szCs w:val="20"/>
        </w:rPr>
        <w:t>D</w:t>
      </w:r>
      <w:r w:rsidR="006856E1" w:rsidRPr="00140830">
        <w:rPr>
          <w:rFonts w:eastAsia="Times New Roman"/>
          <w:b/>
          <w:bCs/>
          <w:color w:val="auto"/>
          <w:sz w:val="20"/>
          <w:szCs w:val="20"/>
        </w:rPr>
        <w:t xml:space="preserve">.2.1. </w:t>
      </w:r>
      <w:r w:rsidR="00BC0204" w:rsidRPr="00140830">
        <w:rPr>
          <w:rFonts w:eastAsia="Times New Roman"/>
          <w:b/>
          <w:bCs/>
          <w:color w:val="auto"/>
          <w:sz w:val="20"/>
          <w:szCs w:val="20"/>
        </w:rPr>
        <w:t>Kas inimesel on h</w:t>
      </w:r>
      <w:r w:rsidR="006856E1" w:rsidRPr="00140830">
        <w:rPr>
          <w:rFonts w:eastAsia="Times New Roman"/>
          <w:b/>
          <w:bCs/>
          <w:color w:val="auto"/>
          <w:sz w:val="20"/>
          <w:szCs w:val="20"/>
        </w:rPr>
        <w:t>aigustea</w:t>
      </w:r>
      <w:r w:rsidR="006D5429" w:rsidRPr="00140830">
        <w:rPr>
          <w:rFonts w:eastAsia="Times New Roman"/>
          <w:b/>
          <w:bCs/>
          <w:color w:val="auto"/>
          <w:sz w:val="20"/>
          <w:szCs w:val="20"/>
        </w:rPr>
        <w:t xml:space="preserve">dlikus ja </w:t>
      </w:r>
      <w:r w:rsidR="00BC0204" w:rsidRPr="00140830">
        <w:rPr>
          <w:rFonts w:eastAsia="Times New Roman"/>
          <w:b/>
          <w:bCs/>
          <w:color w:val="auto"/>
          <w:sz w:val="20"/>
          <w:szCs w:val="20"/>
        </w:rPr>
        <w:t xml:space="preserve">ta suudab iseseisvalt järgida </w:t>
      </w:r>
      <w:r w:rsidR="006D5429" w:rsidRPr="00140830">
        <w:rPr>
          <w:rFonts w:eastAsia="Times New Roman"/>
          <w:b/>
          <w:bCs/>
          <w:color w:val="auto"/>
          <w:sz w:val="20"/>
          <w:szCs w:val="20"/>
        </w:rPr>
        <w:t>raviplaani</w:t>
      </w:r>
      <w:r w:rsidR="00BC0204" w:rsidRPr="00140830">
        <w:rPr>
          <w:rFonts w:eastAsia="Times New Roman"/>
          <w:b/>
          <w:bCs/>
          <w:color w:val="auto"/>
          <w:sz w:val="20"/>
          <w:szCs w:val="20"/>
        </w:rPr>
        <w:t>?</w:t>
      </w:r>
      <w:r w:rsidR="006856E1" w:rsidRPr="00140830">
        <w:rPr>
          <w:rFonts w:eastAsia="Times New Roman"/>
          <w:b/>
          <w:bCs/>
          <w:color w:val="auto"/>
          <w:sz w:val="20"/>
          <w:szCs w:val="20"/>
        </w:rPr>
        <w:t xml:space="preserve"> </w:t>
      </w:r>
    </w:p>
    <w:tbl>
      <w:tblPr>
        <w:tblStyle w:val="Kontuurtabel"/>
        <w:tblW w:w="0" w:type="auto"/>
        <w:tblInd w:w="-5" w:type="dxa"/>
        <w:tblLook w:val="04A0" w:firstRow="1" w:lastRow="0" w:firstColumn="1" w:lastColumn="0" w:noHBand="0" w:noVBand="1"/>
      </w:tblPr>
      <w:tblGrid>
        <w:gridCol w:w="709"/>
        <w:gridCol w:w="9639"/>
      </w:tblGrid>
      <w:tr w:rsidR="00140830" w:rsidRPr="00140830" w14:paraId="2CDAD734" w14:textId="77777777" w:rsidTr="002E3805">
        <w:tc>
          <w:tcPr>
            <w:tcW w:w="709" w:type="dxa"/>
          </w:tcPr>
          <w:p w14:paraId="17D57C48" w14:textId="77777777" w:rsidR="00BC0204" w:rsidRPr="00140830" w:rsidRDefault="00BC0204" w:rsidP="00BC0204">
            <w:pPr>
              <w:textAlignment w:val="baseline"/>
              <w:rPr>
                <w:rFonts w:eastAsia="Times New Roman"/>
                <w:bCs/>
              </w:rPr>
            </w:pPr>
          </w:p>
          <w:p w14:paraId="740DA2A8" w14:textId="77777777" w:rsidR="00BC0204" w:rsidRPr="00140830" w:rsidRDefault="00BC0204" w:rsidP="00BC0204">
            <w:pPr>
              <w:textAlignment w:val="baseline"/>
              <w:rPr>
                <w:rFonts w:eastAsia="Times New Roman"/>
                <w:bCs/>
              </w:rPr>
            </w:pPr>
            <w:r w:rsidRPr="00140830">
              <w:rPr>
                <w:rFonts w:eastAsia="Times New Roman"/>
                <w:bCs/>
              </w:rPr>
              <w:t>0</w:t>
            </w:r>
          </w:p>
        </w:tc>
        <w:tc>
          <w:tcPr>
            <w:tcW w:w="9639" w:type="dxa"/>
          </w:tcPr>
          <w:p w14:paraId="4A25F254" w14:textId="77777777" w:rsidR="00BC0204" w:rsidRPr="00140830" w:rsidRDefault="00BC0204" w:rsidP="00BC0204">
            <w:pPr>
              <w:rPr>
                <w:rFonts w:eastAsia="Times New Roman"/>
                <w:bCs/>
              </w:rPr>
            </w:pPr>
          </w:p>
          <w:p w14:paraId="2CCE5E8D" w14:textId="63CD0D21" w:rsidR="00BC0204" w:rsidRPr="00140830" w:rsidRDefault="00BC0204" w:rsidP="00BC0204">
            <w:pPr>
              <w:textAlignment w:val="baseline"/>
              <w:rPr>
                <w:rFonts w:eastAsia="Times New Roman"/>
                <w:bCs/>
              </w:rPr>
            </w:pPr>
            <w:r w:rsidRPr="00140830">
              <w:rPr>
                <w:rFonts w:eastAsia="Times New Roman"/>
                <w:bCs/>
              </w:rPr>
              <w:t>Jah  - tähista all olevas tabelis vas</w:t>
            </w:r>
            <w:r w:rsidR="008312AD" w:rsidRPr="00140830">
              <w:rPr>
                <w:rFonts w:eastAsia="Times New Roman"/>
                <w:bCs/>
              </w:rPr>
              <w:t xml:space="preserve">tusevariant 0 ja liigu edasi </w:t>
            </w:r>
            <w:r w:rsidR="00F92F9A" w:rsidRPr="00140830">
              <w:rPr>
                <w:rFonts w:eastAsia="Times New Roman"/>
                <w:bCs/>
              </w:rPr>
              <w:t>D</w:t>
            </w:r>
            <w:r w:rsidR="008312AD" w:rsidRPr="00140830">
              <w:rPr>
                <w:rFonts w:eastAsia="Times New Roman"/>
                <w:bCs/>
              </w:rPr>
              <w:t xml:space="preserve">.2.2 </w:t>
            </w:r>
            <w:r w:rsidRPr="00140830">
              <w:rPr>
                <w:rFonts w:eastAsia="Times New Roman"/>
                <w:bCs/>
              </w:rPr>
              <w:t xml:space="preserve"> juurde</w:t>
            </w:r>
          </w:p>
          <w:p w14:paraId="040E1F7E" w14:textId="77777777" w:rsidR="00BC0204" w:rsidRPr="00140830" w:rsidRDefault="00BC0204" w:rsidP="00BC0204">
            <w:pPr>
              <w:rPr>
                <w:rFonts w:eastAsia="Times New Roman"/>
                <w:bCs/>
              </w:rPr>
            </w:pPr>
          </w:p>
        </w:tc>
      </w:tr>
      <w:tr w:rsidR="00140830" w:rsidRPr="00140830" w14:paraId="1734D3C9" w14:textId="77777777" w:rsidTr="002E3805">
        <w:tc>
          <w:tcPr>
            <w:tcW w:w="709" w:type="dxa"/>
          </w:tcPr>
          <w:p w14:paraId="627EA2BB" w14:textId="77777777" w:rsidR="00BC0204" w:rsidRPr="00140830" w:rsidRDefault="00BC0204" w:rsidP="00BC0204">
            <w:pPr>
              <w:textAlignment w:val="baseline"/>
              <w:rPr>
                <w:rFonts w:eastAsia="Times New Roman"/>
                <w:bCs/>
              </w:rPr>
            </w:pPr>
            <w:r w:rsidRPr="00140830">
              <w:rPr>
                <w:rFonts w:eastAsia="Times New Roman"/>
                <w:bCs/>
              </w:rPr>
              <w:t>1</w:t>
            </w:r>
          </w:p>
        </w:tc>
        <w:tc>
          <w:tcPr>
            <w:tcW w:w="9639" w:type="dxa"/>
          </w:tcPr>
          <w:p w14:paraId="3DF91203" w14:textId="2ED101A3" w:rsidR="00BC0204" w:rsidRPr="00140830" w:rsidRDefault="00BC0204" w:rsidP="008312AD">
            <w:pPr>
              <w:rPr>
                <w:rFonts w:eastAsia="Times New Roman"/>
                <w:bCs/>
              </w:rPr>
            </w:pPr>
            <w:r w:rsidRPr="00140830">
              <w:rPr>
                <w:rFonts w:eastAsia="Times New Roman"/>
                <w:bCs/>
              </w:rPr>
              <w:t>Ei   - t</w:t>
            </w:r>
            <w:r w:rsidRPr="00140830">
              <w:rPr>
                <w:rFonts w:eastAsia="Times New Roman"/>
              </w:rPr>
              <w:t xml:space="preserve">ähista all olevas tabelis sobiv vastuse variant ja lisa täpsustav kommentaar isiku  toetusvajaduse kohta </w:t>
            </w:r>
            <w:r w:rsidR="008312AD" w:rsidRPr="00140830">
              <w:rPr>
                <w:rFonts w:eastAsia="Times New Roman"/>
              </w:rPr>
              <w:t>haigusteadlikkuse ja raviplaani</w:t>
            </w:r>
            <w:r w:rsidRPr="00140830">
              <w:rPr>
                <w:rFonts w:eastAsia="Times New Roman"/>
              </w:rPr>
              <w:t xml:space="preserve"> valdkonnas. </w:t>
            </w:r>
          </w:p>
        </w:tc>
      </w:tr>
    </w:tbl>
    <w:tbl>
      <w:tblPr>
        <w:tblW w:w="0" w:type="auto"/>
        <w:tblCellMar>
          <w:top w:w="15" w:type="dxa"/>
          <w:left w:w="15" w:type="dxa"/>
          <w:bottom w:w="15" w:type="dxa"/>
          <w:right w:w="15" w:type="dxa"/>
        </w:tblCellMar>
        <w:tblLook w:val="04A0" w:firstRow="1" w:lastRow="0" w:firstColumn="1" w:lastColumn="0" w:noHBand="0" w:noVBand="1"/>
      </w:tblPr>
      <w:tblGrid>
        <w:gridCol w:w="699"/>
        <w:gridCol w:w="4678"/>
        <w:gridCol w:w="9175"/>
      </w:tblGrid>
      <w:tr w:rsidR="00140830" w:rsidRPr="00140830" w14:paraId="7D60A549" w14:textId="77777777" w:rsidTr="002E3805">
        <w:tc>
          <w:tcPr>
            <w:tcW w:w="699"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1B53AEAC" w14:textId="77777777" w:rsidR="006856E1"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1822688D" w14:textId="79BF07B5" w:rsidR="000422C2" w:rsidRPr="00140830"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0</w:t>
            </w:r>
          </w:p>
        </w:tc>
        <w:tc>
          <w:tcPr>
            <w:tcW w:w="4678"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7B11B858"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71DA00FA" w14:textId="59469B65"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Iseseisev</w:t>
            </w:r>
          </w:p>
          <w:p w14:paraId="53645E25"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9175"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4C7C9DDD"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63C0FAC1"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Ei vaja toetust. </w:t>
            </w:r>
          </w:p>
        </w:tc>
      </w:tr>
      <w:tr w:rsidR="00140830" w:rsidRPr="00140830" w14:paraId="5F360AC5" w14:textId="77777777" w:rsidTr="002E3805">
        <w:tc>
          <w:tcPr>
            <w:tcW w:w="699"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4ED69E93" w14:textId="77777777" w:rsidR="006856E1"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7FB1E64A" w14:textId="68D0CDBC" w:rsidR="000422C2" w:rsidRPr="00140830"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w:t>
            </w:r>
          </w:p>
        </w:tc>
        <w:tc>
          <w:tcPr>
            <w:tcW w:w="4678"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66DC9FFD"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38F29789" w14:textId="0EB30D03"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Madal toetusvajadus </w:t>
            </w:r>
          </w:p>
        </w:tc>
        <w:tc>
          <w:tcPr>
            <w:tcW w:w="9175"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4DAC2874"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6098C121" w14:textId="0B79A83E" w:rsidR="006856E1" w:rsidRPr="00140830" w:rsidRDefault="006856E1" w:rsidP="006D5429">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rPr>
              <w:t>Vajab meeldetuletust ja/või nõustamist</w:t>
            </w:r>
            <w:r w:rsidRPr="00140830">
              <w:rPr>
                <w:rFonts w:eastAsia="Times New Roman"/>
                <w:color w:val="auto"/>
                <w:sz w:val="20"/>
                <w:szCs w:val="20"/>
                <w:shd w:val="clear" w:color="auto" w:fill="FFFFFF"/>
              </w:rPr>
              <w:t xml:space="preserve"> psüühikahäirega toimetulekuks, haigusteadlikkuse säilitamiseks</w:t>
            </w:r>
            <w:r w:rsidR="006D5429" w:rsidRPr="00140830">
              <w:rPr>
                <w:rFonts w:eastAsia="Times New Roman"/>
                <w:color w:val="auto"/>
                <w:sz w:val="20"/>
                <w:szCs w:val="20"/>
                <w:shd w:val="clear" w:color="auto" w:fill="FFFFFF"/>
              </w:rPr>
              <w:t xml:space="preserve"> või haigusteadlikkuse tekitamiseks/kujundamiseks ning</w:t>
            </w:r>
            <w:r w:rsidRPr="00140830">
              <w:rPr>
                <w:rFonts w:eastAsia="Times New Roman"/>
                <w:color w:val="auto"/>
                <w:sz w:val="20"/>
                <w:szCs w:val="20"/>
                <w:shd w:val="clear" w:color="auto" w:fill="FFFFFF"/>
              </w:rPr>
              <w:t xml:space="preserve"> raviplaani järgimiseks</w:t>
            </w:r>
          </w:p>
        </w:tc>
      </w:tr>
      <w:tr w:rsidR="00140830" w:rsidRPr="00140830" w14:paraId="771F0AEA" w14:textId="77777777" w:rsidTr="002E3805">
        <w:tc>
          <w:tcPr>
            <w:tcW w:w="699"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0C1F2F45" w14:textId="77777777" w:rsidR="006856E1"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3748041B" w14:textId="6CCDFCFA" w:rsidR="000422C2" w:rsidRPr="00140830"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w:t>
            </w:r>
          </w:p>
        </w:tc>
        <w:tc>
          <w:tcPr>
            <w:tcW w:w="4678"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60D23FCC"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7CE65397" w14:textId="2ACF6B7F"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Keskmine toetusvajadus </w:t>
            </w:r>
          </w:p>
        </w:tc>
        <w:tc>
          <w:tcPr>
            <w:tcW w:w="9175"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2B21C9EF"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4A4C95E3" w14:textId="2BEF7F56" w:rsidR="006856E1" w:rsidRPr="00140830" w:rsidRDefault="006856E1" w:rsidP="006D5429">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regulaarset juhendamist ja abi haigusteadlikkuse</w:t>
            </w:r>
            <w:r w:rsidR="006D5429" w:rsidRPr="00140830">
              <w:rPr>
                <w:rFonts w:eastAsia="Times New Roman"/>
                <w:color w:val="auto"/>
                <w:sz w:val="20"/>
                <w:szCs w:val="20"/>
                <w:shd w:val="clear" w:color="auto" w:fill="FFFFFF"/>
              </w:rPr>
              <w:t xml:space="preserve"> tekitamiseks/kujundamiseks,</w:t>
            </w:r>
            <w:r w:rsidRPr="00140830">
              <w:rPr>
                <w:rFonts w:eastAsia="Times New Roman"/>
                <w:color w:val="auto"/>
                <w:sz w:val="20"/>
                <w:szCs w:val="20"/>
                <w:shd w:val="clear" w:color="auto" w:fill="FFFFFF"/>
              </w:rPr>
              <w:t xml:space="preserve"> säilitamiseks </w:t>
            </w:r>
            <w:r w:rsidR="006D5429" w:rsidRPr="00140830">
              <w:rPr>
                <w:rFonts w:eastAsia="Times New Roman"/>
                <w:color w:val="auto"/>
                <w:sz w:val="20"/>
                <w:szCs w:val="20"/>
                <w:shd w:val="clear" w:color="auto" w:fill="FFFFFF"/>
              </w:rPr>
              <w:t>või</w:t>
            </w:r>
            <w:r w:rsidRPr="00140830">
              <w:rPr>
                <w:rFonts w:eastAsia="Times New Roman"/>
                <w:color w:val="auto"/>
                <w:sz w:val="20"/>
                <w:szCs w:val="20"/>
                <w:shd w:val="clear" w:color="auto" w:fill="FFFFFF"/>
              </w:rPr>
              <w:t xml:space="preserve"> tõstmiseks ning raviplaani järgimiseks. </w:t>
            </w:r>
          </w:p>
        </w:tc>
      </w:tr>
      <w:tr w:rsidR="00140830" w:rsidRPr="00140830" w14:paraId="584CD660" w14:textId="77777777" w:rsidTr="002E3805">
        <w:tc>
          <w:tcPr>
            <w:tcW w:w="699"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6B25FBB9" w14:textId="77777777" w:rsidR="006856E1"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7CF2B0F5" w14:textId="3FAB9F59" w:rsidR="000422C2" w:rsidRPr="00140830"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3</w:t>
            </w:r>
          </w:p>
        </w:tc>
        <w:tc>
          <w:tcPr>
            <w:tcW w:w="4678"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057BB43F"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75BE977F" w14:textId="74330D04"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Kõrge toetusvajadus </w:t>
            </w:r>
          </w:p>
        </w:tc>
        <w:tc>
          <w:tcPr>
            <w:tcW w:w="9175"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2BC6CF56"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050CD4D0" w14:textId="3BA0EE95"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rPr>
              <w:t xml:space="preserve">Vajab igapäevaselt </w:t>
            </w:r>
            <w:proofErr w:type="spellStart"/>
            <w:r w:rsidRPr="00140830">
              <w:rPr>
                <w:rFonts w:eastAsia="Times New Roman"/>
                <w:color w:val="auto"/>
                <w:sz w:val="20"/>
                <w:szCs w:val="20"/>
              </w:rPr>
              <w:t>kõrvalabi</w:t>
            </w:r>
            <w:proofErr w:type="spellEnd"/>
            <w:r w:rsidRPr="00140830">
              <w:rPr>
                <w:rFonts w:eastAsia="Times New Roman"/>
                <w:color w:val="auto"/>
                <w:sz w:val="20"/>
                <w:szCs w:val="20"/>
              </w:rPr>
              <w:t xml:space="preserve"> ja toetust.</w:t>
            </w:r>
            <w:r w:rsidRPr="00140830">
              <w:rPr>
                <w:rFonts w:eastAsia="Times New Roman"/>
                <w:color w:val="auto"/>
                <w:sz w:val="20"/>
                <w:szCs w:val="20"/>
                <w:shd w:val="clear" w:color="auto" w:fill="FFFFFF"/>
              </w:rPr>
              <w:t xml:space="preserve"> </w:t>
            </w:r>
            <w:r w:rsidR="006D5429" w:rsidRPr="00140830">
              <w:rPr>
                <w:rFonts w:eastAsia="Times New Roman"/>
                <w:color w:val="auto"/>
                <w:sz w:val="20"/>
                <w:szCs w:val="20"/>
                <w:shd w:val="clear" w:color="auto" w:fill="FFFFFF"/>
              </w:rPr>
              <w:t xml:space="preserve">Haigusteadlikkus minimaalne või puudub. </w:t>
            </w:r>
            <w:r w:rsidRPr="00140830">
              <w:rPr>
                <w:rFonts w:eastAsia="Times New Roman"/>
                <w:color w:val="auto"/>
                <w:sz w:val="20"/>
                <w:szCs w:val="20"/>
                <w:shd w:val="clear" w:color="auto" w:fill="FFFFFF"/>
              </w:rPr>
              <w:t xml:space="preserve">Võtab ravimeid vaid järelevalve all. </w:t>
            </w:r>
          </w:p>
        </w:tc>
      </w:tr>
      <w:tr w:rsidR="00140830" w:rsidRPr="00140830" w14:paraId="6F4C7A1E" w14:textId="77777777" w:rsidTr="002E3805">
        <w:tc>
          <w:tcPr>
            <w:tcW w:w="699"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7AFEB79F" w14:textId="77777777" w:rsidR="006856E1"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16C8FE2A" w14:textId="668B20D4" w:rsidR="000422C2" w:rsidRPr="00140830"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lastRenderedPageBreak/>
              <w:t>4</w:t>
            </w:r>
          </w:p>
        </w:tc>
        <w:tc>
          <w:tcPr>
            <w:tcW w:w="4678"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37CB4A34"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0CEA8888" w14:textId="34BD2E61"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lastRenderedPageBreak/>
              <w:t>Äärmuslik toetusvajadus</w:t>
            </w:r>
          </w:p>
        </w:tc>
        <w:tc>
          <w:tcPr>
            <w:tcW w:w="9175"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1C848281"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228F5213"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rPr>
              <w:lastRenderedPageBreak/>
              <w:t>Vajab hooldust või järelevalvet</w:t>
            </w:r>
            <w:r w:rsidRPr="00140830">
              <w:rPr>
                <w:rFonts w:eastAsia="Times New Roman"/>
                <w:color w:val="auto"/>
                <w:sz w:val="20"/>
                <w:szCs w:val="20"/>
                <w:shd w:val="clear" w:color="auto" w:fill="FFFFFF"/>
              </w:rPr>
              <w:t>. Haigusteadlikkus puudub, ei võta ravimeid, keeldub abist.</w:t>
            </w:r>
          </w:p>
        </w:tc>
      </w:tr>
      <w:tr w:rsidR="00140830" w:rsidRPr="00140830" w14:paraId="10FF8FCB" w14:textId="77777777" w:rsidTr="006856E1">
        <w:trPr>
          <w:trHeight w:val="1000"/>
        </w:trPr>
        <w:tc>
          <w:tcPr>
            <w:tcW w:w="5377" w:type="dxa"/>
            <w:gridSpan w:val="2"/>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63F5BB38"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5A2DCA1F" w14:textId="0854940F" w:rsidR="006856E1" w:rsidRPr="00140830" w:rsidRDefault="00F92F9A"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eastAsia="Times New Roman"/>
                <w:color w:val="auto"/>
                <w:sz w:val="18"/>
                <w:szCs w:val="18"/>
              </w:rPr>
            </w:pPr>
            <w:r w:rsidRPr="00140830">
              <w:rPr>
                <w:rFonts w:eastAsia="Times New Roman"/>
                <w:color w:val="auto"/>
                <w:sz w:val="20"/>
                <w:szCs w:val="20"/>
                <w:shd w:val="clear" w:color="auto" w:fill="FFFFFF"/>
              </w:rPr>
              <w:t>D</w:t>
            </w:r>
            <w:r w:rsidR="00B928E4" w:rsidRPr="00140830">
              <w:rPr>
                <w:rFonts w:eastAsia="Times New Roman"/>
                <w:color w:val="auto"/>
                <w:sz w:val="20"/>
                <w:szCs w:val="20"/>
                <w:shd w:val="clear" w:color="auto" w:fill="FFFFFF"/>
              </w:rPr>
              <w:t>.2.1.1.</w:t>
            </w:r>
            <w:r w:rsidR="006856E1" w:rsidRPr="00140830">
              <w:rPr>
                <w:rFonts w:eastAsia="Times New Roman"/>
                <w:color w:val="auto"/>
                <w:sz w:val="20"/>
                <w:szCs w:val="20"/>
                <w:shd w:val="clear" w:color="auto" w:fill="FFFFFF"/>
              </w:rPr>
              <w:t xml:space="preserve">Kommentaar või lühikirjeldus </w:t>
            </w:r>
            <w:r w:rsidR="006856E1" w:rsidRPr="00140830">
              <w:rPr>
                <w:rFonts w:eastAsia="Times New Roman"/>
                <w:color w:val="auto"/>
                <w:sz w:val="18"/>
                <w:szCs w:val="18"/>
                <w:shd w:val="clear" w:color="auto" w:fill="FFFFFF"/>
              </w:rPr>
              <w:t>(nt tuua</w:t>
            </w:r>
            <w:r w:rsidR="006856E1" w:rsidRPr="00140830">
              <w:rPr>
                <w:rFonts w:eastAsia="Times New Roman"/>
                <w:color w:val="auto"/>
                <w:sz w:val="18"/>
                <w:szCs w:val="18"/>
              </w:rPr>
              <w:t xml:space="preserve"> välja konkreetsed </w:t>
            </w:r>
            <w:r w:rsidR="006856E1" w:rsidRPr="00140830">
              <w:rPr>
                <w:rFonts w:eastAsia="Times New Roman"/>
                <w:b/>
                <w:bCs/>
                <w:color w:val="auto"/>
                <w:sz w:val="18"/>
                <w:szCs w:val="18"/>
              </w:rPr>
              <w:t>eripärad ja/või spetsiifika</w:t>
            </w:r>
            <w:r w:rsidR="006856E1" w:rsidRPr="00140830">
              <w:rPr>
                <w:rFonts w:eastAsia="Times New Roman"/>
                <w:color w:val="auto"/>
                <w:sz w:val="18"/>
                <w:szCs w:val="18"/>
              </w:rPr>
              <w:t xml:space="preserve">, mis aspektis või tegevuses isik täpsemalt selles valdkonnas toetust vajab. Võib märkida ka isiku </w:t>
            </w:r>
            <w:r w:rsidR="006856E1" w:rsidRPr="00140830">
              <w:rPr>
                <w:rFonts w:eastAsia="Times New Roman"/>
                <w:b/>
                <w:bCs/>
                <w:color w:val="auto"/>
                <w:sz w:val="18"/>
                <w:szCs w:val="18"/>
              </w:rPr>
              <w:t>tugevused ja võimalused</w:t>
            </w:r>
            <w:r w:rsidR="006856E1" w:rsidRPr="00140830">
              <w:rPr>
                <w:rFonts w:eastAsia="Times New Roman"/>
                <w:color w:val="auto"/>
                <w:sz w:val="18"/>
                <w:szCs w:val="18"/>
              </w:rPr>
              <w:t>, sh isiku motivatsioon toetust vastu võtta.)</w:t>
            </w:r>
          </w:p>
          <w:p w14:paraId="651C49F4" w14:textId="6C7185FA" w:rsidR="006856E1" w:rsidRPr="00140830" w:rsidRDefault="006856E1" w:rsidP="00707384">
            <w:pPr>
              <w:widowControl/>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imes New Roman" w:eastAsia="Times New Roman" w:hAnsi="Times New Roman" w:cs="Times New Roman"/>
                <w:color w:val="auto"/>
                <w:sz w:val="24"/>
                <w:szCs w:val="24"/>
              </w:rPr>
            </w:pPr>
          </w:p>
        </w:tc>
        <w:tc>
          <w:tcPr>
            <w:tcW w:w="9175"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094E0417"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p>
        </w:tc>
      </w:tr>
      <w:tr w:rsidR="00140830" w:rsidRPr="00140830" w14:paraId="67F6A996" w14:textId="77777777" w:rsidTr="002E3805">
        <w:trPr>
          <w:trHeight w:val="525"/>
        </w:trPr>
        <w:tc>
          <w:tcPr>
            <w:tcW w:w="5377" w:type="dxa"/>
            <w:gridSpan w:val="2"/>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373C2362" w14:textId="104D473A" w:rsidR="006856E1" w:rsidRPr="00140830" w:rsidRDefault="00F92F9A"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D</w:t>
            </w:r>
            <w:r w:rsidR="00B928E4" w:rsidRPr="00140830">
              <w:rPr>
                <w:rFonts w:eastAsia="Times New Roman"/>
                <w:color w:val="auto"/>
                <w:sz w:val="20"/>
                <w:szCs w:val="20"/>
                <w:shd w:val="clear" w:color="auto" w:fill="FFFFFF"/>
              </w:rPr>
              <w:t xml:space="preserve">.2.1.2. </w:t>
            </w:r>
            <w:r w:rsidR="006856E1" w:rsidRPr="00140830">
              <w:rPr>
                <w:rFonts w:eastAsia="Times New Roman"/>
                <w:color w:val="auto"/>
                <w:sz w:val="20"/>
                <w:szCs w:val="20"/>
                <w:shd w:val="clear" w:color="auto" w:fill="FFFFFF"/>
              </w:rPr>
              <w:t>Kas ja kuidas on toetus täna korraldatud? (sh sotsiaalteenuste, pere jt poolt pakutav)</w:t>
            </w:r>
          </w:p>
        </w:tc>
        <w:tc>
          <w:tcPr>
            <w:tcW w:w="9175"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192628C4"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3C92895A" w14:textId="77777777" w:rsidTr="002E3805">
        <w:trPr>
          <w:trHeight w:val="533"/>
        </w:trPr>
        <w:tc>
          <w:tcPr>
            <w:tcW w:w="5377" w:type="dxa"/>
            <w:gridSpan w:val="2"/>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7CD4DD25" w14:textId="751B59E5" w:rsidR="006856E1" w:rsidRPr="00140830" w:rsidRDefault="00F92F9A"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D</w:t>
            </w:r>
            <w:r w:rsidR="00B928E4" w:rsidRPr="00140830">
              <w:rPr>
                <w:rFonts w:eastAsia="Times New Roman"/>
                <w:color w:val="auto"/>
                <w:sz w:val="20"/>
                <w:szCs w:val="20"/>
                <w:shd w:val="clear" w:color="auto" w:fill="FFFFFF"/>
              </w:rPr>
              <w:t xml:space="preserve">.2.1.3. </w:t>
            </w:r>
            <w:r w:rsidR="006856E1" w:rsidRPr="00140830">
              <w:rPr>
                <w:rFonts w:eastAsia="Times New Roman"/>
                <w:color w:val="auto"/>
                <w:sz w:val="20"/>
                <w:szCs w:val="20"/>
                <w:shd w:val="clear" w:color="auto" w:fill="FFFFFF"/>
              </w:rPr>
              <w:t>Kõige olulisemad vajadused ja tähelepanupunktid</w:t>
            </w:r>
            <w:r w:rsidR="006D5429" w:rsidRPr="00140830">
              <w:rPr>
                <w:rFonts w:eastAsia="Times New Roman"/>
                <w:color w:val="auto"/>
                <w:sz w:val="20"/>
                <w:szCs w:val="20"/>
                <w:shd w:val="clear" w:color="auto" w:fill="FFFFFF"/>
              </w:rPr>
              <w:t xml:space="preserve"> </w:t>
            </w:r>
            <w:r w:rsidR="003F01E1" w:rsidRPr="00140830">
              <w:rPr>
                <w:rFonts w:eastAsia="Times New Roman"/>
                <w:color w:val="auto"/>
                <w:sz w:val="20"/>
                <w:szCs w:val="20"/>
                <w:shd w:val="clear" w:color="auto" w:fill="FFFFFF"/>
              </w:rPr>
              <w:t>(hindaja ja võrgustiku hinnangul)</w:t>
            </w:r>
          </w:p>
        </w:tc>
        <w:tc>
          <w:tcPr>
            <w:tcW w:w="9175"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0D34C5BD"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3F01E1" w:rsidRPr="00140830" w14:paraId="676F13B8" w14:textId="77777777" w:rsidTr="002E3805">
        <w:trPr>
          <w:trHeight w:val="399"/>
        </w:trPr>
        <w:tc>
          <w:tcPr>
            <w:tcW w:w="5377" w:type="dxa"/>
            <w:gridSpan w:val="2"/>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14:paraId="1A7249B1" w14:textId="09F3944A" w:rsidR="003F01E1" w:rsidRPr="00140830" w:rsidRDefault="00F92F9A"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shd w:val="clear" w:color="auto" w:fill="FFFFFF"/>
              </w:rPr>
            </w:pPr>
            <w:r w:rsidRPr="00140830">
              <w:rPr>
                <w:rFonts w:eastAsia="Times New Roman"/>
                <w:color w:val="auto"/>
                <w:sz w:val="20"/>
                <w:szCs w:val="20"/>
                <w:shd w:val="clear" w:color="auto" w:fill="FFFFFF"/>
              </w:rPr>
              <w:t>D</w:t>
            </w:r>
            <w:r w:rsidR="003F01E1" w:rsidRPr="00140830">
              <w:rPr>
                <w:rFonts w:eastAsia="Times New Roman"/>
                <w:color w:val="auto"/>
                <w:sz w:val="20"/>
                <w:szCs w:val="20"/>
                <w:shd w:val="clear" w:color="auto" w:fill="FFFFFF"/>
              </w:rPr>
              <w:t>.2.1.4. Inimese enda poolt nimetatud vajadused</w:t>
            </w:r>
          </w:p>
        </w:tc>
        <w:tc>
          <w:tcPr>
            <w:tcW w:w="9175"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14:paraId="2D81CBAA" w14:textId="77777777" w:rsidR="003F01E1" w:rsidRPr="00140830" w:rsidRDefault="003F01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bl>
    <w:p w14:paraId="34D5B2DB" w14:textId="77777777" w:rsidR="00630332" w:rsidRDefault="00630332" w:rsidP="00B928E4">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p>
    <w:p w14:paraId="4E02F279" w14:textId="3F3A2622" w:rsidR="006856E1" w:rsidRPr="00140830" w:rsidRDefault="00F92F9A" w:rsidP="00B928E4">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r w:rsidRPr="00140830">
        <w:rPr>
          <w:rFonts w:eastAsia="Times New Roman"/>
          <w:b/>
          <w:bCs/>
          <w:color w:val="auto"/>
          <w:sz w:val="20"/>
          <w:szCs w:val="20"/>
        </w:rPr>
        <w:t>D</w:t>
      </w:r>
      <w:r w:rsidR="00B928E4" w:rsidRPr="00140830">
        <w:rPr>
          <w:rFonts w:eastAsia="Times New Roman"/>
          <w:b/>
          <w:bCs/>
          <w:color w:val="auto"/>
          <w:sz w:val="20"/>
          <w:szCs w:val="20"/>
        </w:rPr>
        <w:t xml:space="preserve">.2.2. </w:t>
      </w:r>
      <w:r w:rsidR="008312AD" w:rsidRPr="00140830">
        <w:rPr>
          <w:rFonts w:eastAsia="Times New Roman"/>
          <w:b/>
          <w:bCs/>
          <w:color w:val="auto"/>
          <w:sz w:val="20"/>
          <w:szCs w:val="20"/>
        </w:rPr>
        <w:t xml:space="preserve">Kas psüühikahäirest tulenevad mõjud inimese </w:t>
      </w:r>
      <w:r w:rsidR="006856E1" w:rsidRPr="00140830">
        <w:rPr>
          <w:rFonts w:eastAsia="Times New Roman"/>
          <w:b/>
          <w:bCs/>
          <w:color w:val="auto"/>
          <w:sz w:val="20"/>
          <w:szCs w:val="20"/>
        </w:rPr>
        <w:t>käitumis</w:t>
      </w:r>
      <w:r w:rsidR="008312AD" w:rsidRPr="00140830">
        <w:rPr>
          <w:rFonts w:eastAsia="Times New Roman"/>
          <w:b/>
          <w:bCs/>
          <w:color w:val="auto"/>
          <w:sz w:val="20"/>
          <w:szCs w:val="20"/>
        </w:rPr>
        <w:t>ele ja tegevusele?</w:t>
      </w:r>
      <w:r w:rsidR="006856E1" w:rsidRPr="00140830">
        <w:rPr>
          <w:rFonts w:eastAsia="Times New Roman"/>
          <w:b/>
          <w:bCs/>
          <w:color w:val="auto"/>
          <w:sz w:val="20"/>
          <w:szCs w:val="20"/>
        </w:rPr>
        <w:t xml:space="preserve"> </w:t>
      </w:r>
    </w:p>
    <w:tbl>
      <w:tblPr>
        <w:tblStyle w:val="Kontuurtabel"/>
        <w:tblW w:w="0" w:type="auto"/>
        <w:tblInd w:w="765" w:type="dxa"/>
        <w:tblLook w:val="04A0" w:firstRow="1" w:lastRow="0" w:firstColumn="1" w:lastColumn="0" w:noHBand="0" w:noVBand="1"/>
      </w:tblPr>
      <w:tblGrid>
        <w:gridCol w:w="1073"/>
        <w:gridCol w:w="8505"/>
      </w:tblGrid>
      <w:tr w:rsidR="00140830" w:rsidRPr="00140830" w14:paraId="65271569" w14:textId="77777777" w:rsidTr="00F6272A">
        <w:tc>
          <w:tcPr>
            <w:tcW w:w="1073" w:type="dxa"/>
          </w:tcPr>
          <w:p w14:paraId="7BF86F9C" w14:textId="77777777" w:rsidR="008312AD" w:rsidRPr="00140830" w:rsidRDefault="008312AD" w:rsidP="00F6272A">
            <w:pPr>
              <w:textAlignment w:val="baseline"/>
              <w:rPr>
                <w:rFonts w:eastAsia="Times New Roman"/>
                <w:bCs/>
              </w:rPr>
            </w:pPr>
          </w:p>
          <w:p w14:paraId="04DEA052" w14:textId="77777777" w:rsidR="008312AD" w:rsidRPr="00140830" w:rsidRDefault="008312AD" w:rsidP="00F6272A">
            <w:pPr>
              <w:textAlignment w:val="baseline"/>
              <w:rPr>
                <w:rFonts w:eastAsia="Times New Roman"/>
                <w:bCs/>
              </w:rPr>
            </w:pPr>
            <w:r w:rsidRPr="00140830">
              <w:rPr>
                <w:rFonts w:eastAsia="Times New Roman"/>
                <w:bCs/>
              </w:rPr>
              <w:t>0</w:t>
            </w:r>
          </w:p>
        </w:tc>
        <w:tc>
          <w:tcPr>
            <w:tcW w:w="8505" w:type="dxa"/>
          </w:tcPr>
          <w:p w14:paraId="6BB92BF3" w14:textId="77777777" w:rsidR="008312AD" w:rsidRPr="00140830" w:rsidRDefault="008312AD" w:rsidP="00F6272A">
            <w:pPr>
              <w:rPr>
                <w:rFonts w:eastAsia="Times New Roman"/>
                <w:bCs/>
              </w:rPr>
            </w:pPr>
          </w:p>
          <w:p w14:paraId="39D7F207" w14:textId="2412F2CA" w:rsidR="008312AD" w:rsidRPr="00140830" w:rsidRDefault="008312AD" w:rsidP="00F6272A">
            <w:pPr>
              <w:textAlignment w:val="baseline"/>
              <w:rPr>
                <w:rFonts w:eastAsia="Times New Roman"/>
                <w:bCs/>
              </w:rPr>
            </w:pPr>
            <w:r w:rsidRPr="00140830">
              <w:rPr>
                <w:rFonts w:eastAsia="Times New Roman"/>
                <w:bCs/>
              </w:rPr>
              <w:t xml:space="preserve">Ei  - tähista all olevas tabelis vastusevariant 0 ja liigu edasi </w:t>
            </w:r>
            <w:r w:rsidR="00F92F9A" w:rsidRPr="00140830">
              <w:rPr>
                <w:rFonts w:eastAsia="Times New Roman"/>
                <w:bCs/>
              </w:rPr>
              <w:t>D</w:t>
            </w:r>
            <w:r w:rsidRPr="00140830">
              <w:rPr>
                <w:rFonts w:eastAsia="Times New Roman"/>
                <w:bCs/>
              </w:rPr>
              <w:t>.2.3  juurde</w:t>
            </w:r>
          </w:p>
          <w:p w14:paraId="2C6CCDFC" w14:textId="77777777" w:rsidR="008312AD" w:rsidRPr="00140830" w:rsidRDefault="008312AD" w:rsidP="00F6272A">
            <w:pPr>
              <w:rPr>
                <w:rFonts w:eastAsia="Times New Roman"/>
                <w:bCs/>
              </w:rPr>
            </w:pPr>
          </w:p>
        </w:tc>
      </w:tr>
      <w:tr w:rsidR="008312AD" w:rsidRPr="00140830" w14:paraId="4626F0E6" w14:textId="77777777" w:rsidTr="00F6272A">
        <w:tc>
          <w:tcPr>
            <w:tcW w:w="1073" w:type="dxa"/>
          </w:tcPr>
          <w:p w14:paraId="276D4752" w14:textId="77777777" w:rsidR="008312AD" w:rsidRPr="00140830" w:rsidRDefault="008312AD" w:rsidP="00F6272A">
            <w:pPr>
              <w:textAlignment w:val="baseline"/>
              <w:rPr>
                <w:rFonts w:eastAsia="Times New Roman"/>
                <w:bCs/>
              </w:rPr>
            </w:pPr>
            <w:r w:rsidRPr="00140830">
              <w:rPr>
                <w:rFonts w:eastAsia="Times New Roman"/>
                <w:bCs/>
              </w:rPr>
              <w:t>1</w:t>
            </w:r>
          </w:p>
        </w:tc>
        <w:tc>
          <w:tcPr>
            <w:tcW w:w="8505" w:type="dxa"/>
          </w:tcPr>
          <w:p w14:paraId="2655D707" w14:textId="37A0896B" w:rsidR="008312AD" w:rsidRPr="00140830" w:rsidRDefault="008312AD" w:rsidP="008312AD">
            <w:pPr>
              <w:rPr>
                <w:rFonts w:eastAsia="Times New Roman"/>
                <w:bCs/>
              </w:rPr>
            </w:pPr>
            <w:r w:rsidRPr="00140830">
              <w:rPr>
                <w:rFonts w:eastAsia="Times New Roman"/>
                <w:bCs/>
              </w:rPr>
              <w:t>Jah   - t</w:t>
            </w:r>
            <w:r w:rsidRPr="00140830">
              <w:rPr>
                <w:rFonts w:eastAsia="Times New Roman"/>
              </w:rPr>
              <w:t xml:space="preserve">ähista all olevas tabelis sobiv vastuse variant ja lisa täpsustav kommentaar inimese psüühikahäirest tuleneva mõju kohta käitumisele ja tegevusele </w:t>
            </w:r>
          </w:p>
        </w:tc>
      </w:tr>
    </w:tbl>
    <w:p w14:paraId="0915FB61" w14:textId="494A431E"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848"/>
        <w:gridCol w:w="5058"/>
        <w:gridCol w:w="8646"/>
      </w:tblGrid>
      <w:tr w:rsidR="00140830" w:rsidRPr="00140830" w14:paraId="7B272EA2" w14:textId="77777777" w:rsidTr="006856E1">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2B597DA0" w14:textId="0066D958" w:rsidR="006856E1" w:rsidRPr="00140830"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0</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23351E3F"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0 - Iseseisev</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47D6166D"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Ei vaja toetust. Psüühikahäirest tulenevat mõju käitumisele ei ole täheldatav.   Käitumine on rahulik, adekvaatne ja sõnalised avaldused on tavalised ning arusaadavad. </w:t>
            </w:r>
          </w:p>
        </w:tc>
      </w:tr>
      <w:tr w:rsidR="00140830" w:rsidRPr="00140830" w14:paraId="1B32C0F9" w14:textId="77777777" w:rsidTr="006856E1">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76D5C22B" w14:textId="77777777" w:rsidR="006856E1"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2934F14B" w14:textId="2BAF9BF0" w:rsidR="000422C2" w:rsidRPr="00140830"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3DCE569F" w14:textId="77777777" w:rsidR="000422C2"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shd w:val="clear" w:color="auto" w:fill="FFFFFF"/>
              </w:rPr>
            </w:pPr>
          </w:p>
          <w:p w14:paraId="6F198836" w14:textId="60C3422B"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Madal toetusvajadus </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418B61C6"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Vajab aeg-ajalt nõustamist ja </w:t>
            </w:r>
            <w:proofErr w:type="spellStart"/>
            <w:r w:rsidRPr="00140830">
              <w:rPr>
                <w:rFonts w:eastAsia="Times New Roman"/>
                <w:color w:val="auto"/>
                <w:sz w:val="20"/>
                <w:szCs w:val="20"/>
                <w:shd w:val="clear" w:color="auto" w:fill="FFFFFF"/>
              </w:rPr>
              <w:t>meeldetuletamist</w:t>
            </w:r>
            <w:proofErr w:type="spellEnd"/>
            <w:r w:rsidRPr="00140830">
              <w:rPr>
                <w:rFonts w:eastAsia="Times New Roman"/>
                <w:color w:val="auto"/>
                <w:sz w:val="20"/>
                <w:szCs w:val="20"/>
                <w:shd w:val="clear" w:color="auto" w:fill="FFFFFF"/>
              </w:rPr>
              <w:t>. Psüühikahäirest tulenevad mõjud käitumisele on vähesed ja/või vähe märgatavad. Käitumine on peamiselt rahulik, adekvaatne ja sõnalised avaldused on peamiselt tavalised ning arusaadavad, tegevuste korraldamine ei ole oluliselt raskendatud</w:t>
            </w:r>
          </w:p>
        </w:tc>
      </w:tr>
      <w:tr w:rsidR="00140830" w:rsidRPr="00140830" w14:paraId="552E63AC" w14:textId="77777777" w:rsidTr="006856E1">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0F9A5716" w14:textId="77777777" w:rsidR="006856E1"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0521D459" w14:textId="4E2CF6C6" w:rsidR="000422C2" w:rsidRPr="00140830"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1FD1D704" w14:textId="77777777" w:rsidR="000422C2"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shd w:val="clear" w:color="auto" w:fill="FFFFFF"/>
              </w:rPr>
            </w:pPr>
          </w:p>
          <w:p w14:paraId="7DDBFD2C" w14:textId="6EFA9FD0"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Keskmine toetusvajadus </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7B8C6C94"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regulaarselt  juhendamist. Psüühikahäirest tulenev mõju käitumisele on märgatav ning segab aeg-ajalt käitumise sihipärasust ja toimetulekut. Käitumises ja sõnalistes avaldustes on veidrusi või arusaamatusi, kuid tegevuste korraldamine on juhendamisega võimalik.  </w:t>
            </w:r>
          </w:p>
        </w:tc>
      </w:tr>
      <w:tr w:rsidR="00140830" w:rsidRPr="00140830" w14:paraId="2966FF1E" w14:textId="77777777" w:rsidTr="006856E1">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02C555E5" w14:textId="77777777" w:rsidR="000422C2"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6FB2ABB4" w14:textId="4AADA5FA" w:rsidR="006856E1" w:rsidRPr="00140830"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3</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68662464" w14:textId="77777777" w:rsidR="000422C2"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shd w:val="clear" w:color="auto" w:fill="FFFFFF"/>
              </w:rPr>
            </w:pPr>
          </w:p>
          <w:p w14:paraId="3471F9A6" w14:textId="6BCE6784"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Kõrge toetusvajadus </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13832674" w14:textId="334ED8F9" w:rsidR="006856E1" w:rsidRPr="00140830" w:rsidRDefault="006856E1" w:rsidP="00B928E4">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Vajab igapäevaselt toetust ja/või </w:t>
            </w:r>
            <w:proofErr w:type="spellStart"/>
            <w:r w:rsidRPr="00140830">
              <w:rPr>
                <w:rFonts w:eastAsia="Times New Roman"/>
                <w:color w:val="auto"/>
                <w:sz w:val="20"/>
                <w:szCs w:val="20"/>
                <w:shd w:val="clear" w:color="auto" w:fill="FFFFFF"/>
              </w:rPr>
              <w:t>kõrvalabi</w:t>
            </w:r>
            <w:proofErr w:type="spellEnd"/>
            <w:r w:rsidRPr="00140830">
              <w:rPr>
                <w:rFonts w:eastAsia="Times New Roman"/>
                <w:color w:val="auto"/>
                <w:sz w:val="20"/>
                <w:szCs w:val="20"/>
                <w:shd w:val="clear" w:color="auto" w:fill="FFFFFF"/>
              </w:rPr>
              <w:t xml:space="preserve">. Esinevad märgatavad psüühikahäired, mis oluliselt segavad sihipärast käitumist ja takistavad toimetulekut. Psüühikahäired ilmnevad ka sõnalistes avaldustes, mis on arusaamatud, käitumine ebaadekvaatne, rahutu või endasse tõmbunud olek, arusaamatu või tegelikkusele mittevastav jutt. Tegevuste korraldamine on igapäevase toetuse ja/või </w:t>
            </w:r>
            <w:proofErr w:type="spellStart"/>
            <w:r w:rsidRPr="00140830">
              <w:rPr>
                <w:rFonts w:eastAsia="Times New Roman"/>
                <w:color w:val="auto"/>
                <w:sz w:val="20"/>
                <w:szCs w:val="20"/>
                <w:shd w:val="clear" w:color="auto" w:fill="FFFFFF"/>
              </w:rPr>
              <w:t>kõrvalabiga</w:t>
            </w:r>
            <w:proofErr w:type="spellEnd"/>
            <w:r w:rsidRPr="00140830">
              <w:rPr>
                <w:rFonts w:eastAsia="Times New Roman"/>
                <w:color w:val="auto"/>
                <w:sz w:val="20"/>
                <w:szCs w:val="20"/>
                <w:shd w:val="clear" w:color="auto" w:fill="FFFFFF"/>
              </w:rPr>
              <w:t xml:space="preserve"> võimalik. </w:t>
            </w:r>
          </w:p>
        </w:tc>
      </w:tr>
      <w:tr w:rsidR="00140830" w:rsidRPr="00140830" w14:paraId="663D751C" w14:textId="77777777" w:rsidTr="006856E1">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6F55E69B" w14:textId="38747546" w:rsidR="006856E1" w:rsidRPr="00140830"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lastRenderedPageBreak/>
              <w:t>4</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4D7CB7CD" w14:textId="02E207F8"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Äärmuslik toetusvajadus</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44A4181A" w14:textId="6FAF943F" w:rsidR="006856E1" w:rsidRPr="00140830" w:rsidRDefault="006856E1" w:rsidP="00EE234A">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hooldust ja/või pidevat järelevalvet. Käitumises esinevad  psüühikahäirest tulenevalt suured mõjutused. Võimalik sage etteaimamatu käitumine, mis häirib ümbritsevaid inimesi, ei suuda oma olukorda hinnata, jutt on arusaamatu või sõnalise kontakti saavutamine ei õnnestu. Toimetulekuks vajalike tegevuste korraldamine on võimalik vaid pideva hoolduse või jä</w:t>
            </w:r>
            <w:r w:rsidR="00EE234A" w:rsidRPr="00140830">
              <w:rPr>
                <w:rFonts w:eastAsia="Times New Roman"/>
                <w:color w:val="auto"/>
                <w:sz w:val="20"/>
                <w:szCs w:val="20"/>
                <w:shd w:val="clear" w:color="auto" w:fill="FFFFFF"/>
              </w:rPr>
              <w:t>relevalvega. Vajab tegevuste üle võtmist ja võimalik eestkoste vajadus.</w:t>
            </w:r>
          </w:p>
        </w:tc>
      </w:tr>
      <w:tr w:rsidR="00140830" w:rsidRPr="00140830" w14:paraId="38178226" w14:textId="77777777" w:rsidTr="006856E1">
        <w:trPr>
          <w:trHeight w:val="1000"/>
        </w:trPr>
        <w:tc>
          <w:tcPr>
            <w:tcW w:w="0" w:type="auto"/>
            <w:gridSpan w:val="2"/>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5C294101" w14:textId="3D5C8775" w:rsidR="00B928E4" w:rsidRPr="00140830" w:rsidRDefault="00F92F9A" w:rsidP="00B928E4">
            <w:pPr>
              <w:widowControl/>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eastAsia="Times New Roman"/>
                <w:color w:val="auto"/>
                <w:sz w:val="18"/>
                <w:szCs w:val="18"/>
              </w:rPr>
            </w:pPr>
            <w:r w:rsidRPr="00140830">
              <w:rPr>
                <w:rFonts w:eastAsia="Times New Roman"/>
                <w:color w:val="auto"/>
                <w:sz w:val="20"/>
                <w:szCs w:val="20"/>
                <w:shd w:val="clear" w:color="auto" w:fill="FFFFFF"/>
              </w:rPr>
              <w:t>D</w:t>
            </w:r>
            <w:r w:rsidR="00B928E4" w:rsidRPr="00140830">
              <w:rPr>
                <w:rFonts w:eastAsia="Times New Roman"/>
                <w:color w:val="auto"/>
                <w:sz w:val="20"/>
                <w:szCs w:val="20"/>
                <w:shd w:val="clear" w:color="auto" w:fill="FFFFFF"/>
              </w:rPr>
              <w:t xml:space="preserve">.2.2.1. Kommentaar või lühikirjeldus </w:t>
            </w:r>
            <w:r w:rsidR="00B928E4" w:rsidRPr="00140830">
              <w:rPr>
                <w:rFonts w:eastAsia="Times New Roman"/>
                <w:color w:val="auto"/>
                <w:sz w:val="18"/>
                <w:szCs w:val="18"/>
                <w:shd w:val="clear" w:color="auto" w:fill="FFFFFF"/>
              </w:rPr>
              <w:t>(nt tuua</w:t>
            </w:r>
            <w:r w:rsidR="00B928E4" w:rsidRPr="00140830">
              <w:rPr>
                <w:rFonts w:eastAsia="Times New Roman"/>
                <w:color w:val="auto"/>
                <w:sz w:val="18"/>
                <w:szCs w:val="18"/>
              </w:rPr>
              <w:t xml:space="preserve"> välja konkreetsed </w:t>
            </w:r>
            <w:r w:rsidR="00B928E4" w:rsidRPr="00140830">
              <w:rPr>
                <w:rFonts w:eastAsia="Times New Roman"/>
                <w:b/>
                <w:bCs/>
                <w:color w:val="auto"/>
                <w:sz w:val="18"/>
                <w:szCs w:val="18"/>
              </w:rPr>
              <w:t>eripärad ja/või spetsiifika</w:t>
            </w:r>
            <w:r w:rsidR="00B928E4" w:rsidRPr="00140830">
              <w:rPr>
                <w:rFonts w:eastAsia="Times New Roman"/>
                <w:color w:val="auto"/>
                <w:sz w:val="18"/>
                <w:szCs w:val="18"/>
              </w:rPr>
              <w:t xml:space="preserve">, mis aspektis või tegevuses isik täpsemalt selles valdkonnas toetust vajab. Võib märkida ka isiku </w:t>
            </w:r>
            <w:r w:rsidR="00B928E4" w:rsidRPr="00140830">
              <w:rPr>
                <w:rFonts w:eastAsia="Times New Roman"/>
                <w:b/>
                <w:bCs/>
                <w:color w:val="auto"/>
                <w:sz w:val="18"/>
                <w:szCs w:val="18"/>
              </w:rPr>
              <w:t>tugevused ja võimalused</w:t>
            </w:r>
            <w:r w:rsidR="00B928E4" w:rsidRPr="00140830">
              <w:rPr>
                <w:rFonts w:eastAsia="Times New Roman"/>
                <w:color w:val="auto"/>
                <w:sz w:val="18"/>
                <w:szCs w:val="18"/>
              </w:rPr>
              <w:t>, sh isiku motivatsioon toetust vastu võtta.)</w:t>
            </w:r>
          </w:p>
          <w:p w14:paraId="5EC2A0F1" w14:textId="626873A4"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6BA51B5C"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p>
        </w:tc>
      </w:tr>
      <w:tr w:rsidR="00140830" w:rsidRPr="00140830" w14:paraId="3A98A3F0" w14:textId="77777777" w:rsidTr="006856E1">
        <w:trPr>
          <w:trHeight w:val="1000"/>
        </w:trPr>
        <w:tc>
          <w:tcPr>
            <w:tcW w:w="0" w:type="auto"/>
            <w:gridSpan w:val="2"/>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78E8AAAB" w14:textId="2E37382F" w:rsidR="006856E1" w:rsidRPr="00140830" w:rsidRDefault="00F92F9A"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D</w:t>
            </w:r>
            <w:r w:rsidR="00B928E4" w:rsidRPr="00140830">
              <w:rPr>
                <w:rFonts w:eastAsia="Times New Roman"/>
                <w:color w:val="auto"/>
                <w:sz w:val="20"/>
                <w:szCs w:val="20"/>
                <w:shd w:val="clear" w:color="auto" w:fill="FFFFFF"/>
              </w:rPr>
              <w:t xml:space="preserve">.2.2.2. </w:t>
            </w:r>
            <w:r w:rsidR="006856E1" w:rsidRPr="00140830">
              <w:rPr>
                <w:rFonts w:eastAsia="Times New Roman"/>
                <w:color w:val="auto"/>
                <w:sz w:val="20"/>
                <w:szCs w:val="20"/>
                <w:shd w:val="clear" w:color="auto" w:fill="FFFFFF"/>
              </w:rPr>
              <w:t>Kas ja kuidas on toetus täna korraldatud? (sh sotsiaalteenuste, pere jt poolt pakutav)</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10E84B2C"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2FF0A4D9" w14:textId="77777777" w:rsidTr="006856E1">
        <w:trPr>
          <w:trHeight w:val="1000"/>
        </w:trPr>
        <w:tc>
          <w:tcPr>
            <w:tcW w:w="0" w:type="auto"/>
            <w:gridSpan w:val="2"/>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0CD5F692" w14:textId="3AA7122C" w:rsidR="006856E1" w:rsidRPr="00140830" w:rsidRDefault="00F92F9A" w:rsidP="003F01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D</w:t>
            </w:r>
            <w:r w:rsidR="00B928E4" w:rsidRPr="00140830">
              <w:rPr>
                <w:rFonts w:eastAsia="Times New Roman"/>
                <w:color w:val="auto"/>
                <w:sz w:val="20"/>
                <w:szCs w:val="20"/>
                <w:shd w:val="clear" w:color="auto" w:fill="FFFFFF"/>
              </w:rPr>
              <w:t xml:space="preserve">.2.2.3. </w:t>
            </w:r>
            <w:r w:rsidR="006856E1" w:rsidRPr="00140830">
              <w:rPr>
                <w:rFonts w:eastAsia="Times New Roman"/>
                <w:color w:val="auto"/>
                <w:sz w:val="20"/>
                <w:szCs w:val="20"/>
                <w:shd w:val="clear" w:color="auto" w:fill="FFFFFF"/>
              </w:rPr>
              <w:t>Kõige olulisemad vajadused ja tähelepanupunktid</w:t>
            </w:r>
            <w:r w:rsidR="003F01E1" w:rsidRPr="00140830">
              <w:rPr>
                <w:rFonts w:eastAsia="Times New Roman"/>
                <w:color w:val="auto"/>
                <w:sz w:val="20"/>
                <w:szCs w:val="20"/>
                <w:shd w:val="clear" w:color="auto" w:fill="FFFFFF"/>
              </w:rPr>
              <w:t xml:space="preserve"> (hindaja ja võrgustiku hinnangul)</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0761045A"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3F01E1" w:rsidRPr="00140830" w14:paraId="1913CB1D" w14:textId="77777777" w:rsidTr="006856E1">
        <w:trPr>
          <w:trHeight w:val="1000"/>
        </w:trPr>
        <w:tc>
          <w:tcPr>
            <w:tcW w:w="0" w:type="auto"/>
            <w:gridSpan w:val="2"/>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14:paraId="7E30C561" w14:textId="26D5C6B3" w:rsidR="003F01E1" w:rsidRPr="00140830" w:rsidRDefault="00F92F9A" w:rsidP="003F01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shd w:val="clear" w:color="auto" w:fill="FFFFFF"/>
              </w:rPr>
            </w:pPr>
            <w:r w:rsidRPr="00140830">
              <w:rPr>
                <w:rFonts w:eastAsia="Times New Roman"/>
                <w:color w:val="auto"/>
                <w:sz w:val="20"/>
                <w:szCs w:val="20"/>
                <w:shd w:val="clear" w:color="auto" w:fill="FFFFFF"/>
              </w:rPr>
              <w:t>D</w:t>
            </w:r>
            <w:r w:rsidR="003F01E1" w:rsidRPr="00140830">
              <w:rPr>
                <w:rFonts w:eastAsia="Times New Roman"/>
                <w:color w:val="auto"/>
                <w:sz w:val="20"/>
                <w:szCs w:val="20"/>
                <w:shd w:val="clear" w:color="auto" w:fill="FFFFFF"/>
              </w:rPr>
              <w:t>.2.3.4. Inimese enda poolt nimetatud vajadused</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14:paraId="30110C5B" w14:textId="77777777" w:rsidR="003F01E1" w:rsidRPr="00140830" w:rsidRDefault="003F01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bl>
    <w:p w14:paraId="16E5255F" w14:textId="77777777" w:rsidR="003F01E1" w:rsidRPr="00140830" w:rsidRDefault="003F01E1" w:rsidP="00B928E4">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p>
    <w:p w14:paraId="6FA9167F" w14:textId="77777777" w:rsidR="00820AA1" w:rsidRDefault="00820AA1" w:rsidP="00B928E4">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p>
    <w:p w14:paraId="21F86B3C" w14:textId="77777777" w:rsidR="00820AA1" w:rsidRDefault="00820AA1" w:rsidP="00B928E4">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p>
    <w:p w14:paraId="0C0E4537" w14:textId="331AB0AB" w:rsidR="00820AA1" w:rsidRDefault="00F92F9A" w:rsidP="00B928E4">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r w:rsidRPr="00140830">
        <w:rPr>
          <w:rFonts w:eastAsia="Times New Roman"/>
          <w:b/>
          <w:bCs/>
          <w:color w:val="auto"/>
          <w:sz w:val="20"/>
          <w:szCs w:val="20"/>
        </w:rPr>
        <w:t>D</w:t>
      </w:r>
      <w:r w:rsidR="00B928E4" w:rsidRPr="00140830">
        <w:rPr>
          <w:rFonts w:eastAsia="Times New Roman"/>
          <w:b/>
          <w:bCs/>
          <w:color w:val="auto"/>
          <w:sz w:val="20"/>
          <w:szCs w:val="20"/>
        </w:rPr>
        <w:t xml:space="preserve">.2.3. </w:t>
      </w:r>
      <w:r w:rsidR="008312AD" w:rsidRPr="00140830">
        <w:rPr>
          <w:rFonts w:eastAsia="Times New Roman"/>
          <w:b/>
          <w:bCs/>
          <w:color w:val="auto"/>
          <w:sz w:val="20"/>
          <w:szCs w:val="20"/>
        </w:rPr>
        <w:t>K</w:t>
      </w:r>
      <w:r w:rsidR="002E7329" w:rsidRPr="00140830">
        <w:rPr>
          <w:rFonts w:eastAsia="Times New Roman"/>
          <w:b/>
          <w:bCs/>
          <w:color w:val="auto"/>
          <w:sz w:val="20"/>
          <w:szCs w:val="20"/>
        </w:rPr>
        <w:t xml:space="preserve">as inimese kognitiivne võimekus piirab tema </w:t>
      </w:r>
      <w:r w:rsidR="006856E1" w:rsidRPr="00140830">
        <w:rPr>
          <w:rFonts w:eastAsia="Times New Roman"/>
          <w:b/>
          <w:bCs/>
          <w:color w:val="auto"/>
          <w:sz w:val="20"/>
          <w:szCs w:val="20"/>
        </w:rPr>
        <w:t>otsuste</w:t>
      </w:r>
      <w:r w:rsidR="002E7329" w:rsidRPr="00140830">
        <w:rPr>
          <w:rFonts w:eastAsia="Times New Roman"/>
          <w:b/>
          <w:bCs/>
          <w:color w:val="auto"/>
          <w:sz w:val="20"/>
          <w:szCs w:val="20"/>
        </w:rPr>
        <w:t xml:space="preserve"> tegemist igapäevaelu küsimustes </w:t>
      </w:r>
      <w:r w:rsidR="006856E1" w:rsidRPr="00140830">
        <w:rPr>
          <w:rFonts w:eastAsia="Times New Roman"/>
          <w:b/>
          <w:bCs/>
          <w:color w:val="auto"/>
          <w:sz w:val="20"/>
          <w:szCs w:val="20"/>
        </w:rPr>
        <w:t xml:space="preserve">ning </w:t>
      </w:r>
      <w:r w:rsidR="002E7329" w:rsidRPr="00140830">
        <w:rPr>
          <w:rFonts w:eastAsia="Times New Roman"/>
          <w:b/>
          <w:bCs/>
          <w:color w:val="auto"/>
          <w:sz w:val="20"/>
          <w:szCs w:val="20"/>
        </w:rPr>
        <w:t>ajas, kohas ja inimestes orienteerumist</w:t>
      </w:r>
      <w:r w:rsidR="006856E1" w:rsidRPr="00140830">
        <w:rPr>
          <w:rFonts w:eastAsia="Times New Roman"/>
          <w:b/>
          <w:bCs/>
          <w:color w:val="auto"/>
          <w:sz w:val="20"/>
          <w:szCs w:val="20"/>
        </w:rPr>
        <w:t>.</w:t>
      </w:r>
    </w:p>
    <w:p w14:paraId="5C47A86F" w14:textId="5084A72D" w:rsidR="006856E1" w:rsidRPr="00140830" w:rsidRDefault="006856E1" w:rsidP="00B928E4">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r w:rsidRPr="00140830">
        <w:rPr>
          <w:rFonts w:eastAsia="Times New Roman"/>
          <w:b/>
          <w:bCs/>
          <w:color w:val="auto"/>
          <w:sz w:val="20"/>
          <w:szCs w:val="20"/>
        </w:rPr>
        <w:t xml:space="preserve"> </w:t>
      </w:r>
    </w:p>
    <w:tbl>
      <w:tblPr>
        <w:tblStyle w:val="Kontuurtabel"/>
        <w:tblW w:w="0" w:type="auto"/>
        <w:tblInd w:w="-5" w:type="dxa"/>
        <w:tblLook w:val="04A0" w:firstRow="1" w:lastRow="0" w:firstColumn="1" w:lastColumn="0" w:noHBand="0" w:noVBand="1"/>
      </w:tblPr>
      <w:tblGrid>
        <w:gridCol w:w="567"/>
        <w:gridCol w:w="9781"/>
      </w:tblGrid>
      <w:tr w:rsidR="00140830" w:rsidRPr="00140830" w14:paraId="5E726695" w14:textId="77777777" w:rsidTr="00820AA1">
        <w:tc>
          <w:tcPr>
            <w:tcW w:w="567" w:type="dxa"/>
          </w:tcPr>
          <w:p w14:paraId="0DB36DDB" w14:textId="77777777" w:rsidR="002E7329" w:rsidRPr="00140830" w:rsidRDefault="002E7329" w:rsidP="00F6272A">
            <w:pPr>
              <w:textAlignment w:val="baseline"/>
              <w:rPr>
                <w:rFonts w:eastAsia="Times New Roman"/>
                <w:bCs/>
              </w:rPr>
            </w:pPr>
          </w:p>
          <w:p w14:paraId="378A18DD" w14:textId="77777777" w:rsidR="002E7329" w:rsidRPr="00140830" w:rsidRDefault="002E7329" w:rsidP="00F6272A">
            <w:pPr>
              <w:textAlignment w:val="baseline"/>
              <w:rPr>
                <w:rFonts w:eastAsia="Times New Roman"/>
                <w:bCs/>
              </w:rPr>
            </w:pPr>
            <w:r w:rsidRPr="00140830">
              <w:rPr>
                <w:rFonts w:eastAsia="Times New Roman"/>
                <w:bCs/>
              </w:rPr>
              <w:t>0</w:t>
            </w:r>
          </w:p>
        </w:tc>
        <w:tc>
          <w:tcPr>
            <w:tcW w:w="9781" w:type="dxa"/>
          </w:tcPr>
          <w:p w14:paraId="47E8B9DD" w14:textId="77777777" w:rsidR="002E7329" w:rsidRPr="00140830" w:rsidRDefault="002E7329" w:rsidP="00F6272A">
            <w:pPr>
              <w:rPr>
                <w:rFonts w:eastAsia="Times New Roman"/>
                <w:bCs/>
              </w:rPr>
            </w:pPr>
          </w:p>
          <w:p w14:paraId="462F3C7C" w14:textId="426E829A" w:rsidR="002E7329" w:rsidRPr="00140830" w:rsidRDefault="00F92F9A" w:rsidP="00F6272A">
            <w:pPr>
              <w:textAlignment w:val="baseline"/>
              <w:rPr>
                <w:rFonts w:eastAsia="Times New Roman"/>
                <w:bCs/>
              </w:rPr>
            </w:pPr>
            <w:r w:rsidRPr="00140830">
              <w:rPr>
                <w:rFonts w:eastAsia="Times New Roman"/>
                <w:bCs/>
              </w:rPr>
              <w:t xml:space="preserve">Ei </w:t>
            </w:r>
            <w:r w:rsidR="002E7329" w:rsidRPr="00140830">
              <w:rPr>
                <w:rFonts w:eastAsia="Times New Roman"/>
                <w:bCs/>
              </w:rPr>
              <w:t xml:space="preserve">- tähista all olevas tabelis vastusevariant 0 ja liigu edasi </w:t>
            </w:r>
            <w:r w:rsidRPr="00140830">
              <w:rPr>
                <w:rFonts w:eastAsia="Times New Roman"/>
                <w:bCs/>
              </w:rPr>
              <w:t>D</w:t>
            </w:r>
            <w:r w:rsidR="002E7329" w:rsidRPr="00140830">
              <w:rPr>
                <w:rFonts w:eastAsia="Times New Roman"/>
                <w:bCs/>
              </w:rPr>
              <w:t>.2.4  juurde</w:t>
            </w:r>
            <w:r w:rsidRPr="00140830">
              <w:rPr>
                <w:rFonts w:eastAsia="Times New Roman"/>
                <w:bCs/>
              </w:rPr>
              <w:t>.</w:t>
            </w:r>
          </w:p>
          <w:p w14:paraId="1D303BCA" w14:textId="77777777" w:rsidR="002E7329" w:rsidRPr="00140830" w:rsidRDefault="002E7329" w:rsidP="00F6272A">
            <w:pPr>
              <w:rPr>
                <w:rFonts w:eastAsia="Times New Roman"/>
                <w:bCs/>
              </w:rPr>
            </w:pPr>
          </w:p>
        </w:tc>
      </w:tr>
      <w:tr w:rsidR="002E7329" w:rsidRPr="00140830" w14:paraId="41CFCF73" w14:textId="77777777" w:rsidTr="00820AA1">
        <w:tc>
          <w:tcPr>
            <w:tcW w:w="567" w:type="dxa"/>
          </w:tcPr>
          <w:p w14:paraId="65D656CA" w14:textId="77777777" w:rsidR="002E7329" w:rsidRPr="00140830" w:rsidRDefault="002E7329" w:rsidP="00F6272A">
            <w:pPr>
              <w:textAlignment w:val="baseline"/>
              <w:rPr>
                <w:rFonts w:eastAsia="Times New Roman"/>
                <w:bCs/>
              </w:rPr>
            </w:pPr>
            <w:r w:rsidRPr="00140830">
              <w:rPr>
                <w:rFonts w:eastAsia="Times New Roman"/>
                <w:bCs/>
              </w:rPr>
              <w:t>1</w:t>
            </w:r>
          </w:p>
        </w:tc>
        <w:tc>
          <w:tcPr>
            <w:tcW w:w="9781" w:type="dxa"/>
          </w:tcPr>
          <w:p w14:paraId="6ACC7C77" w14:textId="0D3FC912" w:rsidR="002E7329" w:rsidRPr="00140830" w:rsidRDefault="002E7329" w:rsidP="00F6272A">
            <w:pPr>
              <w:rPr>
                <w:rFonts w:eastAsia="Times New Roman"/>
                <w:bCs/>
              </w:rPr>
            </w:pPr>
            <w:r w:rsidRPr="00140830">
              <w:rPr>
                <w:rFonts w:eastAsia="Times New Roman"/>
                <w:bCs/>
              </w:rPr>
              <w:t>Jah - t</w:t>
            </w:r>
            <w:r w:rsidRPr="00140830">
              <w:rPr>
                <w:rFonts w:eastAsia="Times New Roman"/>
              </w:rPr>
              <w:t>ähista all olevas tabelis sobiv vastuse variant ja lisa täpsustav kommentaar inimese psüühikahäirest tuleneva mõju kohta käitumisele ja tegevusele</w:t>
            </w:r>
            <w:r w:rsidR="00F92F9A" w:rsidRPr="00140830">
              <w:rPr>
                <w:rFonts w:eastAsia="Times New Roman"/>
              </w:rPr>
              <w:t>.</w:t>
            </w:r>
            <w:r w:rsidRPr="00140830">
              <w:rPr>
                <w:rFonts w:eastAsia="Times New Roman"/>
              </w:rPr>
              <w:t xml:space="preserve"> </w:t>
            </w:r>
          </w:p>
        </w:tc>
      </w:tr>
    </w:tbl>
    <w:tbl>
      <w:tblPr>
        <w:tblW w:w="0" w:type="auto"/>
        <w:tblCellMar>
          <w:top w:w="15" w:type="dxa"/>
          <w:left w:w="15" w:type="dxa"/>
          <w:bottom w:w="15" w:type="dxa"/>
          <w:right w:w="15" w:type="dxa"/>
        </w:tblCellMar>
        <w:tblLook w:val="04A0" w:firstRow="1" w:lastRow="0" w:firstColumn="1" w:lastColumn="0" w:noHBand="0" w:noVBand="1"/>
      </w:tblPr>
      <w:tblGrid>
        <w:gridCol w:w="557"/>
        <w:gridCol w:w="3969"/>
        <w:gridCol w:w="10026"/>
      </w:tblGrid>
      <w:tr w:rsidR="00140830" w:rsidRPr="00140830" w14:paraId="61773846" w14:textId="77777777" w:rsidTr="00707384">
        <w:trPr>
          <w:trHeight w:val="699"/>
        </w:trPr>
        <w:tc>
          <w:tcPr>
            <w:tcW w:w="557"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45349BE6"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3969"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0E4D91F0"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0 - Iseseisev</w:t>
            </w:r>
          </w:p>
        </w:tc>
        <w:tc>
          <w:tcPr>
            <w:tcW w:w="10026"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50E44D53"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Ei vaja toetust. Orienteerub ajas, kohas ja inimeste suhtes. Otsuste tegemine igapäevaelu organiseerimiseks ei ole häiritud. </w:t>
            </w:r>
          </w:p>
        </w:tc>
      </w:tr>
      <w:tr w:rsidR="00140830" w:rsidRPr="00140830" w14:paraId="437C2288" w14:textId="77777777" w:rsidTr="00B928E4">
        <w:trPr>
          <w:trHeight w:val="900"/>
        </w:trPr>
        <w:tc>
          <w:tcPr>
            <w:tcW w:w="557"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2AA2C942" w14:textId="77777777" w:rsidR="000422C2"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35B6CE71" w14:textId="12E3077C" w:rsidR="006856E1" w:rsidRPr="00140830"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w:t>
            </w:r>
          </w:p>
        </w:tc>
        <w:tc>
          <w:tcPr>
            <w:tcW w:w="3969"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7A67EDA2" w14:textId="77777777" w:rsidR="000422C2"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shd w:val="clear" w:color="auto" w:fill="FFFFFF"/>
              </w:rPr>
            </w:pPr>
          </w:p>
          <w:p w14:paraId="411A85F0" w14:textId="464FB1E1"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Madal toetusvajadus</w:t>
            </w:r>
          </w:p>
          <w:p w14:paraId="31912D91"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10026"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298DE44D"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Vajab aeg-ajalt nõustamist ja </w:t>
            </w:r>
            <w:proofErr w:type="spellStart"/>
            <w:r w:rsidRPr="00140830">
              <w:rPr>
                <w:rFonts w:eastAsia="Times New Roman"/>
                <w:color w:val="auto"/>
                <w:sz w:val="20"/>
                <w:szCs w:val="20"/>
                <w:shd w:val="clear" w:color="auto" w:fill="FFFFFF"/>
              </w:rPr>
              <w:t>meeldetuletamist</w:t>
            </w:r>
            <w:proofErr w:type="spellEnd"/>
            <w:r w:rsidRPr="00140830">
              <w:rPr>
                <w:rFonts w:eastAsia="Times New Roman"/>
                <w:color w:val="auto"/>
                <w:sz w:val="20"/>
                <w:szCs w:val="20"/>
                <w:shd w:val="clear" w:color="auto" w:fill="FFFFFF"/>
              </w:rPr>
              <w:t>. Orienteerub ajas, kohas ja inimestes. Otsuste tegemisel võib vajada nõu ja toetust. Nt võib olla diagnoositud kerge vaimne alaareng või on haigestumise tagajärjel tekkinud kerge kognitiivsete võimete langus.</w:t>
            </w:r>
          </w:p>
        </w:tc>
      </w:tr>
      <w:tr w:rsidR="00140830" w:rsidRPr="00140830" w14:paraId="3AC3A2B7" w14:textId="77777777" w:rsidTr="00B928E4">
        <w:trPr>
          <w:trHeight w:val="960"/>
        </w:trPr>
        <w:tc>
          <w:tcPr>
            <w:tcW w:w="557"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3D28B3BA" w14:textId="77777777" w:rsidR="000422C2"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0C459CF7" w14:textId="5E6AAAD6" w:rsidR="006856E1" w:rsidRPr="00140830"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w:t>
            </w:r>
          </w:p>
        </w:tc>
        <w:tc>
          <w:tcPr>
            <w:tcW w:w="3969"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44DE1D7B" w14:textId="77777777" w:rsidR="000422C2"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shd w:val="clear" w:color="auto" w:fill="FFFFFF"/>
              </w:rPr>
            </w:pPr>
          </w:p>
          <w:p w14:paraId="65A3763C" w14:textId="22F24F6F"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Keskmine toetusvajadus </w:t>
            </w:r>
          </w:p>
        </w:tc>
        <w:tc>
          <w:tcPr>
            <w:tcW w:w="10026"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4AFBD914"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regulaarselt  juhendamist. Otsuste tegemisel igapäevaelu korraldamiseks vajab regulaarselt toetust. Orienteerub üldiselt ajas, kohas ja inimestes, kuid uutes kohtades ja olukordades ei tule iseseisvalt toime. Sisust ja olukordadest arusaamisega on mõningaid probleeme. Nt on diagnoositud mõõdukat või rasket vaimset alaarengut või on haigestumise tagajärjel tekkinud kognitiivsete võimete langus.</w:t>
            </w:r>
          </w:p>
        </w:tc>
      </w:tr>
      <w:tr w:rsidR="00140830" w:rsidRPr="00140830" w14:paraId="1B48A81D" w14:textId="77777777" w:rsidTr="00B928E4">
        <w:trPr>
          <w:trHeight w:val="900"/>
        </w:trPr>
        <w:tc>
          <w:tcPr>
            <w:tcW w:w="557"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6D36EF6A" w14:textId="77777777" w:rsidR="000422C2"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7E462722" w14:textId="76E93F86" w:rsidR="006856E1" w:rsidRPr="00140830"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3</w:t>
            </w:r>
          </w:p>
        </w:tc>
        <w:tc>
          <w:tcPr>
            <w:tcW w:w="3969"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64584FB1"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2AF61B62" w14:textId="4EB7BB80"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Kõrge toetusvajadus</w:t>
            </w:r>
          </w:p>
        </w:tc>
        <w:tc>
          <w:tcPr>
            <w:tcW w:w="10026"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3E854F86"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rPr>
              <w:t xml:space="preserve">Vajab igapäevaselt </w:t>
            </w:r>
            <w:proofErr w:type="spellStart"/>
            <w:r w:rsidRPr="00140830">
              <w:rPr>
                <w:rFonts w:eastAsia="Times New Roman"/>
                <w:color w:val="auto"/>
                <w:sz w:val="20"/>
                <w:szCs w:val="20"/>
              </w:rPr>
              <w:t>kõrvalabi</w:t>
            </w:r>
            <w:proofErr w:type="spellEnd"/>
            <w:r w:rsidRPr="00140830">
              <w:rPr>
                <w:rFonts w:eastAsia="Times New Roman"/>
                <w:color w:val="auto"/>
                <w:sz w:val="20"/>
                <w:szCs w:val="20"/>
              </w:rPr>
              <w:t xml:space="preserve"> ja toetust. </w:t>
            </w:r>
            <w:r w:rsidRPr="00140830">
              <w:rPr>
                <w:rFonts w:eastAsia="Times New Roman"/>
                <w:color w:val="auto"/>
                <w:sz w:val="20"/>
                <w:szCs w:val="20"/>
                <w:shd w:val="clear" w:color="auto" w:fill="FFFFFF"/>
              </w:rPr>
              <w:t xml:space="preserve">Otsuste tegemisel igapäevaelu korraldamiseks vajab  igapäevaselt toetust ja </w:t>
            </w:r>
            <w:proofErr w:type="spellStart"/>
            <w:r w:rsidRPr="00140830">
              <w:rPr>
                <w:rFonts w:eastAsia="Times New Roman"/>
                <w:color w:val="auto"/>
                <w:sz w:val="20"/>
                <w:szCs w:val="20"/>
                <w:shd w:val="clear" w:color="auto" w:fill="FFFFFF"/>
              </w:rPr>
              <w:t>kõrvalabi</w:t>
            </w:r>
            <w:proofErr w:type="spellEnd"/>
            <w:r w:rsidRPr="00140830">
              <w:rPr>
                <w:rFonts w:eastAsia="Times New Roman"/>
                <w:color w:val="auto"/>
                <w:sz w:val="20"/>
                <w:szCs w:val="20"/>
                <w:shd w:val="clear" w:color="auto" w:fill="FFFFFF"/>
              </w:rPr>
              <w:t>. Ajas, kohas ja inimestes orienteerumine oluliselt  häirunud, võib esineda tõsiseid raskusi.  Nt on diagnoositud mõõdukat, rasket või sügavat vaimset alaarengut  või on kroonilisest haigusest tingitud märgatav tagasilangus kognitiivsetes võimetes.  </w:t>
            </w:r>
          </w:p>
        </w:tc>
      </w:tr>
      <w:tr w:rsidR="00140830" w:rsidRPr="00140830" w14:paraId="66C428E6" w14:textId="77777777" w:rsidTr="00B928E4">
        <w:trPr>
          <w:trHeight w:val="840"/>
        </w:trPr>
        <w:tc>
          <w:tcPr>
            <w:tcW w:w="557"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7BB28A66" w14:textId="77777777" w:rsidR="000422C2"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4D66319B" w14:textId="58742B6B" w:rsidR="006856E1" w:rsidRPr="00140830"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4</w:t>
            </w:r>
          </w:p>
        </w:tc>
        <w:tc>
          <w:tcPr>
            <w:tcW w:w="3969"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6489F5AD"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1BA2DD0B" w14:textId="42691F2F"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Äärmuslik toetusvajadus</w:t>
            </w:r>
          </w:p>
        </w:tc>
        <w:tc>
          <w:tcPr>
            <w:tcW w:w="10026"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5206B7C0" w14:textId="58EB640B"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Vajab hooldust ja/või pidevat järelevalvet. Ei ole võimeline igapäevaelu korraldamiseks otsuseid langetama. Ajas, kohas ja inimestes orienteerumine on täielikult häirunud. Nt on  diagnoositud rasket või sügavat vaimset alaarengut või kroonilisest haigusest tingitud sügav tagasilangus kognitiivsetes võimetes. </w:t>
            </w:r>
            <w:r w:rsidR="00EE234A" w:rsidRPr="00140830">
              <w:rPr>
                <w:rFonts w:eastAsia="Times New Roman"/>
                <w:color w:val="auto"/>
                <w:sz w:val="20"/>
                <w:szCs w:val="20"/>
                <w:shd w:val="clear" w:color="auto" w:fill="FFFFFF"/>
              </w:rPr>
              <w:t>Vajab eestkostet või tegevuste üle võtmist.</w:t>
            </w:r>
          </w:p>
        </w:tc>
      </w:tr>
      <w:tr w:rsidR="00140830" w:rsidRPr="00140830" w14:paraId="25817475" w14:textId="77777777" w:rsidTr="00B928E4">
        <w:trPr>
          <w:trHeight w:val="780"/>
        </w:trPr>
        <w:tc>
          <w:tcPr>
            <w:tcW w:w="4526" w:type="dxa"/>
            <w:gridSpan w:val="2"/>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5DA0E98C" w14:textId="5A7D9DB8" w:rsidR="006856E1" w:rsidRPr="00820AA1" w:rsidRDefault="00F92F9A" w:rsidP="00707384">
            <w:pPr>
              <w:widowControl/>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eastAsia="Times New Roman"/>
                <w:color w:val="auto"/>
                <w:sz w:val="18"/>
                <w:szCs w:val="18"/>
              </w:rPr>
            </w:pPr>
            <w:r w:rsidRPr="00140830">
              <w:rPr>
                <w:rFonts w:eastAsia="Times New Roman"/>
                <w:color w:val="auto"/>
                <w:sz w:val="20"/>
                <w:szCs w:val="20"/>
                <w:shd w:val="clear" w:color="auto" w:fill="FFFFFF"/>
              </w:rPr>
              <w:t>D</w:t>
            </w:r>
            <w:r w:rsidR="00E66684" w:rsidRPr="00140830">
              <w:rPr>
                <w:rFonts w:eastAsia="Times New Roman"/>
                <w:color w:val="auto"/>
                <w:sz w:val="20"/>
                <w:szCs w:val="20"/>
                <w:shd w:val="clear" w:color="auto" w:fill="FFFFFF"/>
              </w:rPr>
              <w:t>.2.3.1.</w:t>
            </w:r>
            <w:r w:rsidR="00B928E4" w:rsidRPr="00140830">
              <w:rPr>
                <w:rFonts w:eastAsia="Times New Roman"/>
                <w:color w:val="auto"/>
                <w:sz w:val="20"/>
                <w:szCs w:val="20"/>
                <w:shd w:val="clear" w:color="auto" w:fill="FFFFFF"/>
              </w:rPr>
              <w:t xml:space="preserve"> Kommentaar või lühikirjeldus </w:t>
            </w:r>
            <w:r w:rsidR="00B928E4" w:rsidRPr="00140830">
              <w:rPr>
                <w:rFonts w:eastAsia="Times New Roman"/>
                <w:color w:val="auto"/>
                <w:sz w:val="18"/>
                <w:szCs w:val="18"/>
                <w:shd w:val="clear" w:color="auto" w:fill="FFFFFF"/>
              </w:rPr>
              <w:t>(nt tuua</w:t>
            </w:r>
            <w:r w:rsidR="00B928E4" w:rsidRPr="00140830">
              <w:rPr>
                <w:rFonts w:eastAsia="Times New Roman"/>
                <w:color w:val="auto"/>
                <w:sz w:val="18"/>
                <w:szCs w:val="18"/>
              </w:rPr>
              <w:t xml:space="preserve"> välja konkreetsed </w:t>
            </w:r>
            <w:r w:rsidR="00B928E4" w:rsidRPr="00140830">
              <w:rPr>
                <w:rFonts w:eastAsia="Times New Roman"/>
                <w:b/>
                <w:bCs/>
                <w:color w:val="auto"/>
                <w:sz w:val="18"/>
                <w:szCs w:val="18"/>
              </w:rPr>
              <w:t>eripärad ja/või spetsiifika</w:t>
            </w:r>
            <w:r w:rsidR="00B928E4" w:rsidRPr="00140830">
              <w:rPr>
                <w:rFonts w:eastAsia="Times New Roman"/>
                <w:color w:val="auto"/>
                <w:sz w:val="18"/>
                <w:szCs w:val="18"/>
              </w:rPr>
              <w:t xml:space="preserve">, mis aspektis või tegevuses isik täpsemalt selles valdkonnas toetust vajab. Võib märkida ka isiku </w:t>
            </w:r>
            <w:r w:rsidR="00B928E4" w:rsidRPr="00140830">
              <w:rPr>
                <w:rFonts w:eastAsia="Times New Roman"/>
                <w:b/>
                <w:bCs/>
                <w:color w:val="auto"/>
                <w:sz w:val="18"/>
                <w:szCs w:val="18"/>
              </w:rPr>
              <w:t>tugevused ja võimalused</w:t>
            </w:r>
            <w:r w:rsidR="00B928E4" w:rsidRPr="00140830">
              <w:rPr>
                <w:rFonts w:eastAsia="Times New Roman"/>
                <w:color w:val="auto"/>
                <w:sz w:val="18"/>
                <w:szCs w:val="18"/>
              </w:rPr>
              <w:t>, sh isiku mot</w:t>
            </w:r>
            <w:r w:rsidR="00820AA1">
              <w:rPr>
                <w:rFonts w:eastAsia="Times New Roman"/>
                <w:color w:val="auto"/>
                <w:sz w:val="18"/>
                <w:szCs w:val="18"/>
              </w:rPr>
              <w:t>ivatsioon toetust vastu võtta.)</w:t>
            </w:r>
          </w:p>
        </w:tc>
        <w:tc>
          <w:tcPr>
            <w:tcW w:w="10026"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012C8F48" w14:textId="5847F228"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p>
        </w:tc>
      </w:tr>
      <w:tr w:rsidR="00140830" w:rsidRPr="00140830" w14:paraId="4926354A" w14:textId="77777777" w:rsidTr="00B928E4">
        <w:trPr>
          <w:trHeight w:val="860"/>
        </w:trPr>
        <w:tc>
          <w:tcPr>
            <w:tcW w:w="4526" w:type="dxa"/>
            <w:gridSpan w:val="2"/>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725D61ED" w14:textId="50954E83" w:rsidR="006856E1" w:rsidRPr="00140830" w:rsidRDefault="00F92F9A" w:rsidP="00E66684">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D</w:t>
            </w:r>
            <w:r w:rsidR="00E66684" w:rsidRPr="00140830">
              <w:rPr>
                <w:rFonts w:eastAsia="Times New Roman"/>
                <w:color w:val="auto"/>
                <w:sz w:val="20"/>
                <w:szCs w:val="20"/>
                <w:shd w:val="clear" w:color="auto" w:fill="FFFFFF"/>
              </w:rPr>
              <w:t xml:space="preserve">.2.3.2. </w:t>
            </w:r>
            <w:r w:rsidR="006856E1" w:rsidRPr="00140830">
              <w:rPr>
                <w:rFonts w:eastAsia="Times New Roman"/>
                <w:color w:val="auto"/>
                <w:sz w:val="20"/>
                <w:szCs w:val="20"/>
                <w:shd w:val="clear" w:color="auto" w:fill="FFFFFF"/>
              </w:rPr>
              <w:t>Kas ja kuidas on toetus täna korraldatud? (sh sotsiaalteenuste, pere jt poolt pakutav)</w:t>
            </w:r>
          </w:p>
        </w:tc>
        <w:tc>
          <w:tcPr>
            <w:tcW w:w="10026"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0382BA00"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5D5E3B2F" w14:textId="77777777" w:rsidTr="00B928E4">
        <w:trPr>
          <w:trHeight w:val="860"/>
        </w:trPr>
        <w:tc>
          <w:tcPr>
            <w:tcW w:w="4526" w:type="dxa"/>
            <w:gridSpan w:val="2"/>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59D746ED" w14:textId="793303AF" w:rsidR="006856E1" w:rsidRPr="00140830" w:rsidRDefault="00F92F9A" w:rsidP="003F01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D</w:t>
            </w:r>
            <w:r w:rsidR="00E66684" w:rsidRPr="00140830">
              <w:rPr>
                <w:rFonts w:eastAsia="Times New Roman"/>
                <w:color w:val="auto"/>
                <w:sz w:val="20"/>
                <w:szCs w:val="20"/>
                <w:shd w:val="clear" w:color="auto" w:fill="FFFFFF"/>
              </w:rPr>
              <w:t xml:space="preserve">.2.3.3. </w:t>
            </w:r>
            <w:r w:rsidR="006856E1" w:rsidRPr="00140830">
              <w:rPr>
                <w:rFonts w:eastAsia="Times New Roman"/>
                <w:color w:val="auto"/>
                <w:sz w:val="20"/>
                <w:szCs w:val="20"/>
                <w:shd w:val="clear" w:color="auto" w:fill="FFFFFF"/>
              </w:rPr>
              <w:t>Kõige olulisemad vajadused ja tähelepanupunktid</w:t>
            </w:r>
            <w:r w:rsidR="003F01E1" w:rsidRPr="00140830">
              <w:rPr>
                <w:rFonts w:eastAsia="Times New Roman"/>
                <w:color w:val="auto"/>
                <w:sz w:val="20"/>
                <w:szCs w:val="20"/>
                <w:shd w:val="clear" w:color="auto" w:fill="FFFFFF"/>
              </w:rPr>
              <w:t xml:space="preserve"> (hindaja ja võrgustiku hinnangul)</w:t>
            </w:r>
          </w:p>
        </w:tc>
        <w:tc>
          <w:tcPr>
            <w:tcW w:w="10026"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14:paraId="32C8D348" w14:textId="4553230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p>
        </w:tc>
      </w:tr>
      <w:tr w:rsidR="006D5429" w:rsidRPr="00140830" w14:paraId="5C2D3520" w14:textId="77777777" w:rsidTr="00B928E4">
        <w:trPr>
          <w:trHeight w:val="860"/>
        </w:trPr>
        <w:tc>
          <w:tcPr>
            <w:tcW w:w="4526" w:type="dxa"/>
            <w:gridSpan w:val="2"/>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14:paraId="27D657CD" w14:textId="19FC8740" w:rsidR="006D5429" w:rsidRPr="00140830" w:rsidRDefault="00F92F9A" w:rsidP="00E66684">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shd w:val="clear" w:color="auto" w:fill="FFFFFF"/>
              </w:rPr>
            </w:pPr>
            <w:r w:rsidRPr="00140830">
              <w:rPr>
                <w:rFonts w:eastAsia="Times New Roman"/>
                <w:color w:val="auto"/>
                <w:sz w:val="20"/>
                <w:szCs w:val="20"/>
                <w:shd w:val="clear" w:color="auto" w:fill="FFFFFF"/>
              </w:rPr>
              <w:t>D</w:t>
            </w:r>
            <w:r w:rsidR="006D5429" w:rsidRPr="00140830">
              <w:rPr>
                <w:rFonts w:eastAsia="Times New Roman"/>
                <w:color w:val="auto"/>
                <w:sz w:val="20"/>
                <w:szCs w:val="20"/>
                <w:shd w:val="clear" w:color="auto" w:fill="FFFFFF"/>
              </w:rPr>
              <w:t>.2.3.4. Inimese enda poolt nimetatud vajadused</w:t>
            </w:r>
            <w:r w:rsidR="00820AA1">
              <w:rPr>
                <w:rFonts w:eastAsia="Times New Roman"/>
                <w:color w:val="auto"/>
                <w:sz w:val="20"/>
                <w:szCs w:val="20"/>
                <w:shd w:val="clear" w:color="auto" w:fill="FFFFFF"/>
              </w:rPr>
              <w:t>.</w:t>
            </w:r>
          </w:p>
        </w:tc>
        <w:tc>
          <w:tcPr>
            <w:tcW w:w="10026"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14:paraId="64F31303" w14:textId="77777777" w:rsidR="006D5429" w:rsidRPr="00140830" w:rsidRDefault="006D5429" w:rsidP="006856E1">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p>
        </w:tc>
      </w:tr>
    </w:tbl>
    <w:p w14:paraId="5938B5FE" w14:textId="77777777" w:rsidR="00292376" w:rsidRPr="00140830" w:rsidRDefault="00292376" w:rsidP="00292376">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color w:val="auto"/>
          <w:sz w:val="24"/>
          <w:szCs w:val="24"/>
        </w:rPr>
      </w:pPr>
    </w:p>
    <w:p w14:paraId="67DA3C12" w14:textId="51A36749" w:rsidR="00820AA1" w:rsidRDefault="00820AA1" w:rsidP="00292376">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color w:val="auto"/>
          <w:sz w:val="20"/>
          <w:szCs w:val="20"/>
        </w:rPr>
      </w:pPr>
    </w:p>
    <w:p w14:paraId="692B4C4B" w14:textId="77777777" w:rsidR="00820AA1" w:rsidRDefault="00820AA1" w:rsidP="00292376">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color w:val="auto"/>
          <w:sz w:val="20"/>
          <w:szCs w:val="20"/>
        </w:rPr>
      </w:pPr>
    </w:p>
    <w:p w14:paraId="14214524" w14:textId="77777777" w:rsidR="00820AA1" w:rsidRDefault="00820AA1" w:rsidP="00292376">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color w:val="auto"/>
          <w:sz w:val="20"/>
          <w:szCs w:val="20"/>
        </w:rPr>
      </w:pPr>
    </w:p>
    <w:p w14:paraId="46053A6B" w14:textId="77777777" w:rsidR="00820AA1" w:rsidRDefault="00820AA1" w:rsidP="00292376">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color w:val="auto"/>
          <w:sz w:val="20"/>
          <w:szCs w:val="20"/>
        </w:rPr>
      </w:pPr>
    </w:p>
    <w:p w14:paraId="59BF6C40" w14:textId="34F8FC61" w:rsidR="002E7329" w:rsidRPr="00140830" w:rsidRDefault="00820AA1" w:rsidP="00292376">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color w:val="auto"/>
          <w:sz w:val="24"/>
          <w:szCs w:val="24"/>
        </w:rPr>
      </w:pPr>
      <w:r>
        <w:rPr>
          <w:rFonts w:eastAsia="Times New Roman"/>
          <w:b/>
          <w:color w:val="auto"/>
          <w:sz w:val="20"/>
          <w:szCs w:val="20"/>
        </w:rPr>
        <w:lastRenderedPageBreak/>
        <w:t>D</w:t>
      </w:r>
      <w:r w:rsidR="00292376" w:rsidRPr="00140830">
        <w:rPr>
          <w:rFonts w:eastAsia="Times New Roman"/>
          <w:b/>
          <w:color w:val="auto"/>
          <w:sz w:val="20"/>
          <w:szCs w:val="20"/>
        </w:rPr>
        <w:t>.2.4.</w:t>
      </w:r>
      <w:r w:rsidR="00292376" w:rsidRPr="00140830">
        <w:rPr>
          <w:rFonts w:ascii="Times New Roman" w:eastAsia="Times New Roman" w:hAnsi="Times New Roman" w:cs="Times New Roman"/>
          <w:color w:val="auto"/>
          <w:sz w:val="24"/>
          <w:szCs w:val="24"/>
        </w:rPr>
        <w:t xml:space="preserve"> </w:t>
      </w:r>
      <w:r w:rsidR="002E7329" w:rsidRPr="00140830">
        <w:rPr>
          <w:rFonts w:eastAsia="Times New Roman"/>
          <w:b/>
          <w:color w:val="auto"/>
          <w:sz w:val="20"/>
          <w:szCs w:val="20"/>
        </w:rPr>
        <w:t xml:space="preserve">Kas inimesel esineb riskikäitumist, mis ohustab tema enda </w:t>
      </w:r>
      <w:r w:rsidR="00516FD1" w:rsidRPr="00140830">
        <w:rPr>
          <w:rFonts w:eastAsia="Times New Roman"/>
          <w:b/>
          <w:color w:val="auto"/>
          <w:sz w:val="20"/>
          <w:szCs w:val="20"/>
        </w:rPr>
        <w:t>ja/</w:t>
      </w:r>
      <w:r w:rsidR="002E7329" w:rsidRPr="00140830">
        <w:rPr>
          <w:rFonts w:eastAsia="Times New Roman"/>
          <w:b/>
          <w:color w:val="auto"/>
          <w:sz w:val="20"/>
          <w:szCs w:val="20"/>
        </w:rPr>
        <w:t>või teiste turvalisust</w:t>
      </w:r>
      <w:r w:rsidR="00516FD1" w:rsidRPr="00140830">
        <w:rPr>
          <w:rFonts w:eastAsia="Times New Roman"/>
          <w:b/>
          <w:color w:val="auto"/>
          <w:sz w:val="20"/>
          <w:szCs w:val="20"/>
        </w:rPr>
        <w:t xml:space="preserve"> ja emotsioonidega toimetulekut</w:t>
      </w:r>
      <w:r w:rsidR="002E7329" w:rsidRPr="00140830">
        <w:rPr>
          <w:rFonts w:eastAsia="Times New Roman"/>
          <w:b/>
          <w:color w:val="auto"/>
          <w:sz w:val="20"/>
          <w:szCs w:val="20"/>
        </w:rPr>
        <w:t>?</w:t>
      </w:r>
    </w:p>
    <w:p w14:paraId="4CCA0521" w14:textId="77777777" w:rsidR="002E7329" w:rsidRPr="00140830" w:rsidRDefault="002E7329" w:rsidP="00292376">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color w:val="auto"/>
          <w:sz w:val="24"/>
          <w:szCs w:val="24"/>
        </w:rPr>
      </w:pPr>
      <w:r w:rsidRPr="00140830">
        <w:rPr>
          <w:rFonts w:ascii="Times New Roman" w:eastAsia="Times New Roman" w:hAnsi="Times New Roman" w:cs="Times New Roman"/>
          <w:color w:val="auto"/>
          <w:sz w:val="24"/>
          <w:szCs w:val="24"/>
        </w:rPr>
        <w:t xml:space="preserve"> </w:t>
      </w:r>
    </w:p>
    <w:tbl>
      <w:tblPr>
        <w:tblStyle w:val="Kontuurtabel"/>
        <w:tblW w:w="0" w:type="auto"/>
        <w:tblInd w:w="-5" w:type="dxa"/>
        <w:tblLook w:val="04A0" w:firstRow="1" w:lastRow="0" w:firstColumn="1" w:lastColumn="0" w:noHBand="0" w:noVBand="1"/>
      </w:tblPr>
      <w:tblGrid>
        <w:gridCol w:w="567"/>
        <w:gridCol w:w="9072"/>
      </w:tblGrid>
      <w:tr w:rsidR="00140830" w:rsidRPr="00140830" w14:paraId="21FA1ECE" w14:textId="77777777" w:rsidTr="00820AA1">
        <w:tc>
          <w:tcPr>
            <w:tcW w:w="567" w:type="dxa"/>
          </w:tcPr>
          <w:p w14:paraId="7D33B091" w14:textId="77777777" w:rsidR="002E7329" w:rsidRPr="00140830" w:rsidRDefault="002E7329" w:rsidP="00F6272A">
            <w:pPr>
              <w:textAlignment w:val="baseline"/>
              <w:rPr>
                <w:rFonts w:eastAsia="Times New Roman"/>
                <w:bCs/>
              </w:rPr>
            </w:pPr>
          </w:p>
          <w:p w14:paraId="4309B0A6" w14:textId="77777777" w:rsidR="002E7329" w:rsidRPr="00140830" w:rsidRDefault="002E7329" w:rsidP="00F6272A">
            <w:pPr>
              <w:textAlignment w:val="baseline"/>
              <w:rPr>
                <w:rFonts w:eastAsia="Times New Roman"/>
                <w:bCs/>
              </w:rPr>
            </w:pPr>
            <w:r w:rsidRPr="00140830">
              <w:rPr>
                <w:rFonts w:eastAsia="Times New Roman"/>
                <w:bCs/>
              </w:rPr>
              <w:t>0</w:t>
            </w:r>
          </w:p>
        </w:tc>
        <w:tc>
          <w:tcPr>
            <w:tcW w:w="9072" w:type="dxa"/>
          </w:tcPr>
          <w:p w14:paraId="65CAA173" w14:textId="77777777" w:rsidR="002E7329" w:rsidRPr="00140830" w:rsidRDefault="002E7329" w:rsidP="00F6272A">
            <w:pPr>
              <w:rPr>
                <w:rFonts w:eastAsia="Times New Roman"/>
                <w:bCs/>
              </w:rPr>
            </w:pPr>
          </w:p>
          <w:p w14:paraId="29A0AE1E" w14:textId="34BEDC2F" w:rsidR="002E7329" w:rsidRPr="00140830" w:rsidRDefault="002E7329" w:rsidP="00F6272A">
            <w:pPr>
              <w:textAlignment w:val="baseline"/>
              <w:rPr>
                <w:rFonts w:eastAsia="Times New Roman"/>
                <w:bCs/>
              </w:rPr>
            </w:pPr>
            <w:r w:rsidRPr="00140830">
              <w:rPr>
                <w:rFonts w:eastAsia="Times New Roman"/>
                <w:bCs/>
              </w:rPr>
              <w:t xml:space="preserve">Ei  - Liigu edasi </w:t>
            </w:r>
            <w:r w:rsidR="00F92F9A" w:rsidRPr="00140830">
              <w:rPr>
                <w:rFonts w:eastAsia="Times New Roman"/>
                <w:bCs/>
              </w:rPr>
              <w:t>D</w:t>
            </w:r>
            <w:r w:rsidRPr="00140830">
              <w:rPr>
                <w:rFonts w:eastAsia="Times New Roman"/>
                <w:bCs/>
              </w:rPr>
              <w:t>.3.  juurde</w:t>
            </w:r>
          </w:p>
          <w:p w14:paraId="1444799C" w14:textId="77777777" w:rsidR="002E7329" w:rsidRPr="00140830" w:rsidRDefault="002E7329" w:rsidP="00F6272A">
            <w:pPr>
              <w:rPr>
                <w:rFonts w:eastAsia="Times New Roman"/>
                <w:bCs/>
              </w:rPr>
            </w:pPr>
          </w:p>
        </w:tc>
      </w:tr>
      <w:tr w:rsidR="00140830" w:rsidRPr="00140830" w14:paraId="62ADA3F1" w14:textId="77777777" w:rsidTr="00820AA1">
        <w:tc>
          <w:tcPr>
            <w:tcW w:w="567" w:type="dxa"/>
          </w:tcPr>
          <w:p w14:paraId="137C831B" w14:textId="77777777" w:rsidR="002E7329" w:rsidRPr="00140830" w:rsidRDefault="002E7329" w:rsidP="00F6272A">
            <w:pPr>
              <w:textAlignment w:val="baseline"/>
              <w:rPr>
                <w:rFonts w:eastAsia="Times New Roman"/>
                <w:bCs/>
              </w:rPr>
            </w:pPr>
            <w:r w:rsidRPr="00140830">
              <w:rPr>
                <w:rFonts w:eastAsia="Times New Roman"/>
                <w:bCs/>
              </w:rPr>
              <w:t>1</w:t>
            </w:r>
          </w:p>
        </w:tc>
        <w:tc>
          <w:tcPr>
            <w:tcW w:w="9072" w:type="dxa"/>
          </w:tcPr>
          <w:p w14:paraId="2ABE541D" w14:textId="7595D0AF" w:rsidR="002E7329" w:rsidRPr="00140830" w:rsidRDefault="002E7329" w:rsidP="002E7329">
            <w:pPr>
              <w:rPr>
                <w:rFonts w:eastAsia="Times New Roman"/>
                <w:bCs/>
              </w:rPr>
            </w:pPr>
            <w:r w:rsidRPr="00140830">
              <w:rPr>
                <w:rFonts w:eastAsia="Times New Roman"/>
                <w:bCs/>
              </w:rPr>
              <w:t>Jah   - tähista</w:t>
            </w:r>
            <w:r w:rsidRPr="00140830">
              <w:rPr>
                <w:rFonts w:eastAsia="Times New Roman"/>
              </w:rPr>
              <w:t xml:space="preserve"> all olevas tabelis, milliseid riskikäitumise ilminguid on esinenud ning märgista, millal riskikäitumine viimati esines ning kas ja kuidas on  seni riskijuhtimisega tegeletud.</w:t>
            </w:r>
          </w:p>
        </w:tc>
      </w:tr>
    </w:tbl>
    <w:tbl>
      <w:tblPr>
        <w:tblW w:w="0" w:type="auto"/>
        <w:tblCellMar>
          <w:top w:w="15" w:type="dxa"/>
          <w:left w:w="15" w:type="dxa"/>
          <w:bottom w:w="15" w:type="dxa"/>
          <w:right w:w="15" w:type="dxa"/>
        </w:tblCellMar>
        <w:tblLook w:val="04A0" w:firstRow="1" w:lastRow="0" w:firstColumn="1" w:lastColumn="0" w:noHBand="0" w:noVBand="1"/>
      </w:tblPr>
      <w:tblGrid>
        <w:gridCol w:w="562"/>
        <w:gridCol w:w="5387"/>
        <w:gridCol w:w="3969"/>
        <w:gridCol w:w="4644"/>
      </w:tblGrid>
      <w:tr w:rsidR="00140830" w:rsidRPr="00140830" w14:paraId="517840A8" w14:textId="77777777" w:rsidTr="00820AA1">
        <w:trPr>
          <w:trHeight w:val="1284"/>
        </w:trPr>
        <w:tc>
          <w:tcPr>
            <w:tcW w:w="5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4AB607"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53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35FA1F"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
                <w:bCs/>
                <w:color w:val="auto"/>
                <w:sz w:val="20"/>
                <w:szCs w:val="20"/>
              </w:rPr>
              <w:t>Riski valdkonnad</w:t>
            </w:r>
          </w:p>
        </w:tc>
        <w:tc>
          <w:tcPr>
            <w:tcW w:w="39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C926FD" w14:textId="57BFBE43" w:rsidR="006856E1" w:rsidRPr="00140830" w:rsidRDefault="00F92F9A"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Cs/>
                <w:color w:val="auto"/>
                <w:sz w:val="20"/>
                <w:szCs w:val="20"/>
              </w:rPr>
              <w:t>D</w:t>
            </w:r>
            <w:r w:rsidR="00AD11ED" w:rsidRPr="00140830">
              <w:rPr>
                <w:rFonts w:eastAsia="Times New Roman"/>
                <w:bCs/>
                <w:color w:val="auto"/>
                <w:sz w:val="20"/>
                <w:szCs w:val="20"/>
              </w:rPr>
              <w:t>.2.4.1.</w:t>
            </w:r>
            <w:r w:rsidR="00AD11ED" w:rsidRPr="00140830">
              <w:rPr>
                <w:rFonts w:eastAsia="Times New Roman"/>
                <w:b/>
                <w:bCs/>
                <w:color w:val="auto"/>
                <w:sz w:val="20"/>
                <w:szCs w:val="20"/>
              </w:rPr>
              <w:t xml:space="preserve"> </w:t>
            </w:r>
            <w:r w:rsidR="006856E1" w:rsidRPr="00140830">
              <w:rPr>
                <w:rFonts w:eastAsia="Times New Roman"/>
                <w:b/>
                <w:bCs/>
                <w:color w:val="auto"/>
                <w:sz w:val="20"/>
                <w:szCs w:val="20"/>
              </w:rPr>
              <w:t>Millal viimati esines:</w:t>
            </w:r>
          </w:p>
          <w:p w14:paraId="08E9ACCD" w14:textId="5E2B4EF5" w:rsidR="006856E1" w:rsidRPr="00140830" w:rsidRDefault="006C4B68"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
                <w:bCs/>
                <w:color w:val="auto"/>
                <w:sz w:val="20"/>
                <w:szCs w:val="20"/>
              </w:rPr>
              <w:t xml:space="preserve">1- </w:t>
            </w:r>
            <w:r w:rsidR="006856E1" w:rsidRPr="00140830">
              <w:rPr>
                <w:rFonts w:eastAsia="Times New Roman"/>
                <w:color w:val="auto"/>
                <w:sz w:val="20"/>
                <w:szCs w:val="20"/>
              </w:rPr>
              <w:t>viimase kolme kuu jooksul (keskmine v kõrge risk),</w:t>
            </w:r>
          </w:p>
          <w:p w14:paraId="0796F5BD" w14:textId="383D4B85" w:rsidR="006856E1" w:rsidRPr="00140830" w:rsidRDefault="006C4B68" w:rsidP="006C4B6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
                <w:bCs/>
                <w:color w:val="auto"/>
                <w:sz w:val="20"/>
                <w:szCs w:val="20"/>
              </w:rPr>
              <w:t>2-</w:t>
            </w:r>
            <w:r w:rsidR="006856E1" w:rsidRPr="00140830">
              <w:rPr>
                <w:rFonts w:eastAsia="Times New Roman"/>
                <w:color w:val="auto"/>
                <w:sz w:val="20"/>
                <w:szCs w:val="20"/>
              </w:rPr>
              <w:t xml:space="preserve"> </w:t>
            </w:r>
            <w:r w:rsidRPr="00140830">
              <w:rPr>
                <w:rFonts w:eastAsia="Times New Roman"/>
                <w:color w:val="auto"/>
                <w:sz w:val="20"/>
                <w:szCs w:val="20"/>
              </w:rPr>
              <w:t xml:space="preserve">rohkem kui kolm kuud tagasi </w:t>
            </w:r>
            <w:r w:rsidR="006856E1" w:rsidRPr="00140830">
              <w:rPr>
                <w:rFonts w:eastAsia="Times New Roman"/>
                <w:color w:val="auto"/>
                <w:sz w:val="20"/>
                <w:szCs w:val="20"/>
              </w:rPr>
              <w:t>(keskmine v madal risk)</w:t>
            </w:r>
          </w:p>
        </w:tc>
        <w:tc>
          <w:tcPr>
            <w:tcW w:w="464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5E0F27" w14:textId="10258BD7" w:rsidR="006856E1" w:rsidRPr="00140830" w:rsidRDefault="00F92F9A"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Cs/>
                <w:color w:val="auto"/>
                <w:sz w:val="20"/>
                <w:szCs w:val="20"/>
              </w:rPr>
              <w:t>D</w:t>
            </w:r>
            <w:r w:rsidR="00AD11ED" w:rsidRPr="00140830">
              <w:rPr>
                <w:rFonts w:eastAsia="Times New Roman"/>
                <w:bCs/>
                <w:color w:val="auto"/>
                <w:sz w:val="20"/>
                <w:szCs w:val="20"/>
              </w:rPr>
              <w:t>.2.4.2.</w:t>
            </w:r>
            <w:r w:rsidR="00AD11ED" w:rsidRPr="00140830">
              <w:rPr>
                <w:rFonts w:eastAsia="Times New Roman"/>
                <w:b/>
                <w:bCs/>
                <w:color w:val="auto"/>
                <w:sz w:val="20"/>
                <w:szCs w:val="20"/>
              </w:rPr>
              <w:t xml:space="preserve"> </w:t>
            </w:r>
            <w:r w:rsidR="006856E1" w:rsidRPr="00140830">
              <w:rPr>
                <w:rFonts w:eastAsia="Times New Roman"/>
                <w:b/>
                <w:bCs/>
                <w:color w:val="auto"/>
                <w:sz w:val="20"/>
                <w:szCs w:val="20"/>
              </w:rPr>
              <w:t>Kas ja mil viisil riski-</w:t>
            </w:r>
          </w:p>
          <w:p w14:paraId="44782D8D" w14:textId="5824731A" w:rsidR="006856E1" w:rsidRPr="00140830" w:rsidRDefault="006856E1" w:rsidP="00AC365B">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
                <w:bCs/>
                <w:color w:val="auto"/>
                <w:sz w:val="20"/>
                <w:szCs w:val="20"/>
              </w:rPr>
              <w:t>juhtimisega tegeletakse?</w:t>
            </w:r>
            <w:r w:rsidR="00AC365B" w:rsidRPr="00140830">
              <w:rPr>
                <w:color w:val="auto"/>
              </w:rPr>
              <w:t xml:space="preserve"> </w:t>
            </w:r>
            <w:r w:rsidR="00AC365B" w:rsidRPr="00820AA1">
              <w:rPr>
                <w:rFonts w:eastAsia="Times New Roman"/>
                <w:bCs/>
                <w:color w:val="auto"/>
                <w:sz w:val="20"/>
                <w:szCs w:val="20"/>
              </w:rPr>
              <w:t>(Kui nimetatud riskidest midagi esineb, siis tuleb siia märkida, kas ja mida selle riski maandamiseks on ettevõetud).</w:t>
            </w:r>
          </w:p>
        </w:tc>
      </w:tr>
      <w:tr w:rsidR="00140830" w:rsidRPr="00140830" w14:paraId="1AE7D70D" w14:textId="77777777" w:rsidTr="00820AA1">
        <w:trPr>
          <w:trHeight w:val="503"/>
        </w:trPr>
        <w:tc>
          <w:tcPr>
            <w:tcW w:w="5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553CFC" w14:textId="4AF38593" w:rsidR="006856E1" w:rsidRPr="00140830"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A</w:t>
            </w:r>
          </w:p>
        </w:tc>
        <w:tc>
          <w:tcPr>
            <w:tcW w:w="53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113BC2" w14:textId="3B4C662D"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rPr>
              <w:t>Enese hooletusse jätmine</w:t>
            </w:r>
          </w:p>
        </w:tc>
        <w:tc>
          <w:tcPr>
            <w:tcW w:w="39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2E3B66"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464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A97B30" w14:textId="6D80FB1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p>
        </w:tc>
      </w:tr>
      <w:tr w:rsidR="00140830" w:rsidRPr="00140830" w14:paraId="2F55E8CF" w14:textId="77777777" w:rsidTr="00820AA1">
        <w:tc>
          <w:tcPr>
            <w:tcW w:w="5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31D5CE" w14:textId="6B7CBDEF" w:rsidR="006856E1" w:rsidRPr="00140830"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B</w:t>
            </w:r>
          </w:p>
        </w:tc>
        <w:tc>
          <w:tcPr>
            <w:tcW w:w="53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E40FA2" w14:textId="11BC5F40" w:rsidR="00AE16A2" w:rsidRPr="00140830" w:rsidRDefault="006856E1" w:rsidP="00820AA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rPr>
              <w:t>Ennast kahjustav käitumine (suitsiid, enesevigastamine jm</w:t>
            </w:r>
            <w:r w:rsidR="006C4B68" w:rsidRPr="00140830">
              <w:rPr>
                <w:rFonts w:eastAsia="Times New Roman"/>
                <w:color w:val="auto"/>
                <w:sz w:val="20"/>
                <w:szCs w:val="20"/>
              </w:rPr>
              <w:t>s</w:t>
            </w:r>
            <w:r w:rsidRPr="00140830">
              <w:rPr>
                <w:rFonts w:eastAsia="Times New Roman"/>
                <w:color w:val="auto"/>
                <w:sz w:val="20"/>
                <w:szCs w:val="20"/>
              </w:rPr>
              <w:t>)</w:t>
            </w:r>
          </w:p>
        </w:tc>
        <w:tc>
          <w:tcPr>
            <w:tcW w:w="39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38A4DA"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464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19015B"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03AD9952" w14:textId="77777777" w:rsidTr="00820AA1">
        <w:trPr>
          <w:trHeight w:val="590"/>
        </w:trPr>
        <w:tc>
          <w:tcPr>
            <w:tcW w:w="5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D1247E" w14:textId="775DF422" w:rsidR="006856E1" w:rsidRPr="00140830"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C</w:t>
            </w:r>
          </w:p>
        </w:tc>
        <w:tc>
          <w:tcPr>
            <w:tcW w:w="53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71C0B4" w14:textId="1E71E06E" w:rsidR="00AE16A2"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rPr>
            </w:pPr>
            <w:r w:rsidRPr="00140830">
              <w:rPr>
                <w:rFonts w:eastAsia="Times New Roman"/>
                <w:color w:val="auto"/>
                <w:sz w:val="20"/>
                <w:szCs w:val="20"/>
              </w:rPr>
              <w:t xml:space="preserve"> Agressiivsus/ vägivaldsus</w:t>
            </w:r>
            <w:r w:rsidR="00AE16A2" w:rsidRPr="00140830">
              <w:rPr>
                <w:rFonts w:eastAsia="Times New Roman"/>
                <w:color w:val="auto"/>
                <w:sz w:val="20"/>
                <w:szCs w:val="20"/>
              </w:rPr>
              <w:t>/vaenulikkus</w:t>
            </w:r>
            <w:r w:rsidRPr="00140830">
              <w:rPr>
                <w:rFonts w:eastAsia="Times New Roman"/>
                <w:color w:val="auto"/>
                <w:sz w:val="20"/>
                <w:szCs w:val="20"/>
              </w:rPr>
              <w:t xml:space="preserve"> (sh verbaalne ja füüsiline vägivaldsus)</w:t>
            </w:r>
          </w:p>
        </w:tc>
        <w:tc>
          <w:tcPr>
            <w:tcW w:w="39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FA8571"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464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DE27E7"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374373EA" w14:textId="77777777" w:rsidTr="00820AA1">
        <w:trPr>
          <w:trHeight w:val="633"/>
        </w:trPr>
        <w:tc>
          <w:tcPr>
            <w:tcW w:w="5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D7D5BB2" w14:textId="5F38D69A" w:rsidR="00AE16A2" w:rsidRPr="00140830"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D</w:t>
            </w:r>
          </w:p>
        </w:tc>
        <w:tc>
          <w:tcPr>
            <w:tcW w:w="53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A508130" w14:textId="28D38D98" w:rsidR="00AE16A2" w:rsidRDefault="00AE16A2" w:rsidP="00820AA1">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rPr>
            </w:pPr>
            <w:r w:rsidRPr="00140830">
              <w:rPr>
                <w:rFonts w:eastAsia="Times New Roman"/>
                <w:color w:val="auto"/>
                <w:sz w:val="20"/>
                <w:szCs w:val="20"/>
              </w:rPr>
              <w:t>Risk lastele või teistele, kes on inimesest sõltuvad</w:t>
            </w:r>
          </w:p>
          <w:p w14:paraId="1D337FA0" w14:textId="62C3BDAD" w:rsidR="00820AA1" w:rsidRPr="00140830" w:rsidRDefault="00820AA1" w:rsidP="00820AA1">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rPr>
            </w:pPr>
          </w:p>
        </w:tc>
        <w:tc>
          <w:tcPr>
            <w:tcW w:w="39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BB3ED4C" w14:textId="77777777" w:rsidR="00AE16A2" w:rsidRPr="00140830" w:rsidRDefault="00AE16A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464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0A36416" w14:textId="77777777" w:rsidR="00AE16A2" w:rsidRPr="00140830" w:rsidRDefault="00AE16A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364363A2" w14:textId="77777777" w:rsidTr="00820AA1">
        <w:tc>
          <w:tcPr>
            <w:tcW w:w="5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98F9BB" w14:textId="28021170" w:rsidR="006856E1" w:rsidRPr="00140830"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E</w:t>
            </w:r>
          </w:p>
        </w:tc>
        <w:tc>
          <w:tcPr>
            <w:tcW w:w="53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726065" w14:textId="1A75FA02" w:rsidR="00AE16A2" w:rsidRDefault="006856E1" w:rsidP="00820AA1">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rPr>
            </w:pPr>
            <w:r w:rsidRPr="00140830">
              <w:rPr>
                <w:rFonts w:eastAsia="Times New Roman"/>
                <w:color w:val="auto"/>
                <w:sz w:val="20"/>
                <w:szCs w:val="20"/>
              </w:rPr>
              <w:t>Ärakasutamine teiste poolt</w:t>
            </w:r>
          </w:p>
          <w:p w14:paraId="3DB14902" w14:textId="5AD4C40F" w:rsidR="00820AA1" w:rsidRPr="00140830" w:rsidRDefault="00820AA1" w:rsidP="00820AA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39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4AB5E8"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464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315981"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5BF536B0" w14:textId="77777777" w:rsidTr="00820AA1">
        <w:tc>
          <w:tcPr>
            <w:tcW w:w="5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52196A" w14:textId="20E69A57" w:rsidR="006856E1" w:rsidRPr="00140830"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F</w:t>
            </w:r>
          </w:p>
        </w:tc>
        <w:tc>
          <w:tcPr>
            <w:tcW w:w="53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A5D000" w14:textId="272D7A04" w:rsidR="00AE16A2" w:rsidRPr="00140830" w:rsidRDefault="006856E1" w:rsidP="00820AA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rPr>
              <w:t>Sõltuvus alkoholist vm ainetest</w:t>
            </w:r>
          </w:p>
        </w:tc>
        <w:tc>
          <w:tcPr>
            <w:tcW w:w="39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295756"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464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082EB9"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6FA4A3A6" w14:textId="77777777" w:rsidTr="00820AA1">
        <w:trPr>
          <w:trHeight w:val="398"/>
        </w:trPr>
        <w:tc>
          <w:tcPr>
            <w:tcW w:w="5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053C0E5" w14:textId="35106FFF" w:rsidR="00AE16A2" w:rsidRPr="00140830"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G</w:t>
            </w:r>
          </w:p>
        </w:tc>
        <w:tc>
          <w:tcPr>
            <w:tcW w:w="53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1C1118" w14:textId="5EFE64E4" w:rsidR="00AE16A2" w:rsidRPr="00140830" w:rsidRDefault="00834104"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rPr>
            </w:pPr>
            <w:r w:rsidRPr="00140830">
              <w:rPr>
                <w:rFonts w:eastAsia="Times New Roman"/>
                <w:color w:val="auto"/>
                <w:sz w:val="20"/>
                <w:szCs w:val="20"/>
              </w:rPr>
              <w:t>Raskesti mõistetava käitumise esinemine</w:t>
            </w:r>
          </w:p>
        </w:tc>
        <w:tc>
          <w:tcPr>
            <w:tcW w:w="39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C8A1F5" w14:textId="77777777" w:rsidR="00AE16A2" w:rsidRPr="00140830" w:rsidRDefault="00AE16A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464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F9FE7B" w14:textId="77777777" w:rsidR="00AE16A2" w:rsidRPr="00140830" w:rsidRDefault="00AE16A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651DD49F" w14:textId="77777777" w:rsidTr="00820AA1">
        <w:trPr>
          <w:trHeight w:val="398"/>
        </w:trPr>
        <w:tc>
          <w:tcPr>
            <w:tcW w:w="5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AFB535B" w14:textId="48515401" w:rsidR="00516FD1" w:rsidRPr="00140830" w:rsidRDefault="000422C2"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H</w:t>
            </w:r>
          </w:p>
        </w:tc>
        <w:tc>
          <w:tcPr>
            <w:tcW w:w="53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6B9B7AE" w14:textId="13273679" w:rsidR="00516FD1" w:rsidRPr="00140830" w:rsidRDefault="00F75369" w:rsidP="00F75369">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rPr>
            </w:pPr>
            <w:r w:rsidRPr="00140830">
              <w:rPr>
                <w:rFonts w:eastAsia="Times New Roman"/>
                <w:color w:val="auto"/>
                <w:sz w:val="20"/>
                <w:szCs w:val="20"/>
              </w:rPr>
              <w:t>Lootusetus, jõuetus ja motivatsiooni puudumine</w:t>
            </w:r>
            <w:r w:rsidR="00516FD1" w:rsidRPr="00140830">
              <w:rPr>
                <w:rFonts w:eastAsia="Times New Roman"/>
                <w:color w:val="auto"/>
                <w:sz w:val="20"/>
                <w:szCs w:val="20"/>
              </w:rPr>
              <w:t>, et teha eluks vajalikke toiminguid</w:t>
            </w:r>
          </w:p>
        </w:tc>
        <w:tc>
          <w:tcPr>
            <w:tcW w:w="39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C85E16" w14:textId="77777777" w:rsidR="00516FD1" w:rsidRPr="00140830" w:rsidRDefault="00516FD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464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ACE3D98" w14:textId="77777777" w:rsidR="00516FD1" w:rsidRPr="00140830" w:rsidRDefault="00516FD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6856E1" w:rsidRPr="00140830" w14:paraId="095F5D0A" w14:textId="77777777" w:rsidTr="00AC365B">
        <w:trPr>
          <w:trHeight w:val="1394"/>
        </w:trPr>
        <w:tc>
          <w:tcPr>
            <w:tcW w:w="594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686EFB" w14:textId="0A8833B9" w:rsidR="00AD11ED" w:rsidRPr="00820AA1" w:rsidRDefault="00F92F9A" w:rsidP="00AD11ED">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
                <w:color w:val="auto"/>
                <w:sz w:val="20"/>
                <w:szCs w:val="20"/>
              </w:rPr>
            </w:pPr>
            <w:r w:rsidRPr="00820AA1">
              <w:rPr>
                <w:rFonts w:eastAsia="Times New Roman"/>
                <w:b/>
                <w:bCs/>
                <w:color w:val="auto"/>
                <w:sz w:val="20"/>
                <w:szCs w:val="20"/>
              </w:rPr>
              <w:t>D</w:t>
            </w:r>
            <w:r w:rsidR="00AD11ED" w:rsidRPr="00820AA1">
              <w:rPr>
                <w:rFonts w:eastAsia="Times New Roman"/>
                <w:b/>
                <w:bCs/>
                <w:color w:val="auto"/>
                <w:sz w:val="20"/>
                <w:szCs w:val="20"/>
              </w:rPr>
              <w:t xml:space="preserve">.2.4.3. </w:t>
            </w:r>
            <w:r w:rsidR="006856E1" w:rsidRPr="00820AA1">
              <w:rPr>
                <w:rFonts w:eastAsia="Times New Roman"/>
                <w:b/>
                <w:color w:val="auto"/>
                <w:sz w:val="20"/>
                <w:szCs w:val="20"/>
              </w:rPr>
              <w:t>Kommentaar</w:t>
            </w:r>
            <w:r w:rsidR="00AD11ED" w:rsidRPr="00820AA1">
              <w:rPr>
                <w:rFonts w:eastAsia="Times New Roman"/>
                <w:b/>
                <w:color w:val="auto"/>
                <w:sz w:val="20"/>
                <w:szCs w:val="20"/>
              </w:rPr>
              <w:t>:</w:t>
            </w:r>
          </w:p>
          <w:p w14:paraId="5FE44728" w14:textId="1CA09B90" w:rsidR="00C140DC" w:rsidRPr="00140830" w:rsidRDefault="00AD11ED" w:rsidP="00820AA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rPr>
              <w:t xml:space="preserve"> (</w:t>
            </w:r>
            <w:r w:rsidR="00AC365B" w:rsidRPr="00140830">
              <w:rPr>
                <w:rFonts w:eastAsia="Times New Roman"/>
                <w:color w:val="auto"/>
                <w:sz w:val="18"/>
                <w:szCs w:val="18"/>
              </w:rPr>
              <w:t>Tuua välja konkreetse riski puhul, mis sai märgitud "JAH", milles see seisneb, millised ilmingud või tegevused on  nimetatud riskivaldkonnas toimunud. Võimalusel märkida ilminguid käitumises või tegevusi, mis viitavad riskikäitumise vallandumisele.</w:t>
            </w:r>
            <w:r w:rsidR="00C140DC" w:rsidRPr="00140830">
              <w:rPr>
                <w:rFonts w:eastAsia="Times New Roman"/>
                <w:color w:val="auto"/>
                <w:sz w:val="18"/>
                <w:szCs w:val="18"/>
              </w:rPr>
              <w:t>)</w:t>
            </w:r>
          </w:p>
        </w:tc>
        <w:tc>
          <w:tcPr>
            <w:tcW w:w="861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8AA817" w14:textId="77777777" w:rsidR="006856E1" w:rsidRPr="00140830" w:rsidRDefault="006856E1" w:rsidP="006856E1">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bl>
    <w:p w14:paraId="103FA510" w14:textId="6CF79AB9" w:rsidR="008C63FB" w:rsidRPr="00140830" w:rsidRDefault="008C63FB" w:rsidP="00820AA1">
      <w:pPr>
        <w:spacing w:line="240" w:lineRule="auto"/>
        <w:rPr>
          <w:b/>
          <w:color w:val="auto"/>
          <w:sz w:val="20"/>
          <w:szCs w:val="20"/>
        </w:rPr>
      </w:pPr>
    </w:p>
    <w:p w14:paraId="71F7923B" w14:textId="182F38B0" w:rsidR="00707384" w:rsidRPr="00140830" w:rsidRDefault="00707384" w:rsidP="00820AA1">
      <w:pPr>
        <w:spacing w:line="240" w:lineRule="auto"/>
        <w:rPr>
          <w:b/>
          <w:color w:val="auto"/>
          <w:sz w:val="20"/>
          <w:szCs w:val="20"/>
        </w:rPr>
      </w:pPr>
    </w:p>
    <w:p w14:paraId="669E7587" w14:textId="70BB0D48" w:rsidR="00707384" w:rsidRPr="00140830" w:rsidRDefault="00707384">
      <w:pPr>
        <w:spacing w:line="240" w:lineRule="auto"/>
        <w:rPr>
          <w:b/>
          <w:color w:val="auto"/>
          <w:sz w:val="20"/>
          <w:szCs w:val="20"/>
        </w:rPr>
      </w:pPr>
    </w:p>
    <w:p w14:paraId="52F9738C" w14:textId="77777777" w:rsidR="00707384" w:rsidRPr="00140830" w:rsidRDefault="00707384">
      <w:pPr>
        <w:spacing w:line="240" w:lineRule="auto"/>
        <w:rPr>
          <w:b/>
          <w:color w:val="auto"/>
          <w:sz w:val="20"/>
          <w:szCs w:val="20"/>
        </w:rPr>
      </w:pPr>
    </w:p>
    <w:p w14:paraId="53233D7D" w14:textId="029D8AC1" w:rsidR="004F7A48" w:rsidRPr="00140830" w:rsidRDefault="00F92F9A"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ind w:left="360"/>
        <w:textAlignment w:val="baseline"/>
        <w:rPr>
          <w:rFonts w:eastAsia="Times New Roman"/>
          <w:b/>
          <w:bCs/>
          <w:color w:val="auto"/>
        </w:rPr>
      </w:pPr>
      <w:r w:rsidRPr="00140830">
        <w:rPr>
          <w:rFonts w:eastAsia="Times New Roman"/>
          <w:b/>
          <w:bCs/>
          <w:color w:val="auto"/>
        </w:rPr>
        <w:t>D</w:t>
      </w:r>
      <w:r w:rsidR="004F7A48" w:rsidRPr="00140830">
        <w:rPr>
          <w:rFonts w:eastAsia="Times New Roman"/>
          <w:b/>
          <w:bCs/>
          <w:color w:val="auto"/>
        </w:rPr>
        <w:t xml:space="preserve">.3. FÜÜSILINE </w:t>
      </w:r>
      <w:r w:rsidR="00140830">
        <w:rPr>
          <w:rFonts w:eastAsia="Times New Roman"/>
          <w:b/>
          <w:bCs/>
          <w:color w:val="auto"/>
        </w:rPr>
        <w:t>TERVIS</w:t>
      </w:r>
      <w:r w:rsidR="004F7A48" w:rsidRPr="00140830">
        <w:rPr>
          <w:rFonts w:eastAsia="Times New Roman"/>
          <w:b/>
          <w:bCs/>
          <w:color w:val="auto"/>
        </w:rPr>
        <w:t xml:space="preserve"> </w:t>
      </w:r>
    </w:p>
    <w:p w14:paraId="09FAD81A" w14:textId="0F40AF66" w:rsidR="004F7A48" w:rsidRPr="00140830" w:rsidRDefault="00F92F9A"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ind w:left="360"/>
        <w:rPr>
          <w:rFonts w:ascii="Times New Roman" w:eastAsia="Times New Roman" w:hAnsi="Times New Roman" w:cs="Times New Roman"/>
          <w:color w:val="auto"/>
          <w:sz w:val="24"/>
          <w:szCs w:val="24"/>
        </w:rPr>
      </w:pPr>
      <w:r w:rsidRPr="00140830">
        <w:rPr>
          <w:rFonts w:eastAsia="Times New Roman"/>
          <w:b/>
          <w:bCs/>
          <w:color w:val="auto"/>
          <w:sz w:val="20"/>
          <w:szCs w:val="20"/>
        </w:rPr>
        <w:t>D</w:t>
      </w:r>
      <w:r w:rsidR="004F7A48" w:rsidRPr="00140830">
        <w:rPr>
          <w:rFonts w:eastAsia="Times New Roman"/>
          <w:b/>
          <w:bCs/>
          <w:color w:val="auto"/>
          <w:sz w:val="20"/>
          <w:szCs w:val="20"/>
        </w:rPr>
        <w:t>.3.1.</w:t>
      </w:r>
      <w:r w:rsidR="00516FD1" w:rsidRPr="00140830">
        <w:rPr>
          <w:rFonts w:eastAsia="Times New Roman"/>
          <w:b/>
          <w:bCs/>
          <w:color w:val="auto"/>
          <w:sz w:val="20"/>
          <w:szCs w:val="20"/>
        </w:rPr>
        <w:t xml:space="preserve"> Kas inimese suudab iseseisvalt hoolitseda oma f</w:t>
      </w:r>
      <w:r w:rsidR="004F7A48" w:rsidRPr="00140830">
        <w:rPr>
          <w:rFonts w:eastAsia="Times New Roman"/>
          <w:b/>
          <w:bCs/>
          <w:color w:val="auto"/>
          <w:sz w:val="20"/>
          <w:szCs w:val="20"/>
        </w:rPr>
        <w:t>üüsilise tervise ee</w:t>
      </w:r>
      <w:r w:rsidR="00516FD1" w:rsidRPr="00140830">
        <w:rPr>
          <w:rFonts w:eastAsia="Times New Roman"/>
          <w:b/>
          <w:bCs/>
          <w:color w:val="auto"/>
          <w:sz w:val="20"/>
          <w:szCs w:val="20"/>
        </w:rPr>
        <w:t>st</w:t>
      </w:r>
      <w:r w:rsidR="004F7A48" w:rsidRPr="00140830">
        <w:rPr>
          <w:rFonts w:eastAsia="Times New Roman"/>
          <w:b/>
          <w:bCs/>
          <w:color w:val="auto"/>
          <w:sz w:val="20"/>
          <w:szCs w:val="20"/>
        </w:rPr>
        <w:t xml:space="preserve"> ja </w:t>
      </w:r>
      <w:r w:rsidR="00516FD1" w:rsidRPr="00140830">
        <w:rPr>
          <w:rFonts w:eastAsia="Times New Roman"/>
          <w:b/>
          <w:bCs/>
          <w:color w:val="auto"/>
          <w:sz w:val="20"/>
          <w:szCs w:val="20"/>
        </w:rPr>
        <w:t>kasutada tervishoiuteenuseid</w:t>
      </w:r>
      <w:r w:rsidR="004F7A48" w:rsidRPr="00140830">
        <w:rPr>
          <w:rFonts w:eastAsia="Times New Roman"/>
          <w:b/>
          <w:bCs/>
          <w:color w:val="auto"/>
          <w:sz w:val="20"/>
          <w:szCs w:val="20"/>
        </w:rPr>
        <w:t>.</w:t>
      </w:r>
    </w:p>
    <w:tbl>
      <w:tblPr>
        <w:tblStyle w:val="Kontuurtabel"/>
        <w:tblW w:w="0" w:type="auto"/>
        <w:tblInd w:w="765" w:type="dxa"/>
        <w:tblLook w:val="04A0" w:firstRow="1" w:lastRow="0" w:firstColumn="1" w:lastColumn="0" w:noHBand="0" w:noVBand="1"/>
      </w:tblPr>
      <w:tblGrid>
        <w:gridCol w:w="1073"/>
        <w:gridCol w:w="8505"/>
      </w:tblGrid>
      <w:tr w:rsidR="00140830" w:rsidRPr="00140830" w14:paraId="5A6B66AD" w14:textId="77777777" w:rsidTr="00F6272A">
        <w:tc>
          <w:tcPr>
            <w:tcW w:w="1073" w:type="dxa"/>
          </w:tcPr>
          <w:p w14:paraId="138A99C2" w14:textId="77777777" w:rsidR="00516FD1" w:rsidRPr="00140830" w:rsidRDefault="00516FD1" w:rsidP="00F6272A">
            <w:pPr>
              <w:textAlignment w:val="baseline"/>
              <w:rPr>
                <w:rFonts w:eastAsia="Times New Roman"/>
                <w:bCs/>
              </w:rPr>
            </w:pPr>
          </w:p>
          <w:p w14:paraId="47396A3D" w14:textId="77777777" w:rsidR="00516FD1" w:rsidRPr="00140830" w:rsidRDefault="00516FD1" w:rsidP="00F6272A">
            <w:pPr>
              <w:textAlignment w:val="baseline"/>
              <w:rPr>
                <w:rFonts w:eastAsia="Times New Roman"/>
                <w:bCs/>
              </w:rPr>
            </w:pPr>
            <w:r w:rsidRPr="00140830">
              <w:rPr>
                <w:rFonts w:eastAsia="Times New Roman"/>
                <w:bCs/>
              </w:rPr>
              <w:t>0</w:t>
            </w:r>
          </w:p>
        </w:tc>
        <w:tc>
          <w:tcPr>
            <w:tcW w:w="8505" w:type="dxa"/>
          </w:tcPr>
          <w:p w14:paraId="00AD79EF" w14:textId="77777777" w:rsidR="00516FD1" w:rsidRPr="00140830" w:rsidRDefault="00516FD1" w:rsidP="00F6272A">
            <w:pPr>
              <w:rPr>
                <w:rFonts w:eastAsia="Times New Roman"/>
                <w:bCs/>
              </w:rPr>
            </w:pPr>
          </w:p>
          <w:p w14:paraId="1A2B7C26" w14:textId="21BFD6B4" w:rsidR="00516FD1" w:rsidRPr="00140830" w:rsidRDefault="00516FD1" w:rsidP="00F6272A">
            <w:pPr>
              <w:textAlignment w:val="baseline"/>
              <w:rPr>
                <w:rFonts w:eastAsia="Times New Roman"/>
                <w:bCs/>
              </w:rPr>
            </w:pPr>
            <w:r w:rsidRPr="00140830">
              <w:rPr>
                <w:rFonts w:eastAsia="Times New Roman"/>
                <w:bCs/>
              </w:rPr>
              <w:t>Jah -</w:t>
            </w:r>
            <w:r w:rsidR="00AA53B5" w:rsidRPr="00140830">
              <w:rPr>
                <w:rFonts w:eastAsia="Times New Roman"/>
                <w:bCs/>
              </w:rPr>
              <w:t>- tähista all olevas tabelis vastusevariant 0 ja l</w:t>
            </w:r>
            <w:r w:rsidRPr="00140830">
              <w:rPr>
                <w:rFonts w:eastAsia="Times New Roman"/>
                <w:bCs/>
              </w:rPr>
              <w:t xml:space="preserve">iigu edasi </w:t>
            </w:r>
            <w:r w:rsidR="00F92F9A" w:rsidRPr="00140830">
              <w:rPr>
                <w:rFonts w:eastAsia="Times New Roman"/>
                <w:bCs/>
              </w:rPr>
              <w:t>D</w:t>
            </w:r>
            <w:r w:rsidR="00F73CD3">
              <w:rPr>
                <w:rFonts w:eastAsia="Times New Roman"/>
                <w:bCs/>
              </w:rPr>
              <w:t>.3.2</w:t>
            </w:r>
            <w:r w:rsidRPr="00140830">
              <w:rPr>
                <w:rFonts w:eastAsia="Times New Roman"/>
                <w:bCs/>
              </w:rPr>
              <w:t>.  juurde</w:t>
            </w:r>
          </w:p>
          <w:p w14:paraId="11468BBC" w14:textId="77777777" w:rsidR="00516FD1" w:rsidRPr="00140830" w:rsidRDefault="00516FD1" w:rsidP="00F6272A">
            <w:pPr>
              <w:rPr>
                <w:rFonts w:eastAsia="Times New Roman"/>
                <w:bCs/>
              </w:rPr>
            </w:pPr>
          </w:p>
        </w:tc>
      </w:tr>
      <w:tr w:rsidR="00516FD1" w:rsidRPr="00140830" w14:paraId="7D7462EC" w14:textId="77777777" w:rsidTr="00F6272A">
        <w:tc>
          <w:tcPr>
            <w:tcW w:w="1073" w:type="dxa"/>
          </w:tcPr>
          <w:p w14:paraId="654EE5F5" w14:textId="77777777" w:rsidR="00516FD1" w:rsidRPr="00140830" w:rsidRDefault="00516FD1" w:rsidP="00F6272A">
            <w:pPr>
              <w:textAlignment w:val="baseline"/>
              <w:rPr>
                <w:rFonts w:eastAsia="Times New Roman"/>
                <w:bCs/>
              </w:rPr>
            </w:pPr>
            <w:r w:rsidRPr="00140830">
              <w:rPr>
                <w:rFonts w:eastAsia="Times New Roman"/>
                <w:bCs/>
              </w:rPr>
              <w:t>1</w:t>
            </w:r>
          </w:p>
        </w:tc>
        <w:tc>
          <w:tcPr>
            <w:tcW w:w="8505" w:type="dxa"/>
          </w:tcPr>
          <w:p w14:paraId="1ED8C7C4" w14:textId="3E3CBFC6" w:rsidR="00516FD1" w:rsidRPr="00140830" w:rsidRDefault="00516FD1" w:rsidP="00516FD1">
            <w:pPr>
              <w:rPr>
                <w:rFonts w:eastAsia="Times New Roman"/>
                <w:bCs/>
              </w:rPr>
            </w:pPr>
            <w:r w:rsidRPr="00140830">
              <w:rPr>
                <w:rFonts w:eastAsia="Times New Roman"/>
                <w:bCs/>
              </w:rPr>
              <w:t>Ei     - t</w:t>
            </w:r>
            <w:r w:rsidRPr="00140830">
              <w:rPr>
                <w:rFonts w:eastAsia="Times New Roman"/>
              </w:rPr>
              <w:t xml:space="preserve">ähista all olevas tabelis sobiv vastuse variant ja lisa täpsustav kommentaar inimese toimetuleku ja toetusvajaduse kohta füüsilise tervise ja tervishoiuteenuste kättesaadavuse valdkonnas. </w:t>
            </w:r>
          </w:p>
        </w:tc>
      </w:tr>
    </w:tbl>
    <w:p w14:paraId="18CDE168" w14:textId="5ED42904"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557"/>
        <w:gridCol w:w="4962"/>
        <w:gridCol w:w="9033"/>
      </w:tblGrid>
      <w:tr w:rsidR="00140830" w:rsidRPr="00140830" w14:paraId="1CB33244" w14:textId="77777777" w:rsidTr="00255823">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4D08F5" w14:textId="797BCE8D" w:rsidR="004F7A48" w:rsidRPr="00140830" w:rsidRDefault="000422C2"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0</w:t>
            </w:r>
          </w:p>
        </w:tc>
        <w:tc>
          <w:tcPr>
            <w:tcW w:w="49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5D5EFD" w14:textId="6D58011F"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Iseseisev</w:t>
            </w:r>
          </w:p>
        </w:tc>
        <w:tc>
          <w:tcPr>
            <w:tcW w:w="90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1214C2" w14:textId="77777777"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Ei vaja toetust. </w:t>
            </w:r>
          </w:p>
        </w:tc>
      </w:tr>
      <w:tr w:rsidR="00140830" w:rsidRPr="00140830" w14:paraId="1E053793" w14:textId="77777777" w:rsidTr="00255823">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9C21BD" w14:textId="46BF72DD" w:rsidR="004F7A48" w:rsidRPr="00140830" w:rsidRDefault="000422C2"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w:t>
            </w:r>
          </w:p>
        </w:tc>
        <w:tc>
          <w:tcPr>
            <w:tcW w:w="49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C70AA0" w14:textId="4507780F"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Madal toetusvajadus</w:t>
            </w:r>
          </w:p>
        </w:tc>
        <w:tc>
          <w:tcPr>
            <w:tcW w:w="90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EF9A74" w14:textId="4CC4974B"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Vajab meeldetuletust ja/või nõustamist </w:t>
            </w:r>
            <w:r w:rsidR="00516FD1" w:rsidRPr="00140830">
              <w:rPr>
                <w:rFonts w:eastAsia="Times New Roman"/>
                <w:color w:val="auto"/>
                <w:sz w:val="20"/>
                <w:szCs w:val="20"/>
                <w:shd w:val="clear" w:color="auto" w:fill="FFFFFF"/>
              </w:rPr>
              <w:t xml:space="preserve">füüsilise </w:t>
            </w:r>
            <w:r w:rsidRPr="00140830">
              <w:rPr>
                <w:rFonts w:eastAsia="Times New Roman"/>
                <w:color w:val="auto"/>
                <w:sz w:val="20"/>
                <w:szCs w:val="20"/>
                <w:shd w:val="clear" w:color="auto" w:fill="FFFFFF"/>
              </w:rPr>
              <w:t>tervise jälgimisel ja vajalike tervishoiuteenusteni jõudmisel</w:t>
            </w:r>
          </w:p>
        </w:tc>
      </w:tr>
      <w:tr w:rsidR="00140830" w:rsidRPr="00140830" w14:paraId="4D5A84D9" w14:textId="77777777" w:rsidTr="00255823">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31B74D" w14:textId="31909527" w:rsidR="004F7A48" w:rsidRPr="00140830" w:rsidRDefault="000422C2"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w:t>
            </w:r>
          </w:p>
        </w:tc>
        <w:tc>
          <w:tcPr>
            <w:tcW w:w="49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51E7F5" w14:textId="5445A366"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Keskmine toetusvajadus</w:t>
            </w:r>
          </w:p>
        </w:tc>
        <w:tc>
          <w:tcPr>
            <w:tcW w:w="90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3C5375" w14:textId="77777777"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juhendamist tervise jälgimisel ja tervishoiuteenusteni jõudmisel</w:t>
            </w:r>
          </w:p>
        </w:tc>
      </w:tr>
      <w:tr w:rsidR="00140830" w:rsidRPr="00140830" w14:paraId="3DCE5D67" w14:textId="77777777" w:rsidTr="00255823">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A74E67" w14:textId="3696DD6B" w:rsidR="004F7A48" w:rsidRPr="00140830" w:rsidRDefault="000422C2"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3</w:t>
            </w:r>
          </w:p>
        </w:tc>
        <w:tc>
          <w:tcPr>
            <w:tcW w:w="49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778987" w14:textId="3A2BE289"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Kõrge toetusvajadus</w:t>
            </w:r>
          </w:p>
        </w:tc>
        <w:tc>
          <w:tcPr>
            <w:tcW w:w="90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E3DE28" w14:textId="1ABB00E9" w:rsidR="004F7A48" w:rsidRPr="00140830" w:rsidRDefault="004F7A48" w:rsidP="00AA53B5">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Vajab igapäevaselt </w:t>
            </w:r>
            <w:proofErr w:type="spellStart"/>
            <w:r w:rsidRPr="00140830">
              <w:rPr>
                <w:rFonts w:eastAsia="Times New Roman"/>
                <w:color w:val="auto"/>
                <w:sz w:val="20"/>
                <w:szCs w:val="20"/>
                <w:shd w:val="clear" w:color="auto" w:fill="FFFFFF"/>
              </w:rPr>
              <w:t>kõrvalabi</w:t>
            </w:r>
            <w:proofErr w:type="spellEnd"/>
            <w:r w:rsidRPr="00140830">
              <w:rPr>
                <w:rFonts w:eastAsia="Times New Roman"/>
                <w:color w:val="auto"/>
                <w:sz w:val="20"/>
                <w:szCs w:val="20"/>
                <w:shd w:val="clear" w:color="auto" w:fill="FFFFFF"/>
              </w:rPr>
              <w:t xml:space="preserve"> tervishoiuteenuste kättesaamisel. Hoolitseb tervise eest ja võtab ravimeid vaid järelevalve all, </w:t>
            </w:r>
            <w:r w:rsidR="00AA53B5" w:rsidRPr="00140830">
              <w:rPr>
                <w:rFonts w:eastAsia="Times New Roman"/>
                <w:color w:val="auto"/>
                <w:sz w:val="20"/>
                <w:szCs w:val="20"/>
                <w:shd w:val="clear" w:color="auto" w:fill="FFFFFF"/>
              </w:rPr>
              <w:t xml:space="preserve">sageli </w:t>
            </w:r>
            <w:r w:rsidRPr="00140830">
              <w:rPr>
                <w:rFonts w:eastAsia="Times New Roman"/>
                <w:color w:val="auto"/>
                <w:sz w:val="20"/>
                <w:szCs w:val="20"/>
                <w:shd w:val="clear" w:color="auto" w:fill="FFFFFF"/>
              </w:rPr>
              <w:t>ei ole võimeline ise oma füüsilise tervise probleeme märkama ning nendes</w:t>
            </w:r>
            <w:r w:rsidR="00D503E4" w:rsidRPr="00140830">
              <w:rPr>
                <w:rFonts w:eastAsia="Times New Roman"/>
                <w:color w:val="auto"/>
                <w:sz w:val="20"/>
                <w:szCs w:val="20"/>
                <w:shd w:val="clear" w:color="auto" w:fill="FFFFFF"/>
              </w:rPr>
              <w:t xml:space="preserve">t teada andma ja/või abi paluma, vajab </w:t>
            </w:r>
            <w:r w:rsidR="00AA53B5" w:rsidRPr="00140830">
              <w:rPr>
                <w:rFonts w:eastAsia="Times New Roman"/>
                <w:color w:val="auto"/>
                <w:sz w:val="20"/>
                <w:szCs w:val="20"/>
                <w:shd w:val="clear" w:color="auto" w:fill="FFFFFF"/>
              </w:rPr>
              <w:t xml:space="preserve">pidevat </w:t>
            </w:r>
            <w:proofErr w:type="spellStart"/>
            <w:r w:rsidR="00AA53B5" w:rsidRPr="00140830">
              <w:rPr>
                <w:rFonts w:eastAsia="Times New Roman"/>
                <w:color w:val="auto"/>
                <w:sz w:val="20"/>
                <w:szCs w:val="20"/>
                <w:shd w:val="clear" w:color="auto" w:fill="FFFFFF"/>
              </w:rPr>
              <w:t>kõrvalabi</w:t>
            </w:r>
            <w:proofErr w:type="spellEnd"/>
            <w:r w:rsidR="00D503E4" w:rsidRPr="00140830">
              <w:rPr>
                <w:rFonts w:eastAsia="Times New Roman"/>
                <w:color w:val="auto"/>
                <w:sz w:val="20"/>
                <w:szCs w:val="20"/>
                <w:shd w:val="clear" w:color="auto" w:fill="FFFFFF"/>
              </w:rPr>
              <w:t>.</w:t>
            </w:r>
            <w:r w:rsidRPr="00140830">
              <w:rPr>
                <w:rFonts w:eastAsia="Times New Roman"/>
                <w:color w:val="auto"/>
                <w:sz w:val="20"/>
                <w:szCs w:val="20"/>
                <w:shd w:val="clear" w:color="auto" w:fill="FFFFFF"/>
              </w:rPr>
              <w:t xml:space="preserve"> </w:t>
            </w:r>
          </w:p>
        </w:tc>
      </w:tr>
      <w:tr w:rsidR="00140830" w:rsidRPr="00140830" w14:paraId="29AF88E6" w14:textId="77777777" w:rsidTr="00255823">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E20D17" w14:textId="7AC47CAA" w:rsidR="004F7A48" w:rsidRPr="00140830" w:rsidRDefault="000422C2"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4</w:t>
            </w:r>
          </w:p>
        </w:tc>
        <w:tc>
          <w:tcPr>
            <w:tcW w:w="49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1CE892" w14:textId="6A6AF9F2"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Äärmuslik toetusvajadus</w:t>
            </w:r>
          </w:p>
        </w:tc>
        <w:tc>
          <w:tcPr>
            <w:tcW w:w="90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13123D" w14:textId="00240C47"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rPr>
              <w:t>Vajab hooldust ja/või järelevalvet</w:t>
            </w:r>
            <w:r w:rsidRPr="00140830">
              <w:rPr>
                <w:rFonts w:eastAsia="Times New Roman"/>
                <w:color w:val="auto"/>
                <w:sz w:val="20"/>
                <w:szCs w:val="20"/>
                <w:shd w:val="clear" w:color="auto" w:fill="FFFFFF"/>
              </w:rPr>
              <w:t xml:space="preserve">. Võtab ravimeid vaid </w:t>
            </w:r>
            <w:proofErr w:type="spellStart"/>
            <w:r w:rsidRPr="00140830">
              <w:rPr>
                <w:rFonts w:eastAsia="Times New Roman"/>
                <w:color w:val="auto"/>
                <w:sz w:val="20"/>
                <w:szCs w:val="20"/>
                <w:shd w:val="clear" w:color="auto" w:fill="FFFFFF"/>
              </w:rPr>
              <w:t>kõrvalabiga</w:t>
            </w:r>
            <w:proofErr w:type="spellEnd"/>
            <w:r w:rsidRPr="00140830">
              <w:rPr>
                <w:rFonts w:eastAsia="Times New Roman"/>
                <w:color w:val="auto"/>
                <w:sz w:val="20"/>
                <w:szCs w:val="20"/>
                <w:shd w:val="clear" w:color="auto" w:fill="FFFFFF"/>
              </w:rPr>
              <w:t>, pole võimeline ise oma füüsilise tervise probleeme märkama,  nendest teada andma ja/või abi paluma ning tervishoiuteenusteni jõudma</w:t>
            </w:r>
            <w:r w:rsidR="00D503E4" w:rsidRPr="00140830">
              <w:rPr>
                <w:rFonts w:eastAsia="Times New Roman"/>
                <w:color w:val="auto"/>
                <w:sz w:val="20"/>
                <w:szCs w:val="20"/>
                <w:shd w:val="clear" w:color="auto" w:fill="FFFFFF"/>
              </w:rPr>
              <w:t>, vajab tegevuste üle võtmist.</w:t>
            </w:r>
          </w:p>
        </w:tc>
      </w:tr>
      <w:tr w:rsidR="00140830" w:rsidRPr="00140830" w14:paraId="086EA609" w14:textId="77777777" w:rsidTr="00255823">
        <w:trPr>
          <w:trHeight w:val="1220"/>
        </w:trPr>
        <w:tc>
          <w:tcPr>
            <w:tcW w:w="5519"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E4CA6C" w14:textId="5B74C5F9" w:rsidR="004F7A48" w:rsidRPr="00140830" w:rsidRDefault="00F92F9A"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18"/>
                <w:szCs w:val="18"/>
              </w:rPr>
            </w:pPr>
            <w:r w:rsidRPr="00140830">
              <w:rPr>
                <w:rFonts w:eastAsia="Times New Roman"/>
                <w:bCs/>
                <w:color w:val="auto"/>
                <w:sz w:val="20"/>
                <w:szCs w:val="20"/>
              </w:rPr>
              <w:t>D</w:t>
            </w:r>
            <w:r w:rsidR="004F7A48" w:rsidRPr="00140830">
              <w:rPr>
                <w:rFonts w:eastAsia="Times New Roman"/>
                <w:bCs/>
                <w:color w:val="auto"/>
                <w:sz w:val="20"/>
                <w:szCs w:val="20"/>
              </w:rPr>
              <w:t>.3.1.1.</w:t>
            </w:r>
            <w:r w:rsidR="00AE16A2" w:rsidRPr="00140830">
              <w:rPr>
                <w:rFonts w:eastAsia="Times New Roman"/>
                <w:b/>
                <w:bCs/>
                <w:color w:val="auto"/>
                <w:sz w:val="20"/>
                <w:szCs w:val="20"/>
              </w:rPr>
              <w:t xml:space="preserve"> </w:t>
            </w:r>
            <w:r w:rsidR="004F7A48" w:rsidRPr="00140830">
              <w:rPr>
                <w:rFonts w:eastAsia="Times New Roman"/>
                <w:color w:val="auto"/>
                <w:sz w:val="20"/>
                <w:szCs w:val="20"/>
                <w:shd w:val="clear" w:color="auto" w:fill="FFFFFF"/>
              </w:rPr>
              <w:t xml:space="preserve">Kommentaar või lühikirjeldus </w:t>
            </w:r>
            <w:r w:rsidR="004F7A48" w:rsidRPr="00140830">
              <w:rPr>
                <w:rFonts w:eastAsia="Times New Roman"/>
                <w:color w:val="auto"/>
                <w:sz w:val="18"/>
                <w:szCs w:val="18"/>
                <w:shd w:val="clear" w:color="auto" w:fill="FFFFFF"/>
              </w:rPr>
              <w:t>(nt tuua</w:t>
            </w:r>
            <w:r w:rsidR="004F7A48" w:rsidRPr="00140830">
              <w:rPr>
                <w:rFonts w:eastAsia="Times New Roman"/>
                <w:color w:val="auto"/>
                <w:sz w:val="18"/>
                <w:szCs w:val="18"/>
              </w:rPr>
              <w:t xml:space="preserve"> välja konkreetsed </w:t>
            </w:r>
            <w:r w:rsidR="004F7A48" w:rsidRPr="00140830">
              <w:rPr>
                <w:rFonts w:eastAsia="Times New Roman"/>
                <w:bCs/>
                <w:color w:val="auto"/>
                <w:sz w:val="18"/>
                <w:szCs w:val="18"/>
              </w:rPr>
              <w:t>eripärad ja/või vajadused, mis on seotud füüsilise tervisega ning</w:t>
            </w:r>
            <w:r w:rsidR="004F7A48" w:rsidRPr="00140830">
              <w:rPr>
                <w:rFonts w:eastAsia="Times New Roman"/>
                <w:color w:val="auto"/>
                <w:sz w:val="18"/>
                <w:szCs w:val="18"/>
              </w:rPr>
              <w:t xml:space="preserve">, mis aspektist või tegevustes isik täpsemalt selles valdkonnas toetust vajab. Võib märkida ka isiku </w:t>
            </w:r>
            <w:r w:rsidR="004F7A48" w:rsidRPr="00140830">
              <w:rPr>
                <w:rFonts w:eastAsia="Times New Roman"/>
                <w:b/>
                <w:bCs/>
                <w:color w:val="auto"/>
                <w:sz w:val="18"/>
                <w:szCs w:val="18"/>
              </w:rPr>
              <w:t>tugevused ja võimalused</w:t>
            </w:r>
            <w:r w:rsidR="004F7A48" w:rsidRPr="00140830">
              <w:rPr>
                <w:rFonts w:eastAsia="Times New Roman"/>
                <w:color w:val="auto"/>
                <w:sz w:val="18"/>
                <w:szCs w:val="18"/>
              </w:rPr>
              <w:t>, sh isiku motivatsioon toetust vastu võtta)</w:t>
            </w:r>
            <w:r w:rsidR="003466DB" w:rsidRPr="00140830">
              <w:rPr>
                <w:rFonts w:eastAsia="Times New Roman"/>
                <w:color w:val="auto"/>
                <w:sz w:val="18"/>
                <w:szCs w:val="18"/>
              </w:rPr>
              <w:t>.</w:t>
            </w:r>
          </w:p>
          <w:p w14:paraId="4E23B81F" w14:textId="1F4EF1D3" w:rsidR="00D678F9" w:rsidRPr="00140830" w:rsidRDefault="00D678F9" w:rsidP="00707384">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rPr>
            </w:pPr>
          </w:p>
        </w:tc>
        <w:tc>
          <w:tcPr>
            <w:tcW w:w="90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5B4B90" w14:textId="77777777"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p>
        </w:tc>
      </w:tr>
      <w:tr w:rsidR="00140830" w:rsidRPr="00140830" w14:paraId="49705219" w14:textId="77777777" w:rsidTr="00255823">
        <w:trPr>
          <w:trHeight w:val="769"/>
        </w:trPr>
        <w:tc>
          <w:tcPr>
            <w:tcW w:w="5519"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E46F21" w14:textId="712DFBEE" w:rsidR="004F7A48" w:rsidRPr="00140830" w:rsidRDefault="00F92F9A"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Cs/>
                <w:color w:val="auto"/>
                <w:sz w:val="20"/>
                <w:szCs w:val="20"/>
              </w:rPr>
              <w:t>D</w:t>
            </w:r>
            <w:r w:rsidR="004F7A48" w:rsidRPr="00140830">
              <w:rPr>
                <w:rFonts w:eastAsia="Times New Roman"/>
                <w:bCs/>
                <w:color w:val="auto"/>
                <w:sz w:val="20"/>
                <w:szCs w:val="20"/>
              </w:rPr>
              <w:t>.3.1.2</w:t>
            </w:r>
            <w:r w:rsidR="004F7A48" w:rsidRPr="00140830">
              <w:rPr>
                <w:rFonts w:eastAsia="Times New Roman"/>
                <w:b/>
                <w:bCs/>
                <w:color w:val="auto"/>
                <w:sz w:val="20"/>
                <w:szCs w:val="20"/>
              </w:rPr>
              <w:t>.</w:t>
            </w:r>
            <w:r w:rsidR="00AE16A2" w:rsidRPr="00140830">
              <w:rPr>
                <w:rFonts w:eastAsia="Times New Roman"/>
                <w:b/>
                <w:bCs/>
                <w:color w:val="auto"/>
                <w:sz w:val="20"/>
                <w:szCs w:val="20"/>
              </w:rPr>
              <w:t xml:space="preserve"> </w:t>
            </w:r>
            <w:r w:rsidR="004F7A48" w:rsidRPr="00140830">
              <w:rPr>
                <w:rFonts w:eastAsia="Times New Roman"/>
                <w:color w:val="auto"/>
                <w:sz w:val="20"/>
                <w:szCs w:val="20"/>
                <w:shd w:val="clear" w:color="auto" w:fill="FFFFFF"/>
              </w:rPr>
              <w:t>Kas ja kuidas on toetus täna korraldatud? (sh sotsiaalteenuste, pere jt poolt pakutav)</w:t>
            </w:r>
          </w:p>
        </w:tc>
        <w:tc>
          <w:tcPr>
            <w:tcW w:w="90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87FFE2" w14:textId="77777777"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47E15275" w14:textId="77777777" w:rsidTr="00255823">
        <w:trPr>
          <w:trHeight w:val="1220"/>
        </w:trPr>
        <w:tc>
          <w:tcPr>
            <w:tcW w:w="5519"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0A707B" w14:textId="4671036C" w:rsidR="004F7A48" w:rsidRPr="00140830" w:rsidRDefault="00F92F9A"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Cs/>
                <w:color w:val="auto"/>
                <w:sz w:val="20"/>
                <w:szCs w:val="20"/>
              </w:rPr>
              <w:lastRenderedPageBreak/>
              <w:t>D</w:t>
            </w:r>
            <w:r w:rsidR="004F7A48" w:rsidRPr="00140830">
              <w:rPr>
                <w:rFonts w:eastAsia="Times New Roman"/>
                <w:bCs/>
                <w:color w:val="auto"/>
                <w:sz w:val="20"/>
                <w:szCs w:val="20"/>
              </w:rPr>
              <w:t>.3.1.3</w:t>
            </w:r>
            <w:r w:rsidR="004F7A48" w:rsidRPr="00140830">
              <w:rPr>
                <w:rFonts w:eastAsia="Times New Roman"/>
                <w:b/>
                <w:bCs/>
                <w:color w:val="auto"/>
                <w:sz w:val="20"/>
                <w:szCs w:val="20"/>
              </w:rPr>
              <w:t xml:space="preserve"> </w:t>
            </w:r>
            <w:r w:rsidR="004F7A48" w:rsidRPr="00140830">
              <w:rPr>
                <w:rFonts w:eastAsia="Times New Roman"/>
                <w:color w:val="auto"/>
                <w:sz w:val="20"/>
                <w:szCs w:val="20"/>
                <w:shd w:val="clear" w:color="auto" w:fill="FFFFFF"/>
              </w:rPr>
              <w:t>Kõige olulisemad vajadused ja tähelepanupunktid</w:t>
            </w:r>
            <w:r w:rsidR="003F01E1" w:rsidRPr="00140830">
              <w:rPr>
                <w:rFonts w:eastAsia="Times New Roman"/>
                <w:color w:val="auto"/>
                <w:sz w:val="20"/>
                <w:szCs w:val="20"/>
                <w:shd w:val="clear" w:color="auto" w:fill="FFFFFF"/>
              </w:rPr>
              <w:t xml:space="preserve"> (hindaja ja võrgustiku hinnangul)</w:t>
            </w:r>
            <w:r w:rsidR="004F7A48" w:rsidRPr="00140830">
              <w:rPr>
                <w:rFonts w:eastAsia="Times New Roman"/>
                <w:color w:val="auto"/>
                <w:sz w:val="20"/>
                <w:szCs w:val="20"/>
                <w:shd w:val="clear" w:color="auto" w:fill="FFFFFF"/>
              </w:rPr>
              <w:t xml:space="preserve"> </w:t>
            </w:r>
          </w:p>
        </w:tc>
        <w:tc>
          <w:tcPr>
            <w:tcW w:w="90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8A1200" w14:textId="77777777"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035831B4" w14:textId="77777777" w:rsidTr="000422C2">
        <w:trPr>
          <w:trHeight w:val="562"/>
        </w:trPr>
        <w:tc>
          <w:tcPr>
            <w:tcW w:w="5519"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F08B35" w14:textId="3FE41F11" w:rsidR="003F01E1" w:rsidRPr="00140830" w:rsidRDefault="00F92F9A"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Cs/>
                <w:color w:val="auto"/>
                <w:sz w:val="20"/>
                <w:szCs w:val="20"/>
              </w:rPr>
            </w:pPr>
            <w:r w:rsidRPr="00140830">
              <w:rPr>
                <w:rFonts w:eastAsia="Times New Roman"/>
                <w:bCs/>
                <w:color w:val="auto"/>
                <w:sz w:val="20"/>
                <w:szCs w:val="20"/>
              </w:rPr>
              <w:t>D</w:t>
            </w:r>
            <w:r w:rsidR="003F01E1" w:rsidRPr="00140830">
              <w:rPr>
                <w:rFonts w:eastAsia="Times New Roman"/>
                <w:bCs/>
                <w:color w:val="auto"/>
                <w:sz w:val="20"/>
                <w:szCs w:val="20"/>
              </w:rPr>
              <w:t>.3.1.4. Inimese enda poolt nimetatud vajadused</w:t>
            </w:r>
          </w:p>
        </w:tc>
        <w:tc>
          <w:tcPr>
            <w:tcW w:w="90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96C2F" w14:textId="77777777" w:rsidR="003F01E1" w:rsidRPr="00140830" w:rsidRDefault="003F01E1"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bl>
    <w:p w14:paraId="0CBD7D13" w14:textId="77777777" w:rsidR="00F73CD3"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p>
    <w:p w14:paraId="2312CF32" w14:textId="77777777"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p>
    <w:p w14:paraId="23A370A1" w14:textId="13DC9EE7"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r w:rsidRPr="00140830">
        <w:rPr>
          <w:rFonts w:eastAsia="Times New Roman"/>
          <w:b/>
          <w:bCs/>
          <w:color w:val="auto"/>
          <w:sz w:val="20"/>
          <w:szCs w:val="20"/>
        </w:rPr>
        <w:t>D</w:t>
      </w:r>
      <w:r>
        <w:rPr>
          <w:rFonts w:eastAsia="Times New Roman"/>
          <w:b/>
          <w:bCs/>
          <w:color w:val="auto"/>
          <w:sz w:val="20"/>
          <w:szCs w:val="20"/>
        </w:rPr>
        <w:t>.3.2</w:t>
      </w:r>
      <w:r w:rsidRPr="00140830">
        <w:rPr>
          <w:rFonts w:eastAsia="Times New Roman"/>
          <w:b/>
          <w:bCs/>
          <w:color w:val="auto"/>
          <w:sz w:val="20"/>
          <w:szCs w:val="20"/>
        </w:rPr>
        <w:t xml:space="preserve">. Kas inimene suudab iseseisvalt liikuda eluruumides? </w:t>
      </w:r>
    </w:p>
    <w:tbl>
      <w:tblPr>
        <w:tblStyle w:val="Kontuurtabel"/>
        <w:tblW w:w="0" w:type="auto"/>
        <w:tblInd w:w="765" w:type="dxa"/>
        <w:tblLook w:val="04A0" w:firstRow="1" w:lastRow="0" w:firstColumn="1" w:lastColumn="0" w:noHBand="0" w:noVBand="1"/>
      </w:tblPr>
      <w:tblGrid>
        <w:gridCol w:w="1073"/>
        <w:gridCol w:w="8505"/>
      </w:tblGrid>
      <w:tr w:rsidR="00F73CD3" w:rsidRPr="00140830" w14:paraId="4EB934F9" w14:textId="77777777" w:rsidTr="00F73CD3">
        <w:tc>
          <w:tcPr>
            <w:tcW w:w="1073" w:type="dxa"/>
          </w:tcPr>
          <w:p w14:paraId="5024A48F" w14:textId="77777777" w:rsidR="00F73CD3" w:rsidRPr="00140830" w:rsidRDefault="00F73CD3" w:rsidP="00F73CD3">
            <w:pPr>
              <w:textAlignment w:val="baseline"/>
              <w:rPr>
                <w:rFonts w:eastAsia="Times New Roman"/>
                <w:bCs/>
              </w:rPr>
            </w:pPr>
          </w:p>
          <w:p w14:paraId="28C9D426" w14:textId="77777777" w:rsidR="00F73CD3" w:rsidRPr="00140830" w:rsidRDefault="00F73CD3" w:rsidP="00F73CD3">
            <w:pPr>
              <w:textAlignment w:val="baseline"/>
              <w:rPr>
                <w:rFonts w:eastAsia="Times New Roman"/>
                <w:bCs/>
              </w:rPr>
            </w:pPr>
            <w:r w:rsidRPr="00140830">
              <w:rPr>
                <w:rFonts w:eastAsia="Times New Roman"/>
                <w:bCs/>
              </w:rPr>
              <w:t>0</w:t>
            </w:r>
          </w:p>
        </w:tc>
        <w:tc>
          <w:tcPr>
            <w:tcW w:w="8505" w:type="dxa"/>
          </w:tcPr>
          <w:p w14:paraId="61DC733F" w14:textId="77777777" w:rsidR="00F73CD3" w:rsidRPr="00140830" w:rsidRDefault="00F73CD3" w:rsidP="00F73CD3">
            <w:pPr>
              <w:rPr>
                <w:rFonts w:eastAsia="Times New Roman"/>
                <w:bCs/>
              </w:rPr>
            </w:pPr>
          </w:p>
          <w:p w14:paraId="613E0FA0" w14:textId="35912EBE" w:rsidR="00F73CD3" w:rsidRPr="00140830" w:rsidRDefault="00F73CD3" w:rsidP="00F73CD3">
            <w:pPr>
              <w:textAlignment w:val="baseline"/>
              <w:rPr>
                <w:rFonts w:eastAsia="Times New Roman"/>
                <w:bCs/>
              </w:rPr>
            </w:pPr>
            <w:r w:rsidRPr="00140830">
              <w:rPr>
                <w:rFonts w:eastAsia="Times New Roman"/>
                <w:bCs/>
              </w:rPr>
              <w:t xml:space="preserve">Jah -  tähista all olevas tabelis vastusevariant 0 ja liigu edasi </w:t>
            </w:r>
            <w:r w:rsidR="001F101A" w:rsidRPr="001F101A">
              <w:rPr>
                <w:rFonts w:eastAsia="Times New Roman"/>
                <w:bCs/>
              </w:rPr>
              <w:t>D.3.3</w:t>
            </w:r>
            <w:r w:rsidRPr="00140830">
              <w:rPr>
                <w:rFonts w:eastAsia="Times New Roman"/>
                <w:bCs/>
              </w:rPr>
              <w:t>.  juurde</w:t>
            </w:r>
          </w:p>
          <w:p w14:paraId="24EA61DE" w14:textId="77777777" w:rsidR="00F73CD3" w:rsidRPr="00140830" w:rsidRDefault="00F73CD3" w:rsidP="00F73CD3">
            <w:pPr>
              <w:rPr>
                <w:rFonts w:eastAsia="Times New Roman"/>
                <w:bCs/>
              </w:rPr>
            </w:pPr>
          </w:p>
        </w:tc>
      </w:tr>
      <w:tr w:rsidR="00F73CD3" w:rsidRPr="00140830" w14:paraId="5413A4D2" w14:textId="77777777" w:rsidTr="00F73CD3">
        <w:tc>
          <w:tcPr>
            <w:tcW w:w="1073" w:type="dxa"/>
          </w:tcPr>
          <w:p w14:paraId="32321E8F" w14:textId="77777777" w:rsidR="00F73CD3" w:rsidRPr="00140830" w:rsidRDefault="00F73CD3" w:rsidP="00F73CD3">
            <w:pPr>
              <w:textAlignment w:val="baseline"/>
              <w:rPr>
                <w:rFonts w:eastAsia="Times New Roman"/>
                <w:bCs/>
              </w:rPr>
            </w:pPr>
            <w:r w:rsidRPr="00140830">
              <w:rPr>
                <w:rFonts w:eastAsia="Times New Roman"/>
                <w:bCs/>
              </w:rPr>
              <w:t>1</w:t>
            </w:r>
          </w:p>
        </w:tc>
        <w:tc>
          <w:tcPr>
            <w:tcW w:w="8505" w:type="dxa"/>
          </w:tcPr>
          <w:p w14:paraId="47CB0F38" w14:textId="77777777" w:rsidR="00F73CD3" w:rsidRPr="00140830" w:rsidRDefault="00F73CD3" w:rsidP="00F73CD3">
            <w:pPr>
              <w:rPr>
                <w:rFonts w:eastAsia="Times New Roman"/>
                <w:bCs/>
              </w:rPr>
            </w:pPr>
            <w:r w:rsidRPr="00140830">
              <w:rPr>
                <w:rFonts w:eastAsia="Times New Roman"/>
                <w:bCs/>
              </w:rPr>
              <w:t>Ei     - t</w:t>
            </w:r>
            <w:r w:rsidRPr="00140830">
              <w:rPr>
                <w:rFonts w:eastAsia="Times New Roman"/>
              </w:rPr>
              <w:t xml:space="preserve">ähista all olevas tabelis sobiv vastuse variant ja lisa täpsustav kommentaar inimese liikumise kohta eluruumides. </w:t>
            </w:r>
          </w:p>
        </w:tc>
      </w:tr>
    </w:tbl>
    <w:tbl>
      <w:tblPr>
        <w:tblW w:w="14834" w:type="dxa"/>
        <w:tblInd w:w="-10" w:type="dxa"/>
        <w:tblCellMar>
          <w:top w:w="15" w:type="dxa"/>
          <w:left w:w="15" w:type="dxa"/>
          <w:bottom w:w="15" w:type="dxa"/>
          <w:right w:w="15" w:type="dxa"/>
        </w:tblCellMar>
        <w:tblLook w:val="04A0" w:firstRow="1" w:lastRow="0" w:firstColumn="1" w:lastColumn="0" w:noHBand="0" w:noVBand="1"/>
      </w:tblPr>
      <w:tblGrid>
        <w:gridCol w:w="504"/>
        <w:gridCol w:w="4730"/>
        <w:gridCol w:w="9600"/>
      </w:tblGrid>
      <w:tr w:rsidR="00F73CD3" w:rsidRPr="00140830" w14:paraId="5CC141E6" w14:textId="77777777" w:rsidTr="00F73CD3">
        <w:tc>
          <w:tcPr>
            <w:tcW w:w="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C91DD0" w14:textId="154238C2" w:rsidR="00F73CD3" w:rsidRPr="00140830" w:rsidRDefault="00FA6C84"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0</w:t>
            </w:r>
          </w:p>
        </w:tc>
        <w:tc>
          <w:tcPr>
            <w:tcW w:w="47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89B80F" w14:textId="31B751D0"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Iseseisev</w:t>
            </w:r>
          </w:p>
        </w:tc>
        <w:tc>
          <w:tcPr>
            <w:tcW w:w="9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670F43" w14:textId="77777777"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Ei vaja toetust. </w:t>
            </w:r>
          </w:p>
        </w:tc>
      </w:tr>
      <w:tr w:rsidR="00F73CD3" w:rsidRPr="00140830" w14:paraId="1693F055" w14:textId="77777777" w:rsidTr="00F73CD3">
        <w:tc>
          <w:tcPr>
            <w:tcW w:w="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09F61C" w14:textId="4224400D" w:rsidR="00F73CD3" w:rsidRPr="00140830" w:rsidRDefault="00FA6C84"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w:t>
            </w:r>
          </w:p>
        </w:tc>
        <w:tc>
          <w:tcPr>
            <w:tcW w:w="47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337D0C" w14:textId="27490DE1"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Madal toetusvajadus </w:t>
            </w:r>
          </w:p>
        </w:tc>
        <w:tc>
          <w:tcPr>
            <w:tcW w:w="9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50E5FE" w14:textId="77777777"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Vajab aeg-ajalt toetust juhendamise näol  või mõne üksiku tegevuse puhul. Nt uue abivahendi kasutamise õpetamine. Ebatavaliste, ootamatute ja/või erakorraliste olukordade puhul, üldiselt on õppinud koduses keskkonnas iseseisvalt toime tulema ning see vastab  inimese võimekusele. </w:t>
            </w:r>
          </w:p>
        </w:tc>
      </w:tr>
      <w:tr w:rsidR="00F73CD3" w:rsidRPr="00140830" w14:paraId="3968BE34" w14:textId="77777777" w:rsidTr="00F73CD3">
        <w:tc>
          <w:tcPr>
            <w:tcW w:w="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77BA0C" w14:textId="25D1F325" w:rsidR="00F73CD3" w:rsidRPr="00140830" w:rsidRDefault="00FA6C84"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w:t>
            </w:r>
          </w:p>
        </w:tc>
        <w:tc>
          <w:tcPr>
            <w:tcW w:w="47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292C66" w14:textId="38FEE8B0"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Keskmine toetusvajadus</w:t>
            </w:r>
          </w:p>
        </w:tc>
        <w:tc>
          <w:tcPr>
            <w:tcW w:w="9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991289" w14:textId="2A83099E"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regulaarselt abi</w:t>
            </w:r>
            <w:r w:rsidR="000422C2">
              <w:rPr>
                <w:rFonts w:eastAsia="Times New Roman"/>
                <w:color w:val="auto"/>
                <w:sz w:val="20"/>
                <w:szCs w:val="20"/>
                <w:shd w:val="clear" w:color="auto" w:fill="FFFFFF"/>
              </w:rPr>
              <w:t xml:space="preserve"> eluruumides liikumisel teatud keerulisemates või spetsiifilistes tegevustes või kindlate toimingute tegemisel, mis on vajalikud koduses keskkonnas toimetulekul. </w:t>
            </w:r>
          </w:p>
        </w:tc>
      </w:tr>
      <w:tr w:rsidR="00F73CD3" w:rsidRPr="00140830" w14:paraId="668AB272" w14:textId="77777777" w:rsidTr="00F73CD3">
        <w:tc>
          <w:tcPr>
            <w:tcW w:w="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559FB8" w14:textId="5B82C81D" w:rsidR="00F73CD3" w:rsidRPr="00140830" w:rsidRDefault="00FA6C84"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3</w:t>
            </w:r>
          </w:p>
        </w:tc>
        <w:tc>
          <w:tcPr>
            <w:tcW w:w="47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DD0C9E" w14:textId="5135EF63"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Kõrge toetusvajadus</w:t>
            </w:r>
          </w:p>
        </w:tc>
        <w:tc>
          <w:tcPr>
            <w:tcW w:w="9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39DAC6" w14:textId="097D4CBB" w:rsidR="00F73CD3" w:rsidRPr="00140830" w:rsidRDefault="00F73CD3" w:rsidP="000422C2">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Vajab </w:t>
            </w:r>
            <w:r w:rsidRPr="00140830">
              <w:rPr>
                <w:rFonts w:eastAsia="Times New Roman"/>
                <w:color w:val="auto"/>
                <w:sz w:val="20"/>
                <w:szCs w:val="20"/>
              </w:rPr>
              <w:t xml:space="preserve">igapäevaselt </w:t>
            </w:r>
            <w:proofErr w:type="spellStart"/>
            <w:r w:rsidRPr="00140830">
              <w:rPr>
                <w:rFonts w:eastAsia="Times New Roman"/>
                <w:color w:val="auto"/>
                <w:sz w:val="20"/>
                <w:szCs w:val="20"/>
              </w:rPr>
              <w:t>kõrvalabi</w:t>
            </w:r>
            <w:proofErr w:type="spellEnd"/>
            <w:r w:rsidRPr="00140830">
              <w:rPr>
                <w:rFonts w:eastAsia="Times New Roman"/>
                <w:color w:val="auto"/>
                <w:sz w:val="20"/>
                <w:szCs w:val="20"/>
              </w:rPr>
              <w:t xml:space="preserve"> ja toetust</w:t>
            </w:r>
            <w:r w:rsidR="000422C2">
              <w:rPr>
                <w:rFonts w:eastAsia="Times New Roman"/>
                <w:color w:val="auto"/>
                <w:sz w:val="20"/>
                <w:szCs w:val="20"/>
              </w:rPr>
              <w:t xml:space="preserve"> eluruumides liikumisel, nt ratastooli siirdumisel, potitooli kasutamisel.</w:t>
            </w:r>
          </w:p>
        </w:tc>
      </w:tr>
      <w:tr w:rsidR="00F73CD3" w:rsidRPr="00140830" w14:paraId="240E9E13" w14:textId="77777777" w:rsidTr="00F73CD3">
        <w:tc>
          <w:tcPr>
            <w:tcW w:w="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ECBB6B" w14:textId="085BB60A" w:rsidR="00F73CD3" w:rsidRPr="00140830" w:rsidRDefault="00FA6C84"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4</w:t>
            </w:r>
          </w:p>
        </w:tc>
        <w:tc>
          <w:tcPr>
            <w:tcW w:w="47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DEE951" w14:textId="4D26F711"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Äärmuslik toetusvajadus</w:t>
            </w:r>
          </w:p>
        </w:tc>
        <w:tc>
          <w:tcPr>
            <w:tcW w:w="9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A97C33" w14:textId="3FB6B0B5"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rPr>
              <w:t>Vajab hooldust ja/või järelevalvet või tegevuste üle võtmist</w:t>
            </w:r>
            <w:r w:rsidR="000422C2">
              <w:rPr>
                <w:rFonts w:eastAsia="Times New Roman"/>
                <w:color w:val="auto"/>
                <w:sz w:val="20"/>
                <w:szCs w:val="20"/>
              </w:rPr>
              <w:t xml:space="preserve">. Ei suuda iseseisvalt eluriimides liikuda. </w:t>
            </w:r>
          </w:p>
        </w:tc>
      </w:tr>
      <w:tr w:rsidR="00F73CD3" w:rsidRPr="00140830" w14:paraId="0A74F9E5" w14:textId="77777777" w:rsidTr="00F73CD3">
        <w:trPr>
          <w:trHeight w:val="1000"/>
        </w:trPr>
        <w:tc>
          <w:tcPr>
            <w:tcW w:w="523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D307F5" w14:textId="13E7FEE9" w:rsidR="00F73CD3" w:rsidRPr="00140830" w:rsidRDefault="001F101A"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18"/>
                <w:szCs w:val="18"/>
              </w:rPr>
            </w:pPr>
            <w:r>
              <w:rPr>
                <w:rFonts w:eastAsia="Times New Roman"/>
                <w:b/>
                <w:bCs/>
                <w:color w:val="auto"/>
                <w:sz w:val="20"/>
                <w:szCs w:val="20"/>
              </w:rPr>
              <w:t>D.3</w:t>
            </w:r>
            <w:r w:rsidR="00F73CD3" w:rsidRPr="00140830">
              <w:rPr>
                <w:rFonts w:eastAsia="Times New Roman"/>
                <w:b/>
                <w:bCs/>
                <w:color w:val="auto"/>
                <w:sz w:val="20"/>
                <w:szCs w:val="20"/>
              </w:rPr>
              <w:t>.</w:t>
            </w:r>
            <w:r>
              <w:rPr>
                <w:rFonts w:eastAsia="Times New Roman"/>
                <w:b/>
                <w:bCs/>
                <w:color w:val="auto"/>
                <w:sz w:val="20"/>
                <w:szCs w:val="20"/>
              </w:rPr>
              <w:t>2.</w:t>
            </w:r>
            <w:r w:rsidR="00F73CD3" w:rsidRPr="00140830">
              <w:rPr>
                <w:rFonts w:eastAsia="Times New Roman"/>
                <w:b/>
                <w:bCs/>
                <w:color w:val="auto"/>
                <w:sz w:val="20"/>
                <w:szCs w:val="20"/>
              </w:rPr>
              <w:t xml:space="preserve">1. </w:t>
            </w:r>
            <w:r w:rsidR="00F73CD3" w:rsidRPr="00140830">
              <w:rPr>
                <w:rFonts w:eastAsia="Times New Roman"/>
                <w:color w:val="auto"/>
                <w:sz w:val="20"/>
                <w:szCs w:val="20"/>
                <w:shd w:val="clear" w:color="auto" w:fill="FFFFFF"/>
              </w:rPr>
              <w:t xml:space="preserve">Kommentaar või lühikirjeldus </w:t>
            </w:r>
            <w:r w:rsidR="00F73CD3" w:rsidRPr="00140830">
              <w:rPr>
                <w:rFonts w:eastAsia="Times New Roman"/>
                <w:color w:val="auto"/>
                <w:sz w:val="18"/>
                <w:szCs w:val="18"/>
                <w:shd w:val="clear" w:color="auto" w:fill="FFFFFF"/>
              </w:rPr>
              <w:t>(nt tuua</w:t>
            </w:r>
            <w:r w:rsidR="00F73CD3" w:rsidRPr="00140830">
              <w:rPr>
                <w:rFonts w:eastAsia="Times New Roman"/>
                <w:color w:val="auto"/>
                <w:sz w:val="18"/>
                <w:szCs w:val="18"/>
              </w:rPr>
              <w:t xml:space="preserve"> välja konkreetsed </w:t>
            </w:r>
            <w:r w:rsidR="00F73CD3" w:rsidRPr="00140830">
              <w:rPr>
                <w:rFonts w:eastAsia="Times New Roman"/>
                <w:b/>
                <w:bCs/>
                <w:color w:val="auto"/>
                <w:sz w:val="18"/>
                <w:szCs w:val="18"/>
              </w:rPr>
              <w:t>eripärad ja/või spetsiifika</w:t>
            </w:r>
            <w:r w:rsidR="00F73CD3" w:rsidRPr="00140830">
              <w:rPr>
                <w:rFonts w:eastAsia="Times New Roman"/>
                <w:color w:val="auto"/>
                <w:sz w:val="18"/>
                <w:szCs w:val="18"/>
              </w:rPr>
              <w:t xml:space="preserve">, mis aspektis või tegevustes isik täpsemalt eluruumides liikumisel toetust vajab. Võib märkida ka isiku </w:t>
            </w:r>
            <w:r w:rsidR="00F73CD3" w:rsidRPr="00140830">
              <w:rPr>
                <w:rFonts w:eastAsia="Times New Roman"/>
                <w:b/>
                <w:bCs/>
                <w:color w:val="auto"/>
                <w:sz w:val="18"/>
                <w:szCs w:val="18"/>
              </w:rPr>
              <w:t xml:space="preserve">tugevused ja võimalused </w:t>
            </w:r>
            <w:r w:rsidR="00F73CD3" w:rsidRPr="00140830">
              <w:rPr>
                <w:rFonts w:eastAsia="Times New Roman"/>
                <w:bCs/>
                <w:color w:val="auto"/>
                <w:sz w:val="18"/>
                <w:szCs w:val="18"/>
              </w:rPr>
              <w:t>selles valdkonnas</w:t>
            </w:r>
            <w:r w:rsidR="00F73CD3" w:rsidRPr="00140830">
              <w:rPr>
                <w:rFonts w:eastAsia="Times New Roman"/>
                <w:color w:val="auto"/>
                <w:sz w:val="18"/>
                <w:szCs w:val="18"/>
              </w:rPr>
              <w:t>, sh isiku motivatsioon toetust vastu võtta).</w:t>
            </w:r>
          </w:p>
          <w:p w14:paraId="3DE51FAA" w14:textId="77777777"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rPr>
            </w:pPr>
          </w:p>
        </w:tc>
        <w:tc>
          <w:tcPr>
            <w:tcW w:w="9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FC988C" w14:textId="77777777"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r w:rsidRPr="00140830">
              <w:rPr>
                <w:rFonts w:ascii="Times New Roman" w:eastAsia="Times New Roman" w:hAnsi="Times New Roman" w:cs="Times New Roman"/>
                <w:color w:val="auto"/>
                <w:sz w:val="24"/>
                <w:szCs w:val="24"/>
              </w:rPr>
              <w:br/>
            </w:r>
          </w:p>
        </w:tc>
      </w:tr>
      <w:tr w:rsidR="00F73CD3" w:rsidRPr="00140830" w14:paraId="1C18B034" w14:textId="77777777" w:rsidTr="00F73CD3">
        <w:trPr>
          <w:trHeight w:val="400"/>
        </w:trPr>
        <w:tc>
          <w:tcPr>
            <w:tcW w:w="523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A38129" w14:textId="49DCB8EF" w:rsidR="00F73CD3" w:rsidRPr="00140830" w:rsidRDefault="001F101A"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eastAsia="Times New Roman"/>
                <w:b/>
                <w:bCs/>
                <w:color w:val="auto"/>
                <w:sz w:val="20"/>
                <w:szCs w:val="20"/>
              </w:rPr>
              <w:lastRenderedPageBreak/>
              <w:t>D</w:t>
            </w:r>
            <w:r w:rsidR="00F73CD3" w:rsidRPr="00140830">
              <w:rPr>
                <w:rFonts w:eastAsia="Times New Roman"/>
                <w:b/>
                <w:bCs/>
                <w:color w:val="auto"/>
                <w:sz w:val="20"/>
                <w:szCs w:val="20"/>
              </w:rPr>
              <w:t>.3.2.</w:t>
            </w:r>
            <w:r>
              <w:rPr>
                <w:rFonts w:eastAsia="Times New Roman"/>
                <w:b/>
                <w:bCs/>
                <w:color w:val="auto"/>
                <w:sz w:val="20"/>
                <w:szCs w:val="20"/>
              </w:rPr>
              <w:t xml:space="preserve">2 </w:t>
            </w:r>
            <w:r w:rsidR="00F73CD3" w:rsidRPr="00140830">
              <w:rPr>
                <w:rFonts w:eastAsia="Times New Roman"/>
                <w:color w:val="auto"/>
                <w:sz w:val="20"/>
                <w:szCs w:val="20"/>
                <w:shd w:val="clear" w:color="auto" w:fill="FFFFFF"/>
              </w:rPr>
              <w:t>Kas ja kuidas on toetus täna korraldatud? (sh sotsiaalteenuste, pere jt poolt pakutav)</w:t>
            </w:r>
          </w:p>
        </w:tc>
        <w:tc>
          <w:tcPr>
            <w:tcW w:w="9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9ED9DC" w14:textId="77777777"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F73CD3" w:rsidRPr="00140830" w14:paraId="5B394F08" w14:textId="77777777" w:rsidTr="00F73CD3">
        <w:trPr>
          <w:trHeight w:val="400"/>
        </w:trPr>
        <w:tc>
          <w:tcPr>
            <w:tcW w:w="523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2C8837" w14:textId="03F9E443" w:rsidR="00F73CD3" w:rsidRPr="00140830" w:rsidRDefault="001F101A"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eastAsia="Times New Roman"/>
                <w:b/>
                <w:bCs/>
                <w:color w:val="auto"/>
                <w:sz w:val="20"/>
                <w:szCs w:val="20"/>
              </w:rPr>
              <w:t>D</w:t>
            </w:r>
            <w:r w:rsidR="00F73CD3" w:rsidRPr="00140830">
              <w:rPr>
                <w:rFonts w:eastAsia="Times New Roman"/>
                <w:b/>
                <w:bCs/>
                <w:color w:val="auto"/>
                <w:sz w:val="20"/>
                <w:szCs w:val="20"/>
              </w:rPr>
              <w:t>.3.</w:t>
            </w:r>
            <w:r>
              <w:rPr>
                <w:rFonts w:eastAsia="Times New Roman"/>
                <w:b/>
                <w:bCs/>
                <w:color w:val="auto"/>
                <w:sz w:val="20"/>
                <w:szCs w:val="20"/>
              </w:rPr>
              <w:t>2.</w:t>
            </w:r>
            <w:r w:rsidR="00F73CD3" w:rsidRPr="00140830">
              <w:rPr>
                <w:rFonts w:eastAsia="Times New Roman"/>
                <w:b/>
                <w:bCs/>
                <w:color w:val="auto"/>
                <w:sz w:val="20"/>
                <w:szCs w:val="20"/>
              </w:rPr>
              <w:t xml:space="preserve">3 </w:t>
            </w:r>
            <w:r w:rsidR="00F73CD3" w:rsidRPr="00140830">
              <w:rPr>
                <w:rFonts w:eastAsia="Times New Roman"/>
                <w:color w:val="auto"/>
                <w:sz w:val="20"/>
                <w:szCs w:val="20"/>
                <w:shd w:val="clear" w:color="auto" w:fill="FFFFFF"/>
              </w:rPr>
              <w:t>Kõige olulisemad vajadused ja tähelepanupunktid (hindaja ja võrgustiku hinnangul)</w:t>
            </w:r>
          </w:p>
        </w:tc>
        <w:tc>
          <w:tcPr>
            <w:tcW w:w="9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729135" w14:textId="77777777"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F73CD3" w:rsidRPr="00140830" w14:paraId="108BA4F5" w14:textId="77777777" w:rsidTr="00F73CD3">
        <w:trPr>
          <w:trHeight w:val="400"/>
        </w:trPr>
        <w:tc>
          <w:tcPr>
            <w:tcW w:w="523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99C943" w14:textId="43CB69B5" w:rsidR="00F73CD3" w:rsidRPr="00140830" w:rsidRDefault="001F101A"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
                <w:bCs/>
                <w:color w:val="auto"/>
                <w:sz w:val="20"/>
                <w:szCs w:val="20"/>
              </w:rPr>
            </w:pPr>
            <w:r>
              <w:rPr>
                <w:rFonts w:eastAsia="Times New Roman"/>
                <w:b/>
                <w:bCs/>
                <w:color w:val="auto"/>
                <w:sz w:val="20"/>
                <w:szCs w:val="20"/>
              </w:rPr>
              <w:t>D.3.2</w:t>
            </w:r>
            <w:r w:rsidR="00F73CD3" w:rsidRPr="00140830">
              <w:rPr>
                <w:rFonts w:eastAsia="Times New Roman"/>
                <w:b/>
                <w:bCs/>
                <w:color w:val="auto"/>
                <w:sz w:val="20"/>
                <w:szCs w:val="20"/>
              </w:rPr>
              <w:t xml:space="preserve">.4. </w:t>
            </w:r>
            <w:r w:rsidR="00F73CD3" w:rsidRPr="00140830">
              <w:rPr>
                <w:rFonts w:eastAsia="Times New Roman"/>
                <w:bCs/>
                <w:color w:val="auto"/>
                <w:sz w:val="20"/>
                <w:szCs w:val="20"/>
              </w:rPr>
              <w:t>Inimese enda poolt nimetatud vajadused</w:t>
            </w:r>
          </w:p>
        </w:tc>
        <w:tc>
          <w:tcPr>
            <w:tcW w:w="9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CAE3A2" w14:textId="77777777"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bl>
    <w:p w14:paraId="5843FC15" w14:textId="77777777"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p>
    <w:p w14:paraId="432A8A7E" w14:textId="5DCE3364" w:rsidR="00F73CD3" w:rsidRPr="00630332" w:rsidRDefault="001F101A" w:rsidP="00F73CD3">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eastAsia="Times New Roman"/>
          <w:b/>
          <w:color w:val="auto"/>
          <w:sz w:val="20"/>
          <w:szCs w:val="20"/>
        </w:rPr>
      </w:pPr>
      <w:r w:rsidRPr="00630332">
        <w:rPr>
          <w:rFonts w:eastAsia="Times New Roman"/>
          <w:b/>
          <w:color w:val="auto"/>
          <w:sz w:val="20"/>
          <w:szCs w:val="20"/>
        </w:rPr>
        <w:t>D.3.3</w:t>
      </w:r>
      <w:r w:rsidR="00F73CD3" w:rsidRPr="00630332">
        <w:rPr>
          <w:rFonts w:eastAsia="Times New Roman"/>
          <w:b/>
          <w:color w:val="auto"/>
          <w:sz w:val="20"/>
          <w:szCs w:val="20"/>
        </w:rPr>
        <w:t>. Kas inimene suudab iseseisvalt  istuvast asendist püsti tõusta?</w:t>
      </w:r>
    </w:p>
    <w:tbl>
      <w:tblPr>
        <w:tblStyle w:val="Kontuurtabel"/>
        <w:tblW w:w="0" w:type="auto"/>
        <w:tblInd w:w="765" w:type="dxa"/>
        <w:tblLook w:val="04A0" w:firstRow="1" w:lastRow="0" w:firstColumn="1" w:lastColumn="0" w:noHBand="0" w:noVBand="1"/>
      </w:tblPr>
      <w:tblGrid>
        <w:gridCol w:w="1073"/>
        <w:gridCol w:w="6521"/>
      </w:tblGrid>
      <w:tr w:rsidR="00F73CD3" w:rsidRPr="00140830" w14:paraId="219664F5" w14:textId="77777777" w:rsidTr="00F73CD3">
        <w:tc>
          <w:tcPr>
            <w:tcW w:w="1073" w:type="dxa"/>
          </w:tcPr>
          <w:p w14:paraId="520FEDF2" w14:textId="77777777" w:rsidR="00F73CD3" w:rsidRPr="00140830" w:rsidRDefault="00F73CD3" w:rsidP="00F73CD3">
            <w:pPr>
              <w:textAlignment w:val="baseline"/>
              <w:rPr>
                <w:rFonts w:eastAsia="Times New Roman"/>
                <w:bCs/>
              </w:rPr>
            </w:pPr>
          </w:p>
          <w:p w14:paraId="48284584" w14:textId="77777777" w:rsidR="00F73CD3" w:rsidRPr="00140830" w:rsidRDefault="00F73CD3" w:rsidP="00F73CD3">
            <w:pPr>
              <w:textAlignment w:val="baseline"/>
              <w:rPr>
                <w:rFonts w:eastAsia="Times New Roman"/>
                <w:bCs/>
              </w:rPr>
            </w:pPr>
            <w:r w:rsidRPr="00140830">
              <w:rPr>
                <w:rFonts w:eastAsia="Times New Roman"/>
                <w:bCs/>
              </w:rPr>
              <w:t>0</w:t>
            </w:r>
          </w:p>
        </w:tc>
        <w:tc>
          <w:tcPr>
            <w:tcW w:w="6521" w:type="dxa"/>
          </w:tcPr>
          <w:p w14:paraId="4BFFA24F" w14:textId="77777777" w:rsidR="00F73CD3" w:rsidRPr="00140830" w:rsidRDefault="00F73CD3" w:rsidP="00F73CD3">
            <w:pPr>
              <w:rPr>
                <w:rFonts w:eastAsia="Times New Roman"/>
                <w:bCs/>
              </w:rPr>
            </w:pPr>
          </w:p>
          <w:p w14:paraId="290283DF" w14:textId="02018A40" w:rsidR="00F73CD3" w:rsidRPr="00140830" w:rsidRDefault="00F73CD3" w:rsidP="00F73CD3">
            <w:pPr>
              <w:textAlignment w:val="baseline"/>
              <w:rPr>
                <w:rFonts w:eastAsia="Times New Roman"/>
                <w:bCs/>
              </w:rPr>
            </w:pPr>
            <w:r w:rsidRPr="00140830">
              <w:rPr>
                <w:rFonts w:eastAsia="Times New Roman"/>
                <w:bCs/>
              </w:rPr>
              <w:t>Jah</w:t>
            </w:r>
            <w:r w:rsidR="001F101A">
              <w:rPr>
                <w:rFonts w:eastAsia="Times New Roman"/>
                <w:bCs/>
              </w:rPr>
              <w:t xml:space="preserve">. Liigu edasi D. 3.4 juurde. </w:t>
            </w:r>
          </w:p>
          <w:p w14:paraId="6089CD50" w14:textId="77777777" w:rsidR="00F73CD3" w:rsidRPr="00140830" w:rsidRDefault="00F73CD3" w:rsidP="00F73CD3">
            <w:pPr>
              <w:rPr>
                <w:rFonts w:eastAsia="Times New Roman"/>
                <w:bCs/>
              </w:rPr>
            </w:pPr>
          </w:p>
        </w:tc>
      </w:tr>
      <w:tr w:rsidR="00F73CD3" w:rsidRPr="00140830" w14:paraId="45367135" w14:textId="77777777" w:rsidTr="00F73CD3">
        <w:tc>
          <w:tcPr>
            <w:tcW w:w="1073" w:type="dxa"/>
          </w:tcPr>
          <w:p w14:paraId="21ABDE40" w14:textId="77777777" w:rsidR="00F73CD3" w:rsidRPr="00140830" w:rsidRDefault="00F73CD3" w:rsidP="00F73CD3">
            <w:pPr>
              <w:textAlignment w:val="baseline"/>
              <w:rPr>
                <w:rFonts w:eastAsia="Times New Roman"/>
                <w:bCs/>
              </w:rPr>
            </w:pPr>
          </w:p>
          <w:p w14:paraId="597A0F85" w14:textId="77777777" w:rsidR="00F73CD3" w:rsidRPr="00140830" w:rsidRDefault="00F73CD3" w:rsidP="00F73CD3">
            <w:pPr>
              <w:textAlignment w:val="baseline"/>
              <w:rPr>
                <w:rFonts w:eastAsia="Times New Roman"/>
                <w:bCs/>
              </w:rPr>
            </w:pPr>
            <w:r w:rsidRPr="00140830">
              <w:rPr>
                <w:rFonts w:eastAsia="Times New Roman"/>
                <w:bCs/>
              </w:rPr>
              <w:t>1</w:t>
            </w:r>
          </w:p>
        </w:tc>
        <w:tc>
          <w:tcPr>
            <w:tcW w:w="6521" w:type="dxa"/>
          </w:tcPr>
          <w:p w14:paraId="3AB24C17" w14:textId="77777777" w:rsidR="00F73CD3" w:rsidRPr="00140830" w:rsidRDefault="00F73CD3" w:rsidP="00F73CD3">
            <w:pPr>
              <w:rPr>
                <w:rFonts w:eastAsia="Times New Roman"/>
                <w:bCs/>
              </w:rPr>
            </w:pPr>
          </w:p>
          <w:p w14:paraId="651DE1F9" w14:textId="2787481F" w:rsidR="00F73CD3" w:rsidRDefault="00F73CD3" w:rsidP="00F73CD3">
            <w:pPr>
              <w:rPr>
                <w:rFonts w:eastAsia="Times New Roman"/>
              </w:rPr>
            </w:pPr>
            <w:r w:rsidRPr="00140830">
              <w:rPr>
                <w:rFonts w:eastAsia="Times New Roman"/>
                <w:bCs/>
              </w:rPr>
              <w:t xml:space="preserve">Ei. Täpsusta, mis seda takistab? </w:t>
            </w:r>
            <w:r w:rsidRPr="00140830">
              <w:rPr>
                <w:rFonts w:eastAsia="Times New Roman"/>
              </w:rPr>
              <w:t xml:space="preserve"> </w:t>
            </w:r>
          </w:p>
          <w:p w14:paraId="0BE687EF" w14:textId="77777777" w:rsidR="00FA6C84" w:rsidRPr="00140830" w:rsidRDefault="00FA6C84" w:rsidP="00F73CD3">
            <w:pPr>
              <w:rPr>
                <w:rFonts w:eastAsia="Times New Roman"/>
              </w:rPr>
            </w:pPr>
          </w:p>
          <w:p w14:paraId="46730292" w14:textId="77777777" w:rsidR="00F73CD3" w:rsidRPr="00140830" w:rsidRDefault="00F73CD3" w:rsidP="00F73CD3">
            <w:pPr>
              <w:rPr>
                <w:rFonts w:eastAsia="Times New Roman"/>
                <w:bCs/>
              </w:rPr>
            </w:pPr>
          </w:p>
        </w:tc>
      </w:tr>
    </w:tbl>
    <w:p w14:paraId="54A1D3BF" w14:textId="77777777"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eastAsia="Times New Roman"/>
          <w:color w:val="auto"/>
          <w:sz w:val="20"/>
          <w:szCs w:val="20"/>
        </w:rPr>
      </w:pPr>
    </w:p>
    <w:p w14:paraId="5F4529E4" w14:textId="18C11AD9" w:rsidR="00F73CD3" w:rsidRPr="00630332" w:rsidRDefault="001F101A" w:rsidP="00F73CD3">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eastAsia="Times New Roman"/>
          <w:b/>
          <w:color w:val="auto"/>
          <w:sz w:val="20"/>
          <w:szCs w:val="20"/>
        </w:rPr>
      </w:pPr>
      <w:r w:rsidRPr="00630332">
        <w:rPr>
          <w:rFonts w:eastAsia="Times New Roman"/>
          <w:b/>
          <w:color w:val="auto"/>
          <w:sz w:val="20"/>
          <w:szCs w:val="20"/>
        </w:rPr>
        <w:t>D.3.4</w:t>
      </w:r>
      <w:r w:rsidR="00F73CD3" w:rsidRPr="00630332">
        <w:rPr>
          <w:rFonts w:eastAsia="Times New Roman"/>
          <w:b/>
          <w:color w:val="auto"/>
          <w:sz w:val="20"/>
          <w:szCs w:val="20"/>
        </w:rPr>
        <w:t xml:space="preserve">. Kas inimene suudab iseseisvalt püsti seista, nt 30 minutit? </w:t>
      </w:r>
    </w:p>
    <w:tbl>
      <w:tblPr>
        <w:tblStyle w:val="Kontuurtabel"/>
        <w:tblW w:w="0" w:type="auto"/>
        <w:tblInd w:w="765" w:type="dxa"/>
        <w:tblLook w:val="04A0" w:firstRow="1" w:lastRow="0" w:firstColumn="1" w:lastColumn="0" w:noHBand="0" w:noVBand="1"/>
      </w:tblPr>
      <w:tblGrid>
        <w:gridCol w:w="1073"/>
        <w:gridCol w:w="6521"/>
      </w:tblGrid>
      <w:tr w:rsidR="00F73CD3" w:rsidRPr="00140830" w14:paraId="25F1C23E" w14:textId="77777777" w:rsidTr="00F73CD3">
        <w:tc>
          <w:tcPr>
            <w:tcW w:w="1073" w:type="dxa"/>
          </w:tcPr>
          <w:p w14:paraId="7B64F20E" w14:textId="77777777" w:rsidR="00F73CD3" w:rsidRPr="00140830" w:rsidRDefault="00F73CD3" w:rsidP="00F73CD3">
            <w:pPr>
              <w:textAlignment w:val="baseline"/>
              <w:rPr>
                <w:rFonts w:eastAsia="Times New Roman"/>
                <w:bCs/>
              </w:rPr>
            </w:pPr>
          </w:p>
          <w:p w14:paraId="6AA7084E" w14:textId="77777777" w:rsidR="00F73CD3" w:rsidRPr="00140830" w:rsidRDefault="00F73CD3" w:rsidP="00F73CD3">
            <w:pPr>
              <w:textAlignment w:val="baseline"/>
              <w:rPr>
                <w:rFonts w:eastAsia="Times New Roman"/>
                <w:bCs/>
              </w:rPr>
            </w:pPr>
            <w:r w:rsidRPr="00140830">
              <w:rPr>
                <w:rFonts w:eastAsia="Times New Roman"/>
                <w:bCs/>
              </w:rPr>
              <w:t>0</w:t>
            </w:r>
          </w:p>
        </w:tc>
        <w:tc>
          <w:tcPr>
            <w:tcW w:w="6521" w:type="dxa"/>
          </w:tcPr>
          <w:p w14:paraId="24F6970B" w14:textId="77777777" w:rsidR="00F73CD3" w:rsidRPr="00140830" w:rsidRDefault="00F73CD3" w:rsidP="00F73CD3">
            <w:pPr>
              <w:rPr>
                <w:rFonts w:eastAsia="Times New Roman"/>
                <w:bCs/>
              </w:rPr>
            </w:pPr>
          </w:p>
          <w:p w14:paraId="230D3A65" w14:textId="51354958" w:rsidR="00F73CD3" w:rsidRPr="00140830" w:rsidRDefault="00F73CD3" w:rsidP="00F73CD3">
            <w:pPr>
              <w:textAlignment w:val="baseline"/>
              <w:rPr>
                <w:rFonts w:eastAsia="Times New Roman"/>
                <w:bCs/>
              </w:rPr>
            </w:pPr>
            <w:r w:rsidRPr="00140830">
              <w:rPr>
                <w:rFonts w:eastAsia="Times New Roman"/>
                <w:bCs/>
              </w:rPr>
              <w:t>Jah</w:t>
            </w:r>
            <w:r w:rsidR="001F101A">
              <w:rPr>
                <w:rFonts w:eastAsia="Times New Roman"/>
                <w:bCs/>
              </w:rPr>
              <w:t>. Liigu edasi D. 3.5. juurde</w:t>
            </w:r>
            <w:r w:rsidRPr="00140830">
              <w:rPr>
                <w:rFonts w:eastAsia="Times New Roman"/>
                <w:bCs/>
              </w:rPr>
              <w:t xml:space="preserve"> </w:t>
            </w:r>
          </w:p>
          <w:p w14:paraId="4D85ED69" w14:textId="77777777" w:rsidR="00F73CD3" w:rsidRPr="00140830" w:rsidRDefault="00F73CD3" w:rsidP="00F73CD3">
            <w:pPr>
              <w:rPr>
                <w:rFonts w:eastAsia="Times New Roman"/>
                <w:bCs/>
              </w:rPr>
            </w:pPr>
          </w:p>
        </w:tc>
      </w:tr>
      <w:tr w:rsidR="00F73CD3" w:rsidRPr="00140830" w14:paraId="075AC6A1" w14:textId="77777777" w:rsidTr="00F73CD3">
        <w:tc>
          <w:tcPr>
            <w:tcW w:w="1073" w:type="dxa"/>
          </w:tcPr>
          <w:p w14:paraId="46B589FB" w14:textId="77777777" w:rsidR="00F73CD3" w:rsidRPr="00140830" w:rsidRDefault="00F73CD3" w:rsidP="00F73CD3">
            <w:pPr>
              <w:textAlignment w:val="baseline"/>
              <w:rPr>
                <w:rFonts w:eastAsia="Times New Roman"/>
                <w:bCs/>
              </w:rPr>
            </w:pPr>
          </w:p>
          <w:p w14:paraId="3D7B4AA2" w14:textId="77777777" w:rsidR="00F73CD3" w:rsidRPr="00140830" w:rsidRDefault="00F73CD3" w:rsidP="00F73CD3">
            <w:pPr>
              <w:textAlignment w:val="baseline"/>
              <w:rPr>
                <w:rFonts w:eastAsia="Times New Roman"/>
                <w:bCs/>
              </w:rPr>
            </w:pPr>
            <w:r w:rsidRPr="00140830">
              <w:rPr>
                <w:rFonts w:eastAsia="Times New Roman"/>
                <w:bCs/>
              </w:rPr>
              <w:t>1</w:t>
            </w:r>
          </w:p>
        </w:tc>
        <w:tc>
          <w:tcPr>
            <w:tcW w:w="6521" w:type="dxa"/>
          </w:tcPr>
          <w:p w14:paraId="3DEB0AA2" w14:textId="77777777" w:rsidR="00F73CD3" w:rsidRPr="00140830" w:rsidRDefault="00F73CD3" w:rsidP="00F73CD3">
            <w:pPr>
              <w:rPr>
                <w:rFonts w:eastAsia="Times New Roman"/>
                <w:bCs/>
              </w:rPr>
            </w:pPr>
          </w:p>
          <w:p w14:paraId="7D03C443" w14:textId="77777777" w:rsidR="00F73CD3" w:rsidRPr="00140830" w:rsidRDefault="00F73CD3" w:rsidP="00F73CD3">
            <w:pPr>
              <w:rPr>
                <w:rFonts w:eastAsia="Times New Roman"/>
              </w:rPr>
            </w:pPr>
            <w:r w:rsidRPr="00140830">
              <w:rPr>
                <w:rFonts w:eastAsia="Times New Roman"/>
                <w:bCs/>
              </w:rPr>
              <w:t xml:space="preserve">Ei. Täpsusta, mis seda takistab? </w:t>
            </w:r>
            <w:r w:rsidRPr="00140830">
              <w:rPr>
                <w:rFonts w:eastAsia="Times New Roman"/>
              </w:rPr>
              <w:t xml:space="preserve"> </w:t>
            </w:r>
          </w:p>
          <w:p w14:paraId="148D2F42" w14:textId="77777777" w:rsidR="00F73CD3" w:rsidRPr="00140830" w:rsidRDefault="00F73CD3" w:rsidP="00F73CD3">
            <w:pPr>
              <w:rPr>
                <w:rFonts w:eastAsia="Times New Roman"/>
                <w:bCs/>
              </w:rPr>
            </w:pPr>
          </w:p>
        </w:tc>
      </w:tr>
    </w:tbl>
    <w:p w14:paraId="4082C530" w14:textId="77777777"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p>
    <w:p w14:paraId="73D38CD7" w14:textId="77777777"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p>
    <w:p w14:paraId="15CEFC1C" w14:textId="4A72A4D7" w:rsidR="00F73CD3" w:rsidRPr="00140830" w:rsidRDefault="001F101A"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r>
        <w:rPr>
          <w:rFonts w:eastAsia="Times New Roman"/>
          <w:b/>
          <w:bCs/>
          <w:color w:val="auto"/>
          <w:sz w:val="20"/>
          <w:szCs w:val="20"/>
        </w:rPr>
        <w:t>D.3.5.</w:t>
      </w:r>
      <w:r w:rsidR="00F73CD3" w:rsidRPr="00140830">
        <w:rPr>
          <w:rFonts w:eastAsia="Times New Roman"/>
          <w:b/>
          <w:bCs/>
          <w:color w:val="auto"/>
          <w:sz w:val="20"/>
          <w:szCs w:val="20"/>
        </w:rPr>
        <w:t xml:space="preserve"> Kas inimene suudab iseseisvalt liikuda väljaspool eluruume (sh füüsiline liikumine, transpordi planeerimine, transpordi k</w:t>
      </w:r>
      <w:r w:rsidR="00FA6C84">
        <w:rPr>
          <w:rFonts w:eastAsia="Times New Roman"/>
          <w:b/>
          <w:bCs/>
          <w:color w:val="auto"/>
          <w:sz w:val="20"/>
          <w:szCs w:val="20"/>
        </w:rPr>
        <w:t>asutamine)</w:t>
      </w:r>
      <w:r w:rsidR="00F73CD3" w:rsidRPr="00140830">
        <w:rPr>
          <w:rFonts w:eastAsia="Times New Roman"/>
          <w:b/>
          <w:bCs/>
          <w:color w:val="auto"/>
          <w:sz w:val="20"/>
          <w:szCs w:val="20"/>
        </w:rPr>
        <w:t>?</w:t>
      </w:r>
    </w:p>
    <w:tbl>
      <w:tblPr>
        <w:tblStyle w:val="Kontuurtabel"/>
        <w:tblW w:w="0" w:type="auto"/>
        <w:tblInd w:w="765" w:type="dxa"/>
        <w:tblLook w:val="04A0" w:firstRow="1" w:lastRow="0" w:firstColumn="1" w:lastColumn="0" w:noHBand="0" w:noVBand="1"/>
      </w:tblPr>
      <w:tblGrid>
        <w:gridCol w:w="1073"/>
        <w:gridCol w:w="8505"/>
      </w:tblGrid>
      <w:tr w:rsidR="00F73CD3" w:rsidRPr="00140830" w14:paraId="4368C225" w14:textId="77777777" w:rsidTr="00F73CD3">
        <w:tc>
          <w:tcPr>
            <w:tcW w:w="1073" w:type="dxa"/>
          </w:tcPr>
          <w:p w14:paraId="40AA7625" w14:textId="77777777" w:rsidR="00F73CD3" w:rsidRPr="00140830" w:rsidRDefault="00F73CD3" w:rsidP="00F73CD3">
            <w:pPr>
              <w:textAlignment w:val="baseline"/>
              <w:rPr>
                <w:rFonts w:eastAsia="Times New Roman"/>
                <w:bCs/>
              </w:rPr>
            </w:pPr>
          </w:p>
          <w:p w14:paraId="66833737" w14:textId="77777777" w:rsidR="00F73CD3" w:rsidRPr="00140830" w:rsidRDefault="00F73CD3" w:rsidP="00F73CD3">
            <w:pPr>
              <w:textAlignment w:val="baseline"/>
              <w:rPr>
                <w:rFonts w:eastAsia="Times New Roman"/>
                <w:bCs/>
              </w:rPr>
            </w:pPr>
            <w:r w:rsidRPr="00140830">
              <w:rPr>
                <w:rFonts w:eastAsia="Times New Roman"/>
                <w:bCs/>
              </w:rPr>
              <w:t>0</w:t>
            </w:r>
          </w:p>
        </w:tc>
        <w:tc>
          <w:tcPr>
            <w:tcW w:w="8505" w:type="dxa"/>
          </w:tcPr>
          <w:p w14:paraId="52EA27A6" w14:textId="77777777" w:rsidR="00F73CD3" w:rsidRPr="00140830" w:rsidRDefault="00F73CD3" w:rsidP="00F73CD3">
            <w:pPr>
              <w:rPr>
                <w:rFonts w:eastAsia="Times New Roman"/>
                <w:bCs/>
              </w:rPr>
            </w:pPr>
          </w:p>
          <w:p w14:paraId="7BFFF001" w14:textId="77777777" w:rsidR="00F73CD3" w:rsidRPr="00140830" w:rsidRDefault="00F73CD3" w:rsidP="00F73CD3">
            <w:pPr>
              <w:textAlignment w:val="baseline"/>
              <w:rPr>
                <w:rFonts w:eastAsia="Times New Roman"/>
                <w:bCs/>
              </w:rPr>
            </w:pPr>
            <w:r w:rsidRPr="00140830">
              <w:rPr>
                <w:rFonts w:eastAsia="Times New Roman"/>
                <w:bCs/>
              </w:rPr>
              <w:t>Jah -  tähista all olevas tabelis vastusevariant 0 ja liigu edasi D.7.3.  juurde</w:t>
            </w:r>
          </w:p>
          <w:p w14:paraId="24A75B5D" w14:textId="77777777" w:rsidR="00F73CD3" w:rsidRPr="00140830" w:rsidRDefault="00F73CD3" w:rsidP="00F73CD3">
            <w:pPr>
              <w:rPr>
                <w:rFonts w:eastAsia="Times New Roman"/>
                <w:bCs/>
              </w:rPr>
            </w:pPr>
          </w:p>
        </w:tc>
      </w:tr>
      <w:tr w:rsidR="00F73CD3" w:rsidRPr="00140830" w14:paraId="3EE879E5" w14:textId="77777777" w:rsidTr="00F73CD3">
        <w:tc>
          <w:tcPr>
            <w:tcW w:w="1073" w:type="dxa"/>
          </w:tcPr>
          <w:p w14:paraId="24ECEA99" w14:textId="77777777" w:rsidR="00F73CD3" w:rsidRPr="00140830" w:rsidRDefault="00F73CD3" w:rsidP="00F73CD3">
            <w:pPr>
              <w:textAlignment w:val="baseline"/>
              <w:rPr>
                <w:rFonts w:eastAsia="Times New Roman"/>
                <w:bCs/>
              </w:rPr>
            </w:pPr>
            <w:r w:rsidRPr="00140830">
              <w:rPr>
                <w:rFonts w:eastAsia="Times New Roman"/>
                <w:bCs/>
              </w:rPr>
              <w:lastRenderedPageBreak/>
              <w:t>1</w:t>
            </w:r>
          </w:p>
        </w:tc>
        <w:tc>
          <w:tcPr>
            <w:tcW w:w="8505" w:type="dxa"/>
          </w:tcPr>
          <w:p w14:paraId="2FF0AB4D" w14:textId="77777777" w:rsidR="00F73CD3" w:rsidRPr="00140830" w:rsidRDefault="00F73CD3" w:rsidP="00F73CD3">
            <w:pPr>
              <w:rPr>
                <w:rFonts w:eastAsia="Times New Roman"/>
                <w:bCs/>
              </w:rPr>
            </w:pPr>
            <w:r w:rsidRPr="00140830">
              <w:rPr>
                <w:rFonts w:eastAsia="Times New Roman"/>
                <w:bCs/>
              </w:rPr>
              <w:t>Ei     - t</w:t>
            </w:r>
            <w:r w:rsidRPr="00140830">
              <w:rPr>
                <w:rFonts w:eastAsia="Times New Roman"/>
              </w:rPr>
              <w:t xml:space="preserve">ähista all olevas tabelis sobiv vastuse variant ja lisa täpsustav kommentaar inimese liikumise kohta väljaspool eluruume. </w:t>
            </w:r>
          </w:p>
        </w:tc>
      </w:tr>
    </w:tbl>
    <w:p w14:paraId="496B9932" w14:textId="5A9FD2CC"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p>
    <w:tbl>
      <w:tblPr>
        <w:tblW w:w="14562" w:type="dxa"/>
        <w:tblInd w:w="-10" w:type="dxa"/>
        <w:tblCellMar>
          <w:top w:w="15" w:type="dxa"/>
          <w:left w:w="15" w:type="dxa"/>
          <w:bottom w:w="15" w:type="dxa"/>
          <w:right w:w="15" w:type="dxa"/>
        </w:tblCellMar>
        <w:tblLook w:val="04A0" w:firstRow="1" w:lastRow="0" w:firstColumn="1" w:lastColumn="0" w:noHBand="0" w:noVBand="1"/>
      </w:tblPr>
      <w:tblGrid>
        <w:gridCol w:w="504"/>
        <w:gridCol w:w="4316"/>
        <w:gridCol w:w="9742"/>
      </w:tblGrid>
      <w:tr w:rsidR="00F73CD3" w:rsidRPr="00140830" w14:paraId="40D41C95" w14:textId="77777777" w:rsidTr="00F73CD3">
        <w:tc>
          <w:tcPr>
            <w:tcW w:w="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E101AF" w14:textId="444D624D" w:rsidR="00F73CD3" w:rsidRPr="00140830" w:rsidRDefault="00FA6C84"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0</w:t>
            </w:r>
          </w:p>
        </w:tc>
        <w:tc>
          <w:tcPr>
            <w:tcW w:w="4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0A6D58" w14:textId="690AD02D"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Iseseisev</w:t>
            </w: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11897B" w14:textId="77777777"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Ei vaja toetust. </w:t>
            </w:r>
          </w:p>
        </w:tc>
      </w:tr>
      <w:tr w:rsidR="00F73CD3" w:rsidRPr="00140830" w14:paraId="16ED5C44" w14:textId="77777777" w:rsidTr="00F73CD3">
        <w:tc>
          <w:tcPr>
            <w:tcW w:w="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59655C" w14:textId="522D8B80" w:rsidR="00F73CD3" w:rsidRPr="00140830" w:rsidRDefault="00FA6C84"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w:t>
            </w:r>
          </w:p>
        </w:tc>
        <w:tc>
          <w:tcPr>
            <w:tcW w:w="4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923D1C" w14:textId="57E84F0C"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Madal toetusvajadus </w:t>
            </w: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3F27F9" w14:textId="06E71349"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aeg-ajalt meelde</w:t>
            </w:r>
            <w:r w:rsidR="00FA6C84">
              <w:rPr>
                <w:rFonts w:eastAsia="Times New Roman"/>
                <w:color w:val="auto"/>
                <w:sz w:val="20"/>
                <w:szCs w:val="20"/>
                <w:shd w:val="clear" w:color="auto" w:fill="FFFFFF"/>
              </w:rPr>
              <w:t xml:space="preserve"> </w:t>
            </w:r>
            <w:r w:rsidRPr="00140830">
              <w:rPr>
                <w:rFonts w:eastAsia="Times New Roman"/>
                <w:color w:val="auto"/>
                <w:sz w:val="20"/>
                <w:szCs w:val="20"/>
                <w:shd w:val="clear" w:color="auto" w:fill="FFFFFF"/>
              </w:rPr>
              <w:t>tuletamist või toetust. Nt uute teenuste kasutamisel, uue abivahendi, transpordivahendi või marsruudi kasutama õppimisel. Ebatavaliste, ootamatute ja/või erakorraliste olukordade puhul, üldiselt suudab väljaspool eluruume  iseseisvalt liikuda  ning see vastab  inimese võimekusele.</w:t>
            </w:r>
          </w:p>
        </w:tc>
      </w:tr>
      <w:tr w:rsidR="00F73CD3" w:rsidRPr="00140830" w14:paraId="2D56C310" w14:textId="77777777" w:rsidTr="00F73CD3">
        <w:tc>
          <w:tcPr>
            <w:tcW w:w="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F96A41" w14:textId="1535595F" w:rsidR="00F73CD3" w:rsidRPr="00140830" w:rsidRDefault="00FA6C84"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w:t>
            </w:r>
          </w:p>
        </w:tc>
        <w:tc>
          <w:tcPr>
            <w:tcW w:w="4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6E1961" w14:textId="614F8AEE"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Keskmine toetusvajadus</w:t>
            </w: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D068F1" w14:textId="348270CF"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Vajab </w:t>
            </w:r>
            <w:r w:rsidR="00FA6C84">
              <w:rPr>
                <w:rFonts w:eastAsia="Times New Roman"/>
                <w:color w:val="auto"/>
                <w:sz w:val="20"/>
                <w:szCs w:val="20"/>
                <w:shd w:val="clear" w:color="auto" w:fill="FFFFFF"/>
              </w:rPr>
              <w:t xml:space="preserve">regulaarselt juhendamist ja abi liikumisel, mis jääb väljapoole tavapäraseid eluruume. Vajab juhendamist ja aeg-ajalt abi, kuidas kasutada ühistransporti või tellida sotsiaaltransporti. Sh transpordi korraldamisel. </w:t>
            </w:r>
          </w:p>
        </w:tc>
      </w:tr>
      <w:tr w:rsidR="00F73CD3" w:rsidRPr="00140830" w14:paraId="4E76C429" w14:textId="77777777" w:rsidTr="00F73CD3">
        <w:tc>
          <w:tcPr>
            <w:tcW w:w="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860AA9" w14:textId="731131EB" w:rsidR="00F73CD3" w:rsidRPr="00140830" w:rsidRDefault="00FA6C84"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3</w:t>
            </w:r>
          </w:p>
        </w:tc>
        <w:tc>
          <w:tcPr>
            <w:tcW w:w="4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53EB08" w14:textId="01D188AB"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Kõrge toetusvajadus</w:t>
            </w: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6C72A4" w14:textId="0F040DD7" w:rsidR="00FA6C84" w:rsidRPr="00FA6C84"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shd w:val="clear" w:color="auto" w:fill="FFFFFF"/>
              </w:rPr>
            </w:pPr>
            <w:r w:rsidRPr="00140830">
              <w:rPr>
                <w:rFonts w:eastAsia="Times New Roman"/>
                <w:color w:val="auto"/>
                <w:sz w:val="20"/>
                <w:szCs w:val="20"/>
                <w:shd w:val="clear" w:color="auto" w:fill="FFFFFF"/>
              </w:rPr>
              <w:t xml:space="preserve">Vajab igapäevaselt </w:t>
            </w:r>
            <w:proofErr w:type="spellStart"/>
            <w:r w:rsidRPr="00140830">
              <w:rPr>
                <w:rFonts w:eastAsia="Times New Roman"/>
                <w:color w:val="auto"/>
                <w:sz w:val="20"/>
                <w:szCs w:val="20"/>
              </w:rPr>
              <w:t>kõrvalabi</w:t>
            </w:r>
            <w:proofErr w:type="spellEnd"/>
            <w:r w:rsidRPr="00140830">
              <w:rPr>
                <w:rFonts w:eastAsia="Times New Roman"/>
                <w:color w:val="auto"/>
                <w:sz w:val="20"/>
                <w:szCs w:val="20"/>
              </w:rPr>
              <w:t xml:space="preserve"> ja toetust</w:t>
            </w:r>
            <w:r w:rsidRPr="00140830">
              <w:rPr>
                <w:rFonts w:eastAsia="Times New Roman"/>
                <w:color w:val="auto"/>
                <w:sz w:val="20"/>
                <w:szCs w:val="20"/>
                <w:shd w:val="clear" w:color="auto" w:fill="FFFFFF"/>
              </w:rPr>
              <w:t>.</w:t>
            </w:r>
            <w:r w:rsidR="00FA6C84">
              <w:rPr>
                <w:rFonts w:eastAsia="Times New Roman"/>
                <w:color w:val="auto"/>
                <w:sz w:val="20"/>
                <w:szCs w:val="20"/>
                <w:shd w:val="clear" w:color="auto" w:fill="FFFFFF"/>
              </w:rPr>
              <w:t xml:space="preserve"> Vajab pidevalt, et keegi abistaks või toetaks, kui on vaja kasutada ühistransporti või sotsiaaltransporti või liikuda tuttavatest eluruumidest väljaspool. </w:t>
            </w:r>
          </w:p>
        </w:tc>
      </w:tr>
      <w:tr w:rsidR="00F73CD3" w:rsidRPr="00140830" w14:paraId="036E043A" w14:textId="77777777" w:rsidTr="00F73CD3">
        <w:tc>
          <w:tcPr>
            <w:tcW w:w="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5036C8" w14:textId="1211CCC5" w:rsidR="00F73CD3" w:rsidRPr="00140830" w:rsidRDefault="00FA6C84"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4</w:t>
            </w:r>
          </w:p>
        </w:tc>
        <w:tc>
          <w:tcPr>
            <w:tcW w:w="4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5260FC" w14:textId="23498803"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Äärmuslik toetusvajadus</w:t>
            </w: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5F8493" w14:textId="29961E96"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rPr>
              <w:t>Vajab hooldust ja/või järelevalvet ja tegevuste üle võtmist.</w:t>
            </w:r>
            <w:r w:rsidR="00FA6C84">
              <w:rPr>
                <w:rFonts w:eastAsia="Times New Roman"/>
                <w:color w:val="auto"/>
                <w:sz w:val="20"/>
                <w:szCs w:val="20"/>
              </w:rPr>
              <w:t xml:space="preserve"> Ei ole võimeline ise liikuma väljaspool eluruume, kasutama ühistransporti, sotsiaaltransporti ega ka neid tellima. </w:t>
            </w:r>
          </w:p>
        </w:tc>
      </w:tr>
      <w:tr w:rsidR="00F73CD3" w:rsidRPr="00140830" w14:paraId="77137515" w14:textId="77777777" w:rsidTr="00F73CD3">
        <w:trPr>
          <w:trHeight w:val="960"/>
        </w:trPr>
        <w:tc>
          <w:tcPr>
            <w:tcW w:w="48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A4CC42" w14:textId="0A9D80E9"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18"/>
                <w:szCs w:val="18"/>
              </w:rPr>
            </w:pPr>
            <w:r w:rsidRPr="00140830">
              <w:rPr>
                <w:rFonts w:eastAsia="Times New Roman"/>
                <w:bCs/>
                <w:color w:val="auto"/>
                <w:sz w:val="20"/>
                <w:szCs w:val="20"/>
              </w:rPr>
              <w:t>D.</w:t>
            </w:r>
            <w:r w:rsidR="001F101A">
              <w:rPr>
                <w:rFonts w:eastAsia="Times New Roman"/>
                <w:bCs/>
                <w:color w:val="auto"/>
                <w:sz w:val="20"/>
                <w:szCs w:val="20"/>
              </w:rPr>
              <w:t>3</w:t>
            </w:r>
            <w:r w:rsidRPr="00140830">
              <w:rPr>
                <w:rFonts w:eastAsia="Times New Roman"/>
                <w:bCs/>
                <w:color w:val="auto"/>
                <w:sz w:val="20"/>
                <w:szCs w:val="20"/>
              </w:rPr>
              <w:t>.</w:t>
            </w:r>
            <w:r w:rsidR="001F101A">
              <w:rPr>
                <w:rFonts w:eastAsia="Times New Roman"/>
                <w:bCs/>
                <w:color w:val="auto"/>
                <w:sz w:val="20"/>
                <w:szCs w:val="20"/>
              </w:rPr>
              <w:t>5.</w:t>
            </w:r>
            <w:r w:rsidRPr="00140830">
              <w:rPr>
                <w:rFonts w:eastAsia="Times New Roman"/>
                <w:bCs/>
                <w:color w:val="auto"/>
                <w:sz w:val="20"/>
                <w:szCs w:val="20"/>
              </w:rPr>
              <w:t>1.</w:t>
            </w:r>
            <w:r w:rsidRPr="00140830">
              <w:rPr>
                <w:rFonts w:eastAsia="Times New Roman"/>
                <w:color w:val="auto"/>
                <w:sz w:val="20"/>
                <w:szCs w:val="20"/>
                <w:shd w:val="clear" w:color="auto" w:fill="FFFFFF"/>
              </w:rPr>
              <w:t xml:space="preserve">Kommentaar või lühikirjeldus </w:t>
            </w:r>
            <w:r w:rsidRPr="00140830">
              <w:rPr>
                <w:rFonts w:eastAsia="Times New Roman"/>
                <w:color w:val="auto"/>
                <w:sz w:val="18"/>
                <w:szCs w:val="18"/>
                <w:shd w:val="clear" w:color="auto" w:fill="FFFFFF"/>
              </w:rPr>
              <w:t>(nt tuua</w:t>
            </w:r>
            <w:r w:rsidRPr="00140830">
              <w:rPr>
                <w:rFonts w:eastAsia="Times New Roman"/>
                <w:color w:val="auto"/>
                <w:sz w:val="18"/>
                <w:szCs w:val="18"/>
              </w:rPr>
              <w:t xml:space="preserve"> välja konkreetsed </w:t>
            </w:r>
            <w:r w:rsidRPr="00140830">
              <w:rPr>
                <w:rFonts w:eastAsia="Times New Roman"/>
                <w:b/>
                <w:bCs/>
                <w:color w:val="auto"/>
                <w:sz w:val="18"/>
                <w:szCs w:val="18"/>
              </w:rPr>
              <w:t>eripärad ja/või spetsiifika</w:t>
            </w:r>
            <w:r w:rsidRPr="00140830">
              <w:rPr>
                <w:rFonts w:eastAsia="Times New Roman"/>
                <w:color w:val="auto"/>
                <w:sz w:val="18"/>
                <w:szCs w:val="18"/>
              </w:rPr>
              <w:t xml:space="preserve">, mis aspektis või takistuste tõttu ei suuda isik väljaspool eluruume liikuda, mis seda takistab, milles täpsemalt vajab selles valdkonnas toetust. Võib märkida ka isiku </w:t>
            </w:r>
            <w:r w:rsidRPr="00140830">
              <w:rPr>
                <w:rFonts w:eastAsia="Times New Roman"/>
                <w:b/>
                <w:bCs/>
                <w:color w:val="auto"/>
                <w:sz w:val="18"/>
                <w:szCs w:val="18"/>
              </w:rPr>
              <w:t xml:space="preserve">tugevused ja võimalused </w:t>
            </w:r>
            <w:r w:rsidRPr="00140830">
              <w:rPr>
                <w:rFonts w:eastAsia="Times New Roman"/>
                <w:bCs/>
                <w:color w:val="auto"/>
                <w:sz w:val="18"/>
                <w:szCs w:val="18"/>
              </w:rPr>
              <w:t>selles valdkonnas</w:t>
            </w:r>
            <w:r w:rsidRPr="00140830">
              <w:rPr>
                <w:rFonts w:eastAsia="Times New Roman"/>
                <w:color w:val="auto"/>
                <w:sz w:val="18"/>
                <w:szCs w:val="18"/>
              </w:rPr>
              <w:t>, sh isiku motivatsioon iseseisvalt liikuma hakata ja abi vastu võtta).</w:t>
            </w:r>
          </w:p>
          <w:p w14:paraId="033CD9BF" w14:textId="77777777"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7A18BA" w14:textId="77777777"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p>
        </w:tc>
      </w:tr>
      <w:tr w:rsidR="00F73CD3" w:rsidRPr="00140830" w14:paraId="1FC590C4" w14:textId="77777777" w:rsidTr="00F73CD3">
        <w:trPr>
          <w:trHeight w:val="960"/>
        </w:trPr>
        <w:tc>
          <w:tcPr>
            <w:tcW w:w="48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7F8B7C" w14:textId="4D7AD0B8" w:rsidR="00F73CD3" w:rsidRPr="00140830" w:rsidRDefault="001F101A"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eastAsia="Times New Roman"/>
                <w:bCs/>
                <w:color w:val="auto"/>
                <w:sz w:val="20"/>
                <w:szCs w:val="20"/>
              </w:rPr>
              <w:t>D.3.5</w:t>
            </w:r>
            <w:r w:rsidR="00F73CD3" w:rsidRPr="00140830">
              <w:rPr>
                <w:rFonts w:eastAsia="Times New Roman"/>
                <w:bCs/>
                <w:color w:val="auto"/>
                <w:sz w:val="20"/>
                <w:szCs w:val="20"/>
              </w:rPr>
              <w:t>.2.</w:t>
            </w:r>
            <w:r w:rsidR="00F73CD3" w:rsidRPr="00140830">
              <w:rPr>
                <w:rFonts w:eastAsia="Times New Roman"/>
                <w:b/>
                <w:bCs/>
                <w:color w:val="auto"/>
                <w:sz w:val="20"/>
                <w:szCs w:val="20"/>
              </w:rPr>
              <w:t xml:space="preserve"> </w:t>
            </w:r>
            <w:r w:rsidR="00F73CD3" w:rsidRPr="00140830">
              <w:rPr>
                <w:rFonts w:eastAsia="Times New Roman"/>
                <w:color w:val="auto"/>
                <w:sz w:val="20"/>
                <w:szCs w:val="20"/>
                <w:shd w:val="clear" w:color="auto" w:fill="FFFFFF"/>
              </w:rPr>
              <w:t>Kas ja kuidas on toetus täna korraldatud? (sh sotsiaalteenuste, pere jt poolt pakutav)</w:t>
            </w: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16DA67" w14:textId="77777777"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F73CD3" w:rsidRPr="00140830" w14:paraId="7BD4F203" w14:textId="77777777" w:rsidTr="00F73CD3">
        <w:trPr>
          <w:trHeight w:val="960"/>
        </w:trPr>
        <w:tc>
          <w:tcPr>
            <w:tcW w:w="48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4F5FAE" w14:textId="1B7FA8CE" w:rsidR="00F73CD3" w:rsidRPr="00140830" w:rsidRDefault="001F101A"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eastAsia="Times New Roman"/>
                <w:bCs/>
                <w:color w:val="auto"/>
                <w:sz w:val="20"/>
                <w:szCs w:val="20"/>
              </w:rPr>
              <w:t>D.3.5</w:t>
            </w:r>
            <w:r w:rsidR="00F73CD3" w:rsidRPr="00140830">
              <w:rPr>
                <w:rFonts w:eastAsia="Times New Roman"/>
                <w:bCs/>
                <w:color w:val="auto"/>
                <w:sz w:val="20"/>
                <w:szCs w:val="20"/>
              </w:rPr>
              <w:t>.3.</w:t>
            </w:r>
            <w:r w:rsidR="00F73CD3" w:rsidRPr="00140830">
              <w:rPr>
                <w:rFonts w:eastAsia="Times New Roman"/>
                <w:b/>
                <w:bCs/>
                <w:color w:val="auto"/>
                <w:sz w:val="20"/>
                <w:szCs w:val="20"/>
              </w:rPr>
              <w:t xml:space="preserve"> </w:t>
            </w:r>
            <w:r w:rsidR="00F73CD3" w:rsidRPr="00140830">
              <w:rPr>
                <w:rFonts w:eastAsia="Times New Roman"/>
                <w:color w:val="auto"/>
                <w:sz w:val="20"/>
                <w:szCs w:val="20"/>
                <w:shd w:val="clear" w:color="auto" w:fill="FFFFFF"/>
              </w:rPr>
              <w:t>Kõige olulisemad vajadused ja tähelepanupunktid (hindaja ja võrgustiku hinnangul)</w:t>
            </w: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16840E" w14:textId="77777777"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F73CD3" w:rsidRPr="00140830" w14:paraId="5D7D8E00" w14:textId="77777777" w:rsidTr="00F73CD3">
        <w:trPr>
          <w:trHeight w:val="960"/>
        </w:trPr>
        <w:tc>
          <w:tcPr>
            <w:tcW w:w="48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5550B5" w14:textId="1A340B31" w:rsidR="00F73CD3" w:rsidRPr="00140830" w:rsidRDefault="001F101A"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Cs/>
                <w:color w:val="auto"/>
                <w:sz w:val="20"/>
                <w:szCs w:val="20"/>
              </w:rPr>
            </w:pPr>
            <w:r>
              <w:rPr>
                <w:rFonts w:eastAsia="Times New Roman"/>
                <w:bCs/>
                <w:color w:val="auto"/>
                <w:sz w:val="20"/>
                <w:szCs w:val="20"/>
              </w:rPr>
              <w:lastRenderedPageBreak/>
              <w:t>D.3.5</w:t>
            </w:r>
            <w:r w:rsidR="00F73CD3" w:rsidRPr="00140830">
              <w:rPr>
                <w:rFonts w:eastAsia="Times New Roman"/>
                <w:bCs/>
                <w:color w:val="auto"/>
                <w:sz w:val="20"/>
                <w:szCs w:val="20"/>
              </w:rPr>
              <w:t>.4. Inimese enda poolt nimetatud vajadused</w:t>
            </w: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05EDB8" w14:textId="77777777"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bl>
    <w:p w14:paraId="34BD6E0B" w14:textId="77777777" w:rsidR="00F73CD3" w:rsidRPr="00140830" w:rsidRDefault="00F73CD3" w:rsidP="00F73CD3">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p>
    <w:p w14:paraId="51EC8035" w14:textId="6B8175E3" w:rsidR="004F7A48" w:rsidRPr="00140830" w:rsidRDefault="00F92F9A"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rPr>
      </w:pPr>
      <w:r w:rsidRPr="00140830">
        <w:rPr>
          <w:rFonts w:eastAsia="Times New Roman"/>
          <w:b/>
          <w:bCs/>
          <w:color w:val="auto"/>
        </w:rPr>
        <w:t>D</w:t>
      </w:r>
      <w:r w:rsidR="004F7A48" w:rsidRPr="00140830">
        <w:rPr>
          <w:rFonts w:eastAsia="Times New Roman"/>
          <w:b/>
          <w:bCs/>
          <w:color w:val="auto"/>
        </w:rPr>
        <w:t xml:space="preserve">.4.HÕIVATUS </w:t>
      </w:r>
    </w:p>
    <w:p w14:paraId="34AEB992" w14:textId="39242D8C" w:rsidR="00C50927" w:rsidRPr="00140830" w:rsidRDefault="00C50927"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rPr>
      </w:pPr>
      <w:r w:rsidRPr="00140830">
        <w:rPr>
          <w:rFonts w:eastAsia="Times New Roman"/>
          <w:b/>
          <w:bCs/>
          <w:color w:val="auto"/>
        </w:rPr>
        <w:tab/>
      </w:r>
      <w:r w:rsidR="00F92F9A" w:rsidRPr="00140830">
        <w:rPr>
          <w:rFonts w:eastAsia="Times New Roman"/>
          <w:b/>
          <w:bCs/>
          <w:color w:val="auto"/>
        </w:rPr>
        <w:t>D</w:t>
      </w:r>
      <w:r w:rsidRPr="00140830">
        <w:rPr>
          <w:rFonts w:eastAsia="Times New Roman"/>
          <w:b/>
          <w:bCs/>
          <w:color w:val="auto"/>
        </w:rPr>
        <w:t xml:space="preserve">.4.1. Kas isik on töö, õppimise vm hõivega seotud? </w:t>
      </w:r>
      <w:r w:rsidR="00746C9E" w:rsidRPr="00140830">
        <w:rPr>
          <w:rFonts w:eastAsia="Times New Roman"/>
          <w:b/>
          <w:bCs/>
          <w:color w:val="auto"/>
        </w:rPr>
        <w:t xml:space="preserve">Elektroonilise vormi puhul, kui eelnevalt oli märgitud PKT või tööturu teenused, siis peaks siia koheselt lisanduma vastus „JAH“ ja kommentaaride lahtris tuleb täpsustada, mis hõive liigiga on inimene seotud </w:t>
      </w:r>
    </w:p>
    <w:tbl>
      <w:tblPr>
        <w:tblStyle w:val="Kontuurtabel"/>
        <w:tblW w:w="0" w:type="auto"/>
        <w:tblInd w:w="720" w:type="dxa"/>
        <w:tblLook w:val="04A0" w:firstRow="1" w:lastRow="0" w:firstColumn="1" w:lastColumn="0" w:noHBand="0" w:noVBand="1"/>
      </w:tblPr>
      <w:tblGrid>
        <w:gridCol w:w="2117"/>
        <w:gridCol w:w="3821"/>
      </w:tblGrid>
      <w:tr w:rsidR="00140830" w:rsidRPr="00140830" w14:paraId="174E3763" w14:textId="77777777" w:rsidTr="00D35948">
        <w:tc>
          <w:tcPr>
            <w:tcW w:w="2117" w:type="dxa"/>
          </w:tcPr>
          <w:p w14:paraId="08D68E85" w14:textId="43783A64" w:rsidR="00C50927" w:rsidRPr="00140830" w:rsidRDefault="000E3BA1" w:rsidP="00173D41">
            <w:pPr>
              <w:pStyle w:val="Loendilik"/>
              <w:textAlignment w:val="baseline"/>
              <w:rPr>
                <w:rFonts w:eastAsia="Times New Roman" w:cs="Arial"/>
              </w:rPr>
            </w:pPr>
            <w:r>
              <w:rPr>
                <w:rFonts w:eastAsia="Times New Roman" w:cs="Arial"/>
              </w:rPr>
              <w:t>0</w:t>
            </w:r>
          </w:p>
        </w:tc>
        <w:tc>
          <w:tcPr>
            <w:tcW w:w="3821" w:type="dxa"/>
          </w:tcPr>
          <w:p w14:paraId="2A263865" w14:textId="15824D68" w:rsidR="00C50927" w:rsidRPr="00140830" w:rsidRDefault="00C50927" w:rsidP="00173D41">
            <w:pPr>
              <w:textAlignment w:val="baseline"/>
              <w:rPr>
                <w:rFonts w:eastAsia="Times New Roman"/>
              </w:rPr>
            </w:pPr>
            <w:r w:rsidRPr="00140830">
              <w:rPr>
                <w:rFonts w:eastAsia="Times New Roman"/>
              </w:rPr>
              <w:t>Ei</w:t>
            </w:r>
          </w:p>
        </w:tc>
      </w:tr>
      <w:tr w:rsidR="00140830" w:rsidRPr="00140830" w14:paraId="05E14362" w14:textId="77777777" w:rsidTr="00D35948">
        <w:tc>
          <w:tcPr>
            <w:tcW w:w="2117" w:type="dxa"/>
          </w:tcPr>
          <w:p w14:paraId="2EAF8963" w14:textId="0981364A" w:rsidR="00C50927" w:rsidRPr="00140830" w:rsidRDefault="000E3BA1" w:rsidP="00173D41">
            <w:pPr>
              <w:pStyle w:val="Loendilik"/>
              <w:textAlignment w:val="baseline"/>
              <w:rPr>
                <w:rFonts w:eastAsia="Times New Roman" w:cs="Arial"/>
              </w:rPr>
            </w:pPr>
            <w:r>
              <w:rPr>
                <w:rFonts w:eastAsia="Times New Roman" w:cs="Arial"/>
              </w:rPr>
              <w:t>1</w:t>
            </w:r>
          </w:p>
        </w:tc>
        <w:tc>
          <w:tcPr>
            <w:tcW w:w="3821" w:type="dxa"/>
          </w:tcPr>
          <w:p w14:paraId="1F366C30" w14:textId="098CCD29" w:rsidR="00C50927" w:rsidRPr="00140830" w:rsidRDefault="00C50927" w:rsidP="00173D41">
            <w:pPr>
              <w:textAlignment w:val="baseline"/>
              <w:rPr>
                <w:rFonts w:eastAsia="Times New Roman"/>
              </w:rPr>
            </w:pPr>
            <w:r w:rsidRPr="00140830">
              <w:rPr>
                <w:rFonts w:eastAsia="Times New Roman"/>
              </w:rPr>
              <w:t>Jah</w:t>
            </w:r>
            <w:r w:rsidR="00D35948" w:rsidRPr="00140830">
              <w:rPr>
                <w:rFonts w:eastAsia="Times New Roman"/>
              </w:rPr>
              <w:t xml:space="preserve"> (täpsusta kommentaari lahtris, kus ja millega isik täpselt hõivatud on)</w:t>
            </w:r>
          </w:p>
        </w:tc>
      </w:tr>
      <w:tr w:rsidR="00C50927" w:rsidRPr="00140830" w14:paraId="5B47CD71" w14:textId="77777777" w:rsidTr="00D35948">
        <w:trPr>
          <w:trHeight w:val="647"/>
        </w:trPr>
        <w:tc>
          <w:tcPr>
            <w:tcW w:w="2117" w:type="dxa"/>
          </w:tcPr>
          <w:p w14:paraId="2DE2C731" w14:textId="1F5976EC" w:rsidR="00C50927" w:rsidRPr="00140830" w:rsidRDefault="00F92F9A" w:rsidP="00173D41">
            <w:pPr>
              <w:textAlignment w:val="baseline"/>
              <w:rPr>
                <w:rFonts w:eastAsia="Times New Roman"/>
              </w:rPr>
            </w:pPr>
            <w:r w:rsidRPr="00140830">
              <w:rPr>
                <w:rFonts w:eastAsia="Times New Roman"/>
              </w:rPr>
              <w:t>D</w:t>
            </w:r>
            <w:r w:rsidR="00C07F38" w:rsidRPr="00140830">
              <w:rPr>
                <w:rFonts w:eastAsia="Times New Roman"/>
              </w:rPr>
              <w:t>.4.1.1.</w:t>
            </w:r>
            <w:r w:rsidR="00C50927" w:rsidRPr="00140830">
              <w:rPr>
                <w:rFonts w:eastAsia="Times New Roman"/>
              </w:rPr>
              <w:t>Kommentaar</w:t>
            </w:r>
            <w:r w:rsidR="00D35948" w:rsidRPr="00140830">
              <w:rPr>
                <w:rFonts w:eastAsia="Times New Roman"/>
              </w:rPr>
              <w:t xml:space="preserve">: </w:t>
            </w:r>
          </w:p>
        </w:tc>
        <w:tc>
          <w:tcPr>
            <w:tcW w:w="3821" w:type="dxa"/>
          </w:tcPr>
          <w:p w14:paraId="70006C4E" w14:textId="77777777" w:rsidR="00C50927" w:rsidRPr="00140830" w:rsidRDefault="00C50927" w:rsidP="00173D41">
            <w:pPr>
              <w:textAlignment w:val="baseline"/>
              <w:rPr>
                <w:rFonts w:ascii="Times New Roman" w:eastAsia="Times New Roman" w:hAnsi="Times New Roman"/>
                <w:sz w:val="24"/>
                <w:szCs w:val="24"/>
              </w:rPr>
            </w:pPr>
          </w:p>
        </w:tc>
      </w:tr>
    </w:tbl>
    <w:p w14:paraId="4CEBCF6B" w14:textId="77777777" w:rsidR="00630332" w:rsidRDefault="00630332"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p>
    <w:p w14:paraId="401FAECA" w14:textId="77777777" w:rsidR="00630332" w:rsidRDefault="00630332"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p>
    <w:p w14:paraId="05D251BC" w14:textId="77777777" w:rsidR="00630332" w:rsidRDefault="00630332"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p>
    <w:p w14:paraId="3816D3E5" w14:textId="77777777" w:rsidR="00630332" w:rsidRDefault="00630332"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p>
    <w:p w14:paraId="50C24151" w14:textId="5F96D283" w:rsidR="00AA53B5" w:rsidRPr="00140830" w:rsidRDefault="00F92F9A"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r w:rsidRPr="00140830">
        <w:rPr>
          <w:rFonts w:eastAsia="Times New Roman"/>
          <w:b/>
          <w:bCs/>
          <w:color w:val="auto"/>
          <w:sz w:val="20"/>
          <w:szCs w:val="20"/>
        </w:rPr>
        <w:t>D</w:t>
      </w:r>
      <w:r w:rsidR="00AA53B5" w:rsidRPr="00140830">
        <w:rPr>
          <w:rFonts w:eastAsia="Times New Roman"/>
          <w:b/>
          <w:bCs/>
          <w:color w:val="auto"/>
          <w:sz w:val="20"/>
          <w:szCs w:val="20"/>
        </w:rPr>
        <w:t>.4.2. Kas inimese töötasu on vähenenud tervise olukorra tõttu?</w:t>
      </w:r>
    </w:p>
    <w:p w14:paraId="37DDCA41" w14:textId="2A53BB9B" w:rsidR="00AA53B5" w:rsidRPr="00140830" w:rsidRDefault="00AA53B5"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rPr>
      </w:pPr>
    </w:p>
    <w:tbl>
      <w:tblPr>
        <w:tblStyle w:val="Kontuurtabel"/>
        <w:tblW w:w="0" w:type="auto"/>
        <w:tblInd w:w="704" w:type="dxa"/>
        <w:tblLook w:val="04A0" w:firstRow="1" w:lastRow="0" w:firstColumn="1" w:lastColumn="0" w:noHBand="0" w:noVBand="1"/>
      </w:tblPr>
      <w:tblGrid>
        <w:gridCol w:w="709"/>
        <w:gridCol w:w="2835"/>
      </w:tblGrid>
      <w:tr w:rsidR="00140830" w:rsidRPr="00140830" w14:paraId="738671C3" w14:textId="77777777" w:rsidTr="0074047D">
        <w:tc>
          <w:tcPr>
            <w:tcW w:w="709" w:type="dxa"/>
          </w:tcPr>
          <w:p w14:paraId="5438E22E" w14:textId="77777777" w:rsidR="00F92F9A" w:rsidRPr="000D6508" w:rsidRDefault="00F92F9A" w:rsidP="004F7A48">
            <w:pPr>
              <w:textAlignment w:val="baseline"/>
              <w:rPr>
                <w:rFonts w:eastAsia="Times New Roman"/>
                <w:bCs/>
              </w:rPr>
            </w:pPr>
          </w:p>
          <w:p w14:paraId="38EA7C7D" w14:textId="21E7C9E4" w:rsidR="00AA53B5" w:rsidRPr="000D6508" w:rsidRDefault="00F92F9A" w:rsidP="004F7A48">
            <w:pPr>
              <w:textAlignment w:val="baseline"/>
              <w:rPr>
                <w:rFonts w:eastAsia="Times New Roman"/>
                <w:bCs/>
              </w:rPr>
            </w:pPr>
            <w:r w:rsidRPr="000D6508">
              <w:rPr>
                <w:rFonts w:eastAsia="Times New Roman"/>
                <w:bCs/>
              </w:rPr>
              <w:t>0</w:t>
            </w:r>
          </w:p>
        </w:tc>
        <w:tc>
          <w:tcPr>
            <w:tcW w:w="2835" w:type="dxa"/>
          </w:tcPr>
          <w:p w14:paraId="348B125C" w14:textId="77777777" w:rsidR="0074047D" w:rsidRPr="000D6508" w:rsidRDefault="0074047D" w:rsidP="0074047D">
            <w:pPr>
              <w:textAlignment w:val="baseline"/>
              <w:rPr>
                <w:rFonts w:eastAsia="Times New Roman"/>
                <w:bCs/>
              </w:rPr>
            </w:pPr>
          </w:p>
          <w:p w14:paraId="182F5E4D" w14:textId="72A6C3BD" w:rsidR="00AA53B5" w:rsidRPr="000D6508" w:rsidRDefault="0074047D" w:rsidP="0074047D">
            <w:pPr>
              <w:textAlignment w:val="baseline"/>
              <w:rPr>
                <w:rFonts w:eastAsia="Times New Roman"/>
                <w:bCs/>
              </w:rPr>
            </w:pPr>
            <w:r w:rsidRPr="000D6508">
              <w:rPr>
                <w:rFonts w:eastAsia="Times New Roman"/>
                <w:bCs/>
              </w:rPr>
              <w:t>Ei</w:t>
            </w:r>
          </w:p>
          <w:p w14:paraId="16B687DA" w14:textId="774E76C5" w:rsidR="0074047D" w:rsidRPr="000D6508" w:rsidRDefault="0074047D" w:rsidP="0074047D">
            <w:pPr>
              <w:textAlignment w:val="baseline"/>
              <w:rPr>
                <w:rFonts w:eastAsia="Times New Roman"/>
                <w:bCs/>
              </w:rPr>
            </w:pPr>
          </w:p>
        </w:tc>
      </w:tr>
      <w:tr w:rsidR="0074047D" w:rsidRPr="00140830" w14:paraId="2757419A" w14:textId="77777777" w:rsidTr="0074047D">
        <w:tc>
          <w:tcPr>
            <w:tcW w:w="709" w:type="dxa"/>
          </w:tcPr>
          <w:p w14:paraId="5D294F10" w14:textId="77777777" w:rsidR="00F92F9A" w:rsidRPr="000D6508" w:rsidRDefault="00F92F9A" w:rsidP="004F7A48">
            <w:pPr>
              <w:textAlignment w:val="baseline"/>
              <w:rPr>
                <w:rFonts w:eastAsia="Times New Roman"/>
                <w:bCs/>
              </w:rPr>
            </w:pPr>
          </w:p>
          <w:p w14:paraId="07C72F31" w14:textId="0C817319" w:rsidR="00AA53B5" w:rsidRPr="000D6508" w:rsidRDefault="00F92F9A" w:rsidP="004F7A48">
            <w:pPr>
              <w:textAlignment w:val="baseline"/>
              <w:rPr>
                <w:rFonts w:eastAsia="Times New Roman"/>
                <w:bCs/>
              </w:rPr>
            </w:pPr>
            <w:r w:rsidRPr="000D6508">
              <w:rPr>
                <w:rFonts w:eastAsia="Times New Roman"/>
                <w:bCs/>
              </w:rPr>
              <w:t>1</w:t>
            </w:r>
          </w:p>
        </w:tc>
        <w:tc>
          <w:tcPr>
            <w:tcW w:w="2835" w:type="dxa"/>
          </w:tcPr>
          <w:p w14:paraId="4711734A" w14:textId="77777777" w:rsidR="0074047D" w:rsidRPr="000D6508" w:rsidRDefault="0074047D" w:rsidP="004F7A48">
            <w:pPr>
              <w:textAlignment w:val="baseline"/>
              <w:rPr>
                <w:rFonts w:eastAsia="Times New Roman"/>
                <w:bCs/>
              </w:rPr>
            </w:pPr>
          </w:p>
          <w:p w14:paraId="55F9B008" w14:textId="033E6267" w:rsidR="00AA53B5" w:rsidRPr="000D6508" w:rsidRDefault="0074047D" w:rsidP="004F7A48">
            <w:pPr>
              <w:textAlignment w:val="baseline"/>
              <w:rPr>
                <w:rFonts w:eastAsia="Times New Roman"/>
                <w:bCs/>
              </w:rPr>
            </w:pPr>
            <w:r w:rsidRPr="000D6508">
              <w:rPr>
                <w:rFonts w:eastAsia="Times New Roman"/>
                <w:bCs/>
              </w:rPr>
              <w:t>Jah</w:t>
            </w:r>
          </w:p>
          <w:p w14:paraId="7F6A2D42" w14:textId="6110A0E7" w:rsidR="0074047D" w:rsidRPr="000D6508" w:rsidRDefault="0074047D" w:rsidP="004F7A48">
            <w:pPr>
              <w:textAlignment w:val="baseline"/>
              <w:rPr>
                <w:rFonts w:eastAsia="Times New Roman"/>
                <w:bCs/>
              </w:rPr>
            </w:pPr>
          </w:p>
        </w:tc>
      </w:tr>
    </w:tbl>
    <w:p w14:paraId="6950F1FD" w14:textId="77777777" w:rsidR="00AA53B5" w:rsidRPr="00140830" w:rsidRDefault="00AA53B5"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rPr>
      </w:pPr>
    </w:p>
    <w:p w14:paraId="7312BCCF" w14:textId="77777777" w:rsidR="00AA53B5" w:rsidRPr="00140830" w:rsidRDefault="00AA53B5"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rPr>
      </w:pPr>
    </w:p>
    <w:p w14:paraId="4971568C" w14:textId="77777777" w:rsidR="00AA53B5" w:rsidRPr="00140830" w:rsidRDefault="00AA53B5"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rPr>
      </w:pPr>
    </w:p>
    <w:p w14:paraId="78FF5A86" w14:textId="0CBEC0F8" w:rsidR="004F7A48" w:rsidRPr="00140830" w:rsidRDefault="00F92F9A"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ind w:left="360"/>
        <w:rPr>
          <w:rFonts w:eastAsia="Times New Roman"/>
          <w:bCs/>
          <w:color w:val="auto"/>
          <w:sz w:val="20"/>
          <w:szCs w:val="20"/>
        </w:rPr>
      </w:pPr>
      <w:r w:rsidRPr="00140830">
        <w:rPr>
          <w:rFonts w:eastAsia="Times New Roman"/>
          <w:b/>
          <w:bCs/>
          <w:color w:val="auto"/>
          <w:sz w:val="20"/>
          <w:szCs w:val="20"/>
        </w:rPr>
        <w:t>D</w:t>
      </w:r>
      <w:r w:rsidR="00AA53B5" w:rsidRPr="00140830">
        <w:rPr>
          <w:rFonts w:eastAsia="Times New Roman"/>
          <w:b/>
          <w:bCs/>
          <w:color w:val="auto"/>
          <w:sz w:val="20"/>
          <w:szCs w:val="20"/>
        </w:rPr>
        <w:t>.4.3</w:t>
      </w:r>
      <w:r w:rsidR="004F7A48" w:rsidRPr="00140830">
        <w:rPr>
          <w:rFonts w:eastAsia="Times New Roman"/>
          <w:b/>
          <w:bCs/>
          <w:color w:val="auto"/>
          <w:sz w:val="20"/>
          <w:szCs w:val="20"/>
        </w:rPr>
        <w:t>.</w:t>
      </w:r>
      <w:r w:rsidR="00AA53B5" w:rsidRPr="00140830">
        <w:rPr>
          <w:b/>
          <w:color w:val="auto"/>
          <w:sz w:val="20"/>
          <w:szCs w:val="20"/>
        </w:rPr>
        <w:t xml:space="preserve"> Kas inimene suudab iseseisvalt leida või säilitada tööd, õppimisvõimalusi vm töösarnast rakendust</w:t>
      </w:r>
      <w:r w:rsidR="00AA53B5" w:rsidRPr="00140830">
        <w:rPr>
          <w:rFonts w:eastAsia="Times New Roman"/>
          <w:bCs/>
          <w:color w:val="auto"/>
          <w:sz w:val="20"/>
          <w:szCs w:val="20"/>
        </w:rPr>
        <w:t xml:space="preserve"> (sh vabatahtlik töö ja tegevused kogukonnas)? </w:t>
      </w:r>
    </w:p>
    <w:tbl>
      <w:tblPr>
        <w:tblStyle w:val="Kontuurtabel"/>
        <w:tblW w:w="0" w:type="auto"/>
        <w:tblInd w:w="765" w:type="dxa"/>
        <w:tblLook w:val="04A0" w:firstRow="1" w:lastRow="0" w:firstColumn="1" w:lastColumn="0" w:noHBand="0" w:noVBand="1"/>
      </w:tblPr>
      <w:tblGrid>
        <w:gridCol w:w="1073"/>
        <w:gridCol w:w="8505"/>
      </w:tblGrid>
      <w:tr w:rsidR="00140830" w:rsidRPr="00140830" w14:paraId="548EBF67" w14:textId="77777777" w:rsidTr="00F6272A">
        <w:tc>
          <w:tcPr>
            <w:tcW w:w="1073" w:type="dxa"/>
          </w:tcPr>
          <w:p w14:paraId="113842A2" w14:textId="77777777" w:rsidR="00AA53B5" w:rsidRPr="00140830" w:rsidRDefault="00AA53B5" w:rsidP="00F6272A">
            <w:pPr>
              <w:textAlignment w:val="baseline"/>
              <w:rPr>
                <w:rFonts w:eastAsia="Times New Roman"/>
                <w:bCs/>
              </w:rPr>
            </w:pPr>
          </w:p>
          <w:p w14:paraId="3660E964" w14:textId="77777777" w:rsidR="00AA53B5" w:rsidRPr="00140830" w:rsidRDefault="00AA53B5" w:rsidP="00F6272A">
            <w:pPr>
              <w:textAlignment w:val="baseline"/>
              <w:rPr>
                <w:rFonts w:eastAsia="Times New Roman"/>
                <w:bCs/>
              </w:rPr>
            </w:pPr>
            <w:r w:rsidRPr="00140830">
              <w:rPr>
                <w:rFonts w:eastAsia="Times New Roman"/>
                <w:bCs/>
              </w:rPr>
              <w:t>0</w:t>
            </w:r>
          </w:p>
        </w:tc>
        <w:tc>
          <w:tcPr>
            <w:tcW w:w="8505" w:type="dxa"/>
          </w:tcPr>
          <w:p w14:paraId="3EE65F12" w14:textId="77777777" w:rsidR="00AA53B5" w:rsidRPr="00140830" w:rsidRDefault="00AA53B5" w:rsidP="00F6272A">
            <w:pPr>
              <w:rPr>
                <w:rFonts w:eastAsia="Times New Roman"/>
                <w:bCs/>
              </w:rPr>
            </w:pPr>
          </w:p>
          <w:p w14:paraId="26DA02CB" w14:textId="76A17215" w:rsidR="00AA53B5" w:rsidRPr="00140830" w:rsidRDefault="00AA53B5" w:rsidP="00F6272A">
            <w:pPr>
              <w:textAlignment w:val="baseline"/>
              <w:rPr>
                <w:rFonts w:eastAsia="Times New Roman"/>
                <w:bCs/>
              </w:rPr>
            </w:pPr>
            <w:r w:rsidRPr="00140830">
              <w:rPr>
                <w:rFonts w:eastAsia="Times New Roman"/>
                <w:bCs/>
              </w:rPr>
              <w:t xml:space="preserve">Jah -  tähista all olevas tabelis vastusevariant 0 ja liigu edasi </w:t>
            </w:r>
            <w:r w:rsidR="00F92F9A" w:rsidRPr="00140830">
              <w:rPr>
                <w:rFonts w:eastAsia="Times New Roman"/>
                <w:bCs/>
              </w:rPr>
              <w:t>D</w:t>
            </w:r>
            <w:r w:rsidRPr="00140830">
              <w:rPr>
                <w:rFonts w:eastAsia="Times New Roman"/>
                <w:bCs/>
              </w:rPr>
              <w:t>.5.  juurde</w:t>
            </w:r>
          </w:p>
          <w:p w14:paraId="14A9E3A4" w14:textId="77777777" w:rsidR="00AA53B5" w:rsidRPr="00140830" w:rsidRDefault="00AA53B5" w:rsidP="00F6272A">
            <w:pPr>
              <w:rPr>
                <w:rFonts w:eastAsia="Times New Roman"/>
                <w:bCs/>
              </w:rPr>
            </w:pPr>
          </w:p>
        </w:tc>
      </w:tr>
      <w:tr w:rsidR="00AA53B5" w:rsidRPr="00140830" w14:paraId="0A598588" w14:textId="77777777" w:rsidTr="00F6272A">
        <w:tc>
          <w:tcPr>
            <w:tcW w:w="1073" w:type="dxa"/>
          </w:tcPr>
          <w:p w14:paraId="0351AE6F" w14:textId="77777777" w:rsidR="00AA53B5" w:rsidRPr="00140830" w:rsidRDefault="00AA53B5" w:rsidP="00F6272A">
            <w:pPr>
              <w:textAlignment w:val="baseline"/>
              <w:rPr>
                <w:rFonts w:eastAsia="Times New Roman"/>
                <w:bCs/>
              </w:rPr>
            </w:pPr>
            <w:r w:rsidRPr="00140830">
              <w:rPr>
                <w:rFonts w:eastAsia="Times New Roman"/>
                <w:bCs/>
              </w:rPr>
              <w:lastRenderedPageBreak/>
              <w:t>1</w:t>
            </w:r>
          </w:p>
        </w:tc>
        <w:tc>
          <w:tcPr>
            <w:tcW w:w="8505" w:type="dxa"/>
          </w:tcPr>
          <w:p w14:paraId="6F9D8DE5" w14:textId="7AE6E025" w:rsidR="00AA53B5" w:rsidRPr="00140830" w:rsidRDefault="00AA53B5" w:rsidP="00AA53B5">
            <w:pPr>
              <w:rPr>
                <w:rFonts w:eastAsia="Times New Roman"/>
                <w:bCs/>
              </w:rPr>
            </w:pPr>
            <w:r w:rsidRPr="00140830">
              <w:rPr>
                <w:rFonts w:eastAsia="Times New Roman"/>
                <w:bCs/>
              </w:rPr>
              <w:t>Ei     - t</w:t>
            </w:r>
            <w:r w:rsidRPr="00140830">
              <w:rPr>
                <w:rFonts w:eastAsia="Times New Roman"/>
              </w:rPr>
              <w:t xml:space="preserve">ähista all olevas tabelis sobiv vastuse variant ja lisa täpsustav kommentaar inimese toimetuleku ja toetusvajaduse kohta </w:t>
            </w:r>
            <w:r w:rsidRPr="00140830">
              <w:rPr>
                <w:b/>
              </w:rPr>
              <w:t>töö, õppimise vm töösarnase rakenduse</w:t>
            </w:r>
            <w:r w:rsidRPr="00140830">
              <w:rPr>
                <w:rFonts w:eastAsia="Times New Roman"/>
                <w:bCs/>
              </w:rPr>
              <w:t xml:space="preserve"> </w:t>
            </w:r>
            <w:r w:rsidRPr="00140830">
              <w:rPr>
                <w:rFonts w:eastAsia="Times New Roman"/>
              </w:rPr>
              <w:t xml:space="preserve">valdkonnas. </w:t>
            </w:r>
          </w:p>
        </w:tc>
      </w:tr>
    </w:tbl>
    <w:tbl>
      <w:tblPr>
        <w:tblW w:w="0" w:type="auto"/>
        <w:tblCellMar>
          <w:top w:w="15" w:type="dxa"/>
          <w:left w:w="15" w:type="dxa"/>
          <w:bottom w:w="15" w:type="dxa"/>
          <w:right w:w="15" w:type="dxa"/>
        </w:tblCellMar>
        <w:tblLook w:val="04A0" w:firstRow="1" w:lastRow="0" w:firstColumn="1" w:lastColumn="0" w:noHBand="0" w:noVBand="1"/>
      </w:tblPr>
      <w:tblGrid>
        <w:gridCol w:w="557"/>
        <w:gridCol w:w="4820"/>
        <w:gridCol w:w="9175"/>
      </w:tblGrid>
      <w:tr w:rsidR="00140830" w:rsidRPr="00140830" w14:paraId="1B3BCD9D" w14:textId="77777777" w:rsidTr="004F7A48">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04FCEA" w14:textId="41BD24D1" w:rsidR="004F7A48" w:rsidRPr="00140830" w:rsidRDefault="000D650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0</w:t>
            </w: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67732D" w14:textId="6C616B24"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Iseseisev</w:t>
            </w:r>
          </w:p>
        </w:tc>
        <w:tc>
          <w:tcPr>
            <w:tcW w:w="9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BA5AD8" w14:textId="64FB6B1D"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Ei vaja toetust</w:t>
            </w:r>
            <w:r w:rsidR="00BA60CC" w:rsidRPr="00140830">
              <w:rPr>
                <w:rFonts w:eastAsia="Times New Roman"/>
                <w:color w:val="auto"/>
                <w:sz w:val="20"/>
                <w:szCs w:val="20"/>
                <w:shd w:val="clear" w:color="auto" w:fill="FFFFFF"/>
              </w:rPr>
              <w:t xml:space="preserve"> töö, õppimise vm hõivega seotud rakenduse leidmisel.</w:t>
            </w:r>
          </w:p>
        </w:tc>
      </w:tr>
      <w:tr w:rsidR="00140830" w:rsidRPr="00140830" w14:paraId="66422BDE" w14:textId="77777777" w:rsidTr="004F7A48">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4BBBE7" w14:textId="0094F65D" w:rsidR="004F7A48" w:rsidRPr="00140830" w:rsidRDefault="000D650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w:t>
            </w: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746BC7" w14:textId="396D7CBB"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Madal toetusvajadus</w:t>
            </w:r>
          </w:p>
        </w:tc>
        <w:tc>
          <w:tcPr>
            <w:tcW w:w="9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57897D" w14:textId="77777777"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Vajab meeldetuletust, nõustamist vaid hõivet ettevalmistavate tegevustega või harvem kui iganädalaselt. </w:t>
            </w:r>
          </w:p>
        </w:tc>
      </w:tr>
      <w:tr w:rsidR="00140830" w:rsidRPr="00140830" w14:paraId="2FE6FB8A" w14:textId="77777777" w:rsidTr="004F7A48">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99CAFA" w14:textId="6351081C" w:rsidR="004F7A48" w:rsidRPr="00140830" w:rsidRDefault="000D650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w:t>
            </w: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0C9ECF" w14:textId="75C6B8A1"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Keskmine toetusvajadus</w:t>
            </w:r>
          </w:p>
        </w:tc>
        <w:tc>
          <w:tcPr>
            <w:tcW w:w="9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351157" w14:textId="2EE2D743"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w:t>
            </w:r>
            <w:r w:rsidR="00BA60CC" w:rsidRPr="00140830">
              <w:rPr>
                <w:rFonts w:eastAsia="Times New Roman"/>
                <w:color w:val="auto"/>
                <w:sz w:val="20"/>
                <w:szCs w:val="20"/>
                <w:shd w:val="clear" w:color="auto" w:fill="FFFFFF"/>
              </w:rPr>
              <w:t xml:space="preserve"> regulaarselt juhendamist töö, õppimise vm hõivega seotud rakenduse leidmisel.</w:t>
            </w:r>
          </w:p>
        </w:tc>
      </w:tr>
      <w:tr w:rsidR="00140830" w:rsidRPr="00140830" w14:paraId="718BE1D1" w14:textId="77777777" w:rsidTr="004F7A48">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4CBB2B" w14:textId="4E18CC52" w:rsidR="004F7A48" w:rsidRPr="00140830" w:rsidRDefault="000D650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3</w:t>
            </w: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B538E3" w14:textId="4EFF63CD"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Kõrge toetusvajadus</w:t>
            </w:r>
          </w:p>
        </w:tc>
        <w:tc>
          <w:tcPr>
            <w:tcW w:w="9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543542" w14:textId="2BEFCB7C"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ig</w:t>
            </w:r>
            <w:r w:rsidR="00BA60CC" w:rsidRPr="00140830">
              <w:rPr>
                <w:rFonts w:eastAsia="Times New Roman"/>
                <w:color w:val="auto"/>
                <w:sz w:val="20"/>
                <w:szCs w:val="20"/>
                <w:shd w:val="clear" w:color="auto" w:fill="FFFFFF"/>
              </w:rPr>
              <w:t xml:space="preserve">apäevaselt </w:t>
            </w:r>
            <w:proofErr w:type="spellStart"/>
            <w:r w:rsidR="00BA60CC" w:rsidRPr="00140830">
              <w:rPr>
                <w:rFonts w:eastAsia="Times New Roman"/>
                <w:color w:val="auto"/>
                <w:sz w:val="20"/>
                <w:szCs w:val="20"/>
                <w:shd w:val="clear" w:color="auto" w:fill="FFFFFF"/>
              </w:rPr>
              <w:t>kõrvalabi</w:t>
            </w:r>
            <w:proofErr w:type="spellEnd"/>
            <w:r w:rsidR="00BA60CC" w:rsidRPr="00140830">
              <w:rPr>
                <w:rFonts w:eastAsia="Times New Roman"/>
                <w:color w:val="auto"/>
                <w:sz w:val="20"/>
                <w:szCs w:val="20"/>
                <w:shd w:val="clear" w:color="auto" w:fill="FFFFFF"/>
              </w:rPr>
              <w:t xml:space="preserve"> ja toetust töö, õppimise vm hõivega seotud rakenduse leidmisel.</w:t>
            </w:r>
          </w:p>
        </w:tc>
      </w:tr>
      <w:tr w:rsidR="00140830" w:rsidRPr="00140830" w14:paraId="6AE6446A" w14:textId="77777777" w:rsidTr="004F7A48">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62FBA6" w14:textId="09291A92" w:rsidR="004F7A48" w:rsidRPr="00140830" w:rsidRDefault="000D650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4</w:t>
            </w: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5CD85C" w14:textId="2214FF26"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Äärmuslik toetusvajadus</w:t>
            </w:r>
          </w:p>
        </w:tc>
        <w:tc>
          <w:tcPr>
            <w:tcW w:w="9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E51F15" w14:textId="5CA99911" w:rsidR="004F7A48" w:rsidRPr="00140830" w:rsidRDefault="004F7A48" w:rsidP="00BA60CC">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hooldust ja/või järelevalvet</w:t>
            </w:r>
            <w:r w:rsidR="00BA60CC" w:rsidRPr="00140830">
              <w:rPr>
                <w:rFonts w:eastAsia="Times New Roman"/>
                <w:color w:val="auto"/>
                <w:sz w:val="20"/>
                <w:szCs w:val="20"/>
                <w:shd w:val="clear" w:color="auto" w:fill="FFFFFF"/>
              </w:rPr>
              <w:t xml:space="preserve"> ei ole võimeline osalema töö, õppimise vm hõivega seotud rakenduses.</w:t>
            </w:r>
          </w:p>
        </w:tc>
      </w:tr>
      <w:tr w:rsidR="00140830" w:rsidRPr="00140830" w14:paraId="0F426D38" w14:textId="77777777" w:rsidTr="004F7A48">
        <w:trPr>
          <w:trHeight w:val="1100"/>
        </w:trPr>
        <w:tc>
          <w:tcPr>
            <w:tcW w:w="537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4DE729" w14:textId="36FF2C60" w:rsidR="004F7A48" w:rsidRPr="00140830" w:rsidRDefault="00F92F9A"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rPr>
            </w:pPr>
            <w:r w:rsidRPr="00140830">
              <w:rPr>
                <w:rFonts w:eastAsia="Times New Roman"/>
                <w:color w:val="auto"/>
                <w:sz w:val="20"/>
                <w:szCs w:val="20"/>
                <w:shd w:val="clear" w:color="auto" w:fill="FFFFFF"/>
              </w:rPr>
              <w:t>D</w:t>
            </w:r>
            <w:r w:rsidR="00C50927" w:rsidRPr="00140830">
              <w:rPr>
                <w:rFonts w:eastAsia="Times New Roman"/>
                <w:color w:val="auto"/>
                <w:sz w:val="20"/>
                <w:szCs w:val="20"/>
                <w:shd w:val="clear" w:color="auto" w:fill="FFFFFF"/>
              </w:rPr>
              <w:t>.4.2</w:t>
            </w:r>
            <w:r w:rsidR="004F7A48" w:rsidRPr="00140830">
              <w:rPr>
                <w:rFonts w:eastAsia="Times New Roman"/>
                <w:color w:val="auto"/>
                <w:sz w:val="20"/>
                <w:szCs w:val="20"/>
                <w:shd w:val="clear" w:color="auto" w:fill="FFFFFF"/>
              </w:rPr>
              <w:t>.1. Kommentaar või lühikirjeldus (nt tuua</w:t>
            </w:r>
            <w:r w:rsidR="004F7A48" w:rsidRPr="00140830">
              <w:rPr>
                <w:rFonts w:eastAsia="Times New Roman"/>
                <w:color w:val="auto"/>
                <w:sz w:val="20"/>
                <w:szCs w:val="20"/>
              </w:rPr>
              <w:t xml:space="preserve"> välja konkreetsed </w:t>
            </w:r>
            <w:r w:rsidR="004F7A48" w:rsidRPr="00140830">
              <w:rPr>
                <w:rFonts w:eastAsia="Times New Roman"/>
                <w:b/>
                <w:bCs/>
                <w:color w:val="auto"/>
                <w:sz w:val="20"/>
                <w:szCs w:val="20"/>
              </w:rPr>
              <w:t>eripärad ja/või spetsiifika</w:t>
            </w:r>
            <w:r w:rsidR="004F7A48" w:rsidRPr="00140830">
              <w:rPr>
                <w:rFonts w:eastAsia="Times New Roman"/>
                <w:color w:val="auto"/>
                <w:sz w:val="20"/>
                <w:szCs w:val="20"/>
              </w:rPr>
              <w:t>, mis aspektis või tegevus</w:t>
            </w:r>
            <w:r w:rsidR="00C07F38" w:rsidRPr="00140830">
              <w:rPr>
                <w:rFonts w:eastAsia="Times New Roman"/>
                <w:color w:val="auto"/>
                <w:sz w:val="20"/>
                <w:szCs w:val="20"/>
              </w:rPr>
              <w:t>t</w:t>
            </w:r>
            <w:r w:rsidR="004F7A48" w:rsidRPr="00140830">
              <w:rPr>
                <w:rFonts w:eastAsia="Times New Roman"/>
                <w:color w:val="auto"/>
                <w:sz w:val="20"/>
                <w:szCs w:val="20"/>
              </w:rPr>
              <w:t xml:space="preserve">es isik täpsemalt selles valdkonnas toetust vajab. Võib märkida ka isiku </w:t>
            </w:r>
            <w:r w:rsidR="004F7A48" w:rsidRPr="00140830">
              <w:rPr>
                <w:rFonts w:eastAsia="Times New Roman"/>
                <w:b/>
                <w:bCs/>
                <w:color w:val="auto"/>
                <w:sz w:val="20"/>
                <w:szCs w:val="20"/>
              </w:rPr>
              <w:t>tugevused ja võimalused</w:t>
            </w:r>
            <w:r w:rsidR="004F7A48" w:rsidRPr="00140830">
              <w:rPr>
                <w:rFonts w:eastAsia="Times New Roman"/>
                <w:color w:val="auto"/>
                <w:sz w:val="20"/>
                <w:szCs w:val="20"/>
              </w:rPr>
              <w:t>, sh isiku motivatsioon toetust vastu võtta)</w:t>
            </w:r>
          </w:p>
          <w:p w14:paraId="1EDB83E8" w14:textId="04FC8388" w:rsidR="00BA60CC" w:rsidRPr="00140830" w:rsidRDefault="00BA60CC"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rPr>
            </w:pPr>
          </w:p>
        </w:tc>
        <w:tc>
          <w:tcPr>
            <w:tcW w:w="9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60163F" w14:textId="77777777"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r w:rsidRPr="00140830">
              <w:rPr>
                <w:rFonts w:ascii="Times New Roman" w:eastAsia="Times New Roman" w:hAnsi="Times New Roman" w:cs="Times New Roman"/>
                <w:color w:val="auto"/>
                <w:sz w:val="24"/>
                <w:szCs w:val="24"/>
              </w:rPr>
              <w:br/>
            </w:r>
          </w:p>
        </w:tc>
      </w:tr>
      <w:tr w:rsidR="00140830" w:rsidRPr="00140830" w14:paraId="5AC489FB" w14:textId="77777777" w:rsidTr="004F7A48">
        <w:trPr>
          <w:trHeight w:val="400"/>
        </w:trPr>
        <w:tc>
          <w:tcPr>
            <w:tcW w:w="537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64BA44" w14:textId="61FED65A" w:rsidR="004F7A48" w:rsidRPr="00140830" w:rsidRDefault="00F92F9A"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D</w:t>
            </w:r>
            <w:r w:rsidR="00C50927" w:rsidRPr="00140830">
              <w:rPr>
                <w:rFonts w:eastAsia="Times New Roman"/>
                <w:color w:val="auto"/>
                <w:sz w:val="20"/>
                <w:szCs w:val="20"/>
                <w:shd w:val="clear" w:color="auto" w:fill="FFFFFF"/>
              </w:rPr>
              <w:t>.4.2</w:t>
            </w:r>
            <w:r w:rsidR="004F7A48" w:rsidRPr="00140830">
              <w:rPr>
                <w:rFonts w:eastAsia="Times New Roman"/>
                <w:color w:val="auto"/>
                <w:sz w:val="20"/>
                <w:szCs w:val="20"/>
                <w:shd w:val="clear" w:color="auto" w:fill="FFFFFF"/>
              </w:rPr>
              <w:t>.2. Kas ja kuidas on toetus täna korraldatud? (sh sotsiaalteenuste, pere jt poolt pakutav)</w:t>
            </w:r>
          </w:p>
        </w:tc>
        <w:tc>
          <w:tcPr>
            <w:tcW w:w="9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4A69AA" w14:textId="77777777"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67EFCA10" w14:textId="77777777" w:rsidTr="004F7A48">
        <w:trPr>
          <w:trHeight w:val="400"/>
        </w:trPr>
        <w:tc>
          <w:tcPr>
            <w:tcW w:w="537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EE5041" w14:textId="1FC92C8F" w:rsidR="004F7A48" w:rsidRPr="00140830" w:rsidRDefault="00F92F9A"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D</w:t>
            </w:r>
            <w:r w:rsidR="00C50927" w:rsidRPr="00140830">
              <w:rPr>
                <w:rFonts w:eastAsia="Times New Roman"/>
                <w:color w:val="auto"/>
                <w:sz w:val="20"/>
                <w:szCs w:val="20"/>
                <w:shd w:val="clear" w:color="auto" w:fill="FFFFFF"/>
              </w:rPr>
              <w:t>.4.2</w:t>
            </w:r>
            <w:r w:rsidR="004F7A48" w:rsidRPr="00140830">
              <w:rPr>
                <w:rFonts w:eastAsia="Times New Roman"/>
                <w:color w:val="auto"/>
                <w:sz w:val="20"/>
                <w:szCs w:val="20"/>
                <w:shd w:val="clear" w:color="auto" w:fill="FFFFFF"/>
              </w:rPr>
              <w:t>.3. Kõige olulisemad vajadused ja tähelepanupunktid</w:t>
            </w:r>
            <w:r w:rsidR="003F01E1" w:rsidRPr="00140830">
              <w:rPr>
                <w:rFonts w:eastAsia="Times New Roman"/>
                <w:color w:val="auto"/>
                <w:sz w:val="20"/>
                <w:szCs w:val="20"/>
                <w:shd w:val="clear" w:color="auto" w:fill="FFFFFF"/>
              </w:rPr>
              <w:t xml:space="preserve"> (hindaja ja võrgustiku hinnangul) </w:t>
            </w:r>
            <w:r w:rsidR="004F7A48" w:rsidRPr="00140830">
              <w:rPr>
                <w:rFonts w:eastAsia="Times New Roman"/>
                <w:color w:val="auto"/>
                <w:sz w:val="20"/>
                <w:szCs w:val="20"/>
                <w:shd w:val="clear" w:color="auto" w:fill="FFFFFF"/>
              </w:rPr>
              <w:t xml:space="preserve"> </w:t>
            </w:r>
          </w:p>
        </w:tc>
        <w:tc>
          <w:tcPr>
            <w:tcW w:w="9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89A0F0" w14:textId="77777777" w:rsidR="004F7A48" w:rsidRPr="00140830" w:rsidRDefault="004F7A48"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3F01E1" w:rsidRPr="00140830" w14:paraId="4FE10E98" w14:textId="77777777" w:rsidTr="004F7A48">
        <w:trPr>
          <w:trHeight w:val="400"/>
        </w:trPr>
        <w:tc>
          <w:tcPr>
            <w:tcW w:w="537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A0E08C" w14:textId="580C16EC" w:rsidR="003F01E1" w:rsidRPr="00140830" w:rsidRDefault="00F92F9A"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shd w:val="clear" w:color="auto" w:fill="FFFFFF"/>
              </w:rPr>
            </w:pPr>
            <w:r w:rsidRPr="00140830">
              <w:rPr>
                <w:rFonts w:eastAsia="Times New Roman"/>
                <w:color w:val="auto"/>
                <w:sz w:val="20"/>
                <w:szCs w:val="20"/>
                <w:shd w:val="clear" w:color="auto" w:fill="FFFFFF"/>
              </w:rPr>
              <w:t>D</w:t>
            </w:r>
            <w:r w:rsidR="003F01E1" w:rsidRPr="00140830">
              <w:rPr>
                <w:rFonts w:eastAsia="Times New Roman"/>
                <w:color w:val="auto"/>
                <w:sz w:val="20"/>
                <w:szCs w:val="20"/>
                <w:shd w:val="clear" w:color="auto" w:fill="FFFFFF"/>
              </w:rPr>
              <w:t>.4.2.4. Inimese enda poolt nimetatud vajadused</w:t>
            </w:r>
          </w:p>
        </w:tc>
        <w:tc>
          <w:tcPr>
            <w:tcW w:w="9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D343E8" w14:textId="77777777" w:rsidR="003F01E1" w:rsidRPr="00140830" w:rsidRDefault="003F01E1" w:rsidP="004F7A4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bl>
    <w:p w14:paraId="0E5CDF3A" w14:textId="6B74CE3D" w:rsidR="004F7A48" w:rsidRDefault="004F7A48" w:rsidP="004F7A48">
      <w:pPr>
        <w:spacing w:line="240" w:lineRule="auto"/>
        <w:contextualSpacing/>
        <w:rPr>
          <w:b/>
          <w:color w:val="auto"/>
        </w:rPr>
      </w:pPr>
    </w:p>
    <w:p w14:paraId="7B18EBF9" w14:textId="3FA61867" w:rsidR="00630332" w:rsidRDefault="00630332" w:rsidP="004F7A48">
      <w:pPr>
        <w:spacing w:line="240" w:lineRule="auto"/>
        <w:contextualSpacing/>
        <w:rPr>
          <w:b/>
          <w:color w:val="auto"/>
        </w:rPr>
      </w:pPr>
    </w:p>
    <w:p w14:paraId="62030AC5" w14:textId="77777777" w:rsidR="00630332" w:rsidRPr="00140830" w:rsidRDefault="00630332" w:rsidP="004F7A48">
      <w:pPr>
        <w:spacing w:line="240" w:lineRule="auto"/>
        <w:contextualSpacing/>
        <w:rPr>
          <w:b/>
          <w:color w:val="auto"/>
        </w:rPr>
      </w:pPr>
    </w:p>
    <w:p w14:paraId="1CBF20D2" w14:textId="1B2A5E79" w:rsidR="00255823" w:rsidRPr="00140830" w:rsidRDefault="00F92F9A" w:rsidP="00255823">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r w:rsidRPr="00140830">
        <w:rPr>
          <w:rFonts w:eastAsia="Times New Roman"/>
          <w:b/>
          <w:bCs/>
          <w:color w:val="auto"/>
          <w:sz w:val="20"/>
          <w:szCs w:val="20"/>
        </w:rPr>
        <w:t>D</w:t>
      </w:r>
      <w:r w:rsidR="00255823" w:rsidRPr="00140830">
        <w:rPr>
          <w:rFonts w:eastAsia="Times New Roman"/>
          <w:b/>
          <w:bCs/>
          <w:color w:val="auto"/>
          <w:sz w:val="20"/>
          <w:szCs w:val="20"/>
        </w:rPr>
        <w:t xml:space="preserve">.5. VABA AEG JA HUVITEGEVUS </w:t>
      </w:r>
    </w:p>
    <w:p w14:paraId="6B5ADDD2" w14:textId="4A477894" w:rsidR="00255823" w:rsidRPr="00140830" w:rsidRDefault="00F92F9A" w:rsidP="00255823">
      <w:pPr>
        <w:widowControl/>
        <w:pBdr>
          <w:top w:val="none" w:sz="0" w:space="0" w:color="auto"/>
          <w:left w:val="none" w:sz="0" w:space="0" w:color="auto"/>
          <w:bottom w:val="none" w:sz="0" w:space="0" w:color="auto"/>
          <w:right w:val="none" w:sz="0" w:space="0" w:color="auto"/>
          <w:between w:val="none" w:sz="0" w:space="0" w:color="auto"/>
        </w:pBdr>
        <w:spacing w:line="240" w:lineRule="auto"/>
        <w:ind w:left="427"/>
        <w:rPr>
          <w:rFonts w:eastAsia="Times New Roman"/>
          <w:b/>
          <w:bCs/>
          <w:color w:val="auto"/>
          <w:sz w:val="20"/>
          <w:szCs w:val="20"/>
        </w:rPr>
      </w:pPr>
      <w:r w:rsidRPr="00140830">
        <w:rPr>
          <w:rFonts w:eastAsia="Times New Roman"/>
          <w:b/>
          <w:bCs/>
          <w:color w:val="auto"/>
          <w:sz w:val="20"/>
          <w:szCs w:val="20"/>
        </w:rPr>
        <w:t>D</w:t>
      </w:r>
      <w:r w:rsidR="00255823" w:rsidRPr="00140830">
        <w:rPr>
          <w:rFonts w:eastAsia="Times New Roman"/>
          <w:b/>
          <w:bCs/>
          <w:color w:val="auto"/>
          <w:sz w:val="20"/>
          <w:szCs w:val="20"/>
        </w:rPr>
        <w:t xml:space="preserve">.5.1. </w:t>
      </w:r>
      <w:r w:rsidR="0074047D" w:rsidRPr="00140830">
        <w:rPr>
          <w:rFonts w:eastAsia="Times New Roman"/>
          <w:b/>
          <w:bCs/>
          <w:color w:val="auto"/>
          <w:sz w:val="20"/>
          <w:szCs w:val="20"/>
        </w:rPr>
        <w:t>Kas inimene suudab iseseisvalt oma vaba aega sisustada</w:t>
      </w:r>
      <w:r w:rsidR="00255823" w:rsidRPr="00140830">
        <w:rPr>
          <w:rFonts w:eastAsia="Times New Roman"/>
          <w:b/>
          <w:bCs/>
          <w:color w:val="auto"/>
          <w:sz w:val="20"/>
          <w:szCs w:val="20"/>
        </w:rPr>
        <w:t xml:space="preserve">, </w:t>
      </w:r>
      <w:r w:rsidR="0074047D" w:rsidRPr="00140830">
        <w:rPr>
          <w:rFonts w:eastAsia="Times New Roman"/>
          <w:b/>
          <w:bCs/>
          <w:color w:val="auto"/>
          <w:sz w:val="20"/>
          <w:szCs w:val="20"/>
        </w:rPr>
        <w:t xml:space="preserve">leida või säilitada </w:t>
      </w:r>
      <w:r w:rsidR="00255823" w:rsidRPr="00140830">
        <w:rPr>
          <w:rFonts w:eastAsia="Times New Roman"/>
          <w:b/>
          <w:bCs/>
          <w:color w:val="auto"/>
          <w:sz w:val="20"/>
          <w:szCs w:val="20"/>
        </w:rPr>
        <w:t xml:space="preserve">huvitegevuse </w:t>
      </w:r>
      <w:r w:rsidR="0074047D" w:rsidRPr="00140830">
        <w:rPr>
          <w:rFonts w:eastAsia="Times New Roman"/>
          <w:b/>
          <w:bCs/>
          <w:color w:val="auto"/>
          <w:sz w:val="20"/>
          <w:szCs w:val="20"/>
        </w:rPr>
        <w:t>võimalusi?</w:t>
      </w:r>
    </w:p>
    <w:tbl>
      <w:tblPr>
        <w:tblStyle w:val="Kontuurtabel"/>
        <w:tblW w:w="0" w:type="auto"/>
        <w:tblInd w:w="765" w:type="dxa"/>
        <w:tblLook w:val="04A0" w:firstRow="1" w:lastRow="0" w:firstColumn="1" w:lastColumn="0" w:noHBand="0" w:noVBand="1"/>
      </w:tblPr>
      <w:tblGrid>
        <w:gridCol w:w="1073"/>
        <w:gridCol w:w="8505"/>
      </w:tblGrid>
      <w:tr w:rsidR="00140830" w:rsidRPr="00140830" w14:paraId="41B4EE1A" w14:textId="77777777" w:rsidTr="00F6272A">
        <w:tc>
          <w:tcPr>
            <w:tcW w:w="1073" w:type="dxa"/>
          </w:tcPr>
          <w:p w14:paraId="0AE6D8B4" w14:textId="77777777" w:rsidR="0074047D" w:rsidRPr="00140830" w:rsidRDefault="0074047D" w:rsidP="00F6272A">
            <w:pPr>
              <w:textAlignment w:val="baseline"/>
              <w:rPr>
                <w:rFonts w:eastAsia="Times New Roman"/>
                <w:bCs/>
              </w:rPr>
            </w:pPr>
          </w:p>
          <w:p w14:paraId="55143281" w14:textId="77777777" w:rsidR="0074047D" w:rsidRPr="00140830" w:rsidRDefault="0074047D" w:rsidP="00F6272A">
            <w:pPr>
              <w:textAlignment w:val="baseline"/>
              <w:rPr>
                <w:rFonts w:eastAsia="Times New Roman"/>
                <w:bCs/>
              </w:rPr>
            </w:pPr>
            <w:r w:rsidRPr="00140830">
              <w:rPr>
                <w:rFonts w:eastAsia="Times New Roman"/>
                <w:bCs/>
              </w:rPr>
              <w:t>0</w:t>
            </w:r>
          </w:p>
        </w:tc>
        <w:tc>
          <w:tcPr>
            <w:tcW w:w="8505" w:type="dxa"/>
          </w:tcPr>
          <w:p w14:paraId="02E252C9" w14:textId="77777777" w:rsidR="0074047D" w:rsidRPr="00140830" w:rsidRDefault="0074047D" w:rsidP="00F6272A">
            <w:pPr>
              <w:rPr>
                <w:rFonts w:eastAsia="Times New Roman"/>
                <w:bCs/>
              </w:rPr>
            </w:pPr>
          </w:p>
          <w:p w14:paraId="3F8EAD48" w14:textId="46329F47" w:rsidR="0074047D" w:rsidRPr="00140830" w:rsidRDefault="0074047D" w:rsidP="00F6272A">
            <w:pPr>
              <w:textAlignment w:val="baseline"/>
              <w:rPr>
                <w:rFonts w:eastAsia="Times New Roman"/>
                <w:bCs/>
              </w:rPr>
            </w:pPr>
            <w:r w:rsidRPr="00140830">
              <w:rPr>
                <w:rFonts w:eastAsia="Times New Roman"/>
                <w:bCs/>
              </w:rPr>
              <w:t xml:space="preserve">Jah -  tähista all olevas tabelis vastusevariant 0 ja liigu edasi </w:t>
            </w:r>
            <w:r w:rsidR="00F92F9A" w:rsidRPr="00140830">
              <w:rPr>
                <w:rFonts w:eastAsia="Times New Roman"/>
                <w:bCs/>
              </w:rPr>
              <w:t>D</w:t>
            </w:r>
            <w:r w:rsidRPr="00140830">
              <w:rPr>
                <w:rFonts w:eastAsia="Times New Roman"/>
                <w:bCs/>
              </w:rPr>
              <w:t>.6.  juurde</w:t>
            </w:r>
          </w:p>
          <w:p w14:paraId="5F9A68D7" w14:textId="77777777" w:rsidR="0074047D" w:rsidRPr="00140830" w:rsidRDefault="0074047D" w:rsidP="00F6272A">
            <w:pPr>
              <w:rPr>
                <w:rFonts w:eastAsia="Times New Roman"/>
                <w:bCs/>
              </w:rPr>
            </w:pPr>
          </w:p>
        </w:tc>
      </w:tr>
      <w:tr w:rsidR="0074047D" w:rsidRPr="00140830" w14:paraId="5AA0D3DF" w14:textId="77777777" w:rsidTr="00F6272A">
        <w:tc>
          <w:tcPr>
            <w:tcW w:w="1073" w:type="dxa"/>
          </w:tcPr>
          <w:p w14:paraId="551F27CC" w14:textId="77777777" w:rsidR="0074047D" w:rsidRPr="00140830" w:rsidRDefault="0074047D" w:rsidP="00F6272A">
            <w:pPr>
              <w:textAlignment w:val="baseline"/>
              <w:rPr>
                <w:rFonts w:eastAsia="Times New Roman"/>
                <w:bCs/>
              </w:rPr>
            </w:pPr>
            <w:r w:rsidRPr="00140830">
              <w:rPr>
                <w:rFonts w:eastAsia="Times New Roman"/>
                <w:bCs/>
              </w:rPr>
              <w:lastRenderedPageBreak/>
              <w:t>1</w:t>
            </w:r>
          </w:p>
        </w:tc>
        <w:tc>
          <w:tcPr>
            <w:tcW w:w="8505" w:type="dxa"/>
          </w:tcPr>
          <w:p w14:paraId="27469A79" w14:textId="77777777" w:rsidR="0074047D" w:rsidRPr="00140830" w:rsidRDefault="0074047D" w:rsidP="00F6272A">
            <w:pPr>
              <w:rPr>
                <w:rFonts w:eastAsia="Times New Roman"/>
                <w:bCs/>
              </w:rPr>
            </w:pPr>
            <w:r w:rsidRPr="00140830">
              <w:rPr>
                <w:rFonts w:eastAsia="Times New Roman"/>
                <w:bCs/>
              </w:rPr>
              <w:t>Ei     - t</w:t>
            </w:r>
            <w:r w:rsidRPr="00140830">
              <w:rPr>
                <w:rFonts w:eastAsia="Times New Roman"/>
              </w:rPr>
              <w:t xml:space="preserve">ähista all olevas tabelis sobiv vastuse variant ja lisa täpsustav kommentaar inimese toimetuleku ja toetusvajaduse kohta </w:t>
            </w:r>
            <w:r w:rsidRPr="00140830">
              <w:rPr>
                <w:b/>
              </w:rPr>
              <w:t>töö, õppimise vm töösarnase rakenduse</w:t>
            </w:r>
            <w:r w:rsidRPr="00140830">
              <w:rPr>
                <w:rFonts w:eastAsia="Times New Roman"/>
                <w:bCs/>
              </w:rPr>
              <w:t xml:space="preserve"> </w:t>
            </w:r>
            <w:r w:rsidRPr="00140830">
              <w:rPr>
                <w:rFonts w:eastAsia="Times New Roman"/>
              </w:rPr>
              <w:t xml:space="preserve">valdkonnas. </w:t>
            </w:r>
          </w:p>
        </w:tc>
      </w:tr>
    </w:tbl>
    <w:p w14:paraId="5413ED7D" w14:textId="676017E6" w:rsidR="00255823" w:rsidRPr="00140830" w:rsidRDefault="00255823" w:rsidP="0025582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bl>
      <w:tblPr>
        <w:tblW w:w="14825" w:type="dxa"/>
        <w:tblInd w:w="-10" w:type="dxa"/>
        <w:tblCellMar>
          <w:top w:w="15" w:type="dxa"/>
          <w:left w:w="15" w:type="dxa"/>
          <w:bottom w:w="15" w:type="dxa"/>
          <w:right w:w="15" w:type="dxa"/>
        </w:tblCellMar>
        <w:tblLook w:val="04A0" w:firstRow="1" w:lastRow="0" w:firstColumn="1" w:lastColumn="0" w:noHBand="0" w:noVBand="1"/>
      </w:tblPr>
      <w:tblGrid>
        <w:gridCol w:w="504"/>
        <w:gridCol w:w="4599"/>
        <w:gridCol w:w="9722"/>
      </w:tblGrid>
      <w:tr w:rsidR="00140830" w:rsidRPr="00140830" w14:paraId="5F3DEAFA" w14:textId="77777777" w:rsidTr="00255823">
        <w:tc>
          <w:tcPr>
            <w:tcW w:w="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8AB72B" w14:textId="1075A432" w:rsidR="00255823" w:rsidRPr="00140830" w:rsidRDefault="009E3084" w:rsidP="0025582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0</w:t>
            </w:r>
          </w:p>
        </w:tc>
        <w:tc>
          <w:tcPr>
            <w:tcW w:w="45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A1AF88" w14:textId="448FBC07" w:rsidR="00255823" w:rsidRPr="00140830" w:rsidRDefault="00255823" w:rsidP="0025582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Iseseisev</w:t>
            </w:r>
          </w:p>
        </w:tc>
        <w:tc>
          <w:tcPr>
            <w:tcW w:w="97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D7D61C" w14:textId="77777777" w:rsidR="00255823" w:rsidRPr="00140830" w:rsidRDefault="00255823" w:rsidP="0025582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Ei vaja toetust</w:t>
            </w:r>
          </w:p>
        </w:tc>
      </w:tr>
      <w:tr w:rsidR="00140830" w:rsidRPr="00140830" w14:paraId="2C5F9A82" w14:textId="77777777" w:rsidTr="00255823">
        <w:tc>
          <w:tcPr>
            <w:tcW w:w="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6C6DDB" w14:textId="40F92B18" w:rsidR="00255823" w:rsidRPr="00140830" w:rsidRDefault="009E3084" w:rsidP="0025582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w:t>
            </w:r>
          </w:p>
        </w:tc>
        <w:tc>
          <w:tcPr>
            <w:tcW w:w="45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BF6020" w14:textId="24CCBB39" w:rsidR="00255823" w:rsidRPr="00140830" w:rsidRDefault="00255823" w:rsidP="0025582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Madal toetusvajadus</w:t>
            </w:r>
          </w:p>
        </w:tc>
        <w:tc>
          <w:tcPr>
            <w:tcW w:w="97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D75EE0" w14:textId="0D61A551" w:rsidR="00255823" w:rsidRPr="00140830" w:rsidRDefault="00255823" w:rsidP="0025582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meeldetuletust, nõustamist vaba aja, puhkuse ja huvitegevusega seo</w:t>
            </w:r>
            <w:r w:rsidR="00C50927" w:rsidRPr="00140830">
              <w:rPr>
                <w:rFonts w:eastAsia="Times New Roman"/>
                <w:color w:val="auto"/>
                <w:sz w:val="20"/>
                <w:szCs w:val="20"/>
                <w:shd w:val="clear" w:color="auto" w:fill="FFFFFF"/>
              </w:rPr>
              <w:t xml:space="preserve">tud  teemadel </w:t>
            </w:r>
            <w:r w:rsidRPr="00140830">
              <w:rPr>
                <w:rFonts w:eastAsia="Times New Roman"/>
                <w:color w:val="auto"/>
                <w:sz w:val="20"/>
                <w:szCs w:val="20"/>
                <w:shd w:val="clear" w:color="auto" w:fill="FFFFFF"/>
              </w:rPr>
              <w:t xml:space="preserve">harvem kui iganädalaselt. </w:t>
            </w:r>
          </w:p>
        </w:tc>
      </w:tr>
      <w:tr w:rsidR="00140830" w:rsidRPr="00140830" w14:paraId="6E0F4F5A" w14:textId="77777777" w:rsidTr="00255823">
        <w:tc>
          <w:tcPr>
            <w:tcW w:w="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B72C9D" w14:textId="27A038DE" w:rsidR="00255823" w:rsidRPr="00140830" w:rsidRDefault="009E3084" w:rsidP="0025582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w:t>
            </w:r>
          </w:p>
        </w:tc>
        <w:tc>
          <w:tcPr>
            <w:tcW w:w="45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377681" w14:textId="2DFA8E05" w:rsidR="00255823" w:rsidRPr="00140830" w:rsidRDefault="00255823" w:rsidP="0025582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Keskmine toetusvajadus</w:t>
            </w:r>
          </w:p>
        </w:tc>
        <w:tc>
          <w:tcPr>
            <w:tcW w:w="97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C9E2D1" w14:textId="22340F63" w:rsidR="00255823" w:rsidRPr="00140830" w:rsidRDefault="0074047D" w:rsidP="0074047D">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regulaarselt juhendamist</w:t>
            </w:r>
            <w:r w:rsidRPr="00140830">
              <w:rPr>
                <w:rFonts w:eastAsia="Times New Roman"/>
                <w:b/>
                <w:bCs/>
                <w:color w:val="auto"/>
                <w:sz w:val="20"/>
                <w:szCs w:val="20"/>
              </w:rPr>
              <w:t xml:space="preserve"> </w:t>
            </w:r>
            <w:r w:rsidRPr="00140830">
              <w:rPr>
                <w:rFonts w:eastAsia="Times New Roman"/>
                <w:bCs/>
                <w:color w:val="auto"/>
                <w:sz w:val="20"/>
                <w:szCs w:val="20"/>
              </w:rPr>
              <w:t>oma vaba aega sisustamisel, leidmaks või säilitamaks huvitegevusega seotud  võimalusi.</w:t>
            </w:r>
          </w:p>
        </w:tc>
      </w:tr>
      <w:tr w:rsidR="00140830" w:rsidRPr="00140830" w14:paraId="4756A2BA" w14:textId="77777777" w:rsidTr="00255823">
        <w:tc>
          <w:tcPr>
            <w:tcW w:w="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643152" w14:textId="67DB0F89" w:rsidR="00255823" w:rsidRPr="00140830" w:rsidRDefault="009E3084" w:rsidP="0025582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3</w:t>
            </w:r>
          </w:p>
        </w:tc>
        <w:tc>
          <w:tcPr>
            <w:tcW w:w="45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C4F9EC" w14:textId="0320996C" w:rsidR="00255823" w:rsidRPr="00140830" w:rsidRDefault="00255823" w:rsidP="0025582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Kõrge toetusvajadus</w:t>
            </w:r>
          </w:p>
        </w:tc>
        <w:tc>
          <w:tcPr>
            <w:tcW w:w="97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B49220" w14:textId="3DEC4C24" w:rsidR="00255823" w:rsidRPr="00140830" w:rsidRDefault="00255823" w:rsidP="0025582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ig</w:t>
            </w:r>
            <w:r w:rsidR="0074047D" w:rsidRPr="00140830">
              <w:rPr>
                <w:rFonts w:eastAsia="Times New Roman"/>
                <w:color w:val="auto"/>
                <w:sz w:val="20"/>
                <w:szCs w:val="20"/>
                <w:shd w:val="clear" w:color="auto" w:fill="FFFFFF"/>
              </w:rPr>
              <w:t xml:space="preserve">apäevaselt </w:t>
            </w:r>
            <w:proofErr w:type="spellStart"/>
            <w:r w:rsidR="0074047D" w:rsidRPr="00140830">
              <w:rPr>
                <w:rFonts w:eastAsia="Times New Roman"/>
                <w:color w:val="auto"/>
                <w:sz w:val="20"/>
                <w:szCs w:val="20"/>
                <w:shd w:val="clear" w:color="auto" w:fill="FFFFFF"/>
              </w:rPr>
              <w:t>kõrvalabi</w:t>
            </w:r>
            <w:proofErr w:type="spellEnd"/>
            <w:r w:rsidR="0074047D" w:rsidRPr="00140830">
              <w:rPr>
                <w:rFonts w:eastAsia="Times New Roman"/>
                <w:color w:val="auto"/>
                <w:sz w:val="20"/>
                <w:szCs w:val="20"/>
                <w:shd w:val="clear" w:color="auto" w:fill="FFFFFF"/>
              </w:rPr>
              <w:t xml:space="preserve"> ja toetust, et vaba aeg oleks sisustatud  ja saaks osaleda vaba aja või huvitegevusega seotud tegevustes.</w:t>
            </w:r>
          </w:p>
        </w:tc>
      </w:tr>
      <w:tr w:rsidR="00140830" w:rsidRPr="00140830" w14:paraId="2A436B1F" w14:textId="77777777" w:rsidTr="00255823">
        <w:tc>
          <w:tcPr>
            <w:tcW w:w="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AD8FE3" w14:textId="72D747D4" w:rsidR="00255823" w:rsidRPr="00140830" w:rsidRDefault="009E3084" w:rsidP="0025582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4</w:t>
            </w:r>
          </w:p>
        </w:tc>
        <w:tc>
          <w:tcPr>
            <w:tcW w:w="45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75DAE5" w14:textId="242CECF7" w:rsidR="00255823" w:rsidRPr="00140830" w:rsidRDefault="00255823" w:rsidP="0025582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Äärmuslik toetusvajadus</w:t>
            </w:r>
          </w:p>
        </w:tc>
        <w:tc>
          <w:tcPr>
            <w:tcW w:w="97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5B5E73" w14:textId="7A7006D9" w:rsidR="00255823" w:rsidRPr="00140830" w:rsidRDefault="00255823" w:rsidP="0074047D">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hooldust ja/või järelevalvet</w:t>
            </w:r>
            <w:r w:rsidR="0074047D" w:rsidRPr="00140830">
              <w:rPr>
                <w:rFonts w:eastAsia="Times New Roman"/>
                <w:color w:val="auto"/>
                <w:sz w:val="20"/>
                <w:szCs w:val="20"/>
                <w:shd w:val="clear" w:color="auto" w:fill="FFFFFF"/>
              </w:rPr>
              <w:t xml:space="preserve">. Ei ole võimeline iseseisvalt oma vaba aja sisustamise või muude huvitegevustega seotud tegevustes osalema, vajab pidevat teise inimese abi või tegevuste üle võtmist, et saaks osaleda. </w:t>
            </w:r>
          </w:p>
        </w:tc>
      </w:tr>
      <w:tr w:rsidR="00140830" w:rsidRPr="00140830" w14:paraId="548FE021" w14:textId="77777777" w:rsidTr="00C50927">
        <w:trPr>
          <w:trHeight w:val="1100"/>
        </w:trPr>
        <w:tc>
          <w:tcPr>
            <w:tcW w:w="5103"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197CAE" w14:textId="0A9FF815" w:rsidR="00255823" w:rsidRPr="00140830" w:rsidRDefault="00F92F9A" w:rsidP="00255823">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18"/>
                <w:szCs w:val="18"/>
              </w:rPr>
            </w:pPr>
            <w:r w:rsidRPr="00140830">
              <w:rPr>
                <w:rFonts w:eastAsia="Times New Roman"/>
                <w:bCs/>
                <w:color w:val="auto"/>
                <w:sz w:val="20"/>
                <w:szCs w:val="20"/>
              </w:rPr>
              <w:t>D</w:t>
            </w:r>
            <w:r w:rsidR="00255823" w:rsidRPr="00140830">
              <w:rPr>
                <w:rFonts w:eastAsia="Times New Roman"/>
                <w:bCs/>
                <w:color w:val="auto"/>
                <w:sz w:val="20"/>
                <w:szCs w:val="20"/>
              </w:rPr>
              <w:t>.5.1.1.</w:t>
            </w:r>
            <w:r w:rsidR="00255823" w:rsidRPr="00140830">
              <w:rPr>
                <w:rFonts w:eastAsia="Times New Roman"/>
                <w:color w:val="auto"/>
                <w:sz w:val="20"/>
                <w:szCs w:val="20"/>
                <w:shd w:val="clear" w:color="auto" w:fill="FFFFFF"/>
              </w:rPr>
              <w:t xml:space="preserve">Kommentaar või lühikirjeldus </w:t>
            </w:r>
            <w:r w:rsidR="00255823" w:rsidRPr="00140830">
              <w:rPr>
                <w:rFonts w:eastAsia="Times New Roman"/>
                <w:color w:val="auto"/>
                <w:sz w:val="18"/>
                <w:szCs w:val="18"/>
                <w:shd w:val="clear" w:color="auto" w:fill="FFFFFF"/>
              </w:rPr>
              <w:t>(nt tuua</w:t>
            </w:r>
            <w:r w:rsidR="00255823" w:rsidRPr="00140830">
              <w:rPr>
                <w:rFonts w:eastAsia="Times New Roman"/>
                <w:color w:val="auto"/>
                <w:sz w:val="18"/>
                <w:szCs w:val="18"/>
              </w:rPr>
              <w:t xml:space="preserve"> välja konkreetsed </w:t>
            </w:r>
            <w:r w:rsidR="00255823" w:rsidRPr="00140830">
              <w:rPr>
                <w:rFonts w:eastAsia="Times New Roman"/>
                <w:b/>
                <w:bCs/>
                <w:color w:val="auto"/>
                <w:sz w:val="18"/>
                <w:szCs w:val="18"/>
              </w:rPr>
              <w:t>eripärad ja/või spetsiifika</w:t>
            </w:r>
            <w:r w:rsidR="00255823" w:rsidRPr="00140830">
              <w:rPr>
                <w:rFonts w:eastAsia="Times New Roman"/>
                <w:color w:val="auto"/>
                <w:sz w:val="18"/>
                <w:szCs w:val="18"/>
              </w:rPr>
              <w:t>, mis aspektis või tegevus</w:t>
            </w:r>
            <w:r w:rsidR="00C07F38" w:rsidRPr="00140830">
              <w:rPr>
                <w:rFonts w:eastAsia="Times New Roman"/>
                <w:color w:val="auto"/>
                <w:sz w:val="18"/>
                <w:szCs w:val="18"/>
              </w:rPr>
              <w:t>t</w:t>
            </w:r>
            <w:r w:rsidR="00255823" w:rsidRPr="00140830">
              <w:rPr>
                <w:rFonts w:eastAsia="Times New Roman"/>
                <w:color w:val="auto"/>
                <w:sz w:val="18"/>
                <w:szCs w:val="18"/>
              </w:rPr>
              <w:t xml:space="preserve">es isik täpsemalt selles valdkonnas toetust vajab. Võib märkida ka isiku </w:t>
            </w:r>
            <w:r w:rsidR="00255823" w:rsidRPr="00140830">
              <w:rPr>
                <w:rFonts w:eastAsia="Times New Roman"/>
                <w:b/>
                <w:bCs/>
                <w:color w:val="auto"/>
                <w:sz w:val="18"/>
                <w:szCs w:val="18"/>
              </w:rPr>
              <w:t xml:space="preserve">tugevused ja võimalused </w:t>
            </w:r>
            <w:r w:rsidR="00255823" w:rsidRPr="00140830">
              <w:rPr>
                <w:rFonts w:eastAsia="Times New Roman"/>
                <w:bCs/>
                <w:color w:val="auto"/>
                <w:sz w:val="18"/>
                <w:szCs w:val="18"/>
              </w:rPr>
              <w:t>selles valdkonnas</w:t>
            </w:r>
            <w:r w:rsidR="00255823" w:rsidRPr="00140830">
              <w:rPr>
                <w:rFonts w:eastAsia="Times New Roman"/>
                <w:color w:val="auto"/>
                <w:sz w:val="18"/>
                <w:szCs w:val="18"/>
              </w:rPr>
              <w:t>, sh isiku motivatsioon toetust vastu võtta).</w:t>
            </w:r>
          </w:p>
          <w:p w14:paraId="77715C26" w14:textId="27367D2A" w:rsidR="00BA60CC" w:rsidRPr="00140830" w:rsidRDefault="00BA60CC" w:rsidP="009835E7">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97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E9207B" w14:textId="77777777" w:rsidR="00255823" w:rsidRPr="00140830" w:rsidRDefault="00255823" w:rsidP="00255823">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r w:rsidRPr="00140830">
              <w:rPr>
                <w:rFonts w:ascii="Times New Roman" w:eastAsia="Times New Roman" w:hAnsi="Times New Roman" w:cs="Times New Roman"/>
                <w:color w:val="auto"/>
                <w:sz w:val="24"/>
                <w:szCs w:val="24"/>
              </w:rPr>
              <w:br/>
            </w:r>
          </w:p>
        </w:tc>
      </w:tr>
      <w:tr w:rsidR="00140830" w:rsidRPr="00140830" w14:paraId="67B45F81" w14:textId="77777777" w:rsidTr="00C50927">
        <w:trPr>
          <w:trHeight w:val="400"/>
        </w:trPr>
        <w:tc>
          <w:tcPr>
            <w:tcW w:w="5103"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963CD6" w14:textId="44DF9D4A" w:rsidR="00255823" w:rsidRPr="00140830" w:rsidRDefault="00F92F9A" w:rsidP="0025582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Cs/>
                <w:color w:val="auto"/>
                <w:sz w:val="20"/>
                <w:szCs w:val="20"/>
              </w:rPr>
              <w:t>D</w:t>
            </w:r>
            <w:r w:rsidR="00255823" w:rsidRPr="00140830">
              <w:rPr>
                <w:rFonts w:eastAsia="Times New Roman"/>
                <w:bCs/>
                <w:color w:val="auto"/>
                <w:sz w:val="20"/>
                <w:szCs w:val="20"/>
              </w:rPr>
              <w:t>.5.1.2</w:t>
            </w:r>
            <w:r w:rsidR="00255823" w:rsidRPr="00140830">
              <w:rPr>
                <w:rFonts w:eastAsia="Times New Roman"/>
                <w:b/>
                <w:bCs/>
                <w:color w:val="auto"/>
                <w:sz w:val="20"/>
                <w:szCs w:val="20"/>
              </w:rPr>
              <w:t xml:space="preserve">. </w:t>
            </w:r>
            <w:r w:rsidR="00255823" w:rsidRPr="00140830">
              <w:rPr>
                <w:rFonts w:eastAsia="Times New Roman"/>
                <w:color w:val="auto"/>
                <w:sz w:val="20"/>
                <w:szCs w:val="20"/>
                <w:shd w:val="clear" w:color="auto" w:fill="FFFFFF"/>
              </w:rPr>
              <w:t>Kas ja kuidas on toetus täna korraldatud? (sh sotsiaalteenuste, pere jt poolt pakutav)</w:t>
            </w:r>
          </w:p>
        </w:tc>
        <w:tc>
          <w:tcPr>
            <w:tcW w:w="97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A8B854" w14:textId="77777777" w:rsidR="00255823" w:rsidRPr="00140830" w:rsidRDefault="00255823" w:rsidP="0025582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17578C09" w14:textId="77777777" w:rsidTr="00C50927">
        <w:trPr>
          <w:trHeight w:val="400"/>
        </w:trPr>
        <w:tc>
          <w:tcPr>
            <w:tcW w:w="5103"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C0D4C6" w14:textId="4E23FDCF" w:rsidR="00255823" w:rsidRPr="00140830" w:rsidRDefault="00F92F9A" w:rsidP="0025582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Cs/>
                <w:color w:val="auto"/>
                <w:sz w:val="20"/>
                <w:szCs w:val="20"/>
              </w:rPr>
              <w:t>D</w:t>
            </w:r>
            <w:r w:rsidR="00255823" w:rsidRPr="00140830">
              <w:rPr>
                <w:rFonts w:eastAsia="Times New Roman"/>
                <w:bCs/>
                <w:color w:val="auto"/>
                <w:sz w:val="20"/>
                <w:szCs w:val="20"/>
              </w:rPr>
              <w:t>.5.1. 3</w:t>
            </w:r>
            <w:r w:rsidR="00255823" w:rsidRPr="00140830">
              <w:rPr>
                <w:rFonts w:eastAsia="Times New Roman"/>
                <w:b/>
                <w:bCs/>
                <w:color w:val="auto"/>
                <w:sz w:val="20"/>
                <w:szCs w:val="20"/>
              </w:rPr>
              <w:t>.</w:t>
            </w:r>
            <w:r w:rsidR="00255823" w:rsidRPr="00140830">
              <w:rPr>
                <w:rFonts w:eastAsia="Times New Roman"/>
                <w:color w:val="auto"/>
                <w:sz w:val="20"/>
                <w:szCs w:val="20"/>
                <w:shd w:val="clear" w:color="auto" w:fill="FFFFFF"/>
              </w:rPr>
              <w:t xml:space="preserve">Kõige olulisemad vajadused ja tähelepanupunktid </w:t>
            </w:r>
            <w:r w:rsidR="003F01E1" w:rsidRPr="00140830">
              <w:rPr>
                <w:rFonts w:eastAsia="Times New Roman"/>
                <w:color w:val="auto"/>
                <w:sz w:val="20"/>
                <w:szCs w:val="20"/>
                <w:shd w:val="clear" w:color="auto" w:fill="FFFFFF"/>
              </w:rPr>
              <w:t>(hindaja ja võrgustiku hinnangul)</w:t>
            </w:r>
          </w:p>
        </w:tc>
        <w:tc>
          <w:tcPr>
            <w:tcW w:w="97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AF5B8A" w14:textId="77777777" w:rsidR="00255823" w:rsidRPr="00140830" w:rsidRDefault="00255823" w:rsidP="0025582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2F5665A4" w14:textId="77777777" w:rsidTr="00C50927">
        <w:trPr>
          <w:trHeight w:val="400"/>
        </w:trPr>
        <w:tc>
          <w:tcPr>
            <w:tcW w:w="5103"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70D12D" w14:textId="2DAFA776" w:rsidR="003F01E1" w:rsidRPr="00140830" w:rsidRDefault="00F92F9A" w:rsidP="00255823">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Cs/>
                <w:color w:val="auto"/>
                <w:sz w:val="20"/>
                <w:szCs w:val="20"/>
              </w:rPr>
            </w:pPr>
            <w:r w:rsidRPr="00140830">
              <w:rPr>
                <w:rFonts w:eastAsia="Times New Roman"/>
                <w:bCs/>
                <w:color w:val="auto"/>
                <w:sz w:val="20"/>
                <w:szCs w:val="20"/>
              </w:rPr>
              <w:t>D</w:t>
            </w:r>
            <w:r w:rsidR="003F01E1" w:rsidRPr="00140830">
              <w:rPr>
                <w:rFonts w:eastAsia="Times New Roman"/>
                <w:bCs/>
                <w:color w:val="auto"/>
                <w:sz w:val="20"/>
                <w:szCs w:val="20"/>
              </w:rPr>
              <w:t>.5.1.4. Inimese enda poolt nimetatud vajadused</w:t>
            </w:r>
          </w:p>
        </w:tc>
        <w:tc>
          <w:tcPr>
            <w:tcW w:w="97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15687D" w14:textId="77777777" w:rsidR="003F01E1" w:rsidRPr="00140830" w:rsidRDefault="003F01E1" w:rsidP="0025582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bl>
    <w:p w14:paraId="6B420491" w14:textId="16AC2A8D" w:rsidR="00255823" w:rsidRPr="00140830" w:rsidRDefault="00255823" w:rsidP="004F7A48">
      <w:pPr>
        <w:spacing w:line="240" w:lineRule="auto"/>
        <w:contextualSpacing/>
        <w:rPr>
          <w:b/>
          <w:color w:val="auto"/>
        </w:rPr>
      </w:pPr>
    </w:p>
    <w:p w14:paraId="1AFA8B3B" w14:textId="1ED62FC8" w:rsidR="00C50927" w:rsidRPr="00140830" w:rsidRDefault="00F92F9A" w:rsidP="00C50927">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r w:rsidRPr="00140830">
        <w:rPr>
          <w:rFonts w:eastAsia="Times New Roman"/>
          <w:b/>
          <w:bCs/>
          <w:color w:val="auto"/>
        </w:rPr>
        <w:t>D</w:t>
      </w:r>
      <w:r w:rsidR="00C50927" w:rsidRPr="00140830">
        <w:rPr>
          <w:rFonts w:eastAsia="Times New Roman"/>
          <w:b/>
          <w:bCs/>
          <w:color w:val="auto"/>
        </w:rPr>
        <w:t xml:space="preserve">.6. ELUKESKKOND </w:t>
      </w:r>
    </w:p>
    <w:p w14:paraId="2C959BCB" w14:textId="521627A0" w:rsidR="00C50927" w:rsidRPr="00140830" w:rsidRDefault="00F92F9A" w:rsidP="00C50927">
      <w:pPr>
        <w:widowControl/>
        <w:pBdr>
          <w:top w:val="none" w:sz="0" w:space="0" w:color="auto"/>
          <w:left w:val="none" w:sz="0" w:space="0" w:color="auto"/>
          <w:bottom w:val="none" w:sz="0" w:space="0" w:color="auto"/>
          <w:right w:val="none" w:sz="0" w:space="0" w:color="auto"/>
          <w:between w:val="none" w:sz="0" w:space="0" w:color="auto"/>
        </w:pBdr>
        <w:spacing w:line="240" w:lineRule="auto"/>
        <w:ind w:left="720"/>
        <w:textAlignment w:val="baseline"/>
        <w:rPr>
          <w:rFonts w:eastAsia="Times New Roman"/>
          <w:bCs/>
          <w:color w:val="auto"/>
          <w:sz w:val="20"/>
          <w:szCs w:val="20"/>
        </w:rPr>
      </w:pPr>
      <w:r w:rsidRPr="00140830">
        <w:rPr>
          <w:rFonts w:eastAsia="Times New Roman"/>
          <w:b/>
          <w:bCs/>
          <w:color w:val="auto"/>
          <w:sz w:val="20"/>
          <w:szCs w:val="20"/>
        </w:rPr>
        <w:t>D</w:t>
      </w:r>
      <w:r w:rsidR="00C50927" w:rsidRPr="00140830">
        <w:rPr>
          <w:rFonts w:eastAsia="Times New Roman"/>
          <w:b/>
          <w:bCs/>
          <w:color w:val="auto"/>
          <w:sz w:val="20"/>
          <w:szCs w:val="20"/>
        </w:rPr>
        <w:t xml:space="preserve">.6.1. Eluase ja elutingimused. Kas </w:t>
      </w:r>
      <w:r w:rsidR="0074047D" w:rsidRPr="00140830">
        <w:rPr>
          <w:rFonts w:eastAsia="Times New Roman"/>
          <w:b/>
          <w:bCs/>
          <w:color w:val="auto"/>
          <w:sz w:val="20"/>
          <w:szCs w:val="20"/>
        </w:rPr>
        <w:t>inimene</w:t>
      </w:r>
      <w:r w:rsidR="00C50927" w:rsidRPr="00140830">
        <w:rPr>
          <w:rFonts w:eastAsia="Times New Roman"/>
          <w:b/>
          <w:bCs/>
          <w:color w:val="auto"/>
          <w:sz w:val="20"/>
          <w:szCs w:val="20"/>
        </w:rPr>
        <w:t xml:space="preserve"> vajab uut elamispinda? </w:t>
      </w:r>
      <w:r w:rsidR="00C50927" w:rsidRPr="00140830">
        <w:rPr>
          <w:rFonts w:eastAsia="Times New Roman"/>
          <w:color w:val="auto"/>
          <w:sz w:val="20"/>
          <w:szCs w:val="20"/>
        </w:rPr>
        <w:t>(nt puudub elamispind, olemasolev ei sobi)</w:t>
      </w:r>
      <w:r w:rsidR="00C07F38" w:rsidRPr="00140830">
        <w:rPr>
          <w:rFonts w:eastAsia="Times New Roman"/>
          <w:b/>
          <w:bCs/>
          <w:color w:val="auto"/>
          <w:sz w:val="20"/>
          <w:szCs w:val="20"/>
        </w:rPr>
        <w:t xml:space="preserve">. </w:t>
      </w:r>
    </w:p>
    <w:p w14:paraId="22C25760" w14:textId="50155F3D" w:rsidR="00C50927" w:rsidRPr="00140830" w:rsidRDefault="00C50927" w:rsidP="00C50927">
      <w:pPr>
        <w:widowControl/>
        <w:pBdr>
          <w:top w:val="none" w:sz="0" w:space="0" w:color="auto"/>
          <w:left w:val="none" w:sz="0" w:space="0" w:color="auto"/>
          <w:bottom w:val="none" w:sz="0" w:space="0" w:color="auto"/>
          <w:right w:val="none" w:sz="0" w:space="0" w:color="auto"/>
          <w:between w:val="none" w:sz="0" w:space="0" w:color="auto"/>
        </w:pBdr>
        <w:spacing w:line="240" w:lineRule="auto"/>
        <w:ind w:left="720"/>
        <w:textAlignment w:val="baseline"/>
        <w:rPr>
          <w:rFonts w:ascii="Times New Roman" w:eastAsia="Times New Roman" w:hAnsi="Times New Roman" w:cs="Times New Roman"/>
          <w:color w:val="auto"/>
          <w:sz w:val="24"/>
          <w:szCs w:val="24"/>
        </w:rPr>
      </w:pPr>
    </w:p>
    <w:tbl>
      <w:tblPr>
        <w:tblStyle w:val="Kontuurtabel"/>
        <w:tblW w:w="0" w:type="auto"/>
        <w:tblInd w:w="-5" w:type="dxa"/>
        <w:tblLook w:val="04A0" w:firstRow="1" w:lastRow="0" w:firstColumn="1" w:lastColumn="0" w:noHBand="0" w:noVBand="1"/>
      </w:tblPr>
      <w:tblGrid>
        <w:gridCol w:w="2842"/>
        <w:gridCol w:w="2977"/>
      </w:tblGrid>
      <w:tr w:rsidR="00140830" w:rsidRPr="00140830" w14:paraId="14B0A968" w14:textId="77777777" w:rsidTr="00C07F38">
        <w:tc>
          <w:tcPr>
            <w:tcW w:w="2842" w:type="dxa"/>
          </w:tcPr>
          <w:p w14:paraId="15D2EF5D" w14:textId="6F51A1DB" w:rsidR="00C50927" w:rsidRPr="00140830" w:rsidRDefault="00F278F0" w:rsidP="00C50927">
            <w:pPr>
              <w:pStyle w:val="Loendilik"/>
              <w:textAlignment w:val="baseline"/>
              <w:rPr>
                <w:rFonts w:eastAsia="Times New Roman" w:cs="Arial"/>
              </w:rPr>
            </w:pPr>
            <w:r>
              <w:rPr>
                <w:rFonts w:eastAsia="Times New Roman" w:cs="Arial"/>
              </w:rPr>
              <w:lastRenderedPageBreak/>
              <w:t>0</w:t>
            </w:r>
          </w:p>
        </w:tc>
        <w:tc>
          <w:tcPr>
            <w:tcW w:w="2977" w:type="dxa"/>
          </w:tcPr>
          <w:p w14:paraId="58356D58" w14:textId="5F25A1F3" w:rsidR="00C50927" w:rsidRPr="00140830" w:rsidRDefault="00C50927" w:rsidP="00C50927">
            <w:pPr>
              <w:textAlignment w:val="baseline"/>
              <w:rPr>
                <w:rFonts w:eastAsia="Times New Roman"/>
              </w:rPr>
            </w:pPr>
            <w:r w:rsidRPr="00140830">
              <w:rPr>
                <w:rFonts w:eastAsia="Times New Roman"/>
              </w:rPr>
              <w:t>Ei</w:t>
            </w:r>
          </w:p>
        </w:tc>
      </w:tr>
      <w:tr w:rsidR="00140830" w:rsidRPr="00140830" w14:paraId="43AAB37D" w14:textId="77777777" w:rsidTr="00C07F38">
        <w:tc>
          <w:tcPr>
            <w:tcW w:w="2842" w:type="dxa"/>
          </w:tcPr>
          <w:p w14:paraId="585FA57D" w14:textId="2A0877FA" w:rsidR="00C50927" w:rsidRPr="00140830" w:rsidRDefault="00F278F0" w:rsidP="00C50927">
            <w:pPr>
              <w:pStyle w:val="Loendilik"/>
              <w:textAlignment w:val="baseline"/>
              <w:rPr>
                <w:rFonts w:eastAsia="Times New Roman" w:cs="Arial"/>
              </w:rPr>
            </w:pPr>
            <w:r>
              <w:rPr>
                <w:rFonts w:eastAsia="Times New Roman" w:cs="Arial"/>
              </w:rPr>
              <w:t>1</w:t>
            </w:r>
          </w:p>
        </w:tc>
        <w:tc>
          <w:tcPr>
            <w:tcW w:w="2977" w:type="dxa"/>
          </w:tcPr>
          <w:p w14:paraId="685C9AC7" w14:textId="06307F69" w:rsidR="00C50927" w:rsidRPr="00140830" w:rsidRDefault="00C50927" w:rsidP="00C50927">
            <w:pPr>
              <w:textAlignment w:val="baseline"/>
              <w:rPr>
                <w:rFonts w:eastAsia="Times New Roman"/>
              </w:rPr>
            </w:pPr>
            <w:r w:rsidRPr="00140830">
              <w:rPr>
                <w:rFonts w:eastAsia="Times New Roman"/>
              </w:rPr>
              <w:t>Jah</w:t>
            </w:r>
            <w:r w:rsidR="00C77D09" w:rsidRPr="00140830">
              <w:rPr>
                <w:rFonts w:eastAsia="Times New Roman"/>
              </w:rPr>
              <w:t xml:space="preserve"> (täpsusta kommentaari lahtris, uue elamispinna vajadusega seotud asjaolusid)</w:t>
            </w:r>
          </w:p>
        </w:tc>
      </w:tr>
      <w:tr w:rsidR="00140830" w:rsidRPr="00140830" w14:paraId="0E082C0E" w14:textId="77777777" w:rsidTr="00C07F38">
        <w:trPr>
          <w:trHeight w:val="647"/>
        </w:trPr>
        <w:tc>
          <w:tcPr>
            <w:tcW w:w="2842" w:type="dxa"/>
          </w:tcPr>
          <w:p w14:paraId="06B48B2B" w14:textId="2AEAE39E" w:rsidR="00C50927" w:rsidRPr="00140830" w:rsidRDefault="00F92F9A" w:rsidP="00C50927">
            <w:pPr>
              <w:textAlignment w:val="baseline"/>
              <w:rPr>
                <w:rFonts w:eastAsia="Times New Roman"/>
              </w:rPr>
            </w:pPr>
            <w:r w:rsidRPr="00140830">
              <w:rPr>
                <w:rFonts w:eastAsia="Times New Roman"/>
              </w:rPr>
              <w:t>D</w:t>
            </w:r>
            <w:r w:rsidR="00C07F38" w:rsidRPr="00140830">
              <w:rPr>
                <w:rFonts w:eastAsia="Times New Roman"/>
              </w:rPr>
              <w:t>.6.1.2.</w:t>
            </w:r>
            <w:r w:rsidR="00C50927" w:rsidRPr="00140830">
              <w:rPr>
                <w:rFonts w:eastAsia="Times New Roman"/>
              </w:rPr>
              <w:t xml:space="preserve">Kommentaar: </w:t>
            </w:r>
          </w:p>
        </w:tc>
        <w:tc>
          <w:tcPr>
            <w:tcW w:w="2977" w:type="dxa"/>
          </w:tcPr>
          <w:p w14:paraId="574BB268" w14:textId="77777777" w:rsidR="00C50927" w:rsidRPr="00140830" w:rsidRDefault="00C50927" w:rsidP="00C50927">
            <w:pPr>
              <w:textAlignment w:val="baseline"/>
              <w:rPr>
                <w:rFonts w:ascii="Times New Roman" w:eastAsia="Times New Roman" w:hAnsi="Times New Roman"/>
                <w:sz w:val="24"/>
                <w:szCs w:val="24"/>
              </w:rPr>
            </w:pPr>
          </w:p>
        </w:tc>
      </w:tr>
    </w:tbl>
    <w:p w14:paraId="0552CD97" w14:textId="122EA6D1" w:rsidR="00C50927" w:rsidRPr="00140830" w:rsidRDefault="00C50927" w:rsidP="00C50927">
      <w:pPr>
        <w:widowControl/>
        <w:pBdr>
          <w:top w:val="none" w:sz="0" w:space="0" w:color="auto"/>
          <w:left w:val="none" w:sz="0" w:space="0" w:color="auto"/>
          <w:bottom w:val="none" w:sz="0" w:space="0" w:color="auto"/>
          <w:right w:val="none" w:sz="0" w:space="0" w:color="auto"/>
          <w:between w:val="none" w:sz="0" w:space="0" w:color="auto"/>
        </w:pBdr>
        <w:spacing w:line="240" w:lineRule="auto"/>
        <w:ind w:left="720"/>
        <w:textAlignment w:val="baseline"/>
        <w:rPr>
          <w:rFonts w:ascii="Times New Roman" w:eastAsia="Times New Roman" w:hAnsi="Times New Roman" w:cs="Times New Roman"/>
          <w:color w:val="auto"/>
          <w:sz w:val="24"/>
          <w:szCs w:val="24"/>
        </w:rPr>
      </w:pPr>
    </w:p>
    <w:p w14:paraId="77DFC641" w14:textId="60E8D7E3" w:rsidR="00C50927" w:rsidRPr="00140830" w:rsidRDefault="00C50927" w:rsidP="00C50927">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p>
    <w:p w14:paraId="516CB603" w14:textId="584C2B2A" w:rsidR="00C07F38" w:rsidRPr="00140830" w:rsidRDefault="00F92F9A" w:rsidP="00C07F38">
      <w:pPr>
        <w:widowControl/>
        <w:pBdr>
          <w:top w:val="none" w:sz="0" w:space="0" w:color="auto"/>
          <w:left w:val="none" w:sz="0" w:space="0" w:color="auto"/>
          <w:bottom w:val="none" w:sz="0" w:space="0" w:color="auto"/>
          <w:right w:val="none" w:sz="0" w:space="0" w:color="auto"/>
          <w:between w:val="none" w:sz="0" w:space="0" w:color="auto"/>
        </w:pBdr>
        <w:spacing w:line="240" w:lineRule="auto"/>
        <w:ind w:left="720"/>
        <w:textAlignment w:val="baseline"/>
        <w:rPr>
          <w:rFonts w:eastAsia="Times New Roman"/>
          <w:b/>
          <w:bCs/>
          <w:color w:val="auto"/>
          <w:sz w:val="20"/>
          <w:szCs w:val="20"/>
          <w:shd w:val="clear" w:color="auto" w:fill="FFFFFF"/>
        </w:rPr>
      </w:pPr>
      <w:r w:rsidRPr="00140830">
        <w:rPr>
          <w:rFonts w:eastAsia="Times New Roman"/>
          <w:b/>
          <w:bCs/>
          <w:color w:val="auto"/>
          <w:sz w:val="20"/>
          <w:szCs w:val="20"/>
          <w:shd w:val="clear" w:color="auto" w:fill="FFFFFF"/>
        </w:rPr>
        <w:t>D</w:t>
      </w:r>
      <w:r w:rsidR="00C07F38" w:rsidRPr="00140830">
        <w:rPr>
          <w:rFonts w:eastAsia="Times New Roman"/>
          <w:b/>
          <w:bCs/>
          <w:color w:val="auto"/>
          <w:sz w:val="20"/>
          <w:szCs w:val="20"/>
          <w:shd w:val="clear" w:color="auto" w:fill="FFFFFF"/>
        </w:rPr>
        <w:t xml:space="preserve">.6.2. </w:t>
      </w:r>
      <w:r w:rsidR="0074047D" w:rsidRPr="00140830">
        <w:rPr>
          <w:rFonts w:eastAsia="Times New Roman"/>
          <w:b/>
          <w:bCs/>
          <w:color w:val="auto"/>
          <w:sz w:val="20"/>
          <w:szCs w:val="20"/>
          <w:shd w:val="clear" w:color="auto" w:fill="FFFFFF"/>
        </w:rPr>
        <w:t xml:space="preserve">Kas inimene on võimeline iseseisvalt oma eluaset säilitama või sobivat eluaset otsima/taotlema? </w:t>
      </w:r>
    </w:p>
    <w:tbl>
      <w:tblPr>
        <w:tblStyle w:val="Kontuurtabel"/>
        <w:tblW w:w="0" w:type="auto"/>
        <w:tblInd w:w="765" w:type="dxa"/>
        <w:tblLook w:val="04A0" w:firstRow="1" w:lastRow="0" w:firstColumn="1" w:lastColumn="0" w:noHBand="0" w:noVBand="1"/>
      </w:tblPr>
      <w:tblGrid>
        <w:gridCol w:w="1073"/>
        <w:gridCol w:w="8505"/>
      </w:tblGrid>
      <w:tr w:rsidR="00140830" w:rsidRPr="00140830" w14:paraId="1EBC74E7" w14:textId="77777777" w:rsidTr="00F6272A">
        <w:tc>
          <w:tcPr>
            <w:tcW w:w="1073" w:type="dxa"/>
          </w:tcPr>
          <w:p w14:paraId="7FCD452B" w14:textId="77777777" w:rsidR="00177714" w:rsidRPr="00140830" w:rsidRDefault="00177714" w:rsidP="00F6272A">
            <w:pPr>
              <w:textAlignment w:val="baseline"/>
              <w:rPr>
                <w:rFonts w:eastAsia="Times New Roman"/>
                <w:bCs/>
              </w:rPr>
            </w:pPr>
          </w:p>
          <w:p w14:paraId="00E36F0C" w14:textId="77777777" w:rsidR="00177714" w:rsidRPr="00140830" w:rsidRDefault="00177714" w:rsidP="00F6272A">
            <w:pPr>
              <w:textAlignment w:val="baseline"/>
              <w:rPr>
                <w:rFonts w:eastAsia="Times New Roman"/>
                <w:bCs/>
              </w:rPr>
            </w:pPr>
            <w:r w:rsidRPr="00140830">
              <w:rPr>
                <w:rFonts w:eastAsia="Times New Roman"/>
                <w:bCs/>
              </w:rPr>
              <w:t>0</w:t>
            </w:r>
          </w:p>
        </w:tc>
        <w:tc>
          <w:tcPr>
            <w:tcW w:w="8505" w:type="dxa"/>
          </w:tcPr>
          <w:p w14:paraId="3027CC8B" w14:textId="77777777" w:rsidR="00177714" w:rsidRPr="00140830" w:rsidRDefault="00177714" w:rsidP="00F6272A">
            <w:pPr>
              <w:rPr>
                <w:rFonts w:eastAsia="Times New Roman"/>
                <w:bCs/>
              </w:rPr>
            </w:pPr>
          </w:p>
          <w:p w14:paraId="01DEB848" w14:textId="6ED03094" w:rsidR="00177714" w:rsidRPr="00140830" w:rsidRDefault="00177714" w:rsidP="00F6272A">
            <w:pPr>
              <w:textAlignment w:val="baseline"/>
              <w:rPr>
                <w:rFonts w:eastAsia="Times New Roman"/>
                <w:bCs/>
              </w:rPr>
            </w:pPr>
            <w:r w:rsidRPr="00140830">
              <w:rPr>
                <w:rFonts w:eastAsia="Times New Roman"/>
                <w:bCs/>
              </w:rPr>
              <w:t xml:space="preserve">Jah -  tähista all olevas tabelis vastusevariant 0 ja liigu edasi </w:t>
            </w:r>
            <w:r w:rsidR="00F92F9A" w:rsidRPr="00140830">
              <w:rPr>
                <w:rFonts w:eastAsia="Times New Roman"/>
                <w:bCs/>
              </w:rPr>
              <w:t>D</w:t>
            </w:r>
            <w:r w:rsidRPr="00140830">
              <w:rPr>
                <w:rFonts w:eastAsia="Times New Roman"/>
                <w:bCs/>
              </w:rPr>
              <w:t>.7.  juurde</w:t>
            </w:r>
          </w:p>
          <w:p w14:paraId="58506195" w14:textId="77777777" w:rsidR="00177714" w:rsidRPr="00140830" w:rsidRDefault="00177714" w:rsidP="00F6272A">
            <w:pPr>
              <w:rPr>
                <w:rFonts w:eastAsia="Times New Roman"/>
                <w:bCs/>
              </w:rPr>
            </w:pPr>
          </w:p>
        </w:tc>
      </w:tr>
      <w:tr w:rsidR="00177714" w:rsidRPr="00140830" w14:paraId="6A225CCC" w14:textId="77777777" w:rsidTr="00F6272A">
        <w:tc>
          <w:tcPr>
            <w:tcW w:w="1073" w:type="dxa"/>
          </w:tcPr>
          <w:p w14:paraId="3EDD7399" w14:textId="77777777" w:rsidR="00177714" w:rsidRPr="00140830" w:rsidRDefault="00177714" w:rsidP="00F6272A">
            <w:pPr>
              <w:textAlignment w:val="baseline"/>
              <w:rPr>
                <w:rFonts w:eastAsia="Times New Roman"/>
                <w:bCs/>
              </w:rPr>
            </w:pPr>
            <w:r w:rsidRPr="00140830">
              <w:rPr>
                <w:rFonts w:eastAsia="Times New Roman"/>
                <w:bCs/>
              </w:rPr>
              <w:t>1</w:t>
            </w:r>
          </w:p>
        </w:tc>
        <w:tc>
          <w:tcPr>
            <w:tcW w:w="8505" w:type="dxa"/>
          </w:tcPr>
          <w:p w14:paraId="50A87877" w14:textId="0D4367A4" w:rsidR="00177714" w:rsidRPr="00140830" w:rsidRDefault="00177714" w:rsidP="00177714">
            <w:pPr>
              <w:rPr>
                <w:rFonts w:eastAsia="Times New Roman"/>
                <w:bCs/>
              </w:rPr>
            </w:pPr>
            <w:r w:rsidRPr="00140830">
              <w:rPr>
                <w:rFonts w:eastAsia="Times New Roman"/>
                <w:bCs/>
              </w:rPr>
              <w:t>Ei     - t</w:t>
            </w:r>
            <w:r w:rsidRPr="00140830">
              <w:rPr>
                <w:rFonts w:eastAsia="Times New Roman"/>
              </w:rPr>
              <w:t xml:space="preserve">ähista all olevas tabelis sobiv vastuse variant ja lisa täpsustav kommentaar inimese toimetuleku ja toetusvajaduse kohta </w:t>
            </w:r>
            <w:r w:rsidRPr="00140830">
              <w:rPr>
                <w:b/>
              </w:rPr>
              <w:t xml:space="preserve">eluasemega seotud </w:t>
            </w:r>
            <w:r w:rsidRPr="00140830">
              <w:rPr>
                <w:rFonts w:eastAsia="Times New Roman"/>
              </w:rPr>
              <w:t xml:space="preserve">valdkonnas. </w:t>
            </w:r>
          </w:p>
        </w:tc>
      </w:tr>
    </w:tbl>
    <w:p w14:paraId="55BF10E6" w14:textId="77777777" w:rsidR="00177714" w:rsidRPr="00140830" w:rsidRDefault="00177714" w:rsidP="00C07F38">
      <w:pPr>
        <w:widowControl/>
        <w:pBdr>
          <w:top w:val="none" w:sz="0" w:space="0" w:color="auto"/>
          <w:left w:val="none" w:sz="0" w:space="0" w:color="auto"/>
          <w:bottom w:val="none" w:sz="0" w:space="0" w:color="auto"/>
          <w:right w:val="none" w:sz="0" w:space="0" w:color="auto"/>
          <w:between w:val="none" w:sz="0" w:space="0" w:color="auto"/>
        </w:pBdr>
        <w:spacing w:line="240" w:lineRule="auto"/>
        <w:ind w:left="720"/>
        <w:textAlignment w:val="baseline"/>
        <w:rPr>
          <w:rFonts w:eastAsia="Times New Roman"/>
          <w:b/>
          <w:bCs/>
          <w:color w:val="auto"/>
          <w:sz w:val="20"/>
          <w:szCs w:val="20"/>
        </w:rPr>
      </w:pPr>
    </w:p>
    <w:p w14:paraId="62B2A1E2" w14:textId="77777777" w:rsidR="00C07F38" w:rsidRPr="00140830" w:rsidRDefault="00C07F38" w:rsidP="00C07F3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bl>
      <w:tblPr>
        <w:tblW w:w="14971" w:type="dxa"/>
        <w:tblInd w:w="-152" w:type="dxa"/>
        <w:tblCellMar>
          <w:top w:w="15" w:type="dxa"/>
          <w:left w:w="15" w:type="dxa"/>
          <w:bottom w:w="15" w:type="dxa"/>
          <w:right w:w="15" w:type="dxa"/>
        </w:tblCellMar>
        <w:tblLook w:val="04A0" w:firstRow="1" w:lastRow="0" w:firstColumn="1" w:lastColumn="0" w:noHBand="0" w:noVBand="1"/>
      </w:tblPr>
      <w:tblGrid>
        <w:gridCol w:w="646"/>
        <w:gridCol w:w="4032"/>
        <w:gridCol w:w="10293"/>
      </w:tblGrid>
      <w:tr w:rsidR="00140830" w:rsidRPr="00140830" w14:paraId="06DA06EE" w14:textId="77777777" w:rsidTr="00493A62">
        <w:tc>
          <w:tcPr>
            <w:tcW w:w="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F938E9" w14:textId="4A0364B4" w:rsidR="00C07F38" w:rsidRPr="00140830" w:rsidRDefault="00F278F0" w:rsidP="00C07F3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0</w:t>
            </w:r>
          </w:p>
        </w:tc>
        <w:tc>
          <w:tcPr>
            <w:tcW w:w="40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092C5E" w14:textId="27A6A20E" w:rsidR="00C07F38" w:rsidRPr="00140830" w:rsidRDefault="00C07F38" w:rsidP="00C07F3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Iseseisev</w:t>
            </w:r>
          </w:p>
        </w:tc>
        <w:tc>
          <w:tcPr>
            <w:tcW w:w="102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F7F761" w14:textId="77777777" w:rsidR="00C07F38" w:rsidRPr="00140830" w:rsidRDefault="00C07F38" w:rsidP="00C07F3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Ei vaja toetust. </w:t>
            </w:r>
          </w:p>
        </w:tc>
      </w:tr>
      <w:tr w:rsidR="00140830" w:rsidRPr="00140830" w14:paraId="26DCF415" w14:textId="77777777" w:rsidTr="00493A62">
        <w:tc>
          <w:tcPr>
            <w:tcW w:w="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487EE5" w14:textId="00A492B7" w:rsidR="00C07F38" w:rsidRPr="00140830" w:rsidRDefault="00F278F0" w:rsidP="00C07F3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w:t>
            </w:r>
          </w:p>
        </w:tc>
        <w:tc>
          <w:tcPr>
            <w:tcW w:w="40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391E5C" w14:textId="14209A2B" w:rsidR="00C07F38" w:rsidRPr="00140830" w:rsidRDefault="00C07F38" w:rsidP="00C07F3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Madal toetusvajadus </w:t>
            </w:r>
          </w:p>
        </w:tc>
        <w:tc>
          <w:tcPr>
            <w:tcW w:w="102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4EA357" w14:textId="0496F3B6" w:rsidR="00C07F38" w:rsidRPr="00140830" w:rsidRDefault="00C07F38" w:rsidP="00C07F3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meeldetuletust ja nõustamist. Vajab abi eluaseme saamise või säilitamisega seotud toimingutes ja asjaajamisel.</w:t>
            </w:r>
          </w:p>
        </w:tc>
      </w:tr>
      <w:tr w:rsidR="00140830" w:rsidRPr="00140830" w14:paraId="460C06D8" w14:textId="77777777" w:rsidTr="00493A62">
        <w:trPr>
          <w:trHeight w:val="400"/>
        </w:trPr>
        <w:tc>
          <w:tcPr>
            <w:tcW w:w="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8C9B4E" w14:textId="1B50C2AC" w:rsidR="00C07F38" w:rsidRPr="00140830" w:rsidRDefault="00F278F0" w:rsidP="00C07F3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w:t>
            </w:r>
          </w:p>
        </w:tc>
        <w:tc>
          <w:tcPr>
            <w:tcW w:w="40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2EB25C" w14:textId="33CDE943" w:rsidR="00C07F38" w:rsidRPr="00140830" w:rsidRDefault="00C07F38" w:rsidP="00C07F3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Keskmine toetusvajadus</w:t>
            </w:r>
          </w:p>
        </w:tc>
        <w:tc>
          <w:tcPr>
            <w:tcW w:w="102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7D6802" w14:textId="10D767DD" w:rsidR="00C07F38" w:rsidRPr="00140830" w:rsidRDefault="00C07F38" w:rsidP="00C07F3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rPr>
              <w:t xml:space="preserve">Vajab regulaarselt juhendamist eluaseme </w:t>
            </w:r>
            <w:r w:rsidRPr="00140830">
              <w:rPr>
                <w:rFonts w:eastAsia="Times New Roman"/>
                <w:color w:val="auto"/>
                <w:sz w:val="20"/>
                <w:szCs w:val="20"/>
                <w:shd w:val="clear" w:color="auto" w:fill="FFFFFF"/>
              </w:rPr>
              <w:t>saamise või säilitamisega</w:t>
            </w:r>
            <w:r w:rsidRPr="00140830">
              <w:rPr>
                <w:rFonts w:eastAsia="Times New Roman"/>
                <w:color w:val="auto"/>
                <w:sz w:val="20"/>
                <w:szCs w:val="20"/>
              </w:rPr>
              <w:t xml:space="preserve"> seotud toimingutes ja asjaajamistes. </w:t>
            </w:r>
            <w:r w:rsidRPr="00140830">
              <w:rPr>
                <w:rFonts w:eastAsia="Times New Roman"/>
                <w:color w:val="auto"/>
                <w:sz w:val="20"/>
                <w:szCs w:val="20"/>
                <w:shd w:val="clear" w:color="auto" w:fill="FFFFFF"/>
              </w:rPr>
              <w:t>Pole võimeline iseseisvalt sobivamat elamispinda otsima või olemasolevat säilitama.</w:t>
            </w:r>
          </w:p>
        </w:tc>
      </w:tr>
      <w:tr w:rsidR="00140830" w:rsidRPr="00140830" w14:paraId="333EFDA2" w14:textId="77777777" w:rsidTr="00493A62">
        <w:trPr>
          <w:trHeight w:val="400"/>
        </w:trPr>
        <w:tc>
          <w:tcPr>
            <w:tcW w:w="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6F5872" w14:textId="66D3343D" w:rsidR="00C07F38" w:rsidRPr="00140830" w:rsidRDefault="00F278F0" w:rsidP="00C07F3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3</w:t>
            </w:r>
          </w:p>
        </w:tc>
        <w:tc>
          <w:tcPr>
            <w:tcW w:w="40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A0EE4D" w14:textId="3CE0FAF0" w:rsidR="00C07F38" w:rsidRPr="00140830" w:rsidRDefault="00C07F38" w:rsidP="00C07F3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Kõrge toetusvajadus</w:t>
            </w:r>
          </w:p>
        </w:tc>
        <w:tc>
          <w:tcPr>
            <w:tcW w:w="102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E2AE21" w14:textId="77777777" w:rsidR="00C07F38" w:rsidRPr="00140830" w:rsidRDefault="00C07F38" w:rsidP="00C07F3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Vajab igapäevaselt </w:t>
            </w:r>
            <w:proofErr w:type="spellStart"/>
            <w:r w:rsidRPr="00140830">
              <w:rPr>
                <w:rFonts w:eastAsia="Times New Roman"/>
                <w:color w:val="auto"/>
                <w:sz w:val="20"/>
                <w:szCs w:val="20"/>
                <w:shd w:val="clear" w:color="auto" w:fill="FFFFFF"/>
              </w:rPr>
              <w:t>kõrvalabi</w:t>
            </w:r>
            <w:proofErr w:type="spellEnd"/>
            <w:r w:rsidRPr="00140830">
              <w:rPr>
                <w:rFonts w:eastAsia="Times New Roman"/>
                <w:color w:val="auto"/>
                <w:sz w:val="20"/>
                <w:szCs w:val="20"/>
                <w:shd w:val="clear" w:color="auto" w:fill="FFFFFF"/>
              </w:rPr>
              <w:t xml:space="preserve"> ja toetust eluasemega seotud asjaajamistes ja toimingutes. Pole võimeline ise sobivamat elamispinda otsima või olemasolevat säilitama. </w:t>
            </w:r>
          </w:p>
        </w:tc>
      </w:tr>
      <w:tr w:rsidR="00140830" w:rsidRPr="00140830" w14:paraId="61D1FC1C" w14:textId="77777777" w:rsidTr="00493A62">
        <w:trPr>
          <w:trHeight w:val="400"/>
        </w:trPr>
        <w:tc>
          <w:tcPr>
            <w:tcW w:w="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94FAEF" w14:textId="12CF704A" w:rsidR="00C07F38" w:rsidRPr="00140830" w:rsidRDefault="00F278F0" w:rsidP="00C07F3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4</w:t>
            </w:r>
          </w:p>
        </w:tc>
        <w:tc>
          <w:tcPr>
            <w:tcW w:w="40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6B5672" w14:textId="1CBCD401" w:rsidR="00C07F38" w:rsidRPr="00140830" w:rsidRDefault="00C07F38" w:rsidP="00C07F3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Äärmuslik toetusvajadus</w:t>
            </w:r>
          </w:p>
        </w:tc>
        <w:tc>
          <w:tcPr>
            <w:tcW w:w="102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E05963" w14:textId="42AFF82B" w:rsidR="00C07F38" w:rsidRPr="00140830" w:rsidRDefault="00C07F38" w:rsidP="00177714">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rPr>
              <w:t>Vajab hooldust ja/või</w:t>
            </w:r>
            <w:r w:rsidR="00D503E4" w:rsidRPr="00140830">
              <w:rPr>
                <w:rFonts w:eastAsia="Times New Roman"/>
                <w:color w:val="auto"/>
                <w:sz w:val="20"/>
                <w:szCs w:val="20"/>
              </w:rPr>
              <w:t xml:space="preserve"> järelevalvet ja tegevuste üle võtmist, nt eestkoste määramist või tegevuste üle võtmist eluasemega seotud toiming</w:t>
            </w:r>
            <w:r w:rsidR="00177714" w:rsidRPr="00140830">
              <w:rPr>
                <w:rFonts w:eastAsia="Times New Roman"/>
                <w:color w:val="auto"/>
                <w:sz w:val="20"/>
                <w:szCs w:val="20"/>
              </w:rPr>
              <w:t>u</w:t>
            </w:r>
            <w:r w:rsidR="00D503E4" w:rsidRPr="00140830">
              <w:rPr>
                <w:rFonts w:eastAsia="Times New Roman"/>
                <w:color w:val="auto"/>
                <w:sz w:val="20"/>
                <w:szCs w:val="20"/>
              </w:rPr>
              <w:t>tes.</w:t>
            </w:r>
          </w:p>
        </w:tc>
      </w:tr>
      <w:tr w:rsidR="00140830" w:rsidRPr="00140830" w14:paraId="723DEC1A" w14:textId="77777777" w:rsidTr="00493A62">
        <w:trPr>
          <w:trHeight w:val="960"/>
        </w:trPr>
        <w:tc>
          <w:tcPr>
            <w:tcW w:w="467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C1B382" w14:textId="3026378A" w:rsidR="00C07F38" w:rsidRPr="00140830" w:rsidRDefault="00F92F9A" w:rsidP="00C07F3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
                <w:bCs/>
                <w:color w:val="auto"/>
                <w:sz w:val="20"/>
                <w:szCs w:val="20"/>
                <w:shd w:val="clear" w:color="auto" w:fill="FFFFFF"/>
              </w:rPr>
              <w:t>D</w:t>
            </w:r>
            <w:r w:rsidR="00C07F38" w:rsidRPr="00140830">
              <w:rPr>
                <w:rFonts w:eastAsia="Times New Roman"/>
                <w:b/>
                <w:bCs/>
                <w:color w:val="auto"/>
                <w:sz w:val="20"/>
                <w:szCs w:val="20"/>
                <w:shd w:val="clear" w:color="auto" w:fill="FFFFFF"/>
              </w:rPr>
              <w:t>.6.2.1.</w:t>
            </w:r>
            <w:r w:rsidR="00C07F38" w:rsidRPr="00140830">
              <w:rPr>
                <w:rFonts w:eastAsia="Times New Roman"/>
                <w:color w:val="auto"/>
                <w:sz w:val="20"/>
                <w:szCs w:val="20"/>
                <w:shd w:val="clear" w:color="auto" w:fill="FFFFFF"/>
              </w:rPr>
              <w:t xml:space="preserve">Kommentaar või lühikirjeldus </w:t>
            </w:r>
            <w:r w:rsidR="00C07F38" w:rsidRPr="00140830">
              <w:rPr>
                <w:rFonts w:eastAsia="Times New Roman"/>
                <w:color w:val="auto"/>
                <w:sz w:val="18"/>
                <w:szCs w:val="18"/>
                <w:shd w:val="clear" w:color="auto" w:fill="FFFFFF"/>
              </w:rPr>
              <w:t>(nt tuua</w:t>
            </w:r>
            <w:r w:rsidR="00C07F38" w:rsidRPr="00140830">
              <w:rPr>
                <w:rFonts w:eastAsia="Times New Roman"/>
                <w:color w:val="auto"/>
                <w:sz w:val="18"/>
                <w:szCs w:val="18"/>
              </w:rPr>
              <w:t xml:space="preserve"> välja konkreetsed </w:t>
            </w:r>
            <w:r w:rsidR="00C07F38" w:rsidRPr="00140830">
              <w:rPr>
                <w:rFonts w:eastAsia="Times New Roman"/>
                <w:b/>
                <w:bCs/>
                <w:color w:val="auto"/>
                <w:sz w:val="18"/>
                <w:szCs w:val="18"/>
              </w:rPr>
              <w:t>eripärad ja/või spetsiifika</w:t>
            </w:r>
            <w:r w:rsidR="00C07F38" w:rsidRPr="00140830">
              <w:rPr>
                <w:rFonts w:eastAsia="Times New Roman"/>
                <w:color w:val="auto"/>
                <w:sz w:val="18"/>
                <w:szCs w:val="18"/>
              </w:rPr>
              <w:t xml:space="preserve">, mis aspektis või tegevustes isik täpsemalt selles valdkonnas toetust vajab. Võib märkida ka isiku </w:t>
            </w:r>
            <w:r w:rsidR="00C07F38" w:rsidRPr="00140830">
              <w:rPr>
                <w:rFonts w:eastAsia="Times New Roman"/>
                <w:b/>
                <w:bCs/>
                <w:color w:val="auto"/>
                <w:sz w:val="18"/>
                <w:szCs w:val="18"/>
              </w:rPr>
              <w:t xml:space="preserve">tugevused ja võimalused </w:t>
            </w:r>
            <w:r w:rsidR="00C07F38" w:rsidRPr="00140830">
              <w:rPr>
                <w:rFonts w:eastAsia="Times New Roman"/>
                <w:bCs/>
                <w:color w:val="auto"/>
                <w:sz w:val="18"/>
                <w:szCs w:val="18"/>
              </w:rPr>
              <w:lastRenderedPageBreak/>
              <w:t>selles valdkonnas</w:t>
            </w:r>
            <w:r w:rsidR="00C07F38" w:rsidRPr="00140830">
              <w:rPr>
                <w:rFonts w:eastAsia="Times New Roman"/>
                <w:color w:val="auto"/>
                <w:sz w:val="18"/>
                <w:szCs w:val="18"/>
              </w:rPr>
              <w:t>, sh isiku motivatsioon toetust vastu võtta).</w:t>
            </w:r>
          </w:p>
        </w:tc>
        <w:tc>
          <w:tcPr>
            <w:tcW w:w="102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106D4C" w14:textId="77777777" w:rsidR="00C07F38" w:rsidRPr="00140830" w:rsidRDefault="00C07F38" w:rsidP="00C07F38">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r w:rsidRPr="00140830">
              <w:rPr>
                <w:rFonts w:ascii="Times New Roman" w:eastAsia="Times New Roman" w:hAnsi="Times New Roman" w:cs="Times New Roman"/>
                <w:color w:val="auto"/>
                <w:sz w:val="24"/>
                <w:szCs w:val="24"/>
              </w:rPr>
              <w:lastRenderedPageBreak/>
              <w:br/>
            </w:r>
            <w:r w:rsidRPr="00140830">
              <w:rPr>
                <w:rFonts w:ascii="Times New Roman" w:eastAsia="Times New Roman" w:hAnsi="Times New Roman" w:cs="Times New Roman"/>
                <w:color w:val="auto"/>
                <w:sz w:val="24"/>
                <w:szCs w:val="24"/>
              </w:rPr>
              <w:br/>
            </w:r>
          </w:p>
        </w:tc>
      </w:tr>
      <w:tr w:rsidR="00140830" w:rsidRPr="00140830" w14:paraId="3EDEAE51" w14:textId="77777777" w:rsidTr="00493A62">
        <w:trPr>
          <w:trHeight w:val="960"/>
        </w:trPr>
        <w:tc>
          <w:tcPr>
            <w:tcW w:w="467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978613" w14:textId="79E1ABD9" w:rsidR="00C07F38" w:rsidRPr="00140830" w:rsidRDefault="00F92F9A" w:rsidP="00C07F3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
                <w:bCs/>
                <w:color w:val="auto"/>
                <w:sz w:val="20"/>
                <w:szCs w:val="20"/>
                <w:shd w:val="clear" w:color="auto" w:fill="FFFFFF"/>
              </w:rPr>
              <w:t>D</w:t>
            </w:r>
            <w:r w:rsidR="00C07F38" w:rsidRPr="00140830">
              <w:rPr>
                <w:rFonts w:eastAsia="Times New Roman"/>
                <w:b/>
                <w:bCs/>
                <w:color w:val="auto"/>
                <w:sz w:val="20"/>
                <w:szCs w:val="20"/>
                <w:shd w:val="clear" w:color="auto" w:fill="FFFFFF"/>
              </w:rPr>
              <w:t xml:space="preserve">.6.2.2. </w:t>
            </w:r>
            <w:r w:rsidR="00C07F38" w:rsidRPr="00140830">
              <w:rPr>
                <w:rFonts w:eastAsia="Times New Roman"/>
                <w:color w:val="auto"/>
                <w:sz w:val="20"/>
                <w:szCs w:val="20"/>
                <w:shd w:val="clear" w:color="auto" w:fill="FFFFFF"/>
              </w:rPr>
              <w:t>Kas ja kuidas on toetus täna korraldatud? (sh sotsiaalteenuste, pere jt poolt pakutav)</w:t>
            </w:r>
          </w:p>
        </w:tc>
        <w:tc>
          <w:tcPr>
            <w:tcW w:w="102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FF5EA4" w14:textId="77777777" w:rsidR="00C07F38" w:rsidRPr="00140830" w:rsidRDefault="00C07F38" w:rsidP="00C07F3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75740169" w14:textId="77777777" w:rsidTr="00493A62">
        <w:trPr>
          <w:trHeight w:val="960"/>
        </w:trPr>
        <w:tc>
          <w:tcPr>
            <w:tcW w:w="467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D23343" w14:textId="1C9EB7A5" w:rsidR="00C07F38" w:rsidRPr="00140830" w:rsidRDefault="00F92F9A" w:rsidP="00C07F3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Cs/>
                <w:color w:val="auto"/>
                <w:sz w:val="20"/>
                <w:szCs w:val="20"/>
                <w:shd w:val="clear" w:color="auto" w:fill="FFFFFF"/>
              </w:rPr>
              <w:t>D</w:t>
            </w:r>
            <w:r w:rsidR="00C07F38" w:rsidRPr="00140830">
              <w:rPr>
                <w:rFonts w:eastAsia="Times New Roman"/>
                <w:bCs/>
                <w:color w:val="auto"/>
                <w:sz w:val="20"/>
                <w:szCs w:val="20"/>
                <w:shd w:val="clear" w:color="auto" w:fill="FFFFFF"/>
              </w:rPr>
              <w:t>.6.2.3</w:t>
            </w:r>
            <w:r w:rsidR="00C07F38" w:rsidRPr="00140830">
              <w:rPr>
                <w:rFonts w:eastAsia="Times New Roman"/>
                <w:b/>
                <w:bCs/>
                <w:color w:val="auto"/>
                <w:sz w:val="20"/>
                <w:szCs w:val="20"/>
                <w:shd w:val="clear" w:color="auto" w:fill="FFFFFF"/>
              </w:rPr>
              <w:t xml:space="preserve">. </w:t>
            </w:r>
            <w:r w:rsidR="00C07F38" w:rsidRPr="00140830">
              <w:rPr>
                <w:rFonts w:eastAsia="Times New Roman"/>
                <w:color w:val="auto"/>
                <w:sz w:val="20"/>
                <w:szCs w:val="20"/>
                <w:shd w:val="clear" w:color="auto" w:fill="FFFFFF"/>
              </w:rPr>
              <w:t xml:space="preserve">Kõige olulisemad vajadused ja tähelepanupunktid </w:t>
            </w:r>
            <w:r w:rsidR="003F01E1" w:rsidRPr="00140830">
              <w:rPr>
                <w:rFonts w:eastAsia="Times New Roman"/>
                <w:color w:val="auto"/>
                <w:sz w:val="20"/>
                <w:szCs w:val="20"/>
                <w:shd w:val="clear" w:color="auto" w:fill="FFFFFF"/>
              </w:rPr>
              <w:t>(hindaja ja võrgustiku hinnangul)</w:t>
            </w:r>
          </w:p>
        </w:tc>
        <w:tc>
          <w:tcPr>
            <w:tcW w:w="102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058960" w14:textId="77777777" w:rsidR="00C07F38" w:rsidRPr="00140830" w:rsidRDefault="00C07F38" w:rsidP="00C07F3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142E3F21" w14:textId="77777777" w:rsidTr="00493A62">
        <w:trPr>
          <w:trHeight w:val="960"/>
        </w:trPr>
        <w:tc>
          <w:tcPr>
            <w:tcW w:w="467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C5720D" w14:textId="3784A10C" w:rsidR="003F01E1" w:rsidRPr="00140830" w:rsidRDefault="00F92F9A" w:rsidP="00C07F38">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Cs/>
                <w:color w:val="auto"/>
                <w:sz w:val="20"/>
                <w:szCs w:val="20"/>
                <w:shd w:val="clear" w:color="auto" w:fill="FFFFFF"/>
              </w:rPr>
            </w:pPr>
            <w:r w:rsidRPr="00140830">
              <w:rPr>
                <w:rFonts w:eastAsia="Times New Roman"/>
                <w:bCs/>
                <w:color w:val="auto"/>
                <w:sz w:val="20"/>
                <w:szCs w:val="20"/>
                <w:shd w:val="clear" w:color="auto" w:fill="FFFFFF"/>
              </w:rPr>
              <w:t>D</w:t>
            </w:r>
            <w:r w:rsidR="003F01E1" w:rsidRPr="00140830">
              <w:rPr>
                <w:rFonts w:eastAsia="Times New Roman"/>
                <w:bCs/>
                <w:color w:val="auto"/>
                <w:sz w:val="20"/>
                <w:szCs w:val="20"/>
                <w:shd w:val="clear" w:color="auto" w:fill="FFFFFF"/>
              </w:rPr>
              <w:t>.6.2.4. Inimese enda poolt nimetatud vajadused</w:t>
            </w:r>
          </w:p>
        </w:tc>
        <w:tc>
          <w:tcPr>
            <w:tcW w:w="102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B54BEB" w14:textId="77777777" w:rsidR="003F01E1" w:rsidRPr="00140830" w:rsidRDefault="003F01E1" w:rsidP="00C07F38">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bl>
    <w:p w14:paraId="5C95F887" w14:textId="77777777" w:rsidR="008C63FB" w:rsidRPr="00140830" w:rsidRDefault="008C63FB">
      <w:pPr>
        <w:spacing w:line="240" w:lineRule="auto"/>
        <w:rPr>
          <w:color w:val="auto"/>
          <w:sz w:val="20"/>
          <w:szCs w:val="20"/>
          <w:highlight w:val="white"/>
        </w:rPr>
      </w:pPr>
    </w:p>
    <w:p w14:paraId="006C3368" w14:textId="77777777" w:rsidR="008C63FB" w:rsidRPr="00140830" w:rsidRDefault="008C63FB">
      <w:pPr>
        <w:spacing w:line="240" w:lineRule="auto"/>
        <w:rPr>
          <w:color w:val="auto"/>
          <w:sz w:val="20"/>
          <w:szCs w:val="20"/>
          <w:highlight w:val="white"/>
        </w:rPr>
      </w:pPr>
    </w:p>
    <w:p w14:paraId="5B0F44C5" w14:textId="3DFE8235" w:rsidR="005E3143" w:rsidRPr="00140830" w:rsidRDefault="00F92F9A"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r w:rsidRPr="00140830">
        <w:rPr>
          <w:rFonts w:eastAsia="Times New Roman"/>
          <w:b/>
          <w:bCs/>
          <w:color w:val="auto"/>
        </w:rPr>
        <w:t>D</w:t>
      </w:r>
      <w:r w:rsidR="005E3143" w:rsidRPr="00140830">
        <w:rPr>
          <w:rFonts w:eastAsia="Times New Roman"/>
          <w:b/>
          <w:bCs/>
          <w:color w:val="auto"/>
        </w:rPr>
        <w:t>.7. IGAPÄEVA</w:t>
      </w:r>
      <w:r w:rsidR="00493A62" w:rsidRPr="00140830">
        <w:rPr>
          <w:rFonts w:eastAsia="Times New Roman"/>
          <w:b/>
          <w:bCs/>
          <w:color w:val="auto"/>
        </w:rPr>
        <w:t xml:space="preserve">ELU </w:t>
      </w:r>
      <w:r w:rsidR="005E3143" w:rsidRPr="00140830">
        <w:rPr>
          <w:rFonts w:eastAsia="Times New Roman"/>
          <w:b/>
          <w:bCs/>
          <w:color w:val="auto"/>
        </w:rPr>
        <w:t xml:space="preserve">TOIMINGUD </w:t>
      </w:r>
    </w:p>
    <w:p w14:paraId="73CE32CC" w14:textId="77777777"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487FB844" w14:textId="17BF44B4" w:rsidR="005E3143" w:rsidRPr="00140830" w:rsidRDefault="00F92F9A" w:rsidP="00493A62">
      <w:pPr>
        <w:widowControl/>
        <w:pBdr>
          <w:top w:val="none" w:sz="0" w:space="0" w:color="auto"/>
          <w:left w:val="none" w:sz="0" w:space="0" w:color="auto"/>
          <w:bottom w:val="none" w:sz="0" w:space="0" w:color="auto"/>
          <w:right w:val="none" w:sz="0" w:space="0" w:color="auto"/>
          <w:between w:val="none" w:sz="0" w:space="0" w:color="auto"/>
        </w:pBdr>
        <w:spacing w:line="240" w:lineRule="auto"/>
        <w:ind w:left="720"/>
        <w:textAlignment w:val="baseline"/>
        <w:rPr>
          <w:rFonts w:eastAsia="Times New Roman"/>
          <w:b/>
          <w:bCs/>
          <w:color w:val="auto"/>
          <w:sz w:val="20"/>
          <w:szCs w:val="20"/>
        </w:rPr>
      </w:pPr>
      <w:r w:rsidRPr="00140830">
        <w:rPr>
          <w:rFonts w:eastAsia="Times New Roman"/>
          <w:b/>
          <w:bCs/>
          <w:color w:val="auto"/>
          <w:sz w:val="20"/>
          <w:szCs w:val="20"/>
        </w:rPr>
        <w:t>D</w:t>
      </w:r>
      <w:r w:rsidR="00493A62" w:rsidRPr="00140830">
        <w:rPr>
          <w:rFonts w:eastAsia="Times New Roman"/>
          <w:b/>
          <w:bCs/>
          <w:color w:val="auto"/>
          <w:sz w:val="20"/>
          <w:szCs w:val="20"/>
        </w:rPr>
        <w:t xml:space="preserve">.7.1. </w:t>
      </w:r>
      <w:r w:rsidR="00177714" w:rsidRPr="00140830">
        <w:rPr>
          <w:rFonts w:eastAsia="Times New Roman"/>
          <w:b/>
          <w:bCs/>
          <w:color w:val="auto"/>
          <w:sz w:val="20"/>
          <w:szCs w:val="20"/>
        </w:rPr>
        <w:t>Kas inimene on iseseisev oma  rahade planeerimisel ning</w:t>
      </w:r>
      <w:r w:rsidR="005E3143" w:rsidRPr="00140830">
        <w:rPr>
          <w:rFonts w:eastAsia="Times New Roman"/>
          <w:b/>
          <w:bCs/>
          <w:color w:val="auto"/>
          <w:sz w:val="20"/>
          <w:szCs w:val="20"/>
        </w:rPr>
        <w:t xml:space="preserve"> </w:t>
      </w:r>
      <w:r w:rsidR="00177714" w:rsidRPr="00140830">
        <w:rPr>
          <w:rFonts w:eastAsia="Times New Roman"/>
          <w:b/>
          <w:bCs/>
          <w:color w:val="auto"/>
          <w:sz w:val="20"/>
          <w:szCs w:val="20"/>
        </w:rPr>
        <w:t xml:space="preserve"> asjaajamisel</w:t>
      </w:r>
      <w:r w:rsidR="005E3143" w:rsidRPr="00140830">
        <w:rPr>
          <w:rFonts w:eastAsia="Times New Roman"/>
          <w:b/>
          <w:bCs/>
          <w:color w:val="auto"/>
          <w:sz w:val="20"/>
          <w:szCs w:val="20"/>
        </w:rPr>
        <w:t xml:space="preserve"> (sh eelarve planeerimine,</w:t>
      </w:r>
      <w:r w:rsidR="00493A62" w:rsidRPr="00140830">
        <w:rPr>
          <w:rFonts w:eastAsia="Times New Roman"/>
          <w:b/>
          <w:bCs/>
          <w:color w:val="auto"/>
          <w:sz w:val="20"/>
          <w:szCs w:val="20"/>
        </w:rPr>
        <w:t xml:space="preserve"> rahaliste vahenditega toimetulek,</w:t>
      </w:r>
      <w:r w:rsidR="005E3143" w:rsidRPr="00140830">
        <w:rPr>
          <w:rFonts w:eastAsia="Times New Roman"/>
          <w:b/>
          <w:bCs/>
          <w:color w:val="auto"/>
          <w:sz w:val="20"/>
          <w:szCs w:val="20"/>
        </w:rPr>
        <w:t xml:space="preserve"> pangateenuste kasutamine, arvete tasumine, suhtlus ametiasutuste ja erinevate </w:t>
      </w:r>
      <w:proofErr w:type="spellStart"/>
      <w:r w:rsidR="005E3143" w:rsidRPr="00140830">
        <w:rPr>
          <w:rFonts w:eastAsia="Times New Roman"/>
          <w:b/>
          <w:bCs/>
          <w:color w:val="auto"/>
          <w:sz w:val="20"/>
          <w:szCs w:val="20"/>
        </w:rPr>
        <w:t>teenuseosutajatega</w:t>
      </w:r>
      <w:proofErr w:type="spellEnd"/>
      <w:r w:rsidR="005E3143" w:rsidRPr="00140830">
        <w:rPr>
          <w:rFonts w:eastAsia="Times New Roman"/>
          <w:b/>
          <w:bCs/>
          <w:color w:val="auto"/>
          <w:sz w:val="20"/>
          <w:szCs w:val="20"/>
        </w:rPr>
        <w:t>)</w:t>
      </w:r>
      <w:r w:rsidR="00177714" w:rsidRPr="00140830">
        <w:rPr>
          <w:rFonts w:eastAsia="Times New Roman"/>
          <w:b/>
          <w:bCs/>
          <w:color w:val="auto"/>
          <w:sz w:val="20"/>
          <w:szCs w:val="20"/>
        </w:rPr>
        <w:t>?</w:t>
      </w:r>
    </w:p>
    <w:tbl>
      <w:tblPr>
        <w:tblStyle w:val="Kontuurtabel"/>
        <w:tblW w:w="0" w:type="auto"/>
        <w:tblInd w:w="765" w:type="dxa"/>
        <w:tblLook w:val="04A0" w:firstRow="1" w:lastRow="0" w:firstColumn="1" w:lastColumn="0" w:noHBand="0" w:noVBand="1"/>
      </w:tblPr>
      <w:tblGrid>
        <w:gridCol w:w="1073"/>
        <w:gridCol w:w="8505"/>
      </w:tblGrid>
      <w:tr w:rsidR="00140830" w:rsidRPr="00140830" w14:paraId="6604A674" w14:textId="77777777" w:rsidTr="00F6272A">
        <w:tc>
          <w:tcPr>
            <w:tcW w:w="1073" w:type="dxa"/>
          </w:tcPr>
          <w:p w14:paraId="336BAE05" w14:textId="77777777" w:rsidR="00177714" w:rsidRPr="00140830" w:rsidRDefault="00177714" w:rsidP="00F6272A">
            <w:pPr>
              <w:textAlignment w:val="baseline"/>
              <w:rPr>
                <w:rFonts w:eastAsia="Times New Roman"/>
                <w:bCs/>
              </w:rPr>
            </w:pPr>
          </w:p>
          <w:p w14:paraId="174B21D2" w14:textId="77777777" w:rsidR="00177714" w:rsidRPr="00140830" w:rsidRDefault="00177714" w:rsidP="00F6272A">
            <w:pPr>
              <w:textAlignment w:val="baseline"/>
              <w:rPr>
                <w:rFonts w:eastAsia="Times New Roman"/>
                <w:bCs/>
              </w:rPr>
            </w:pPr>
            <w:r w:rsidRPr="00140830">
              <w:rPr>
                <w:rFonts w:eastAsia="Times New Roman"/>
                <w:bCs/>
              </w:rPr>
              <w:t>0</w:t>
            </w:r>
          </w:p>
          <w:p w14:paraId="44FFB701" w14:textId="60437778" w:rsidR="00177714" w:rsidRPr="00140830" w:rsidRDefault="00177714" w:rsidP="00F6272A">
            <w:pPr>
              <w:textAlignment w:val="baseline"/>
              <w:rPr>
                <w:rFonts w:eastAsia="Times New Roman"/>
                <w:bCs/>
              </w:rPr>
            </w:pPr>
          </w:p>
        </w:tc>
        <w:tc>
          <w:tcPr>
            <w:tcW w:w="8505" w:type="dxa"/>
          </w:tcPr>
          <w:p w14:paraId="211C7C41" w14:textId="77777777" w:rsidR="00177714" w:rsidRPr="00140830" w:rsidRDefault="00177714" w:rsidP="00F6272A">
            <w:pPr>
              <w:rPr>
                <w:rFonts w:eastAsia="Times New Roman"/>
                <w:bCs/>
              </w:rPr>
            </w:pPr>
          </w:p>
          <w:p w14:paraId="5CD789C0" w14:textId="76A78677" w:rsidR="00177714" w:rsidRPr="00140830" w:rsidRDefault="00177714" w:rsidP="00F6272A">
            <w:pPr>
              <w:textAlignment w:val="baseline"/>
              <w:rPr>
                <w:rFonts w:eastAsia="Times New Roman"/>
                <w:bCs/>
              </w:rPr>
            </w:pPr>
            <w:r w:rsidRPr="00140830">
              <w:rPr>
                <w:rFonts w:eastAsia="Times New Roman"/>
                <w:bCs/>
              </w:rPr>
              <w:t xml:space="preserve">Jah -  tähista all olevas tabelis vastusevariant 0 ja liigu edasi </w:t>
            </w:r>
            <w:r w:rsidR="00F92F9A" w:rsidRPr="00140830">
              <w:rPr>
                <w:rFonts w:eastAsia="Times New Roman"/>
                <w:bCs/>
              </w:rPr>
              <w:t>D</w:t>
            </w:r>
            <w:r w:rsidRPr="00140830">
              <w:rPr>
                <w:rFonts w:eastAsia="Times New Roman"/>
                <w:bCs/>
              </w:rPr>
              <w:t>.7.2.  juurde</w:t>
            </w:r>
          </w:p>
          <w:p w14:paraId="53CC772C" w14:textId="77777777" w:rsidR="00177714" w:rsidRPr="00140830" w:rsidRDefault="00177714" w:rsidP="00F6272A">
            <w:pPr>
              <w:rPr>
                <w:rFonts w:eastAsia="Times New Roman"/>
                <w:bCs/>
              </w:rPr>
            </w:pPr>
          </w:p>
        </w:tc>
      </w:tr>
      <w:tr w:rsidR="00177714" w:rsidRPr="00140830" w14:paraId="38DBD27D" w14:textId="77777777" w:rsidTr="00F6272A">
        <w:tc>
          <w:tcPr>
            <w:tcW w:w="1073" w:type="dxa"/>
          </w:tcPr>
          <w:p w14:paraId="5B729751" w14:textId="77777777" w:rsidR="00177714" w:rsidRPr="00140830" w:rsidRDefault="00177714" w:rsidP="00F6272A">
            <w:pPr>
              <w:textAlignment w:val="baseline"/>
              <w:rPr>
                <w:rFonts w:eastAsia="Times New Roman"/>
                <w:bCs/>
              </w:rPr>
            </w:pPr>
            <w:r w:rsidRPr="00140830">
              <w:rPr>
                <w:rFonts w:eastAsia="Times New Roman"/>
                <w:bCs/>
              </w:rPr>
              <w:t>1</w:t>
            </w:r>
          </w:p>
        </w:tc>
        <w:tc>
          <w:tcPr>
            <w:tcW w:w="8505" w:type="dxa"/>
          </w:tcPr>
          <w:p w14:paraId="5623DCD6" w14:textId="775BA8AA" w:rsidR="00177714" w:rsidRPr="00140830" w:rsidRDefault="00177714" w:rsidP="00177714">
            <w:pPr>
              <w:rPr>
                <w:rFonts w:eastAsia="Times New Roman"/>
                <w:bCs/>
              </w:rPr>
            </w:pPr>
            <w:r w:rsidRPr="00140830">
              <w:rPr>
                <w:rFonts w:eastAsia="Times New Roman"/>
                <w:bCs/>
              </w:rPr>
              <w:t>Ei     - t</w:t>
            </w:r>
            <w:r w:rsidRPr="00140830">
              <w:rPr>
                <w:rFonts w:eastAsia="Times New Roman"/>
              </w:rPr>
              <w:t xml:space="preserve">ähista all olevas tabelis sobiv vastuse variant ja lisa täpsustav kommentaar inimese toimetuleku kohta rahade planeerimise ja asjaajamisega </w:t>
            </w:r>
            <w:r w:rsidRPr="00140830">
              <w:rPr>
                <w:b/>
              </w:rPr>
              <w:t xml:space="preserve">seotud </w:t>
            </w:r>
            <w:r w:rsidRPr="00140830">
              <w:rPr>
                <w:rFonts w:eastAsia="Times New Roman"/>
              </w:rPr>
              <w:t xml:space="preserve">valdkonnas. </w:t>
            </w:r>
          </w:p>
        </w:tc>
      </w:tr>
    </w:tbl>
    <w:tbl>
      <w:tblPr>
        <w:tblW w:w="0" w:type="auto"/>
        <w:tblCellMar>
          <w:top w:w="15" w:type="dxa"/>
          <w:left w:w="15" w:type="dxa"/>
          <w:bottom w:w="15" w:type="dxa"/>
          <w:right w:w="15" w:type="dxa"/>
        </w:tblCellMar>
        <w:tblLook w:val="04A0" w:firstRow="1" w:lastRow="0" w:firstColumn="1" w:lastColumn="0" w:noHBand="0" w:noVBand="1"/>
      </w:tblPr>
      <w:tblGrid>
        <w:gridCol w:w="416"/>
        <w:gridCol w:w="4677"/>
        <w:gridCol w:w="9459"/>
      </w:tblGrid>
      <w:tr w:rsidR="00140830" w:rsidRPr="00140830" w14:paraId="70E3269F" w14:textId="77777777" w:rsidTr="00493A62">
        <w:tc>
          <w:tcPr>
            <w:tcW w:w="4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E7E81B" w14:textId="67EE589B" w:rsidR="005E3143" w:rsidRPr="00140830" w:rsidRDefault="00AC2A76"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0</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C01E4B" w14:textId="3C2D1023"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Iseseisev</w:t>
            </w:r>
          </w:p>
        </w:tc>
        <w:tc>
          <w:tcPr>
            <w:tcW w:w="94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56C57D" w14:textId="77777777"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Ei vaja toetust. </w:t>
            </w:r>
          </w:p>
        </w:tc>
      </w:tr>
      <w:tr w:rsidR="00140830" w:rsidRPr="00140830" w14:paraId="2594E7AF" w14:textId="77777777" w:rsidTr="00493A62">
        <w:tc>
          <w:tcPr>
            <w:tcW w:w="4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4D9646" w14:textId="6F1EA976" w:rsidR="005E3143" w:rsidRPr="00140830" w:rsidRDefault="00AC2A76"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8AE6A8" w14:textId="4395E02E"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Madal toetusvajadus </w:t>
            </w:r>
          </w:p>
        </w:tc>
        <w:tc>
          <w:tcPr>
            <w:tcW w:w="94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BF6BBD" w14:textId="65440EFF"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w:t>
            </w:r>
            <w:r w:rsidR="00C77D09" w:rsidRPr="00140830">
              <w:rPr>
                <w:rFonts w:eastAsia="Times New Roman"/>
                <w:color w:val="auto"/>
                <w:sz w:val="20"/>
                <w:szCs w:val="20"/>
                <w:shd w:val="clear" w:color="auto" w:fill="FFFFFF"/>
              </w:rPr>
              <w:t>ab meeldetuletust ja nõustamist rahaliste otsuste ja asjaajamistega tegemisel.</w:t>
            </w:r>
          </w:p>
        </w:tc>
      </w:tr>
      <w:tr w:rsidR="00140830" w:rsidRPr="00140830" w14:paraId="16510FD2" w14:textId="77777777" w:rsidTr="00493A62">
        <w:tc>
          <w:tcPr>
            <w:tcW w:w="4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88FCFD" w14:textId="098CB6FC" w:rsidR="005E3143" w:rsidRPr="00140830" w:rsidRDefault="00AC2A76"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5E5CA4" w14:textId="1A351ABB"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Keskmine toetusvajadus</w:t>
            </w:r>
          </w:p>
        </w:tc>
        <w:tc>
          <w:tcPr>
            <w:tcW w:w="94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14B42D" w14:textId="51737AC6" w:rsidR="005E3143" w:rsidRPr="00140830" w:rsidRDefault="00C77D09"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regulaarselt juhendamist rahaliste otsuste ja asjaajamistega tegemisel.</w:t>
            </w:r>
          </w:p>
        </w:tc>
      </w:tr>
      <w:tr w:rsidR="00140830" w:rsidRPr="00140830" w14:paraId="5485EC90" w14:textId="77777777" w:rsidTr="00493A62">
        <w:tc>
          <w:tcPr>
            <w:tcW w:w="4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D8AD3A" w14:textId="21D480A5" w:rsidR="005E3143" w:rsidRPr="00140830" w:rsidRDefault="00AC2A76"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lastRenderedPageBreak/>
              <w:t>3</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7A5DEB" w14:textId="15DE6689"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Kõrge toetusvajadus</w:t>
            </w:r>
          </w:p>
        </w:tc>
        <w:tc>
          <w:tcPr>
            <w:tcW w:w="94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71BDAB" w14:textId="06384472" w:rsidR="005E3143" w:rsidRPr="00140830" w:rsidRDefault="005E3143" w:rsidP="00493A62">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Vajab igapäevaselt </w:t>
            </w:r>
            <w:proofErr w:type="spellStart"/>
            <w:r w:rsidRPr="00140830">
              <w:rPr>
                <w:rFonts w:eastAsia="Times New Roman"/>
                <w:color w:val="auto"/>
                <w:sz w:val="20"/>
                <w:szCs w:val="20"/>
                <w:shd w:val="clear" w:color="auto" w:fill="FFFFFF"/>
              </w:rPr>
              <w:t>kõrvalabi</w:t>
            </w:r>
            <w:proofErr w:type="spellEnd"/>
            <w:r w:rsidRPr="00140830">
              <w:rPr>
                <w:rFonts w:eastAsia="Times New Roman"/>
                <w:color w:val="auto"/>
                <w:sz w:val="20"/>
                <w:szCs w:val="20"/>
                <w:shd w:val="clear" w:color="auto" w:fill="FFFFFF"/>
              </w:rPr>
              <w:t xml:space="preserve"> ja toetust rahaliste otsuste ja </w:t>
            </w:r>
            <w:r w:rsidR="00493A62" w:rsidRPr="00140830">
              <w:rPr>
                <w:rFonts w:eastAsia="Times New Roman"/>
                <w:color w:val="auto"/>
                <w:sz w:val="20"/>
                <w:szCs w:val="20"/>
                <w:shd w:val="clear" w:color="auto" w:fill="FFFFFF"/>
              </w:rPr>
              <w:t>asjaajamistega</w:t>
            </w:r>
            <w:r w:rsidRPr="00140830">
              <w:rPr>
                <w:rFonts w:eastAsia="Times New Roman"/>
                <w:color w:val="auto"/>
                <w:sz w:val="20"/>
                <w:szCs w:val="20"/>
                <w:shd w:val="clear" w:color="auto" w:fill="FFFFFF"/>
              </w:rPr>
              <w:t xml:space="preserve"> tegemisel.</w:t>
            </w:r>
            <w:r w:rsidR="00493A62" w:rsidRPr="00140830">
              <w:rPr>
                <w:rFonts w:eastAsia="Times New Roman"/>
                <w:color w:val="auto"/>
                <w:sz w:val="20"/>
                <w:szCs w:val="20"/>
                <w:shd w:val="clear" w:color="auto" w:fill="FFFFFF"/>
              </w:rPr>
              <w:t xml:space="preserve"> Võib vajada eestkostet.</w:t>
            </w:r>
          </w:p>
        </w:tc>
      </w:tr>
      <w:tr w:rsidR="00140830" w:rsidRPr="00140830" w14:paraId="37850DA5" w14:textId="77777777" w:rsidTr="00493A62">
        <w:tc>
          <w:tcPr>
            <w:tcW w:w="4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D126EE" w14:textId="4915E650" w:rsidR="005E3143" w:rsidRPr="00140830" w:rsidRDefault="00AC2A76"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4</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CF5166" w14:textId="0AB35105"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Äärmuslik toetusvajadus</w:t>
            </w:r>
          </w:p>
        </w:tc>
        <w:tc>
          <w:tcPr>
            <w:tcW w:w="94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72A732" w14:textId="719C306F" w:rsidR="005E3143" w:rsidRPr="00140830" w:rsidRDefault="005E3143" w:rsidP="00D503E4">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hooldust ja/või järelevalvet. Vajab eestkostet rahaasjade korraldamisel ja asjaajamisel.</w:t>
            </w:r>
          </w:p>
        </w:tc>
      </w:tr>
      <w:tr w:rsidR="00140830" w:rsidRPr="00140830" w14:paraId="30468F6A" w14:textId="77777777" w:rsidTr="00493A62">
        <w:trPr>
          <w:trHeight w:val="980"/>
        </w:trPr>
        <w:tc>
          <w:tcPr>
            <w:tcW w:w="5093"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A52358" w14:textId="5BC97B09" w:rsidR="005E3143" w:rsidRPr="00140830" w:rsidRDefault="00F92F9A"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18"/>
                <w:szCs w:val="18"/>
              </w:rPr>
            </w:pPr>
            <w:r w:rsidRPr="00140830">
              <w:rPr>
                <w:rFonts w:eastAsia="Times New Roman"/>
                <w:bCs/>
                <w:color w:val="auto"/>
                <w:sz w:val="20"/>
                <w:szCs w:val="20"/>
              </w:rPr>
              <w:t>D</w:t>
            </w:r>
            <w:r w:rsidR="002E28B2" w:rsidRPr="00140830">
              <w:rPr>
                <w:rFonts w:eastAsia="Times New Roman"/>
                <w:bCs/>
                <w:color w:val="auto"/>
                <w:sz w:val="20"/>
                <w:szCs w:val="20"/>
              </w:rPr>
              <w:t>.7.1.1.</w:t>
            </w:r>
            <w:r w:rsidR="003F01E1" w:rsidRPr="00140830">
              <w:rPr>
                <w:rFonts w:eastAsia="Times New Roman"/>
                <w:b/>
                <w:bCs/>
                <w:color w:val="auto"/>
                <w:sz w:val="20"/>
                <w:szCs w:val="20"/>
              </w:rPr>
              <w:t xml:space="preserve"> </w:t>
            </w:r>
            <w:r w:rsidR="00493A62" w:rsidRPr="00140830">
              <w:rPr>
                <w:rFonts w:eastAsia="Times New Roman"/>
                <w:color w:val="auto"/>
                <w:sz w:val="20"/>
                <w:szCs w:val="20"/>
                <w:shd w:val="clear" w:color="auto" w:fill="FFFFFF"/>
              </w:rPr>
              <w:t xml:space="preserve">Kommentaar või lühikirjeldus </w:t>
            </w:r>
            <w:r w:rsidR="00493A62" w:rsidRPr="00140830">
              <w:rPr>
                <w:rFonts w:eastAsia="Times New Roman"/>
                <w:color w:val="auto"/>
                <w:sz w:val="18"/>
                <w:szCs w:val="18"/>
                <w:shd w:val="clear" w:color="auto" w:fill="FFFFFF"/>
              </w:rPr>
              <w:t>(nt tuua</w:t>
            </w:r>
            <w:r w:rsidR="00493A62" w:rsidRPr="00140830">
              <w:rPr>
                <w:rFonts w:eastAsia="Times New Roman"/>
                <w:color w:val="auto"/>
                <w:sz w:val="18"/>
                <w:szCs w:val="18"/>
              </w:rPr>
              <w:t xml:space="preserve"> välja konkreetsed </w:t>
            </w:r>
            <w:r w:rsidR="00493A62" w:rsidRPr="00140830">
              <w:rPr>
                <w:rFonts w:eastAsia="Times New Roman"/>
                <w:b/>
                <w:bCs/>
                <w:color w:val="auto"/>
                <w:sz w:val="18"/>
                <w:szCs w:val="18"/>
              </w:rPr>
              <w:t>eripärad ja/või spetsiifika</w:t>
            </w:r>
            <w:r w:rsidR="00493A62" w:rsidRPr="00140830">
              <w:rPr>
                <w:rFonts w:eastAsia="Times New Roman"/>
                <w:color w:val="auto"/>
                <w:sz w:val="18"/>
                <w:szCs w:val="18"/>
              </w:rPr>
              <w:t xml:space="preserve">, mis aspektis või tegevustes isik täpsemalt selles valdkonnas toetust vajab. Võib märkida ka isiku </w:t>
            </w:r>
            <w:r w:rsidR="00493A62" w:rsidRPr="00140830">
              <w:rPr>
                <w:rFonts w:eastAsia="Times New Roman"/>
                <w:b/>
                <w:bCs/>
                <w:color w:val="auto"/>
                <w:sz w:val="18"/>
                <w:szCs w:val="18"/>
              </w:rPr>
              <w:t xml:space="preserve">tugevused ja võimalused </w:t>
            </w:r>
            <w:r w:rsidR="00493A62" w:rsidRPr="00140830">
              <w:rPr>
                <w:rFonts w:eastAsia="Times New Roman"/>
                <w:bCs/>
                <w:color w:val="auto"/>
                <w:sz w:val="18"/>
                <w:szCs w:val="18"/>
              </w:rPr>
              <w:t>selles valdkonnas</w:t>
            </w:r>
            <w:r w:rsidR="00493A62" w:rsidRPr="00140830">
              <w:rPr>
                <w:rFonts w:eastAsia="Times New Roman"/>
                <w:color w:val="auto"/>
                <w:sz w:val="18"/>
                <w:szCs w:val="18"/>
              </w:rPr>
              <w:t>, sh isiku motivatsioon toetust vastu võtta).</w:t>
            </w:r>
          </w:p>
          <w:p w14:paraId="06693CAD" w14:textId="32B421AA" w:rsidR="009835E7" w:rsidRPr="00140830" w:rsidRDefault="009835E7" w:rsidP="009835E7">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94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496223" w14:textId="77777777"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p>
        </w:tc>
      </w:tr>
      <w:tr w:rsidR="00140830" w:rsidRPr="00140830" w14:paraId="4B48B947" w14:textId="77777777" w:rsidTr="00493A62">
        <w:trPr>
          <w:trHeight w:val="1060"/>
        </w:trPr>
        <w:tc>
          <w:tcPr>
            <w:tcW w:w="5093"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F89FEA" w14:textId="1FEEC7CE" w:rsidR="005E3143" w:rsidRPr="00140830" w:rsidRDefault="00F92F9A"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Cs/>
                <w:color w:val="auto"/>
                <w:sz w:val="20"/>
                <w:szCs w:val="20"/>
              </w:rPr>
              <w:t>D</w:t>
            </w:r>
            <w:r w:rsidR="002E28B2" w:rsidRPr="00140830">
              <w:rPr>
                <w:rFonts w:eastAsia="Times New Roman"/>
                <w:bCs/>
                <w:color w:val="auto"/>
                <w:sz w:val="20"/>
                <w:szCs w:val="20"/>
              </w:rPr>
              <w:t>.7.1.2.</w:t>
            </w:r>
            <w:r w:rsidR="003F01E1" w:rsidRPr="00140830">
              <w:rPr>
                <w:rFonts w:eastAsia="Times New Roman"/>
                <w:color w:val="auto"/>
                <w:sz w:val="20"/>
                <w:szCs w:val="20"/>
                <w:shd w:val="clear" w:color="auto" w:fill="FFFFFF"/>
              </w:rPr>
              <w:t xml:space="preserve"> </w:t>
            </w:r>
            <w:r w:rsidR="005E3143" w:rsidRPr="00140830">
              <w:rPr>
                <w:rFonts w:eastAsia="Times New Roman"/>
                <w:color w:val="auto"/>
                <w:sz w:val="20"/>
                <w:szCs w:val="20"/>
                <w:shd w:val="clear" w:color="auto" w:fill="FFFFFF"/>
              </w:rPr>
              <w:t>Kas ja kuidas on toetus täna korraldatud? (sh sotsiaalteenuste, pere jt poolt pakutav)</w:t>
            </w:r>
          </w:p>
        </w:tc>
        <w:tc>
          <w:tcPr>
            <w:tcW w:w="94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1B95A5" w14:textId="77777777"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428FCFAC" w14:textId="77777777" w:rsidTr="00493A62">
        <w:trPr>
          <w:trHeight w:val="1060"/>
        </w:trPr>
        <w:tc>
          <w:tcPr>
            <w:tcW w:w="5093"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F8A692" w14:textId="477C6689" w:rsidR="005E3143" w:rsidRPr="00140830" w:rsidRDefault="00F92F9A"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Cs/>
                <w:color w:val="auto"/>
                <w:sz w:val="20"/>
                <w:szCs w:val="20"/>
              </w:rPr>
              <w:t>D</w:t>
            </w:r>
            <w:r w:rsidR="002E28B2" w:rsidRPr="00140830">
              <w:rPr>
                <w:rFonts w:eastAsia="Times New Roman"/>
                <w:bCs/>
                <w:color w:val="auto"/>
                <w:sz w:val="20"/>
                <w:szCs w:val="20"/>
              </w:rPr>
              <w:t>.7.1.3.</w:t>
            </w:r>
            <w:r w:rsidR="002E28B2" w:rsidRPr="00140830">
              <w:rPr>
                <w:rFonts w:eastAsia="Times New Roman"/>
                <w:b/>
                <w:bCs/>
                <w:color w:val="auto"/>
                <w:sz w:val="20"/>
                <w:szCs w:val="20"/>
              </w:rPr>
              <w:t xml:space="preserve"> </w:t>
            </w:r>
            <w:r w:rsidR="005E3143" w:rsidRPr="00140830">
              <w:rPr>
                <w:rFonts w:eastAsia="Times New Roman"/>
                <w:color w:val="auto"/>
                <w:sz w:val="20"/>
                <w:szCs w:val="20"/>
                <w:shd w:val="clear" w:color="auto" w:fill="FFFFFF"/>
              </w:rPr>
              <w:t xml:space="preserve">Kõige olulisemad vajadused ja tähelepanupunktid </w:t>
            </w:r>
            <w:r w:rsidR="003F01E1" w:rsidRPr="00140830">
              <w:rPr>
                <w:rFonts w:eastAsia="Times New Roman"/>
                <w:color w:val="auto"/>
                <w:sz w:val="20"/>
                <w:szCs w:val="20"/>
                <w:shd w:val="clear" w:color="auto" w:fill="FFFFFF"/>
              </w:rPr>
              <w:t>(hindaja ja võrgustiku hinnangul)</w:t>
            </w:r>
          </w:p>
        </w:tc>
        <w:tc>
          <w:tcPr>
            <w:tcW w:w="94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1AF758" w14:textId="77777777"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F73CD3" w:rsidRPr="00140830" w14:paraId="17E58268" w14:textId="77777777" w:rsidTr="00493A62">
        <w:trPr>
          <w:trHeight w:val="1060"/>
        </w:trPr>
        <w:tc>
          <w:tcPr>
            <w:tcW w:w="5093"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D9574E" w14:textId="7AECB921" w:rsidR="003F01E1" w:rsidRPr="00140830" w:rsidRDefault="00F92F9A"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Cs/>
                <w:color w:val="auto"/>
                <w:sz w:val="20"/>
                <w:szCs w:val="20"/>
              </w:rPr>
            </w:pPr>
            <w:r w:rsidRPr="00140830">
              <w:rPr>
                <w:rFonts w:eastAsia="Times New Roman"/>
                <w:bCs/>
                <w:color w:val="auto"/>
                <w:sz w:val="20"/>
                <w:szCs w:val="20"/>
              </w:rPr>
              <w:t>D</w:t>
            </w:r>
            <w:r w:rsidR="003F01E1" w:rsidRPr="00140830">
              <w:rPr>
                <w:rFonts w:eastAsia="Times New Roman"/>
                <w:bCs/>
                <w:color w:val="auto"/>
                <w:sz w:val="20"/>
                <w:szCs w:val="20"/>
              </w:rPr>
              <w:t>.7.1.4. Inimese enda poolt nimetatud vajadused</w:t>
            </w:r>
          </w:p>
        </w:tc>
        <w:tc>
          <w:tcPr>
            <w:tcW w:w="94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F6ECC1" w14:textId="77777777" w:rsidR="003F01E1" w:rsidRPr="00140830" w:rsidRDefault="003F01E1"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bl>
    <w:p w14:paraId="43203949" w14:textId="5C3A2CDA" w:rsidR="00707384" w:rsidRPr="00140830" w:rsidRDefault="00707384" w:rsidP="00F73CD3">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color w:val="auto"/>
          <w:sz w:val="24"/>
          <w:szCs w:val="24"/>
        </w:rPr>
      </w:pPr>
    </w:p>
    <w:p w14:paraId="2DC3ADC4" w14:textId="50184036" w:rsidR="005E3143" w:rsidRPr="00140830" w:rsidRDefault="00F92F9A" w:rsidP="00E94007">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r w:rsidRPr="00140830">
        <w:rPr>
          <w:rFonts w:eastAsia="Times New Roman"/>
          <w:b/>
          <w:bCs/>
          <w:color w:val="auto"/>
          <w:sz w:val="20"/>
          <w:szCs w:val="20"/>
        </w:rPr>
        <w:t>D</w:t>
      </w:r>
      <w:r w:rsidR="00975E95" w:rsidRPr="00140830">
        <w:rPr>
          <w:rFonts w:eastAsia="Times New Roman"/>
          <w:b/>
          <w:bCs/>
          <w:color w:val="auto"/>
          <w:sz w:val="20"/>
          <w:szCs w:val="20"/>
        </w:rPr>
        <w:t>.7.</w:t>
      </w:r>
      <w:r w:rsidR="001F101A">
        <w:rPr>
          <w:rFonts w:eastAsia="Times New Roman"/>
          <w:b/>
          <w:bCs/>
          <w:color w:val="auto"/>
          <w:sz w:val="20"/>
          <w:szCs w:val="20"/>
        </w:rPr>
        <w:t>2</w:t>
      </w:r>
      <w:r w:rsidR="00E94007" w:rsidRPr="00140830">
        <w:rPr>
          <w:rFonts w:eastAsia="Times New Roman"/>
          <w:b/>
          <w:bCs/>
          <w:color w:val="auto"/>
          <w:sz w:val="20"/>
          <w:szCs w:val="20"/>
        </w:rPr>
        <w:t>.</w:t>
      </w:r>
      <w:r w:rsidR="00612063" w:rsidRPr="00140830">
        <w:rPr>
          <w:rFonts w:eastAsia="Times New Roman"/>
          <w:b/>
          <w:bCs/>
          <w:color w:val="auto"/>
          <w:sz w:val="20"/>
          <w:szCs w:val="20"/>
        </w:rPr>
        <w:t xml:space="preserve"> </w:t>
      </w:r>
      <w:r w:rsidR="00905CEF" w:rsidRPr="00140830">
        <w:rPr>
          <w:rFonts w:eastAsia="Times New Roman"/>
          <w:b/>
          <w:bCs/>
          <w:color w:val="auto"/>
          <w:sz w:val="20"/>
          <w:szCs w:val="20"/>
        </w:rPr>
        <w:t>Kas inimene suudab iseseisvalt süüa</w:t>
      </w:r>
      <w:r w:rsidR="00F75369" w:rsidRPr="00140830">
        <w:rPr>
          <w:rFonts w:eastAsia="Times New Roman"/>
          <w:b/>
          <w:bCs/>
          <w:color w:val="auto"/>
          <w:sz w:val="20"/>
          <w:szCs w:val="20"/>
        </w:rPr>
        <w:t xml:space="preserve"> valmistada</w:t>
      </w:r>
      <w:r w:rsidR="008E5782" w:rsidRPr="00140830">
        <w:rPr>
          <w:rFonts w:eastAsia="Times New Roman"/>
          <w:b/>
          <w:bCs/>
          <w:color w:val="auto"/>
          <w:sz w:val="20"/>
          <w:szCs w:val="20"/>
        </w:rPr>
        <w:t xml:space="preserve"> ja </w:t>
      </w:r>
      <w:r w:rsidR="00905CEF" w:rsidRPr="00140830">
        <w:rPr>
          <w:rFonts w:eastAsia="Times New Roman"/>
          <w:b/>
          <w:bCs/>
          <w:color w:val="auto"/>
          <w:sz w:val="20"/>
          <w:szCs w:val="20"/>
        </w:rPr>
        <w:t xml:space="preserve">teha </w:t>
      </w:r>
      <w:r w:rsidR="00F75369" w:rsidRPr="00140830">
        <w:rPr>
          <w:rFonts w:eastAsia="Times New Roman"/>
          <w:b/>
          <w:bCs/>
          <w:color w:val="auto"/>
          <w:sz w:val="20"/>
          <w:szCs w:val="20"/>
        </w:rPr>
        <w:t>sellega seotud tegevusi</w:t>
      </w:r>
      <w:r w:rsidR="005E3143" w:rsidRPr="00140830">
        <w:rPr>
          <w:rFonts w:eastAsia="Times New Roman"/>
          <w:b/>
          <w:bCs/>
          <w:color w:val="auto"/>
          <w:sz w:val="20"/>
          <w:szCs w:val="20"/>
        </w:rPr>
        <w:t xml:space="preserve"> (sh toidu hank</w:t>
      </w:r>
      <w:r w:rsidR="00612063" w:rsidRPr="00140830">
        <w:rPr>
          <w:rFonts w:eastAsia="Times New Roman"/>
          <w:b/>
          <w:bCs/>
          <w:color w:val="auto"/>
          <w:sz w:val="20"/>
          <w:szCs w:val="20"/>
        </w:rPr>
        <w:t>imine poest, toidu valmistamine, toidu soojendamine)</w:t>
      </w:r>
      <w:r w:rsidR="00E94007" w:rsidRPr="00140830">
        <w:rPr>
          <w:rFonts w:eastAsia="Times New Roman"/>
          <w:b/>
          <w:bCs/>
          <w:color w:val="auto"/>
          <w:sz w:val="20"/>
          <w:szCs w:val="20"/>
        </w:rPr>
        <w:t>.</w:t>
      </w:r>
      <w:r w:rsidR="004B7472" w:rsidRPr="00140830">
        <w:rPr>
          <w:rFonts w:eastAsia="Times New Roman"/>
          <w:b/>
          <w:bCs/>
          <w:color w:val="auto"/>
          <w:sz w:val="20"/>
          <w:szCs w:val="20"/>
        </w:rPr>
        <w:t xml:space="preserve"> </w:t>
      </w:r>
    </w:p>
    <w:tbl>
      <w:tblPr>
        <w:tblStyle w:val="Kontuurtabel"/>
        <w:tblW w:w="0" w:type="auto"/>
        <w:tblInd w:w="765" w:type="dxa"/>
        <w:tblLook w:val="04A0" w:firstRow="1" w:lastRow="0" w:firstColumn="1" w:lastColumn="0" w:noHBand="0" w:noVBand="1"/>
      </w:tblPr>
      <w:tblGrid>
        <w:gridCol w:w="1073"/>
        <w:gridCol w:w="8505"/>
      </w:tblGrid>
      <w:tr w:rsidR="00140830" w:rsidRPr="00140830" w14:paraId="2AD8D8AC" w14:textId="77777777" w:rsidTr="00F6272A">
        <w:tc>
          <w:tcPr>
            <w:tcW w:w="1073" w:type="dxa"/>
          </w:tcPr>
          <w:p w14:paraId="543C1F9A" w14:textId="77777777" w:rsidR="00905CEF" w:rsidRPr="00140830" w:rsidRDefault="00905CEF" w:rsidP="00F6272A">
            <w:pPr>
              <w:textAlignment w:val="baseline"/>
              <w:rPr>
                <w:rFonts w:eastAsia="Times New Roman"/>
                <w:bCs/>
              </w:rPr>
            </w:pPr>
          </w:p>
          <w:p w14:paraId="2195276C" w14:textId="77777777" w:rsidR="00905CEF" w:rsidRPr="00140830" w:rsidRDefault="00905CEF" w:rsidP="00F6272A">
            <w:pPr>
              <w:textAlignment w:val="baseline"/>
              <w:rPr>
                <w:rFonts w:eastAsia="Times New Roman"/>
                <w:bCs/>
              </w:rPr>
            </w:pPr>
            <w:r w:rsidRPr="00140830">
              <w:rPr>
                <w:rFonts w:eastAsia="Times New Roman"/>
                <w:bCs/>
              </w:rPr>
              <w:t>0</w:t>
            </w:r>
          </w:p>
        </w:tc>
        <w:tc>
          <w:tcPr>
            <w:tcW w:w="8505" w:type="dxa"/>
          </w:tcPr>
          <w:p w14:paraId="721610DB" w14:textId="77777777" w:rsidR="00905CEF" w:rsidRPr="00140830" w:rsidRDefault="00905CEF" w:rsidP="00F6272A">
            <w:pPr>
              <w:rPr>
                <w:rFonts w:eastAsia="Times New Roman"/>
                <w:bCs/>
              </w:rPr>
            </w:pPr>
          </w:p>
          <w:p w14:paraId="53918B5B" w14:textId="63A8F3C3" w:rsidR="00905CEF" w:rsidRPr="00140830" w:rsidRDefault="00905CEF" w:rsidP="00F6272A">
            <w:pPr>
              <w:textAlignment w:val="baseline"/>
              <w:rPr>
                <w:rFonts w:eastAsia="Times New Roman"/>
                <w:bCs/>
              </w:rPr>
            </w:pPr>
            <w:r w:rsidRPr="00140830">
              <w:rPr>
                <w:rFonts w:eastAsia="Times New Roman"/>
                <w:bCs/>
              </w:rPr>
              <w:t xml:space="preserve">Jah -  tähista all olevas tabelis vastusevariant 0 ja liigu edasi </w:t>
            </w:r>
            <w:r w:rsidR="00F92F9A" w:rsidRPr="00140830">
              <w:rPr>
                <w:rFonts w:eastAsia="Times New Roman"/>
                <w:bCs/>
              </w:rPr>
              <w:t>D</w:t>
            </w:r>
            <w:r w:rsidRPr="00140830">
              <w:rPr>
                <w:rFonts w:eastAsia="Times New Roman"/>
                <w:bCs/>
              </w:rPr>
              <w:t>.7.4.  juurde</w:t>
            </w:r>
          </w:p>
          <w:p w14:paraId="119C0E2F" w14:textId="77777777" w:rsidR="00905CEF" w:rsidRPr="00140830" w:rsidRDefault="00905CEF" w:rsidP="00F6272A">
            <w:pPr>
              <w:rPr>
                <w:rFonts w:eastAsia="Times New Roman"/>
                <w:bCs/>
              </w:rPr>
            </w:pPr>
          </w:p>
        </w:tc>
      </w:tr>
      <w:tr w:rsidR="00905CEF" w:rsidRPr="00140830" w14:paraId="1413C582" w14:textId="77777777" w:rsidTr="00F6272A">
        <w:tc>
          <w:tcPr>
            <w:tcW w:w="1073" w:type="dxa"/>
          </w:tcPr>
          <w:p w14:paraId="5BFD0FC8" w14:textId="77777777" w:rsidR="00905CEF" w:rsidRPr="00140830" w:rsidRDefault="00905CEF" w:rsidP="00F6272A">
            <w:pPr>
              <w:textAlignment w:val="baseline"/>
              <w:rPr>
                <w:rFonts w:eastAsia="Times New Roman"/>
                <w:bCs/>
              </w:rPr>
            </w:pPr>
            <w:r w:rsidRPr="00140830">
              <w:rPr>
                <w:rFonts w:eastAsia="Times New Roman"/>
                <w:bCs/>
              </w:rPr>
              <w:t>1</w:t>
            </w:r>
          </w:p>
        </w:tc>
        <w:tc>
          <w:tcPr>
            <w:tcW w:w="8505" w:type="dxa"/>
          </w:tcPr>
          <w:p w14:paraId="16534892" w14:textId="788167DA" w:rsidR="00905CEF" w:rsidRPr="00140830" w:rsidRDefault="00905CEF" w:rsidP="00905CEF">
            <w:pPr>
              <w:rPr>
                <w:rFonts w:eastAsia="Times New Roman"/>
                <w:bCs/>
              </w:rPr>
            </w:pPr>
            <w:r w:rsidRPr="00140830">
              <w:rPr>
                <w:rFonts w:eastAsia="Times New Roman"/>
                <w:bCs/>
              </w:rPr>
              <w:t>Ei     - t</w:t>
            </w:r>
            <w:r w:rsidRPr="00140830">
              <w:rPr>
                <w:rFonts w:eastAsia="Times New Roman"/>
              </w:rPr>
              <w:t xml:space="preserve">ähista all olevas tabelis sobiv vastuse variant ja lisa täpsustav kommentaar inimese toimetuleku kohta söögi tegemise valdkonnas. </w:t>
            </w:r>
          </w:p>
        </w:tc>
      </w:tr>
    </w:tbl>
    <w:p w14:paraId="2B07D125" w14:textId="77777777" w:rsidR="00905CEF" w:rsidRPr="00140830" w:rsidRDefault="00905CEF" w:rsidP="00E94007">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rPr>
      </w:pPr>
    </w:p>
    <w:p w14:paraId="071EB65F" w14:textId="77777777" w:rsidR="00905CEF" w:rsidRPr="00140830" w:rsidRDefault="00905CEF" w:rsidP="00E94007">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416"/>
        <w:gridCol w:w="4394"/>
        <w:gridCol w:w="9742"/>
      </w:tblGrid>
      <w:tr w:rsidR="00140830" w:rsidRPr="00140830" w14:paraId="765934C2" w14:textId="77777777" w:rsidTr="00837BE2">
        <w:tc>
          <w:tcPr>
            <w:tcW w:w="4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3318DE" w14:textId="5A4BCC70" w:rsidR="005E3143" w:rsidRPr="00140830" w:rsidRDefault="00A329C2"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lastRenderedPageBreak/>
              <w:t>0</w:t>
            </w:r>
          </w:p>
        </w:tc>
        <w:tc>
          <w:tcPr>
            <w:tcW w:w="43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4DC6E8" w14:textId="32145444"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Iseseisev</w:t>
            </w: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D465FC" w14:textId="77777777"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Ei vaja toetust. </w:t>
            </w:r>
          </w:p>
        </w:tc>
      </w:tr>
      <w:tr w:rsidR="00140830" w:rsidRPr="00140830" w14:paraId="18C76A54" w14:textId="77777777" w:rsidTr="00837BE2">
        <w:tc>
          <w:tcPr>
            <w:tcW w:w="4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49E9DD" w14:textId="08B357A1" w:rsidR="005E3143" w:rsidRPr="00140830" w:rsidRDefault="00A329C2"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w:t>
            </w:r>
          </w:p>
        </w:tc>
        <w:tc>
          <w:tcPr>
            <w:tcW w:w="43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9DB8FF" w14:textId="70A0A06F"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Madal toetusvajadus </w:t>
            </w: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CEF630" w14:textId="4FD1811D"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meeldetulet</w:t>
            </w:r>
            <w:r w:rsidR="00612063" w:rsidRPr="00140830">
              <w:rPr>
                <w:rFonts w:eastAsia="Times New Roman"/>
                <w:color w:val="auto"/>
                <w:sz w:val="20"/>
                <w:szCs w:val="20"/>
                <w:shd w:val="clear" w:color="auto" w:fill="FFFFFF"/>
              </w:rPr>
              <w:t>ust ja nõustamist söögi valmistamisega seotud tegevuste juures,</w:t>
            </w:r>
          </w:p>
        </w:tc>
      </w:tr>
      <w:tr w:rsidR="00140830" w:rsidRPr="00140830" w14:paraId="67A899FA" w14:textId="77777777" w:rsidTr="00837BE2">
        <w:tc>
          <w:tcPr>
            <w:tcW w:w="4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46D8A8" w14:textId="21FEAAEC" w:rsidR="005E3143" w:rsidRPr="00140830" w:rsidRDefault="00A329C2"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w:t>
            </w:r>
          </w:p>
        </w:tc>
        <w:tc>
          <w:tcPr>
            <w:tcW w:w="43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F26B16" w14:textId="1B69B8A4"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Keskmine toetusvajadus</w:t>
            </w: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0324D3" w14:textId="04362330" w:rsidR="005E3143" w:rsidRPr="00140830" w:rsidRDefault="0061206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regulaarselt juhendamist söögi valmistamisega seotud tegevuste juures.</w:t>
            </w:r>
          </w:p>
        </w:tc>
      </w:tr>
      <w:tr w:rsidR="00140830" w:rsidRPr="00140830" w14:paraId="594D21FC" w14:textId="77777777" w:rsidTr="00837BE2">
        <w:tc>
          <w:tcPr>
            <w:tcW w:w="4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27F82B" w14:textId="790E9D69" w:rsidR="005E3143" w:rsidRPr="00140830" w:rsidRDefault="00A329C2"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3</w:t>
            </w:r>
          </w:p>
        </w:tc>
        <w:tc>
          <w:tcPr>
            <w:tcW w:w="43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68561F" w14:textId="5606F29D"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Kõrge toetusvajadus</w:t>
            </w: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BCCE90" w14:textId="162F005A"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ig</w:t>
            </w:r>
            <w:r w:rsidR="00612063" w:rsidRPr="00140830">
              <w:rPr>
                <w:rFonts w:eastAsia="Times New Roman"/>
                <w:color w:val="auto"/>
                <w:sz w:val="20"/>
                <w:szCs w:val="20"/>
                <w:shd w:val="clear" w:color="auto" w:fill="FFFFFF"/>
              </w:rPr>
              <w:t xml:space="preserve">apäevaselt </w:t>
            </w:r>
            <w:proofErr w:type="spellStart"/>
            <w:r w:rsidR="00612063" w:rsidRPr="00140830">
              <w:rPr>
                <w:rFonts w:eastAsia="Times New Roman"/>
                <w:color w:val="auto"/>
                <w:sz w:val="20"/>
                <w:szCs w:val="20"/>
                <w:shd w:val="clear" w:color="auto" w:fill="FFFFFF"/>
              </w:rPr>
              <w:t>kõrvalabi</w:t>
            </w:r>
            <w:proofErr w:type="spellEnd"/>
            <w:r w:rsidR="00612063" w:rsidRPr="00140830">
              <w:rPr>
                <w:rFonts w:eastAsia="Times New Roman"/>
                <w:color w:val="auto"/>
                <w:sz w:val="20"/>
                <w:szCs w:val="20"/>
                <w:shd w:val="clear" w:color="auto" w:fill="FFFFFF"/>
              </w:rPr>
              <w:t xml:space="preserve"> ja toetust söögi valmistamisega seotud tegevuste juures.</w:t>
            </w:r>
          </w:p>
        </w:tc>
      </w:tr>
      <w:tr w:rsidR="00140830" w:rsidRPr="00140830" w14:paraId="10B7E326" w14:textId="77777777" w:rsidTr="00837BE2">
        <w:tc>
          <w:tcPr>
            <w:tcW w:w="4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1D98CF" w14:textId="6DCF526D" w:rsidR="005E3143" w:rsidRPr="00140830" w:rsidRDefault="00A329C2"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4</w:t>
            </w:r>
          </w:p>
        </w:tc>
        <w:tc>
          <w:tcPr>
            <w:tcW w:w="43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7C3C5B" w14:textId="5CD5A413"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Äärmuslik toetusvajadus</w:t>
            </w: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242BFA" w14:textId="3E2E15DC"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w:t>
            </w:r>
            <w:r w:rsidR="00612063" w:rsidRPr="00140830">
              <w:rPr>
                <w:rFonts w:eastAsia="Times New Roman"/>
                <w:color w:val="auto"/>
                <w:sz w:val="20"/>
                <w:szCs w:val="20"/>
                <w:shd w:val="clear" w:color="auto" w:fill="FFFFFF"/>
              </w:rPr>
              <w:t>b hooldust ja/või järelevalvet. E ole võimeline osalema söögi va</w:t>
            </w:r>
            <w:r w:rsidR="00D503E4" w:rsidRPr="00140830">
              <w:rPr>
                <w:rFonts w:eastAsia="Times New Roman"/>
                <w:color w:val="auto"/>
                <w:sz w:val="20"/>
                <w:szCs w:val="20"/>
                <w:shd w:val="clear" w:color="auto" w:fill="FFFFFF"/>
              </w:rPr>
              <w:t>lmistmaisega seotud tegevustes, vajab tegevuste üle võtmist.</w:t>
            </w:r>
          </w:p>
        </w:tc>
      </w:tr>
      <w:tr w:rsidR="00140830" w:rsidRPr="00140830" w14:paraId="2A83A031" w14:textId="77777777" w:rsidTr="00975E95">
        <w:trPr>
          <w:trHeight w:val="900"/>
        </w:trPr>
        <w:tc>
          <w:tcPr>
            <w:tcW w:w="481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3D2D9C" w14:textId="5C060CE4" w:rsidR="005E3143" w:rsidRPr="00140830" w:rsidRDefault="00F92F9A" w:rsidP="00837BE2">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18"/>
                <w:szCs w:val="18"/>
              </w:rPr>
            </w:pPr>
            <w:r w:rsidRPr="00140830">
              <w:rPr>
                <w:rFonts w:eastAsia="Times New Roman"/>
                <w:bCs/>
                <w:color w:val="auto"/>
                <w:sz w:val="20"/>
                <w:szCs w:val="20"/>
              </w:rPr>
              <w:t>D</w:t>
            </w:r>
            <w:r w:rsidR="001F101A">
              <w:rPr>
                <w:rFonts w:eastAsia="Times New Roman"/>
                <w:bCs/>
                <w:color w:val="auto"/>
                <w:sz w:val="20"/>
                <w:szCs w:val="20"/>
              </w:rPr>
              <w:t>.7.2</w:t>
            </w:r>
            <w:r w:rsidR="00612063" w:rsidRPr="00140830">
              <w:rPr>
                <w:rFonts w:eastAsia="Times New Roman"/>
                <w:bCs/>
                <w:color w:val="auto"/>
                <w:sz w:val="20"/>
                <w:szCs w:val="20"/>
              </w:rPr>
              <w:t>.1.</w:t>
            </w:r>
            <w:r w:rsidR="00612063" w:rsidRPr="00140830">
              <w:rPr>
                <w:rFonts w:eastAsia="Times New Roman"/>
                <w:b/>
                <w:bCs/>
                <w:color w:val="auto"/>
                <w:sz w:val="20"/>
                <w:szCs w:val="20"/>
              </w:rPr>
              <w:t xml:space="preserve"> </w:t>
            </w:r>
            <w:r w:rsidR="00612063" w:rsidRPr="00140830">
              <w:rPr>
                <w:rFonts w:eastAsia="Times New Roman"/>
                <w:color w:val="auto"/>
                <w:sz w:val="20"/>
                <w:szCs w:val="20"/>
                <w:shd w:val="clear" w:color="auto" w:fill="FFFFFF"/>
              </w:rPr>
              <w:t xml:space="preserve">Kommentaar või lühikirjeldus </w:t>
            </w:r>
            <w:r w:rsidR="00612063" w:rsidRPr="00140830">
              <w:rPr>
                <w:rFonts w:eastAsia="Times New Roman"/>
                <w:color w:val="auto"/>
                <w:sz w:val="18"/>
                <w:szCs w:val="18"/>
                <w:shd w:val="clear" w:color="auto" w:fill="FFFFFF"/>
              </w:rPr>
              <w:t>(nt tuua</w:t>
            </w:r>
            <w:r w:rsidR="00612063" w:rsidRPr="00140830">
              <w:rPr>
                <w:rFonts w:eastAsia="Times New Roman"/>
                <w:color w:val="auto"/>
                <w:sz w:val="18"/>
                <w:szCs w:val="18"/>
              </w:rPr>
              <w:t xml:space="preserve"> välja konkreetsed </w:t>
            </w:r>
            <w:r w:rsidR="00612063" w:rsidRPr="00140830">
              <w:rPr>
                <w:rFonts w:eastAsia="Times New Roman"/>
                <w:b/>
                <w:bCs/>
                <w:color w:val="auto"/>
                <w:sz w:val="18"/>
                <w:szCs w:val="18"/>
              </w:rPr>
              <w:t>eripärad ja/või spetsiifika</w:t>
            </w:r>
            <w:r w:rsidR="00612063" w:rsidRPr="00140830">
              <w:rPr>
                <w:rFonts w:eastAsia="Times New Roman"/>
                <w:color w:val="auto"/>
                <w:sz w:val="18"/>
                <w:szCs w:val="18"/>
              </w:rPr>
              <w:t xml:space="preserve">, mis aspektis või tegevustes isik täpsemalt selles valdkonnas toetust vajab. Võib märkida ka isiku </w:t>
            </w:r>
            <w:r w:rsidR="00612063" w:rsidRPr="00140830">
              <w:rPr>
                <w:rFonts w:eastAsia="Times New Roman"/>
                <w:b/>
                <w:bCs/>
                <w:color w:val="auto"/>
                <w:sz w:val="18"/>
                <w:szCs w:val="18"/>
              </w:rPr>
              <w:t xml:space="preserve">tugevused ja võimalused </w:t>
            </w:r>
            <w:r w:rsidR="00612063" w:rsidRPr="00140830">
              <w:rPr>
                <w:rFonts w:eastAsia="Times New Roman"/>
                <w:bCs/>
                <w:color w:val="auto"/>
                <w:sz w:val="18"/>
                <w:szCs w:val="18"/>
              </w:rPr>
              <w:t>selles valdkonnas</w:t>
            </w:r>
            <w:r w:rsidR="00612063" w:rsidRPr="00140830">
              <w:rPr>
                <w:rFonts w:eastAsia="Times New Roman"/>
                <w:color w:val="auto"/>
                <w:sz w:val="18"/>
                <w:szCs w:val="18"/>
              </w:rPr>
              <w:t>, sh isiku motivatsioon toetust vastu võtta).</w:t>
            </w:r>
          </w:p>
          <w:p w14:paraId="7991EDA9" w14:textId="47106AF3" w:rsidR="009A16D3" w:rsidRPr="00140830" w:rsidRDefault="009A16D3" w:rsidP="00837BE2">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5769D2" w14:textId="7E7AC258"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19A57041" w14:textId="77777777" w:rsidTr="00975E95">
        <w:trPr>
          <w:trHeight w:val="1060"/>
        </w:trPr>
        <w:tc>
          <w:tcPr>
            <w:tcW w:w="481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A537DE" w14:textId="3F38AC50" w:rsidR="005E3143" w:rsidRPr="00140830" w:rsidRDefault="00F92F9A"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Cs/>
                <w:color w:val="auto"/>
                <w:sz w:val="20"/>
                <w:szCs w:val="20"/>
              </w:rPr>
              <w:t>D</w:t>
            </w:r>
            <w:r w:rsidR="001F101A">
              <w:rPr>
                <w:rFonts w:eastAsia="Times New Roman"/>
                <w:bCs/>
                <w:color w:val="auto"/>
                <w:sz w:val="20"/>
                <w:szCs w:val="20"/>
              </w:rPr>
              <w:t>.7.2</w:t>
            </w:r>
            <w:r w:rsidR="00612063" w:rsidRPr="00140830">
              <w:rPr>
                <w:rFonts w:eastAsia="Times New Roman"/>
                <w:bCs/>
                <w:color w:val="auto"/>
                <w:sz w:val="20"/>
                <w:szCs w:val="20"/>
              </w:rPr>
              <w:t>.2.</w:t>
            </w:r>
            <w:r w:rsidR="00612063" w:rsidRPr="00140830">
              <w:rPr>
                <w:rFonts w:eastAsia="Times New Roman"/>
                <w:b/>
                <w:bCs/>
                <w:color w:val="auto"/>
                <w:sz w:val="20"/>
                <w:szCs w:val="20"/>
              </w:rPr>
              <w:t xml:space="preserve"> </w:t>
            </w:r>
            <w:r w:rsidR="005E3143" w:rsidRPr="00140830">
              <w:rPr>
                <w:rFonts w:eastAsia="Times New Roman"/>
                <w:color w:val="auto"/>
                <w:sz w:val="20"/>
                <w:szCs w:val="20"/>
                <w:shd w:val="clear" w:color="auto" w:fill="FFFFFF"/>
              </w:rPr>
              <w:t>Kas ja kuidas on toetus täna korraldatud? (sh sotsiaalteenuste, pere jt poolt pakutav)</w:t>
            </w: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5CFEBD" w14:textId="77777777"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146B1218" w14:textId="77777777" w:rsidTr="00975E95">
        <w:trPr>
          <w:trHeight w:val="1060"/>
        </w:trPr>
        <w:tc>
          <w:tcPr>
            <w:tcW w:w="481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D02E0C" w14:textId="450B182C" w:rsidR="005E3143" w:rsidRPr="00140830" w:rsidRDefault="00F92F9A"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Cs/>
                <w:color w:val="auto"/>
                <w:sz w:val="20"/>
                <w:szCs w:val="20"/>
              </w:rPr>
              <w:t>D</w:t>
            </w:r>
            <w:r w:rsidR="001F101A">
              <w:rPr>
                <w:rFonts w:eastAsia="Times New Roman"/>
                <w:bCs/>
                <w:color w:val="auto"/>
                <w:sz w:val="20"/>
                <w:szCs w:val="20"/>
              </w:rPr>
              <w:t>.7.2</w:t>
            </w:r>
            <w:r w:rsidR="00612063" w:rsidRPr="00140830">
              <w:rPr>
                <w:rFonts w:eastAsia="Times New Roman"/>
                <w:bCs/>
                <w:color w:val="auto"/>
                <w:sz w:val="20"/>
                <w:szCs w:val="20"/>
              </w:rPr>
              <w:t>.3.</w:t>
            </w:r>
            <w:r w:rsidR="00612063" w:rsidRPr="00140830">
              <w:rPr>
                <w:rFonts w:eastAsia="Times New Roman"/>
                <w:b/>
                <w:bCs/>
                <w:color w:val="auto"/>
                <w:sz w:val="20"/>
                <w:szCs w:val="20"/>
              </w:rPr>
              <w:t xml:space="preserve"> </w:t>
            </w:r>
            <w:r w:rsidR="005E3143" w:rsidRPr="00140830">
              <w:rPr>
                <w:rFonts w:eastAsia="Times New Roman"/>
                <w:color w:val="auto"/>
                <w:sz w:val="20"/>
                <w:szCs w:val="20"/>
                <w:shd w:val="clear" w:color="auto" w:fill="FFFFFF"/>
              </w:rPr>
              <w:t xml:space="preserve">Kõige olulisemad vajadused ja tähelepanupunktid </w:t>
            </w:r>
            <w:r w:rsidR="00D503E4" w:rsidRPr="00140830">
              <w:rPr>
                <w:rFonts w:eastAsia="Times New Roman"/>
                <w:color w:val="auto"/>
                <w:sz w:val="20"/>
                <w:szCs w:val="20"/>
                <w:shd w:val="clear" w:color="auto" w:fill="FFFFFF"/>
              </w:rPr>
              <w:t>(hindaja ja võrgustiku hinnangul)</w:t>
            </w: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838AA8" w14:textId="77777777"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D503E4" w:rsidRPr="00140830" w14:paraId="3005B608" w14:textId="77777777" w:rsidTr="00975E95">
        <w:trPr>
          <w:trHeight w:val="1060"/>
        </w:trPr>
        <w:tc>
          <w:tcPr>
            <w:tcW w:w="481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AF1E0F" w14:textId="66AF7E11" w:rsidR="00D503E4" w:rsidRPr="00140830" w:rsidRDefault="00F92F9A"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
                <w:bCs/>
                <w:color w:val="auto"/>
                <w:sz w:val="20"/>
                <w:szCs w:val="20"/>
              </w:rPr>
            </w:pPr>
            <w:r w:rsidRPr="00140830">
              <w:rPr>
                <w:rFonts w:eastAsia="Times New Roman"/>
                <w:bCs/>
                <w:color w:val="auto"/>
                <w:sz w:val="20"/>
                <w:szCs w:val="20"/>
              </w:rPr>
              <w:t>D</w:t>
            </w:r>
            <w:r w:rsidR="001F101A">
              <w:rPr>
                <w:rFonts w:eastAsia="Times New Roman"/>
                <w:bCs/>
                <w:color w:val="auto"/>
                <w:sz w:val="20"/>
                <w:szCs w:val="20"/>
              </w:rPr>
              <w:t>.7.2</w:t>
            </w:r>
            <w:r w:rsidR="00D503E4" w:rsidRPr="00140830">
              <w:rPr>
                <w:rFonts w:eastAsia="Times New Roman"/>
                <w:bCs/>
                <w:color w:val="auto"/>
                <w:sz w:val="20"/>
                <w:szCs w:val="20"/>
              </w:rPr>
              <w:t>.4.</w:t>
            </w:r>
            <w:r w:rsidR="00D503E4" w:rsidRPr="00140830">
              <w:rPr>
                <w:rFonts w:eastAsia="Times New Roman"/>
                <w:b/>
                <w:bCs/>
                <w:color w:val="auto"/>
                <w:sz w:val="20"/>
                <w:szCs w:val="20"/>
              </w:rPr>
              <w:t xml:space="preserve"> </w:t>
            </w:r>
            <w:r w:rsidR="00D503E4" w:rsidRPr="00140830">
              <w:rPr>
                <w:rFonts w:eastAsia="Times New Roman"/>
                <w:bCs/>
                <w:color w:val="auto"/>
                <w:sz w:val="20"/>
                <w:szCs w:val="20"/>
              </w:rPr>
              <w:t>Inimese enda poolt nimetatud vajadused</w:t>
            </w: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20F937" w14:textId="77777777" w:rsidR="00D503E4" w:rsidRPr="00140830" w:rsidRDefault="00D503E4"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bl>
    <w:p w14:paraId="16B02775" w14:textId="77777777" w:rsidR="00905CEF" w:rsidRPr="00140830" w:rsidRDefault="00905CEF" w:rsidP="00612063">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color w:val="auto"/>
          <w:sz w:val="24"/>
          <w:szCs w:val="24"/>
        </w:rPr>
      </w:pPr>
    </w:p>
    <w:p w14:paraId="1BDFEAA1" w14:textId="77777777" w:rsidR="00905CEF" w:rsidRPr="00140830" w:rsidRDefault="00905CEF" w:rsidP="00612063">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Times New Roman" w:eastAsia="Times New Roman" w:hAnsi="Times New Roman" w:cs="Times New Roman"/>
          <w:color w:val="auto"/>
          <w:sz w:val="24"/>
          <w:szCs w:val="24"/>
        </w:rPr>
      </w:pPr>
    </w:p>
    <w:p w14:paraId="44DF5857" w14:textId="436460B4" w:rsidR="00612063" w:rsidRPr="00140830" w:rsidRDefault="00F92F9A" w:rsidP="00612063">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r w:rsidRPr="00140830">
        <w:rPr>
          <w:rFonts w:eastAsia="Times New Roman"/>
          <w:b/>
          <w:bCs/>
          <w:color w:val="auto"/>
          <w:sz w:val="20"/>
          <w:szCs w:val="20"/>
        </w:rPr>
        <w:lastRenderedPageBreak/>
        <w:t>D</w:t>
      </w:r>
      <w:r w:rsidR="001F101A">
        <w:rPr>
          <w:rFonts w:eastAsia="Times New Roman"/>
          <w:b/>
          <w:bCs/>
          <w:color w:val="auto"/>
          <w:sz w:val="20"/>
          <w:szCs w:val="20"/>
        </w:rPr>
        <w:t>.7.3</w:t>
      </w:r>
      <w:r w:rsidR="00612063" w:rsidRPr="00140830">
        <w:rPr>
          <w:rFonts w:eastAsia="Times New Roman"/>
          <w:b/>
          <w:bCs/>
          <w:color w:val="auto"/>
          <w:sz w:val="20"/>
          <w:szCs w:val="20"/>
        </w:rPr>
        <w:t xml:space="preserve">. </w:t>
      </w:r>
      <w:r w:rsidR="00905CEF" w:rsidRPr="00140830">
        <w:rPr>
          <w:rFonts w:eastAsia="Times New Roman"/>
          <w:b/>
          <w:bCs/>
          <w:color w:val="auto"/>
          <w:sz w:val="20"/>
          <w:szCs w:val="20"/>
        </w:rPr>
        <w:t>Kas inimene suudab iseseisvalt süüa ja teha s</w:t>
      </w:r>
      <w:r w:rsidR="00612063" w:rsidRPr="00140830">
        <w:rPr>
          <w:rFonts w:eastAsia="Times New Roman"/>
          <w:b/>
          <w:bCs/>
          <w:color w:val="auto"/>
          <w:sz w:val="20"/>
          <w:szCs w:val="20"/>
        </w:rPr>
        <w:t>ellega seo</w:t>
      </w:r>
      <w:r w:rsidR="00905CEF" w:rsidRPr="00140830">
        <w:rPr>
          <w:rFonts w:eastAsia="Times New Roman"/>
          <w:b/>
          <w:bCs/>
          <w:color w:val="auto"/>
          <w:sz w:val="20"/>
          <w:szCs w:val="20"/>
        </w:rPr>
        <w:t>tud tegevusi</w:t>
      </w:r>
      <w:r w:rsidR="00612063" w:rsidRPr="00140830">
        <w:rPr>
          <w:rFonts w:eastAsia="Times New Roman"/>
          <w:b/>
          <w:bCs/>
          <w:color w:val="auto"/>
          <w:sz w:val="20"/>
          <w:szCs w:val="20"/>
        </w:rPr>
        <w:t xml:space="preserve"> (sh toidu või joogi tõstmine taldrikule, valamine tassi, noa, kahvli, lusik</w:t>
      </w:r>
      <w:r w:rsidR="00A513F7" w:rsidRPr="00140830">
        <w:rPr>
          <w:rFonts w:eastAsia="Times New Roman"/>
          <w:b/>
          <w:bCs/>
          <w:color w:val="auto"/>
          <w:sz w:val="20"/>
          <w:szCs w:val="20"/>
        </w:rPr>
        <w:t>a kasutamine, toidu tükeldamine</w:t>
      </w:r>
      <w:r w:rsidR="00905CEF" w:rsidRPr="00140830">
        <w:rPr>
          <w:rFonts w:eastAsia="Times New Roman"/>
          <w:b/>
          <w:bCs/>
          <w:color w:val="auto"/>
          <w:sz w:val="20"/>
          <w:szCs w:val="20"/>
        </w:rPr>
        <w:t>)?</w:t>
      </w:r>
    </w:p>
    <w:tbl>
      <w:tblPr>
        <w:tblStyle w:val="Kontuurtabel"/>
        <w:tblW w:w="0" w:type="auto"/>
        <w:tblInd w:w="765" w:type="dxa"/>
        <w:tblLook w:val="04A0" w:firstRow="1" w:lastRow="0" w:firstColumn="1" w:lastColumn="0" w:noHBand="0" w:noVBand="1"/>
      </w:tblPr>
      <w:tblGrid>
        <w:gridCol w:w="1073"/>
        <w:gridCol w:w="8505"/>
      </w:tblGrid>
      <w:tr w:rsidR="00140830" w:rsidRPr="00140830" w14:paraId="2C55F6DB" w14:textId="77777777" w:rsidTr="00F6272A">
        <w:tc>
          <w:tcPr>
            <w:tcW w:w="1073" w:type="dxa"/>
          </w:tcPr>
          <w:p w14:paraId="44A07AA2" w14:textId="77777777" w:rsidR="00905CEF" w:rsidRPr="00140830" w:rsidRDefault="00905CEF" w:rsidP="00F6272A">
            <w:pPr>
              <w:textAlignment w:val="baseline"/>
              <w:rPr>
                <w:rFonts w:eastAsia="Times New Roman"/>
                <w:bCs/>
              </w:rPr>
            </w:pPr>
          </w:p>
          <w:p w14:paraId="5B8D6773" w14:textId="77777777" w:rsidR="00905CEF" w:rsidRPr="00140830" w:rsidRDefault="00905CEF" w:rsidP="00F6272A">
            <w:pPr>
              <w:textAlignment w:val="baseline"/>
              <w:rPr>
                <w:rFonts w:eastAsia="Times New Roman"/>
                <w:bCs/>
              </w:rPr>
            </w:pPr>
            <w:r w:rsidRPr="00140830">
              <w:rPr>
                <w:rFonts w:eastAsia="Times New Roman"/>
                <w:bCs/>
              </w:rPr>
              <w:t>0</w:t>
            </w:r>
          </w:p>
        </w:tc>
        <w:tc>
          <w:tcPr>
            <w:tcW w:w="8505" w:type="dxa"/>
          </w:tcPr>
          <w:p w14:paraId="5AC6955F" w14:textId="77777777" w:rsidR="00905CEF" w:rsidRPr="00140830" w:rsidRDefault="00905CEF" w:rsidP="00F6272A">
            <w:pPr>
              <w:rPr>
                <w:rFonts w:eastAsia="Times New Roman"/>
                <w:bCs/>
              </w:rPr>
            </w:pPr>
          </w:p>
          <w:p w14:paraId="0F5D3B40" w14:textId="4BAB692F" w:rsidR="00905CEF" w:rsidRPr="00140830" w:rsidRDefault="00905CEF" w:rsidP="00F6272A">
            <w:pPr>
              <w:textAlignment w:val="baseline"/>
              <w:rPr>
                <w:rFonts w:eastAsia="Times New Roman"/>
                <w:bCs/>
              </w:rPr>
            </w:pPr>
            <w:r w:rsidRPr="00140830">
              <w:rPr>
                <w:rFonts w:eastAsia="Times New Roman"/>
                <w:bCs/>
              </w:rPr>
              <w:t xml:space="preserve">Jah -  tähista all olevas tabelis vastusevariant 0 ja liigu edasi </w:t>
            </w:r>
            <w:r w:rsidR="00F92F9A" w:rsidRPr="00140830">
              <w:rPr>
                <w:rFonts w:eastAsia="Times New Roman"/>
                <w:bCs/>
              </w:rPr>
              <w:t>D</w:t>
            </w:r>
            <w:r w:rsidRPr="00140830">
              <w:rPr>
                <w:rFonts w:eastAsia="Times New Roman"/>
                <w:bCs/>
              </w:rPr>
              <w:t>.7.5.  juurde</w:t>
            </w:r>
          </w:p>
          <w:p w14:paraId="06B6C2A5" w14:textId="77777777" w:rsidR="00905CEF" w:rsidRPr="00140830" w:rsidRDefault="00905CEF" w:rsidP="00F6272A">
            <w:pPr>
              <w:rPr>
                <w:rFonts w:eastAsia="Times New Roman"/>
                <w:bCs/>
              </w:rPr>
            </w:pPr>
          </w:p>
        </w:tc>
      </w:tr>
      <w:tr w:rsidR="00905CEF" w:rsidRPr="00140830" w14:paraId="393FE289" w14:textId="77777777" w:rsidTr="00F6272A">
        <w:tc>
          <w:tcPr>
            <w:tcW w:w="1073" w:type="dxa"/>
          </w:tcPr>
          <w:p w14:paraId="78EBEAE6" w14:textId="77777777" w:rsidR="00905CEF" w:rsidRPr="00140830" w:rsidRDefault="00905CEF" w:rsidP="00F6272A">
            <w:pPr>
              <w:textAlignment w:val="baseline"/>
              <w:rPr>
                <w:rFonts w:eastAsia="Times New Roman"/>
                <w:bCs/>
              </w:rPr>
            </w:pPr>
            <w:r w:rsidRPr="00140830">
              <w:rPr>
                <w:rFonts w:eastAsia="Times New Roman"/>
                <w:bCs/>
              </w:rPr>
              <w:t>1</w:t>
            </w:r>
          </w:p>
        </w:tc>
        <w:tc>
          <w:tcPr>
            <w:tcW w:w="8505" w:type="dxa"/>
          </w:tcPr>
          <w:p w14:paraId="0D9F745E" w14:textId="5CD6AEFE" w:rsidR="00905CEF" w:rsidRPr="00140830" w:rsidRDefault="00905CEF" w:rsidP="00905CEF">
            <w:pPr>
              <w:rPr>
                <w:rFonts w:eastAsia="Times New Roman"/>
                <w:bCs/>
              </w:rPr>
            </w:pPr>
            <w:r w:rsidRPr="00140830">
              <w:rPr>
                <w:rFonts w:eastAsia="Times New Roman"/>
                <w:bCs/>
              </w:rPr>
              <w:t>Ei     - t</w:t>
            </w:r>
            <w:r w:rsidRPr="00140830">
              <w:rPr>
                <w:rFonts w:eastAsia="Times New Roman"/>
              </w:rPr>
              <w:t xml:space="preserve">ähista all olevas tabelis sobiv vastuse variant ja lisa täpsustav kommentaar inimese toimetuleku ja toetusvajaduse kohta söömise valdkonnas. </w:t>
            </w:r>
          </w:p>
        </w:tc>
      </w:tr>
    </w:tbl>
    <w:p w14:paraId="0AF15799" w14:textId="677A78F7" w:rsidR="00C77D09" w:rsidRPr="00140830" w:rsidRDefault="00C77D09" w:rsidP="005E3143">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416"/>
        <w:gridCol w:w="4394"/>
        <w:gridCol w:w="9742"/>
      </w:tblGrid>
      <w:tr w:rsidR="00140830" w:rsidRPr="00140830" w14:paraId="1D241FA9" w14:textId="77777777" w:rsidTr="00975E95">
        <w:tc>
          <w:tcPr>
            <w:tcW w:w="4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E2BE58" w14:textId="37C31EF0" w:rsidR="00C77D09" w:rsidRPr="00140830" w:rsidRDefault="00A329C2" w:rsidP="0040063C">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0</w:t>
            </w:r>
          </w:p>
        </w:tc>
        <w:tc>
          <w:tcPr>
            <w:tcW w:w="43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ACE267" w14:textId="635BF8D8" w:rsidR="00C77D09" w:rsidRPr="00140830" w:rsidRDefault="00C77D09" w:rsidP="0040063C">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Iseseisev</w:t>
            </w: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76583D" w14:textId="77777777" w:rsidR="00C77D09" w:rsidRPr="00140830" w:rsidRDefault="00C77D09" w:rsidP="0040063C">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Ei vaja toetust. </w:t>
            </w:r>
          </w:p>
        </w:tc>
      </w:tr>
      <w:tr w:rsidR="00140830" w:rsidRPr="00140830" w14:paraId="0B4A3611" w14:textId="77777777" w:rsidTr="00975E95">
        <w:tc>
          <w:tcPr>
            <w:tcW w:w="4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DF67D8" w14:textId="5E539598" w:rsidR="00C77D09" w:rsidRPr="00140830" w:rsidRDefault="00A329C2" w:rsidP="0040063C">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w:t>
            </w:r>
          </w:p>
        </w:tc>
        <w:tc>
          <w:tcPr>
            <w:tcW w:w="43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9F8DF4" w14:textId="1E792D10" w:rsidR="00C77D09" w:rsidRPr="00140830" w:rsidRDefault="00C77D09" w:rsidP="0040063C">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Madal toetusvajadus </w:t>
            </w: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15A43A" w14:textId="657DFB3D" w:rsidR="00C77D09" w:rsidRPr="00140830" w:rsidRDefault="00C77D09" w:rsidP="0040063C">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meeldetulet</w:t>
            </w:r>
            <w:r w:rsidR="00975E95" w:rsidRPr="00140830">
              <w:rPr>
                <w:rFonts w:eastAsia="Times New Roman"/>
                <w:color w:val="auto"/>
                <w:sz w:val="20"/>
                <w:szCs w:val="20"/>
                <w:shd w:val="clear" w:color="auto" w:fill="FFFFFF"/>
              </w:rPr>
              <w:t>ust ja nõustamist söömisega seotud tegevuste juures.</w:t>
            </w:r>
          </w:p>
        </w:tc>
      </w:tr>
      <w:tr w:rsidR="00140830" w:rsidRPr="00140830" w14:paraId="540B3EF0" w14:textId="77777777" w:rsidTr="00975E95">
        <w:tc>
          <w:tcPr>
            <w:tcW w:w="4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08DA5B" w14:textId="2FE7DB02" w:rsidR="00C77D09" w:rsidRPr="00140830" w:rsidRDefault="00A329C2" w:rsidP="0040063C">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w:t>
            </w:r>
          </w:p>
        </w:tc>
        <w:tc>
          <w:tcPr>
            <w:tcW w:w="43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ADA708" w14:textId="7FFDE0FB" w:rsidR="00C77D09" w:rsidRPr="00140830" w:rsidRDefault="00C77D09" w:rsidP="0040063C">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Keskmine toetusvajadus</w:t>
            </w: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EDACCE" w14:textId="68133179" w:rsidR="00C77D09" w:rsidRPr="00140830" w:rsidRDefault="00975E95" w:rsidP="0040063C">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regulaarselt juhendamist söömisega seotud tegevuste juures</w:t>
            </w:r>
          </w:p>
        </w:tc>
      </w:tr>
      <w:tr w:rsidR="00140830" w:rsidRPr="00140830" w14:paraId="6FDF2C7C" w14:textId="77777777" w:rsidTr="00975E95">
        <w:tc>
          <w:tcPr>
            <w:tcW w:w="4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7A70CD" w14:textId="7CFB1B7B" w:rsidR="00C77D09" w:rsidRPr="00140830" w:rsidRDefault="00A329C2" w:rsidP="0040063C">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3</w:t>
            </w:r>
          </w:p>
        </w:tc>
        <w:tc>
          <w:tcPr>
            <w:tcW w:w="43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464CBA" w14:textId="4311DD17" w:rsidR="00C77D09" w:rsidRPr="00140830" w:rsidRDefault="00C77D09" w:rsidP="0040063C">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Kõrge toetusvajadus</w:t>
            </w: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FA56C3" w14:textId="76F71D93" w:rsidR="00C77D09" w:rsidRPr="00140830" w:rsidRDefault="00C77D09" w:rsidP="0040063C">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ig</w:t>
            </w:r>
            <w:r w:rsidR="00975E95" w:rsidRPr="00140830">
              <w:rPr>
                <w:rFonts w:eastAsia="Times New Roman"/>
                <w:color w:val="auto"/>
                <w:sz w:val="20"/>
                <w:szCs w:val="20"/>
                <w:shd w:val="clear" w:color="auto" w:fill="FFFFFF"/>
              </w:rPr>
              <w:t xml:space="preserve">apäevaselt </w:t>
            </w:r>
            <w:proofErr w:type="spellStart"/>
            <w:r w:rsidR="00975E95" w:rsidRPr="00140830">
              <w:rPr>
                <w:rFonts w:eastAsia="Times New Roman"/>
                <w:color w:val="auto"/>
                <w:sz w:val="20"/>
                <w:szCs w:val="20"/>
                <w:shd w:val="clear" w:color="auto" w:fill="FFFFFF"/>
              </w:rPr>
              <w:t>kõrvalabi</w:t>
            </w:r>
            <w:proofErr w:type="spellEnd"/>
            <w:r w:rsidR="00975E95" w:rsidRPr="00140830">
              <w:rPr>
                <w:rFonts w:eastAsia="Times New Roman"/>
                <w:color w:val="auto"/>
                <w:sz w:val="20"/>
                <w:szCs w:val="20"/>
                <w:shd w:val="clear" w:color="auto" w:fill="FFFFFF"/>
              </w:rPr>
              <w:t xml:space="preserve"> ja toetust söömisega seotud tegevuste juures</w:t>
            </w:r>
          </w:p>
        </w:tc>
      </w:tr>
      <w:tr w:rsidR="00140830" w:rsidRPr="00140830" w14:paraId="78AB416A" w14:textId="77777777" w:rsidTr="00975E95">
        <w:tc>
          <w:tcPr>
            <w:tcW w:w="4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BA9358" w14:textId="3086B3C9" w:rsidR="00C77D09" w:rsidRPr="00140830" w:rsidRDefault="00A329C2" w:rsidP="0040063C">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4</w:t>
            </w:r>
          </w:p>
        </w:tc>
        <w:tc>
          <w:tcPr>
            <w:tcW w:w="43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B39261" w14:textId="373BA33F" w:rsidR="00C77D09" w:rsidRPr="00140830" w:rsidRDefault="00C77D09" w:rsidP="0040063C">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Äärmuslik toetusvajadus</w:t>
            </w: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034CEE" w14:textId="778E7717" w:rsidR="00C77D09" w:rsidRPr="00140830" w:rsidRDefault="00C77D09" w:rsidP="00975E95">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Vajab hooldust ja/või järelevalvet. </w:t>
            </w:r>
            <w:r w:rsidR="00975E95" w:rsidRPr="00140830">
              <w:rPr>
                <w:rFonts w:eastAsia="Times New Roman"/>
                <w:color w:val="auto"/>
                <w:sz w:val="20"/>
                <w:szCs w:val="20"/>
                <w:shd w:val="clear" w:color="auto" w:fill="FFFFFF"/>
              </w:rPr>
              <w:t>Ei ole ise võimeline teostama söömisega seotud tegevus</w:t>
            </w:r>
            <w:r w:rsidR="00D503E4" w:rsidRPr="00140830">
              <w:rPr>
                <w:rFonts w:eastAsia="Times New Roman"/>
                <w:color w:val="auto"/>
                <w:sz w:val="20"/>
                <w:szCs w:val="20"/>
                <w:shd w:val="clear" w:color="auto" w:fill="FFFFFF"/>
              </w:rPr>
              <w:t>i, vajab tegevuste üle võtmist.</w:t>
            </w:r>
            <w:r w:rsidR="00975E95" w:rsidRPr="00140830">
              <w:rPr>
                <w:rFonts w:eastAsia="Times New Roman"/>
                <w:color w:val="auto"/>
                <w:sz w:val="20"/>
                <w:szCs w:val="20"/>
                <w:shd w:val="clear" w:color="auto" w:fill="FFFFFF"/>
              </w:rPr>
              <w:t xml:space="preserve"> </w:t>
            </w:r>
          </w:p>
        </w:tc>
      </w:tr>
      <w:tr w:rsidR="00140830" w:rsidRPr="00140830" w14:paraId="3E43C87D" w14:textId="77777777" w:rsidTr="00975E95">
        <w:trPr>
          <w:trHeight w:val="900"/>
        </w:trPr>
        <w:tc>
          <w:tcPr>
            <w:tcW w:w="481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8310BA" w14:textId="26228AB0" w:rsidR="00C77D09" w:rsidRPr="00140830" w:rsidRDefault="00F92F9A" w:rsidP="0040063C">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18"/>
                <w:szCs w:val="18"/>
              </w:rPr>
            </w:pPr>
            <w:r w:rsidRPr="00140830">
              <w:rPr>
                <w:rFonts w:eastAsia="Times New Roman"/>
                <w:bCs/>
                <w:color w:val="auto"/>
                <w:sz w:val="20"/>
                <w:szCs w:val="20"/>
              </w:rPr>
              <w:t>D</w:t>
            </w:r>
            <w:r w:rsidR="001F101A">
              <w:rPr>
                <w:rFonts w:eastAsia="Times New Roman"/>
                <w:bCs/>
                <w:color w:val="auto"/>
                <w:sz w:val="20"/>
                <w:szCs w:val="20"/>
              </w:rPr>
              <w:t>.7.3</w:t>
            </w:r>
            <w:r w:rsidR="00837BE2" w:rsidRPr="00140830">
              <w:rPr>
                <w:rFonts w:eastAsia="Times New Roman"/>
                <w:bCs/>
                <w:color w:val="auto"/>
                <w:sz w:val="20"/>
                <w:szCs w:val="20"/>
              </w:rPr>
              <w:t>.</w:t>
            </w:r>
            <w:r w:rsidR="00975E95" w:rsidRPr="00140830">
              <w:rPr>
                <w:rFonts w:eastAsia="Times New Roman"/>
                <w:bCs/>
                <w:color w:val="auto"/>
                <w:sz w:val="20"/>
                <w:szCs w:val="20"/>
              </w:rPr>
              <w:t>1.</w:t>
            </w:r>
            <w:r w:rsidR="00975E95" w:rsidRPr="00140830">
              <w:rPr>
                <w:rFonts w:eastAsia="Times New Roman"/>
                <w:color w:val="auto"/>
                <w:sz w:val="20"/>
                <w:szCs w:val="20"/>
                <w:shd w:val="clear" w:color="auto" w:fill="FFFFFF"/>
              </w:rPr>
              <w:t xml:space="preserve"> Kommentaar või lühikirjeldus </w:t>
            </w:r>
            <w:r w:rsidR="00975E95" w:rsidRPr="00140830">
              <w:rPr>
                <w:rFonts w:eastAsia="Times New Roman"/>
                <w:color w:val="auto"/>
                <w:sz w:val="18"/>
                <w:szCs w:val="18"/>
                <w:shd w:val="clear" w:color="auto" w:fill="FFFFFF"/>
              </w:rPr>
              <w:t>(nt tuua</w:t>
            </w:r>
            <w:r w:rsidR="00975E95" w:rsidRPr="00140830">
              <w:rPr>
                <w:rFonts w:eastAsia="Times New Roman"/>
                <w:color w:val="auto"/>
                <w:sz w:val="18"/>
                <w:szCs w:val="18"/>
              </w:rPr>
              <w:t xml:space="preserve"> välja konkreetsed </w:t>
            </w:r>
            <w:r w:rsidR="00975E95" w:rsidRPr="00140830">
              <w:rPr>
                <w:rFonts w:eastAsia="Times New Roman"/>
                <w:b/>
                <w:bCs/>
                <w:color w:val="auto"/>
                <w:sz w:val="18"/>
                <w:szCs w:val="18"/>
              </w:rPr>
              <w:t>eripärad ja/või spetsiifika</w:t>
            </w:r>
            <w:r w:rsidR="00975E95" w:rsidRPr="00140830">
              <w:rPr>
                <w:rFonts w:eastAsia="Times New Roman"/>
                <w:color w:val="auto"/>
                <w:sz w:val="18"/>
                <w:szCs w:val="18"/>
              </w:rPr>
              <w:t xml:space="preserve">, mis aspektis või tegevustes isik täpsemalt selles valdkonnas toetust vajab. Võib märkida ka isiku </w:t>
            </w:r>
            <w:r w:rsidR="00975E95" w:rsidRPr="00140830">
              <w:rPr>
                <w:rFonts w:eastAsia="Times New Roman"/>
                <w:b/>
                <w:bCs/>
                <w:color w:val="auto"/>
                <w:sz w:val="18"/>
                <w:szCs w:val="18"/>
              </w:rPr>
              <w:t xml:space="preserve">tugevused ja võimalused </w:t>
            </w:r>
            <w:r w:rsidR="00975E95" w:rsidRPr="00140830">
              <w:rPr>
                <w:rFonts w:eastAsia="Times New Roman"/>
                <w:bCs/>
                <w:color w:val="auto"/>
                <w:sz w:val="18"/>
                <w:szCs w:val="18"/>
              </w:rPr>
              <w:t>selles valdkonnas</w:t>
            </w:r>
            <w:r w:rsidR="00975E95" w:rsidRPr="00140830">
              <w:rPr>
                <w:rFonts w:eastAsia="Times New Roman"/>
                <w:color w:val="auto"/>
                <w:sz w:val="18"/>
                <w:szCs w:val="18"/>
              </w:rPr>
              <w:t>, sh isiku motivatsioon toetust vastu võtta).</w:t>
            </w:r>
          </w:p>
          <w:p w14:paraId="5CF9828E" w14:textId="5E35AB1B" w:rsidR="009A16D3" w:rsidRPr="00140830" w:rsidRDefault="009A16D3" w:rsidP="0040063C">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18"/>
                <w:szCs w:val="18"/>
              </w:rPr>
            </w:pP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1275F3" w14:textId="77777777" w:rsidR="00C77D09" w:rsidRPr="00140830" w:rsidRDefault="00C77D09" w:rsidP="0040063C">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73A39E4F" w14:textId="77777777" w:rsidTr="00975E95">
        <w:trPr>
          <w:trHeight w:val="1060"/>
        </w:trPr>
        <w:tc>
          <w:tcPr>
            <w:tcW w:w="481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6F3BC0" w14:textId="17724D11" w:rsidR="00C77D09" w:rsidRPr="00140830" w:rsidRDefault="00F92F9A" w:rsidP="0040063C">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Cs/>
                <w:color w:val="auto"/>
                <w:sz w:val="20"/>
                <w:szCs w:val="20"/>
              </w:rPr>
              <w:t>D</w:t>
            </w:r>
            <w:r w:rsidR="001F101A">
              <w:rPr>
                <w:rFonts w:eastAsia="Times New Roman"/>
                <w:bCs/>
                <w:color w:val="auto"/>
                <w:sz w:val="20"/>
                <w:szCs w:val="20"/>
              </w:rPr>
              <w:t>.7.3</w:t>
            </w:r>
            <w:r w:rsidR="00837BE2" w:rsidRPr="00140830">
              <w:rPr>
                <w:rFonts w:eastAsia="Times New Roman"/>
                <w:bCs/>
                <w:color w:val="auto"/>
                <w:sz w:val="20"/>
                <w:szCs w:val="20"/>
              </w:rPr>
              <w:t>.</w:t>
            </w:r>
            <w:r w:rsidR="00975E95" w:rsidRPr="00140830">
              <w:rPr>
                <w:rFonts w:eastAsia="Times New Roman"/>
                <w:bCs/>
                <w:color w:val="auto"/>
                <w:sz w:val="20"/>
                <w:szCs w:val="20"/>
              </w:rPr>
              <w:t>2.</w:t>
            </w:r>
            <w:r w:rsidR="00C77D09" w:rsidRPr="00140830">
              <w:rPr>
                <w:rFonts w:eastAsia="Times New Roman"/>
                <w:color w:val="auto"/>
                <w:sz w:val="20"/>
                <w:szCs w:val="20"/>
                <w:shd w:val="clear" w:color="auto" w:fill="FFFFFF"/>
              </w:rPr>
              <w:t>Kas ja kuidas on toetus täna korraldatud? (sh sotsiaalteenuste, pere jt poolt pakutav)</w:t>
            </w: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541482" w14:textId="77777777" w:rsidR="00C77D09" w:rsidRPr="00140830" w:rsidRDefault="00C77D09" w:rsidP="0040063C">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43D56F20" w14:textId="77777777" w:rsidTr="00975E95">
        <w:trPr>
          <w:trHeight w:val="1060"/>
        </w:trPr>
        <w:tc>
          <w:tcPr>
            <w:tcW w:w="481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FD29CB" w14:textId="4273AD82" w:rsidR="00C77D09" w:rsidRPr="00140830" w:rsidRDefault="00F92F9A" w:rsidP="0040063C">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Cs/>
                <w:color w:val="auto"/>
                <w:sz w:val="20"/>
                <w:szCs w:val="20"/>
              </w:rPr>
              <w:t>D</w:t>
            </w:r>
            <w:r w:rsidR="001F101A">
              <w:rPr>
                <w:rFonts w:eastAsia="Times New Roman"/>
                <w:bCs/>
                <w:color w:val="auto"/>
                <w:sz w:val="20"/>
                <w:szCs w:val="20"/>
              </w:rPr>
              <w:t>.7.3</w:t>
            </w:r>
            <w:r w:rsidR="00837BE2" w:rsidRPr="00140830">
              <w:rPr>
                <w:rFonts w:eastAsia="Times New Roman"/>
                <w:bCs/>
                <w:color w:val="auto"/>
                <w:sz w:val="20"/>
                <w:szCs w:val="20"/>
              </w:rPr>
              <w:t>.</w:t>
            </w:r>
            <w:r w:rsidR="00975E95" w:rsidRPr="00140830">
              <w:rPr>
                <w:rFonts w:eastAsia="Times New Roman"/>
                <w:bCs/>
                <w:color w:val="auto"/>
                <w:sz w:val="20"/>
                <w:szCs w:val="20"/>
              </w:rPr>
              <w:t>3.</w:t>
            </w:r>
            <w:r w:rsidR="00975E95" w:rsidRPr="00140830">
              <w:rPr>
                <w:rFonts w:eastAsia="Times New Roman"/>
                <w:b/>
                <w:bCs/>
                <w:color w:val="auto"/>
                <w:sz w:val="20"/>
                <w:szCs w:val="20"/>
              </w:rPr>
              <w:t xml:space="preserve"> </w:t>
            </w:r>
            <w:r w:rsidR="00C77D09" w:rsidRPr="00140830">
              <w:rPr>
                <w:rFonts w:eastAsia="Times New Roman"/>
                <w:color w:val="auto"/>
                <w:sz w:val="20"/>
                <w:szCs w:val="20"/>
                <w:shd w:val="clear" w:color="auto" w:fill="FFFFFF"/>
              </w:rPr>
              <w:t xml:space="preserve">Kõige olulisemad vajadused ja tähelepanupunktid </w:t>
            </w:r>
            <w:r w:rsidR="00D503E4" w:rsidRPr="00140830">
              <w:rPr>
                <w:rFonts w:eastAsia="Times New Roman"/>
                <w:color w:val="auto"/>
                <w:sz w:val="20"/>
                <w:szCs w:val="20"/>
                <w:shd w:val="clear" w:color="auto" w:fill="FFFFFF"/>
              </w:rPr>
              <w:t>(hindaja ja võrgustiku hinnangul)</w:t>
            </w: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393C92" w14:textId="77777777" w:rsidR="00C77D09" w:rsidRPr="00140830" w:rsidRDefault="00C77D09" w:rsidP="0040063C">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D503E4" w:rsidRPr="00140830" w14:paraId="417E3380" w14:textId="77777777" w:rsidTr="00975E95">
        <w:trPr>
          <w:trHeight w:val="1060"/>
        </w:trPr>
        <w:tc>
          <w:tcPr>
            <w:tcW w:w="481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A7F898" w14:textId="20FA384F" w:rsidR="00D503E4" w:rsidRPr="00140830" w:rsidRDefault="00F92F9A" w:rsidP="0040063C">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Cs/>
                <w:color w:val="auto"/>
                <w:sz w:val="20"/>
                <w:szCs w:val="20"/>
              </w:rPr>
            </w:pPr>
            <w:r w:rsidRPr="00140830">
              <w:rPr>
                <w:rFonts w:eastAsia="Times New Roman"/>
                <w:bCs/>
                <w:color w:val="auto"/>
                <w:sz w:val="20"/>
                <w:szCs w:val="20"/>
              </w:rPr>
              <w:lastRenderedPageBreak/>
              <w:t>D</w:t>
            </w:r>
            <w:r w:rsidR="001F101A">
              <w:rPr>
                <w:rFonts w:eastAsia="Times New Roman"/>
                <w:bCs/>
                <w:color w:val="auto"/>
                <w:sz w:val="20"/>
                <w:szCs w:val="20"/>
              </w:rPr>
              <w:t>.7.3</w:t>
            </w:r>
            <w:r w:rsidR="00D503E4" w:rsidRPr="00140830">
              <w:rPr>
                <w:rFonts w:eastAsia="Times New Roman"/>
                <w:bCs/>
                <w:color w:val="auto"/>
                <w:sz w:val="20"/>
                <w:szCs w:val="20"/>
              </w:rPr>
              <w:t>.4. Inimese enda poolt nimetatud vajadused</w:t>
            </w:r>
          </w:p>
        </w:tc>
        <w:tc>
          <w:tcPr>
            <w:tcW w:w="97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F8C3D8" w14:textId="77777777" w:rsidR="00D503E4" w:rsidRPr="00140830" w:rsidRDefault="00D503E4" w:rsidP="0040063C">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bl>
    <w:p w14:paraId="63039B8D" w14:textId="03312C93" w:rsidR="00C94B4A" w:rsidRDefault="00C94B4A" w:rsidP="00975E95">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p>
    <w:p w14:paraId="457C01F7" w14:textId="77777777" w:rsidR="00C94B4A" w:rsidRDefault="00C94B4A" w:rsidP="00975E95">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p>
    <w:p w14:paraId="60E78833" w14:textId="5C04F6C6" w:rsidR="005E3143" w:rsidRPr="00140830" w:rsidRDefault="00F92F9A" w:rsidP="00975E95">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r w:rsidRPr="00140830">
        <w:rPr>
          <w:rFonts w:eastAsia="Times New Roman"/>
          <w:b/>
          <w:bCs/>
          <w:color w:val="auto"/>
          <w:sz w:val="20"/>
          <w:szCs w:val="20"/>
        </w:rPr>
        <w:t>D</w:t>
      </w:r>
      <w:r w:rsidR="001F101A">
        <w:rPr>
          <w:rFonts w:eastAsia="Times New Roman"/>
          <w:b/>
          <w:bCs/>
          <w:color w:val="auto"/>
          <w:sz w:val="20"/>
          <w:szCs w:val="20"/>
        </w:rPr>
        <w:t>.7.4</w:t>
      </w:r>
      <w:r w:rsidR="00837BE2" w:rsidRPr="00140830">
        <w:rPr>
          <w:rFonts w:eastAsia="Times New Roman"/>
          <w:b/>
          <w:bCs/>
          <w:color w:val="auto"/>
          <w:sz w:val="20"/>
          <w:szCs w:val="20"/>
        </w:rPr>
        <w:t>.</w:t>
      </w:r>
      <w:r w:rsidR="00975E95" w:rsidRPr="00140830">
        <w:rPr>
          <w:rFonts w:eastAsia="Times New Roman"/>
          <w:b/>
          <w:bCs/>
          <w:color w:val="auto"/>
          <w:sz w:val="20"/>
          <w:szCs w:val="20"/>
        </w:rPr>
        <w:t xml:space="preserve"> </w:t>
      </w:r>
      <w:r w:rsidR="00905CEF" w:rsidRPr="00140830">
        <w:rPr>
          <w:rFonts w:eastAsia="Times New Roman"/>
          <w:b/>
          <w:bCs/>
          <w:color w:val="auto"/>
          <w:sz w:val="20"/>
          <w:szCs w:val="20"/>
        </w:rPr>
        <w:t>Kas inimene suuda</w:t>
      </w:r>
      <w:r w:rsidR="00F75369" w:rsidRPr="00140830">
        <w:rPr>
          <w:rFonts w:eastAsia="Times New Roman"/>
          <w:b/>
          <w:bCs/>
          <w:color w:val="auto"/>
          <w:sz w:val="20"/>
          <w:szCs w:val="20"/>
        </w:rPr>
        <w:t>b</w:t>
      </w:r>
      <w:r w:rsidR="00905CEF" w:rsidRPr="00140830">
        <w:rPr>
          <w:rFonts w:eastAsia="Times New Roman"/>
          <w:b/>
          <w:bCs/>
          <w:color w:val="auto"/>
          <w:sz w:val="20"/>
          <w:szCs w:val="20"/>
        </w:rPr>
        <w:t xml:space="preserve"> iseseisvalt teha majapidamisega seotud tegevusi</w:t>
      </w:r>
      <w:r w:rsidR="005E3143" w:rsidRPr="00140830">
        <w:rPr>
          <w:rFonts w:eastAsia="Times New Roman"/>
          <w:b/>
          <w:bCs/>
          <w:color w:val="auto"/>
          <w:sz w:val="20"/>
          <w:szCs w:val="20"/>
        </w:rPr>
        <w:t xml:space="preserve"> (sh koristamine, pesu pesemine</w:t>
      </w:r>
      <w:r w:rsidR="00975E95" w:rsidRPr="00140830">
        <w:rPr>
          <w:rFonts w:eastAsia="Times New Roman"/>
          <w:b/>
          <w:bCs/>
          <w:color w:val="auto"/>
          <w:sz w:val="20"/>
          <w:szCs w:val="20"/>
        </w:rPr>
        <w:t>, kodumasinate kasutamine</w:t>
      </w:r>
      <w:r w:rsidR="005E3143" w:rsidRPr="00140830">
        <w:rPr>
          <w:rFonts w:eastAsia="Times New Roman"/>
          <w:b/>
          <w:bCs/>
          <w:color w:val="auto"/>
          <w:sz w:val="20"/>
          <w:szCs w:val="20"/>
        </w:rPr>
        <w:t xml:space="preserve"> jm elukoha eest hoolitsemisega seotud toimingud)</w:t>
      </w:r>
      <w:r w:rsidR="00905CEF" w:rsidRPr="00140830">
        <w:rPr>
          <w:rFonts w:eastAsia="Times New Roman"/>
          <w:b/>
          <w:bCs/>
          <w:color w:val="auto"/>
          <w:sz w:val="20"/>
          <w:szCs w:val="20"/>
        </w:rPr>
        <w:t xml:space="preserve">? </w:t>
      </w:r>
    </w:p>
    <w:tbl>
      <w:tblPr>
        <w:tblStyle w:val="Kontuurtabel"/>
        <w:tblW w:w="0" w:type="auto"/>
        <w:tblInd w:w="-5" w:type="dxa"/>
        <w:tblLook w:val="04A0" w:firstRow="1" w:lastRow="0" w:firstColumn="1" w:lastColumn="0" w:noHBand="0" w:noVBand="1"/>
      </w:tblPr>
      <w:tblGrid>
        <w:gridCol w:w="567"/>
        <w:gridCol w:w="9781"/>
      </w:tblGrid>
      <w:tr w:rsidR="00140830" w:rsidRPr="00140830" w14:paraId="6118D0D4" w14:textId="77777777" w:rsidTr="00C94B4A">
        <w:tc>
          <w:tcPr>
            <w:tcW w:w="567" w:type="dxa"/>
          </w:tcPr>
          <w:p w14:paraId="76DA50F1" w14:textId="77777777" w:rsidR="00905CEF" w:rsidRPr="00140830" w:rsidRDefault="00905CEF" w:rsidP="00F6272A">
            <w:pPr>
              <w:textAlignment w:val="baseline"/>
              <w:rPr>
                <w:rFonts w:eastAsia="Times New Roman"/>
                <w:bCs/>
              </w:rPr>
            </w:pPr>
          </w:p>
          <w:p w14:paraId="3060261D" w14:textId="77777777" w:rsidR="00905CEF" w:rsidRPr="00140830" w:rsidRDefault="00905CEF" w:rsidP="00F6272A">
            <w:pPr>
              <w:textAlignment w:val="baseline"/>
              <w:rPr>
                <w:rFonts w:eastAsia="Times New Roman"/>
                <w:bCs/>
              </w:rPr>
            </w:pPr>
            <w:r w:rsidRPr="00140830">
              <w:rPr>
                <w:rFonts w:eastAsia="Times New Roman"/>
                <w:bCs/>
              </w:rPr>
              <w:t>0</w:t>
            </w:r>
          </w:p>
        </w:tc>
        <w:tc>
          <w:tcPr>
            <w:tcW w:w="9781" w:type="dxa"/>
          </w:tcPr>
          <w:p w14:paraId="73A2E40C" w14:textId="77777777" w:rsidR="00905CEF" w:rsidRPr="00140830" w:rsidRDefault="00905CEF" w:rsidP="00F6272A">
            <w:pPr>
              <w:rPr>
                <w:rFonts w:eastAsia="Times New Roman"/>
                <w:bCs/>
              </w:rPr>
            </w:pPr>
          </w:p>
          <w:p w14:paraId="4B13A56F" w14:textId="1F43E225" w:rsidR="00905CEF" w:rsidRPr="00140830" w:rsidRDefault="00905CEF" w:rsidP="00F6272A">
            <w:pPr>
              <w:textAlignment w:val="baseline"/>
              <w:rPr>
                <w:rFonts w:eastAsia="Times New Roman"/>
                <w:bCs/>
              </w:rPr>
            </w:pPr>
            <w:r w:rsidRPr="00140830">
              <w:rPr>
                <w:rFonts w:eastAsia="Times New Roman"/>
                <w:bCs/>
              </w:rPr>
              <w:t xml:space="preserve">Jah -  tähista all olevas tabelis vastusevariant 0 ja liigu edasi </w:t>
            </w:r>
            <w:r w:rsidR="00F92F9A" w:rsidRPr="00140830">
              <w:rPr>
                <w:rFonts w:eastAsia="Times New Roman"/>
                <w:bCs/>
              </w:rPr>
              <w:t>D</w:t>
            </w:r>
            <w:r w:rsidRPr="00140830">
              <w:rPr>
                <w:rFonts w:eastAsia="Times New Roman"/>
                <w:bCs/>
              </w:rPr>
              <w:t>.7.6.  juurde</w:t>
            </w:r>
          </w:p>
          <w:p w14:paraId="4BBE5D94" w14:textId="77777777" w:rsidR="00905CEF" w:rsidRPr="00140830" w:rsidRDefault="00905CEF" w:rsidP="00F6272A">
            <w:pPr>
              <w:rPr>
                <w:rFonts w:eastAsia="Times New Roman"/>
                <w:bCs/>
              </w:rPr>
            </w:pPr>
          </w:p>
        </w:tc>
      </w:tr>
      <w:tr w:rsidR="00905CEF" w:rsidRPr="00140830" w14:paraId="5C48573C" w14:textId="77777777" w:rsidTr="00C94B4A">
        <w:tc>
          <w:tcPr>
            <w:tcW w:w="567" w:type="dxa"/>
          </w:tcPr>
          <w:p w14:paraId="10103B99" w14:textId="77777777" w:rsidR="00905CEF" w:rsidRPr="00140830" w:rsidRDefault="00905CEF" w:rsidP="00F6272A">
            <w:pPr>
              <w:textAlignment w:val="baseline"/>
              <w:rPr>
                <w:rFonts w:eastAsia="Times New Roman"/>
                <w:bCs/>
              </w:rPr>
            </w:pPr>
            <w:r w:rsidRPr="00140830">
              <w:rPr>
                <w:rFonts w:eastAsia="Times New Roman"/>
                <w:bCs/>
              </w:rPr>
              <w:t>1</w:t>
            </w:r>
          </w:p>
        </w:tc>
        <w:tc>
          <w:tcPr>
            <w:tcW w:w="9781" w:type="dxa"/>
          </w:tcPr>
          <w:p w14:paraId="59CB033E" w14:textId="6AEDA2D9" w:rsidR="00905CEF" w:rsidRPr="00140830" w:rsidRDefault="00905CEF" w:rsidP="00905CEF">
            <w:pPr>
              <w:rPr>
                <w:rFonts w:eastAsia="Times New Roman"/>
                <w:bCs/>
              </w:rPr>
            </w:pPr>
            <w:r w:rsidRPr="00140830">
              <w:rPr>
                <w:rFonts w:eastAsia="Times New Roman"/>
                <w:bCs/>
              </w:rPr>
              <w:t>Ei     - t</w:t>
            </w:r>
            <w:r w:rsidRPr="00140830">
              <w:rPr>
                <w:rFonts w:eastAsia="Times New Roman"/>
              </w:rPr>
              <w:t xml:space="preserve">ähista all olevas tabelis sobiv vastuse variant ja lisa täpsustav kommentaar inimese toimetuleku ja toetusvajaduse kohta majapidamisega seotud valdkonnas. </w:t>
            </w:r>
          </w:p>
        </w:tc>
      </w:tr>
    </w:tbl>
    <w:p w14:paraId="6ADC39BB" w14:textId="32AD81A3" w:rsidR="00905CEF" w:rsidRPr="00140830" w:rsidRDefault="00905CEF" w:rsidP="00975E95">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p>
    <w:p w14:paraId="7DA2A594" w14:textId="78795D21"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557"/>
        <w:gridCol w:w="4820"/>
        <w:gridCol w:w="9175"/>
      </w:tblGrid>
      <w:tr w:rsidR="00140830" w:rsidRPr="00140830" w14:paraId="54AE91EA" w14:textId="77777777" w:rsidTr="008E5782">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B71BE5" w14:textId="13C55493" w:rsidR="005E3143" w:rsidRPr="00140830" w:rsidRDefault="00A329C2"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0</w:t>
            </w: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B60739" w14:textId="13F66DC0"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Iseseisev</w:t>
            </w:r>
          </w:p>
        </w:tc>
        <w:tc>
          <w:tcPr>
            <w:tcW w:w="9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3FBFD2" w14:textId="77777777"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Ei vaja toetust. </w:t>
            </w:r>
          </w:p>
        </w:tc>
      </w:tr>
      <w:tr w:rsidR="00140830" w:rsidRPr="00140830" w14:paraId="23AF3C76" w14:textId="77777777" w:rsidTr="008E5782">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209872" w14:textId="334E4D38" w:rsidR="005E3143" w:rsidRPr="00140830" w:rsidRDefault="00A329C2"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w:t>
            </w: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853079" w14:textId="34443213"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Madal toetusvajadus </w:t>
            </w:r>
          </w:p>
        </w:tc>
        <w:tc>
          <w:tcPr>
            <w:tcW w:w="9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A14A62" w14:textId="3BE2CE11"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meeldetuletust ja nõustamist</w:t>
            </w:r>
            <w:r w:rsidR="00975E95" w:rsidRPr="00140830">
              <w:rPr>
                <w:rFonts w:eastAsia="Times New Roman"/>
                <w:color w:val="auto"/>
                <w:sz w:val="20"/>
                <w:szCs w:val="20"/>
                <w:shd w:val="clear" w:color="auto" w:fill="FFFFFF"/>
              </w:rPr>
              <w:t xml:space="preserve"> majapidamisega seotud tegevustes</w:t>
            </w:r>
            <w:r w:rsidRPr="00140830">
              <w:rPr>
                <w:rFonts w:eastAsia="Times New Roman"/>
                <w:color w:val="auto"/>
                <w:sz w:val="20"/>
                <w:szCs w:val="20"/>
                <w:shd w:val="clear" w:color="auto" w:fill="FFFFFF"/>
              </w:rPr>
              <w:t>.</w:t>
            </w:r>
          </w:p>
        </w:tc>
      </w:tr>
      <w:tr w:rsidR="00140830" w:rsidRPr="00140830" w14:paraId="78AE7ECE" w14:textId="77777777" w:rsidTr="008E5782">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AF50D0" w14:textId="2E38A981" w:rsidR="005E3143" w:rsidRPr="00140830" w:rsidRDefault="00A329C2"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w:t>
            </w: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BC07A7" w14:textId="5178158B"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Keskmine toetusvajadus</w:t>
            </w:r>
          </w:p>
        </w:tc>
        <w:tc>
          <w:tcPr>
            <w:tcW w:w="9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7E69D2" w14:textId="117B321F" w:rsidR="005E3143" w:rsidRPr="00140830" w:rsidRDefault="00975E95"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regulaarselt juhendamist majapidamisega seotud tegevustes.</w:t>
            </w:r>
          </w:p>
        </w:tc>
      </w:tr>
      <w:tr w:rsidR="00140830" w:rsidRPr="00140830" w14:paraId="279EBEA5" w14:textId="77777777" w:rsidTr="008E5782">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43A15E" w14:textId="2FB210FC" w:rsidR="005E3143" w:rsidRPr="00140830" w:rsidRDefault="00A329C2"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3</w:t>
            </w: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9268CB" w14:textId="08C5B04F"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Kõrge toetusvajadus</w:t>
            </w:r>
          </w:p>
        </w:tc>
        <w:tc>
          <w:tcPr>
            <w:tcW w:w="9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CAFED4" w14:textId="0B61283F"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ig</w:t>
            </w:r>
            <w:r w:rsidR="00975E95" w:rsidRPr="00140830">
              <w:rPr>
                <w:rFonts w:eastAsia="Times New Roman"/>
                <w:color w:val="auto"/>
                <w:sz w:val="20"/>
                <w:szCs w:val="20"/>
                <w:shd w:val="clear" w:color="auto" w:fill="FFFFFF"/>
              </w:rPr>
              <w:t xml:space="preserve">apäevaselt </w:t>
            </w:r>
            <w:proofErr w:type="spellStart"/>
            <w:r w:rsidR="00975E95" w:rsidRPr="00140830">
              <w:rPr>
                <w:rFonts w:eastAsia="Times New Roman"/>
                <w:color w:val="auto"/>
                <w:sz w:val="20"/>
                <w:szCs w:val="20"/>
                <w:shd w:val="clear" w:color="auto" w:fill="FFFFFF"/>
              </w:rPr>
              <w:t>kõrvalabi</w:t>
            </w:r>
            <w:proofErr w:type="spellEnd"/>
            <w:r w:rsidR="00975E95" w:rsidRPr="00140830">
              <w:rPr>
                <w:rFonts w:eastAsia="Times New Roman"/>
                <w:color w:val="auto"/>
                <w:sz w:val="20"/>
                <w:szCs w:val="20"/>
                <w:shd w:val="clear" w:color="auto" w:fill="FFFFFF"/>
              </w:rPr>
              <w:t xml:space="preserve"> ja toetust majapidamisega seotud tegevustes.</w:t>
            </w:r>
          </w:p>
        </w:tc>
      </w:tr>
      <w:tr w:rsidR="00140830" w:rsidRPr="00140830" w14:paraId="4394344E" w14:textId="77777777" w:rsidTr="008E5782">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047931" w14:textId="1FDFCE82" w:rsidR="005E3143" w:rsidRPr="00140830" w:rsidRDefault="00A329C2"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4</w:t>
            </w: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A9F796" w14:textId="1B0CB1BB"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Äärmuslik toetusvajadus</w:t>
            </w:r>
          </w:p>
        </w:tc>
        <w:tc>
          <w:tcPr>
            <w:tcW w:w="9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8C0478" w14:textId="7DB4066D"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Vajab hooldust ja/või järelevalvet. </w:t>
            </w:r>
            <w:r w:rsidR="00975E95" w:rsidRPr="00140830">
              <w:rPr>
                <w:rFonts w:eastAsia="Times New Roman"/>
                <w:color w:val="auto"/>
                <w:sz w:val="20"/>
                <w:szCs w:val="20"/>
                <w:shd w:val="clear" w:color="auto" w:fill="FFFFFF"/>
              </w:rPr>
              <w:t>Ei ole võimeline majapidam</w:t>
            </w:r>
            <w:r w:rsidR="00D503E4" w:rsidRPr="00140830">
              <w:rPr>
                <w:rFonts w:eastAsia="Times New Roman"/>
                <w:color w:val="auto"/>
                <w:sz w:val="20"/>
                <w:szCs w:val="20"/>
                <w:shd w:val="clear" w:color="auto" w:fill="FFFFFF"/>
              </w:rPr>
              <w:t>isega seotud tegevustes osalema, vajab tegevuste üle võtmist.</w:t>
            </w:r>
            <w:r w:rsidR="00975E95" w:rsidRPr="00140830">
              <w:rPr>
                <w:rFonts w:eastAsia="Times New Roman"/>
                <w:color w:val="auto"/>
                <w:sz w:val="20"/>
                <w:szCs w:val="20"/>
                <w:shd w:val="clear" w:color="auto" w:fill="FFFFFF"/>
              </w:rPr>
              <w:t xml:space="preserve"> </w:t>
            </w:r>
          </w:p>
        </w:tc>
      </w:tr>
      <w:tr w:rsidR="00140830" w:rsidRPr="00140830" w14:paraId="19DE0997" w14:textId="77777777" w:rsidTr="00975E95">
        <w:trPr>
          <w:trHeight w:val="900"/>
        </w:trPr>
        <w:tc>
          <w:tcPr>
            <w:tcW w:w="537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4E41E2" w14:textId="260BBDFC" w:rsidR="005E3143" w:rsidRPr="00140830" w:rsidRDefault="00F92F9A"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18"/>
                <w:szCs w:val="18"/>
              </w:rPr>
            </w:pPr>
            <w:r w:rsidRPr="00140830">
              <w:rPr>
                <w:rFonts w:eastAsia="Times New Roman"/>
                <w:b/>
                <w:bCs/>
                <w:color w:val="auto"/>
                <w:sz w:val="20"/>
                <w:szCs w:val="20"/>
              </w:rPr>
              <w:t>D</w:t>
            </w:r>
            <w:r w:rsidR="001F101A">
              <w:rPr>
                <w:rFonts w:eastAsia="Times New Roman"/>
                <w:b/>
                <w:bCs/>
                <w:color w:val="auto"/>
                <w:sz w:val="20"/>
                <w:szCs w:val="20"/>
              </w:rPr>
              <w:t>.7.4</w:t>
            </w:r>
            <w:r w:rsidR="00975E95" w:rsidRPr="00140830">
              <w:rPr>
                <w:rFonts w:eastAsia="Times New Roman"/>
                <w:b/>
                <w:bCs/>
                <w:color w:val="auto"/>
                <w:sz w:val="20"/>
                <w:szCs w:val="20"/>
              </w:rPr>
              <w:t xml:space="preserve">.1.  </w:t>
            </w:r>
            <w:r w:rsidR="00975E95" w:rsidRPr="00140830">
              <w:rPr>
                <w:rFonts w:eastAsia="Times New Roman"/>
                <w:color w:val="auto"/>
                <w:sz w:val="20"/>
                <w:szCs w:val="20"/>
                <w:shd w:val="clear" w:color="auto" w:fill="FFFFFF"/>
              </w:rPr>
              <w:t xml:space="preserve">Kommentaar või lühikirjeldus </w:t>
            </w:r>
            <w:r w:rsidR="00975E95" w:rsidRPr="00140830">
              <w:rPr>
                <w:rFonts w:eastAsia="Times New Roman"/>
                <w:color w:val="auto"/>
                <w:sz w:val="18"/>
                <w:szCs w:val="18"/>
                <w:shd w:val="clear" w:color="auto" w:fill="FFFFFF"/>
              </w:rPr>
              <w:t>(nt tuua</w:t>
            </w:r>
            <w:r w:rsidR="00975E95" w:rsidRPr="00140830">
              <w:rPr>
                <w:rFonts w:eastAsia="Times New Roman"/>
                <w:color w:val="auto"/>
                <w:sz w:val="18"/>
                <w:szCs w:val="18"/>
              </w:rPr>
              <w:t xml:space="preserve"> välja konkreetsed </w:t>
            </w:r>
            <w:r w:rsidR="00975E95" w:rsidRPr="00140830">
              <w:rPr>
                <w:rFonts w:eastAsia="Times New Roman"/>
                <w:b/>
                <w:bCs/>
                <w:color w:val="auto"/>
                <w:sz w:val="18"/>
                <w:szCs w:val="18"/>
              </w:rPr>
              <w:t>eripärad ja/või spetsiifika</w:t>
            </w:r>
            <w:r w:rsidR="00975E95" w:rsidRPr="00140830">
              <w:rPr>
                <w:rFonts w:eastAsia="Times New Roman"/>
                <w:color w:val="auto"/>
                <w:sz w:val="18"/>
                <w:szCs w:val="18"/>
              </w:rPr>
              <w:t xml:space="preserve">, mis aspektis või tegevustes isik täpsemalt selles valdkonnas toetust vajab. Võib märkida ka isiku </w:t>
            </w:r>
            <w:r w:rsidR="00975E95" w:rsidRPr="00140830">
              <w:rPr>
                <w:rFonts w:eastAsia="Times New Roman"/>
                <w:b/>
                <w:bCs/>
                <w:color w:val="auto"/>
                <w:sz w:val="18"/>
                <w:szCs w:val="18"/>
              </w:rPr>
              <w:t xml:space="preserve">tugevused ja võimalused </w:t>
            </w:r>
            <w:r w:rsidR="00975E95" w:rsidRPr="00140830">
              <w:rPr>
                <w:rFonts w:eastAsia="Times New Roman"/>
                <w:bCs/>
                <w:color w:val="auto"/>
                <w:sz w:val="18"/>
                <w:szCs w:val="18"/>
              </w:rPr>
              <w:t>selles valdkonnas</w:t>
            </w:r>
            <w:r w:rsidR="00975E95" w:rsidRPr="00140830">
              <w:rPr>
                <w:rFonts w:eastAsia="Times New Roman"/>
                <w:color w:val="auto"/>
                <w:sz w:val="18"/>
                <w:szCs w:val="18"/>
              </w:rPr>
              <w:t>, sh isiku motivatsioon toetust vastu võtta).</w:t>
            </w:r>
          </w:p>
          <w:p w14:paraId="27A75D78" w14:textId="7C466DA1" w:rsidR="009835E7" w:rsidRPr="00140830" w:rsidRDefault="009835E7" w:rsidP="00707384">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c>
          <w:tcPr>
            <w:tcW w:w="9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B982DC" w14:textId="77777777"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after="240" w:line="240" w:lineRule="auto"/>
              <w:rPr>
                <w:rFonts w:ascii="Times New Roman" w:eastAsia="Times New Roman" w:hAnsi="Times New Roman" w:cs="Times New Roman"/>
                <w:color w:val="auto"/>
                <w:sz w:val="24"/>
                <w:szCs w:val="24"/>
              </w:rPr>
            </w:pPr>
            <w:r w:rsidRPr="00140830">
              <w:rPr>
                <w:rFonts w:ascii="Times New Roman" w:eastAsia="Times New Roman" w:hAnsi="Times New Roman" w:cs="Times New Roman"/>
                <w:color w:val="auto"/>
                <w:sz w:val="24"/>
                <w:szCs w:val="24"/>
              </w:rPr>
              <w:br/>
            </w:r>
          </w:p>
        </w:tc>
      </w:tr>
      <w:tr w:rsidR="00140830" w:rsidRPr="00140830" w14:paraId="46C7B887" w14:textId="77777777" w:rsidTr="00975E95">
        <w:trPr>
          <w:trHeight w:val="400"/>
        </w:trPr>
        <w:tc>
          <w:tcPr>
            <w:tcW w:w="537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22AD42" w14:textId="51845A73" w:rsidR="005E3143" w:rsidRPr="00140830" w:rsidRDefault="00F92F9A"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
                <w:bCs/>
                <w:color w:val="auto"/>
                <w:sz w:val="20"/>
                <w:szCs w:val="20"/>
              </w:rPr>
              <w:t>D</w:t>
            </w:r>
            <w:r w:rsidR="001F101A">
              <w:rPr>
                <w:rFonts w:eastAsia="Times New Roman"/>
                <w:b/>
                <w:bCs/>
                <w:color w:val="auto"/>
                <w:sz w:val="20"/>
                <w:szCs w:val="20"/>
              </w:rPr>
              <w:t>.7.4</w:t>
            </w:r>
            <w:r w:rsidR="00837BE2" w:rsidRPr="00140830">
              <w:rPr>
                <w:rFonts w:eastAsia="Times New Roman"/>
                <w:b/>
                <w:bCs/>
                <w:color w:val="auto"/>
                <w:sz w:val="20"/>
                <w:szCs w:val="20"/>
              </w:rPr>
              <w:t xml:space="preserve">.2.  </w:t>
            </w:r>
            <w:r w:rsidR="005E3143" w:rsidRPr="00140830">
              <w:rPr>
                <w:rFonts w:eastAsia="Times New Roman"/>
                <w:color w:val="auto"/>
                <w:sz w:val="20"/>
                <w:szCs w:val="20"/>
                <w:shd w:val="clear" w:color="auto" w:fill="FFFFFF"/>
              </w:rPr>
              <w:t>Kas ja kuidas on toetus täna korraldatud? (sh sotsiaalteenuste, pere jt poolt pakutav)</w:t>
            </w:r>
          </w:p>
        </w:tc>
        <w:tc>
          <w:tcPr>
            <w:tcW w:w="9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5DC127" w14:textId="77777777"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2B05D9E3" w14:textId="77777777" w:rsidTr="00975E95">
        <w:trPr>
          <w:trHeight w:val="400"/>
        </w:trPr>
        <w:tc>
          <w:tcPr>
            <w:tcW w:w="537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FEF831" w14:textId="071E4FDC" w:rsidR="005E3143" w:rsidRPr="00140830" w:rsidRDefault="00F92F9A"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
                <w:bCs/>
                <w:color w:val="auto"/>
                <w:sz w:val="20"/>
                <w:szCs w:val="20"/>
              </w:rPr>
              <w:lastRenderedPageBreak/>
              <w:t>D</w:t>
            </w:r>
            <w:r w:rsidR="001F101A">
              <w:rPr>
                <w:rFonts w:eastAsia="Times New Roman"/>
                <w:b/>
                <w:bCs/>
                <w:color w:val="auto"/>
                <w:sz w:val="20"/>
                <w:szCs w:val="20"/>
              </w:rPr>
              <w:t>.7.4</w:t>
            </w:r>
            <w:r w:rsidR="00837BE2" w:rsidRPr="00140830">
              <w:rPr>
                <w:rFonts w:eastAsia="Times New Roman"/>
                <w:b/>
                <w:bCs/>
                <w:color w:val="auto"/>
                <w:sz w:val="20"/>
                <w:szCs w:val="20"/>
              </w:rPr>
              <w:t xml:space="preserve">.3.  </w:t>
            </w:r>
            <w:r w:rsidR="005E3143" w:rsidRPr="00140830">
              <w:rPr>
                <w:rFonts w:eastAsia="Times New Roman"/>
                <w:color w:val="auto"/>
                <w:sz w:val="20"/>
                <w:szCs w:val="20"/>
                <w:shd w:val="clear" w:color="auto" w:fill="FFFFFF"/>
              </w:rPr>
              <w:t xml:space="preserve">Kõige olulisemad vajadused ja tähelepanupunktid </w:t>
            </w:r>
            <w:r w:rsidR="00D503E4" w:rsidRPr="00140830">
              <w:rPr>
                <w:rFonts w:eastAsia="Times New Roman"/>
                <w:color w:val="auto"/>
                <w:sz w:val="20"/>
                <w:szCs w:val="20"/>
                <w:shd w:val="clear" w:color="auto" w:fill="FFFFFF"/>
              </w:rPr>
              <w:t>(hindaja ja võrgustiku hinnangul)</w:t>
            </w:r>
          </w:p>
        </w:tc>
        <w:tc>
          <w:tcPr>
            <w:tcW w:w="9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84783F" w14:textId="77777777"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D503E4" w:rsidRPr="00140830" w14:paraId="3ECB4AC9" w14:textId="77777777" w:rsidTr="00975E95">
        <w:trPr>
          <w:trHeight w:val="400"/>
        </w:trPr>
        <w:tc>
          <w:tcPr>
            <w:tcW w:w="537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3F63D3" w14:textId="209EE5EA" w:rsidR="00D503E4" w:rsidRPr="00140830" w:rsidRDefault="00F92F9A"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
                <w:bCs/>
                <w:color w:val="auto"/>
                <w:sz w:val="20"/>
                <w:szCs w:val="20"/>
              </w:rPr>
            </w:pPr>
            <w:r w:rsidRPr="00140830">
              <w:rPr>
                <w:rFonts w:eastAsia="Times New Roman"/>
                <w:b/>
                <w:bCs/>
                <w:color w:val="auto"/>
                <w:sz w:val="20"/>
                <w:szCs w:val="20"/>
              </w:rPr>
              <w:t>D</w:t>
            </w:r>
            <w:r w:rsidR="001F101A">
              <w:rPr>
                <w:rFonts w:eastAsia="Times New Roman"/>
                <w:b/>
                <w:bCs/>
                <w:color w:val="auto"/>
                <w:sz w:val="20"/>
                <w:szCs w:val="20"/>
              </w:rPr>
              <w:t>.7.4</w:t>
            </w:r>
            <w:r w:rsidR="00D503E4" w:rsidRPr="00140830">
              <w:rPr>
                <w:rFonts w:eastAsia="Times New Roman"/>
                <w:b/>
                <w:bCs/>
                <w:color w:val="auto"/>
                <w:sz w:val="20"/>
                <w:szCs w:val="20"/>
              </w:rPr>
              <w:t xml:space="preserve">.4. </w:t>
            </w:r>
            <w:r w:rsidR="00D503E4" w:rsidRPr="00140830">
              <w:rPr>
                <w:rFonts w:eastAsia="Times New Roman"/>
                <w:bCs/>
                <w:color w:val="auto"/>
                <w:sz w:val="20"/>
                <w:szCs w:val="20"/>
              </w:rPr>
              <w:t>Inimese enda poolt nimetatud vajadused</w:t>
            </w:r>
          </w:p>
        </w:tc>
        <w:tc>
          <w:tcPr>
            <w:tcW w:w="9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E55A71" w14:textId="77777777" w:rsidR="00D503E4" w:rsidRPr="00140830" w:rsidRDefault="00D503E4"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bl>
    <w:p w14:paraId="1A849A81" w14:textId="77777777"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p w14:paraId="6C2813D0" w14:textId="3054D715" w:rsidR="005E3143" w:rsidRPr="00140830" w:rsidRDefault="00F92F9A" w:rsidP="00837BE2">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r w:rsidRPr="00140830">
        <w:rPr>
          <w:rFonts w:eastAsia="Times New Roman"/>
          <w:b/>
          <w:bCs/>
          <w:color w:val="auto"/>
          <w:sz w:val="20"/>
          <w:szCs w:val="20"/>
        </w:rPr>
        <w:t>D</w:t>
      </w:r>
      <w:r w:rsidR="001F101A">
        <w:rPr>
          <w:rFonts w:eastAsia="Times New Roman"/>
          <w:b/>
          <w:bCs/>
          <w:color w:val="auto"/>
          <w:sz w:val="20"/>
          <w:szCs w:val="20"/>
        </w:rPr>
        <w:t>.7.5</w:t>
      </w:r>
      <w:r w:rsidR="00837BE2" w:rsidRPr="00140830">
        <w:rPr>
          <w:rFonts w:eastAsia="Times New Roman"/>
          <w:b/>
          <w:bCs/>
          <w:color w:val="auto"/>
          <w:sz w:val="20"/>
          <w:szCs w:val="20"/>
        </w:rPr>
        <w:t xml:space="preserve">. </w:t>
      </w:r>
      <w:r w:rsidR="00905CEF" w:rsidRPr="00140830">
        <w:rPr>
          <w:rFonts w:eastAsia="Times New Roman"/>
          <w:b/>
          <w:bCs/>
          <w:color w:val="auto"/>
          <w:sz w:val="20"/>
          <w:szCs w:val="20"/>
        </w:rPr>
        <w:t>Kas inimene on võimeline iseseisvalt teostama enese hooldusega seotud toiminguid</w:t>
      </w:r>
      <w:r w:rsidR="005E3143" w:rsidRPr="00140830">
        <w:rPr>
          <w:rFonts w:eastAsia="Times New Roman"/>
          <w:b/>
          <w:bCs/>
          <w:color w:val="auto"/>
          <w:sz w:val="20"/>
          <w:szCs w:val="20"/>
        </w:rPr>
        <w:t xml:space="preserve"> (sh </w:t>
      </w:r>
      <w:r w:rsidR="00F75369" w:rsidRPr="00140830">
        <w:rPr>
          <w:rFonts w:eastAsia="Times New Roman"/>
          <w:b/>
          <w:bCs/>
          <w:color w:val="auto"/>
          <w:sz w:val="20"/>
          <w:szCs w:val="20"/>
        </w:rPr>
        <w:t>enda pesemine</w:t>
      </w:r>
      <w:r w:rsidR="005E3143" w:rsidRPr="00140830">
        <w:rPr>
          <w:rFonts w:eastAsia="Times New Roman"/>
          <w:b/>
          <w:bCs/>
          <w:color w:val="auto"/>
          <w:sz w:val="20"/>
          <w:szCs w:val="20"/>
        </w:rPr>
        <w:t>, tualeti kasutamine, riietumine kodus ja riietumine välja minemiseks)</w:t>
      </w:r>
      <w:r w:rsidR="00905CEF" w:rsidRPr="00140830">
        <w:rPr>
          <w:rFonts w:eastAsia="Times New Roman"/>
          <w:b/>
          <w:bCs/>
          <w:color w:val="auto"/>
          <w:sz w:val="20"/>
          <w:szCs w:val="20"/>
        </w:rPr>
        <w:t>?</w:t>
      </w:r>
    </w:p>
    <w:tbl>
      <w:tblPr>
        <w:tblStyle w:val="Kontuurtabel"/>
        <w:tblW w:w="0" w:type="auto"/>
        <w:tblInd w:w="765" w:type="dxa"/>
        <w:tblLook w:val="04A0" w:firstRow="1" w:lastRow="0" w:firstColumn="1" w:lastColumn="0" w:noHBand="0" w:noVBand="1"/>
      </w:tblPr>
      <w:tblGrid>
        <w:gridCol w:w="1073"/>
        <w:gridCol w:w="8505"/>
      </w:tblGrid>
      <w:tr w:rsidR="00140830" w:rsidRPr="00140830" w14:paraId="33487CE0" w14:textId="77777777" w:rsidTr="00F6272A">
        <w:tc>
          <w:tcPr>
            <w:tcW w:w="1073" w:type="dxa"/>
          </w:tcPr>
          <w:p w14:paraId="752E87D4" w14:textId="77777777" w:rsidR="00905CEF" w:rsidRPr="00140830" w:rsidRDefault="00905CEF" w:rsidP="00F6272A">
            <w:pPr>
              <w:textAlignment w:val="baseline"/>
              <w:rPr>
                <w:rFonts w:eastAsia="Times New Roman"/>
                <w:bCs/>
              </w:rPr>
            </w:pPr>
          </w:p>
          <w:p w14:paraId="151DBA58" w14:textId="77777777" w:rsidR="00905CEF" w:rsidRPr="00140830" w:rsidRDefault="00905CEF" w:rsidP="00F6272A">
            <w:pPr>
              <w:textAlignment w:val="baseline"/>
              <w:rPr>
                <w:rFonts w:eastAsia="Times New Roman"/>
                <w:bCs/>
              </w:rPr>
            </w:pPr>
            <w:r w:rsidRPr="00140830">
              <w:rPr>
                <w:rFonts w:eastAsia="Times New Roman"/>
                <w:bCs/>
              </w:rPr>
              <w:t>0</w:t>
            </w:r>
          </w:p>
        </w:tc>
        <w:tc>
          <w:tcPr>
            <w:tcW w:w="8505" w:type="dxa"/>
          </w:tcPr>
          <w:p w14:paraId="30826BDB" w14:textId="77777777" w:rsidR="00905CEF" w:rsidRPr="00140830" w:rsidRDefault="00905CEF" w:rsidP="00F6272A">
            <w:pPr>
              <w:rPr>
                <w:rFonts w:eastAsia="Times New Roman"/>
                <w:bCs/>
              </w:rPr>
            </w:pPr>
          </w:p>
          <w:p w14:paraId="167078A4" w14:textId="06A02CA8" w:rsidR="00905CEF" w:rsidRPr="00140830" w:rsidRDefault="00905CEF" w:rsidP="00F6272A">
            <w:pPr>
              <w:textAlignment w:val="baseline"/>
              <w:rPr>
                <w:rFonts w:eastAsia="Times New Roman"/>
                <w:bCs/>
              </w:rPr>
            </w:pPr>
            <w:r w:rsidRPr="00140830">
              <w:rPr>
                <w:rFonts w:eastAsia="Times New Roman"/>
                <w:bCs/>
              </w:rPr>
              <w:t xml:space="preserve">Jah -  tähista all olevas tabelis vastusevariant 0 ja liigu </w:t>
            </w:r>
            <w:r w:rsidR="00C54DB5" w:rsidRPr="00140830">
              <w:rPr>
                <w:rFonts w:eastAsia="Times New Roman"/>
                <w:bCs/>
              </w:rPr>
              <w:t>edasi D osa juurde.</w:t>
            </w:r>
          </w:p>
          <w:p w14:paraId="73D0FB60" w14:textId="77777777" w:rsidR="00905CEF" w:rsidRPr="00140830" w:rsidRDefault="00905CEF" w:rsidP="00F6272A">
            <w:pPr>
              <w:rPr>
                <w:rFonts w:eastAsia="Times New Roman"/>
                <w:bCs/>
              </w:rPr>
            </w:pPr>
          </w:p>
        </w:tc>
      </w:tr>
      <w:tr w:rsidR="00905CEF" w:rsidRPr="00140830" w14:paraId="39D70CC2" w14:textId="77777777" w:rsidTr="00F6272A">
        <w:tc>
          <w:tcPr>
            <w:tcW w:w="1073" w:type="dxa"/>
          </w:tcPr>
          <w:p w14:paraId="7EEB5F88" w14:textId="77777777" w:rsidR="00905CEF" w:rsidRPr="00140830" w:rsidRDefault="00905CEF" w:rsidP="00F6272A">
            <w:pPr>
              <w:textAlignment w:val="baseline"/>
              <w:rPr>
                <w:rFonts w:eastAsia="Times New Roman"/>
                <w:bCs/>
              </w:rPr>
            </w:pPr>
            <w:r w:rsidRPr="00140830">
              <w:rPr>
                <w:rFonts w:eastAsia="Times New Roman"/>
                <w:bCs/>
              </w:rPr>
              <w:t>1</w:t>
            </w:r>
          </w:p>
        </w:tc>
        <w:tc>
          <w:tcPr>
            <w:tcW w:w="8505" w:type="dxa"/>
          </w:tcPr>
          <w:p w14:paraId="26BCF385" w14:textId="337EBF57" w:rsidR="00905CEF" w:rsidRPr="00140830" w:rsidRDefault="00905CEF" w:rsidP="00C54DB5">
            <w:pPr>
              <w:rPr>
                <w:rFonts w:eastAsia="Times New Roman"/>
                <w:bCs/>
              </w:rPr>
            </w:pPr>
            <w:r w:rsidRPr="00140830">
              <w:rPr>
                <w:rFonts w:eastAsia="Times New Roman"/>
                <w:bCs/>
              </w:rPr>
              <w:t>Ei     - t</w:t>
            </w:r>
            <w:r w:rsidRPr="00140830">
              <w:rPr>
                <w:rFonts w:eastAsia="Times New Roman"/>
              </w:rPr>
              <w:t xml:space="preserve">ähista all olevas tabelis sobiv vastuse variant ja lisa täpsustav kommentaar inimese toimetuleku ja toetusvajaduse kohta </w:t>
            </w:r>
            <w:r w:rsidR="00C54DB5" w:rsidRPr="00140830">
              <w:rPr>
                <w:rFonts w:eastAsia="Times New Roman"/>
              </w:rPr>
              <w:t>enesehoolduse</w:t>
            </w:r>
            <w:r w:rsidRPr="00140830">
              <w:rPr>
                <w:rFonts w:eastAsia="Times New Roman"/>
              </w:rPr>
              <w:t xml:space="preserve"> valdkonnas. </w:t>
            </w:r>
          </w:p>
        </w:tc>
      </w:tr>
    </w:tbl>
    <w:tbl>
      <w:tblPr>
        <w:tblW w:w="0" w:type="auto"/>
        <w:tblCellMar>
          <w:top w:w="15" w:type="dxa"/>
          <w:left w:w="15" w:type="dxa"/>
          <w:bottom w:w="15" w:type="dxa"/>
          <w:right w:w="15" w:type="dxa"/>
        </w:tblCellMar>
        <w:tblLook w:val="04A0" w:firstRow="1" w:lastRow="0" w:firstColumn="1" w:lastColumn="0" w:noHBand="0" w:noVBand="1"/>
      </w:tblPr>
      <w:tblGrid>
        <w:gridCol w:w="557"/>
        <w:gridCol w:w="4820"/>
        <w:gridCol w:w="5986"/>
      </w:tblGrid>
      <w:tr w:rsidR="00140830" w:rsidRPr="00140830" w14:paraId="1F27EDDE" w14:textId="77777777" w:rsidTr="00A513F7">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9E5BFA" w14:textId="4EF759D5" w:rsidR="005E3143" w:rsidRPr="00140830" w:rsidRDefault="0045715D"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0</w:t>
            </w: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3B8DF7" w14:textId="16298F26"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Iseseisev</w:t>
            </w:r>
          </w:p>
        </w:tc>
        <w:tc>
          <w:tcPr>
            <w:tcW w:w="59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C21838" w14:textId="77777777"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Ei vaja toetust. </w:t>
            </w:r>
          </w:p>
        </w:tc>
      </w:tr>
      <w:tr w:rsidR="00140830" w:rsidRPr="00140830" w14:paraId="09A3D21D" w14:textId="77777777" w:rsidTr="00A513F7">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DD291A" w14:textId="3EA02B1B" w:rsidR="005E3143" w:rsidRPr="00140830" w:rsidRDefault="0045715D"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w:t>
            </w: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7EA0EA" w14:textId="7210D244"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Madal toetusvajadus </w:t>
            </w:r>
          </w:p>
        </w:tc>
        <w:tc>
          <w:tcPr>
            <w:tcW w:w="59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EFFC03" w14:textId="79C3B36B" w:rsidR="005E3143" w:rsidRPr="00140830" w:rsidRDefault="005E3143" w:rsidP="00A513F7">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w:t>
            </w:r>
            <w:r w:rsidR="00A513F7" w:rsidRPr="00140830">
              <w:rPr>
                <w:rFonts w:eastAsia="Times New Roman"/>
                <w:color w:val="auto"/>
                <w:sz w:val="20"/>
                <w:szCs w:val="20"/>
                <w:shd w:val="clear" w:color="auto" w:fill="FFFFFF"/>
              </w:rPr>
              <w:t>ab meeldetuletust ja nõustamist enese eest hoolitsemisega seotud tegevustes.</w:t>
            </w:r>
          </w:p>
        </w:tc>
      </w:tr>
      <w:tr w:rsidR="00140830" w:rsidRPr="00140830" w14:paraId="74F95C2A" w14:textId="77777777" w:rsidTr="00A513F7">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C05FE6" w14:textId="1768610B" w:rsidR="005E3143" w:rsidRPr="00140830" w:rsidRDefault="0045715D"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w:t>
            </w: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2BF1B1" w14:textId="55251272"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 Keskmine toetusvajadus</w:t>
            </w:r>
          </w:p>
        </w:tc>
        <w:tc>
          <w:tcPr>
            <w:tcW w:w="59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E3E5F2" w14:textId="6BF76E94" w:rsidR="005E3143" w:rsidRPr="00140830" w:rsidRDefault="00A513F7"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regulaarselt juhendamist enese eest hoolitsemisega seotud tegevustes.</w:t>
            </w:r>
          </w:p>
        </w:tc>
      </w:tr>
      <w:tr w:rsidR="00140830" w:rsidRPr="00140830" w14:paraId="4FEA4234" w14:textId="77777777" w:rsidTr="00A513F7">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519CA3" w14:textId="79A455B0" w:rsidR="005E3143" w:rsidRPr="00140830" w:rsidRDefault="0045715D"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3</w:t>
            </w: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F2E9E9" w14:textId="27FEA997"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Kõrge toetusvajadus</w:t>
            </w:r>
          </w:p>
        </w:tc>
        <w:tc>
          <w:tcPr>
            <w:tcW w:w="59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04818A" w14:textId="740B9634"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Vajab ig</w:t>
            </w:r>
            <w:r w:rsidR="00A513F7" w:rsidRPr="00140830">
              <w:rPr>
                <w:rFonts w:eastAsia="Times New Roman"/>
                <w:color w:val="auto"/>
                <w:sz w:val="20"/>
                <w:szCs w:val="20"/>
                <w:shd w:val="clear" w:color="auto" w:fill="FFFFFF"/>
              </w:rPr>
              <w:t xml:space="preserve">apäevaselt </w:t>
            </w:r>
            <w:proofErr w:type="spellStart"/>
            <w:r w:rsidR="00A513F7" w:rsidRPr="00140830">
              <w:rPr>
                <w:rFonts w:eastAsia="Times New Roman"/>
                <w:color w:val="auto"/>
                <w:sz w:val="20"/>
                <w:szCs w:val="20"/>
                <w:shd w:val="clear" w:color="auto" w:fill="FFFFFF"/>
              </w:rPr>
              <w:t>kõrvalabi</w:t>
            </w:r>
            <w:proofErr w:type="spellEnd"/>
            <w:r w:rsidR="00A513F7" w:rsidRPr="00140830">
              <w:rPr>
                <w:rFonts w:eastAsia="Times New Roman"/>
                <w:color w:val="auto"/>
                <w:sz w:val="20"/>
                <w:szCs w:val="20"/>
                <w:shd w:val="clear" w:color="auto" w:fill="FFFFFF"/>
              </w:rPr>
              <w:t xml:space="preserve"> ja toetust enese eest hoolitsemisega seotud tegevustes.</w:t>
            </w:r>
          </w:p>
        </w:tc>
      </w:tr>
      <w:tr w:rsidR="00140830" w:rsidRPr="00140830" w14:paraId="1D6A91C5" w14:textId="77777777" w:rsidTr="00A513F7">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FAB222" w14:textId="7DC1464B" w:rsidR="005E3143" w:rsidRPr="00140830" w:rsidRDefault="0045715D"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4</w:t>
            </w: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90BC1B" w14:textId="28FDB84E"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Äärmuslik toetusvajadus</w:t>
            </w:r>
          </w:p>
        </w:tc>
        <w:tc>
          <w:tcPr>
            <w:tcW w:w="59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8D5E61" w14:textId="22EAB63C"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color w:val="auto"/>
                <w:sz w:val="20"/>
                <w:szCs w:val="20"/>
                <w:shd w:val="clear" w:color="auto" w:fill="FFFFFF"/>
              </w:rPr>
              <w:t xml:space="preserve">Vajab hooldust ja/või järelevalvet. </w:t>
            </w:r>
            <w:r w:rsidR="00A513F7" w:rsidRPr="00140830">
              <w:rPr>
                <w:rFonts w:eastAsia="Times New Roman"/>
                <w:color w:val="auto"/>
                <w:sz w:val="20"/>
                <w:szCs w:val="20"/>
                <w:shd w:val="clear" w:color="auto" w:fill="FFFFFF"/>
              </w:rPr>
              <w:t>Ei ole võimeline teostama e</w:t>
            </w:r>
            <w:r w:rsidR="00D503E4" w:rsidRPr="00140830">
              <w:rPr>
                <w:rFonts w:eastAsia="Times New Roman"/>
                <w:color w:val="auto"/>
                <w:sz w:val="20"/>
                <w:szCs w:val="20"/>
                <w:shd w:val="clear" w:color="auto" w:fill="FFFFFF"/>
              </w:rPr>
              <w:t xml:space="preserve">nese eest hoolitsemise tegevusi, vajab tegevuste üle võtmist. </w:t>
            </w:r>
          </w:p>
        </w:tc>
      </w:tr>
      <w:tr w:rsidR="00140830" w:rsidRPr="00140830" w14:paraId="7CB04A66" w14:textId="77777777" w:rsidTr="00A513F7">
        <w:trPr>
          <w:trHeight w:val="640"/>
        </w:trPr>
        <w:tc>
          <w:tcPr>
            <w:tcW w:w="537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C0D01C" w14:textId="799D8731" w:rsidR="005E3143" w:rsidRPr="00140830" w:rsidRDefault="00F92F9A"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18"/>
                <w:szCs w:val="18"/>
              </w:rPr>
            </w:pPr>
            <w:r w:rsidRPr="00140830">
              <w:rPr>
                <w:rFonts w:eastAsia="Times New Roman"/>
                <w:bCs/>
                <w:color w:val="auto"/>
                <w:sz w:val="20"/>
                <w:szCs w:val="20"/>
              </w:rPr>
              <w:t>D</w:t>
            </w:r>
            <w:r w:rsidR="001F101A">
              <w:rPr>
                <w:rFonts w:eastAsia="Times New Roman"/>
                <w:bCs/>
                <w:color w:val="auto"/>
                <w:sz w:val="20"/>
                <w:szCs w:val="20"/>
              </w:rPr>
              <w:t>.7.5</w:t>
            </w:r>
            <w:r w:rsidR="00A513F7" w:rsidRPr="00140830">
              <w:rPr>
                <w:rFonts w:eastAsia="Times New Roman"/>
                <w:bCs/>
                <w:color w:val="auto"/>
                <w:sz w:val="20"/>
                <w:szCs w:val="20"/>
              </w:rPr>
              <w:t>.1</w:t>
            </w:r>
            <w:r w:rsidR="00A513F7" w:rsidRPr="00140830">
              <w:rPr>
                <w:rFonts w:eastAsia="Times New Roman"/>
                <w:b/>
                <w:bCs/>
                <w:color w:val="auto"/>
                <w:sz w:val="20"/>
                <w:szCs w:val="20"/>
              </w:rPr>
              <w:t>.</w:t>
            </w:r>
            <w:r w:rsidR="00A513F7" w:rsidRPr="00140830">
              <w:rPr>
                <w:rFonts w:eastAsia="Times New Roman"/>
                <w:color w:val="auto"/>
                <w:sz w:val="20"/>
                <w:szCs w:val="20"/>
                <w:shd w:val="clear" w:color="auto" w:fill="FFFFFF"/>
              </w:rPr>
              <w:t xml:space="preserve">Kommentaar või lühikirjeldus </w:t>
            </w:r>
            <w:r w:rsidR="00A513F7" w:rsidRPr="00140830">
              <w:rPr>
                <w:rFonts w:eastAsia="Times New Roman"/>
                <w:color w:val="auto"/>
                <w:sz w:val="18"/>
                <w:szCs w:val="18"/>
                <w:shd w:val="clear" w:color="auto" w:fill="FFFFFF"/>
              </w:rPr>
              <w:t>(nt tuua</w:t>
            </w:r>
            <w:r w:rsidR="00A513F7" w:rsidRPr="00140830">
              <w:rPr>
                <w:rFonts w:eastAsia="Times New Roman"/>
                <w:color w:val="auto"/>
                <w:sz w:val="18"/>
                <w:szCs w:val="18"/>
              </w:rPr>
              <w:t xml:space="preserve"> välja konkreetsed </w:t>
            </w:r>
            <w:r w:rsidR="00A513F7" w:rsidRPr="00140830">
              <w:rPr>
                <w:rFonts w:eastAsia="Times New Roman"/>
                <w:b/>
                <w:bCs/>
                <w:color w:val="auto"/>
                <w:sz w:val="18"/>
                <w:szCs w:val="18"/>
              </w:rPr>
              <w:t>eripärad ja/või spetsiifika</w:t>
            </w:r>
            <w:r w:rsidR="00A513F7" w:rsidRPr="00140830">
              <w:rPr>
                <w:rFonts w:eastAsia="Times New Roman"/>
                <w:color w:val="auto"/>
                <w:sz w:val="18"/>
                <w:szCs w:val="18"/>
              </w:rPr>
              <w:t xml:space="preserve">, mis aspektis või tegevustes isik täpsemalt selles valdkonnas toetust vajab. Võib märkida ka isiku </w:t>
            </w:r>
            <w:r w:rsidR="00A513F7" w:rsidRPr="00140830">
              <w:rPr>
                <w:rFonts w:eastAsia="Times New Roman"/>
                <w:b/>
                <w:bCs/>
                <w:color w:val="auto"/>
                <w:sz w:val="18"/>
                <w:szCs w:val="18"/>
              </w:rPr>
              <w:t xml:space="preserve">tugevused ja võimalused </w:t>
            </w:r>
            <w:r w:rsidR="00A513F7" w:rsidRPr="00140830">
              <w:rPr>
                <w:rFonts w:eastAsia="Times New Roman"/>
                <w:bCs/>
                <w:color w:val="auto"/>
                <w:sz w:val="18"/>
                <w:szCs w:val="18"/>
              </w:rPr>
              <w:t>selles valdkonnas</w:t>
            </w:r>
            <w:r w:rsidR="00A513F7" w:rsidRPr="00140830">
              <w:rPr>
                <w:rFonts w:eastAsia="Times New Roman"/>
                <w:color w:val="auto"/>
                <w:sz w:val="18"/>
                <w:szCs w:val="18"/>
              </w:rPr>
              <w:t>, sh isiku motivatsioon toetust vastu võtta).</w:t>
            </w:r>
          </w:p>
          <w:p w14:paraId="1C670703" w14:textId="12760669" w:rsidR="009A16D3" w:rsidRPr="00140830" w:rsidRDefault="009A16D3" w:rsidP="00707384">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rPr>
            </w:pPr>
          </w:p>
        </w:tc>
        <w:tc>
          <w:tcPr>
            <w:tcW w:w="59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84CCC4" w14:textId="77777777"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4FCC0006" w14:textId="77777777" w:rsidTr="00A513F7">
        <w:trPr>
          <w:trHeight w:val="900"/>
        </w:trPr>
        <w:tc>
          <w:tcPr>
            <w:tcW w:w="537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232B09" w14:textId="12593268" w:rsidR="005E3143" w:rsidRPr="00140830" w:rsidRDefault="00F92F9A"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Cs/>
                <w:color w:val="auto"/>
                <w:sz w:val="20"/>
                <w:szCs w:val="20"/>
              </w:rPr>
              <w:lastRenderedPageBreak/>
              <w:t>D</w:t>
            </w:r>
            <w:r w:rsidR="001F101A">
              <w:rPr>
                <w:rFonts w:eastAsia="Times New Roman"/>
                <w:bCs/>
                <w:color w:val="auto"/>
                <w:sz w:val="20"/>
                <w:szCs w:val="20"/>
              </w:rPr>
              <w:t>.7.5</w:t>
            </w:r>
            <w:r w:rsidR="00A513F7" w:rsidRPr="00140830">
              <w:rPr>
                <w:rFonts w:eastAsia="Times New Roman"/>
                <w:bCs/>
                <w:color w:val="auto"/>
                <w:sz w:val="20"/>
                <w:szCs w:val="20"/>
              </w:rPr>
              <w:t>.2.</w:t>
            </w:r>
            <w:r w:rsidR="00A513F7" w:rsidRPr="00140830">
              <w:rPr>
                <w:rFonts w:eastAsia="Times New Roman"/>
                <w:b/>
                <w:bCs/>
                <w:color w:val="auto"/>
                <w:sz w:val="20"/>
                <w:szCs w:val="20"/>
              </w:rPr>
              <w:t xml:space="preserve"> </w:t>
            </w:r>
            <w:r w:rsidR="005E3143" w:rsidRPr="00140830">
              <w:rPr>
                <w:rFonts w:eastAsia="Times New Roman"/>
                <w:color w:val="auto"/>
                <w:sz w:val="20"/>
                <w:szCs w:val="20"/>
                <w:shd w:val="clear" w:color="auto" w:fill="FFFFFF"/>
              </w:rPr>
              <w:t>Kas ja kuidas on toetus täna korraldatud? (sh sotsiaalteenuste, pere jt poolt pakutav)</w:t>
            </w:r>
          </w:p>
        </w:tc>
        <w:tc>
          <w:tcPr>
            <w:tcW w:w="59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36B509" w14:textId="77777777"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140830" w:rsidRPr="00140830" w14:paraId="4B58B063" w14:textId="77777777" w:rsidTr="00A513F7">
        <w:trPr>
          <w:trHeight w:val="840"/>
        </w:trPr>
        <w:tc>
          <w:tcPr>
            <w:tcW w:w="537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29B347" w14:textId="479C5AC0" w:rsidR="005E3143" w:rsidRPr="00140830" w:rsidRDefault="00F92F9A"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r w:rsidRPr="00140830">
              <w:rPr>
                <w:rFonts w:eastAsia="Times New Roman"/>
                <w:bCs/>
                <w:color w:val="auto"/>
                <w:sz w:val="20"/>
                <w:szCs w:val="20"/>
              </w:rPr>
              <w:t>D</w:t>
            </w:r>
            <w:r w:rsidR="001F101A">
              <w:rPr>
                <w:rFonts w:eastAsia="Times New Roman"/>
                <w:bCs/>
                <w:color w:val="auto"/>
                <w:sz w:val="20"/>
                <w:szCs w:val="20"/>
              </w:rPr>
              <w:t>.7.5</w:t>
            </w:r>
            <w:r w:rsidR="00A513F7" w:rsidRPr="00140830">
              <w:rPr>
                <w:rFonts w:eastAsia="Times New Roman"/>
                <w:bCs/>
                <w:color w:val="auto"/>
                <w:sz w:val="20"/>
                <w:szCs w:val="20"/>
              </w:rPr>
              <w:t>.3.</w:t>
            </w:r>
            <w:r w:rsidR="005E3143" w:rsidRPr="00140830">
              <w:rPr>
                <w:rFonts w:eastAsia="Times New Roman"/>
                <w:color w:val="auto"/>
                <w:sz w:val="20"/>
                <w:szCs w:val="20"/>
                <w:shd w:val="clear" w:color="auto" w:fill="FFFFFF"/>
              </w:rPr>
              <w:t xml:space="preserve">Kõige olulisemad vajadused ja tähelepanupunktid </w:t>
            </w:r>
            <w:r w:rsidR="00D503E4" w:rsidRPr="00140830">
              <w:rPr>
                <w:rFonts w:eastAsia="Times New Roman"/>
                <w:color w:val="auto"/>
                <w:sz w:val="20"/>
                <w:szCs w:val="20"/>
                <w:shd w:val="clear" w:color="auto" w:fill="FFFFFF"/>
              </w:rPr>
              <w:t>(hindaja ja võrgustiku hinnangul)</w:t>
            </w:r>
          </w:p>
        </w:tc>
        <w:tc>
          <w:tcPr>
            <w:tcW w:w="59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CFA779" w14:textId="77777777" w:rsidR="005E3143" w:rsidRPr="00140830" w:rsidRDefault="005E3143"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r w:rsidR="00D503E4" w:rsidRPr="00140830" w14:paraId="324AFEDE" w14:textId="77777777" w:rsidTr="00A513F7">
        <w:trPr>
          <w:trHeight w:val="840"/>
        </w:trPr>
        <w:tc>
          <w:tcPr>
            <w:tcW w:w="537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B3EF0F" w14:textId="0FE252DA" w:rsidR="00D503E4" w:rsidRPr="00140830" w:rsidRDefault="00F92F9A"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Cs/>
                <w:color w:val="auto"/>
                <w:sz w:val="20"/>
                <w:szCs w:val="20"/>
              </w:rPr>
            </w:pPr>
            <w:r w:rsidRPr="00140830">
              <w:rPr>
                <w:rFonts w:eastAsia="Times New Roman"/>
                <w:bCs/>
                <w:color w:val="auto"/>
                <w:sz w:val="20"/>
                <w:szCs w:val="20"/>
              </w:rPr>
              <w:t>D</w:t>
            </w:r>
            <w:r w:rsidR="001F101A">
              <w:rPr>
                <w:rFonts w:eastAsia="Times New Roman"/>
                <w:bCs/>
                <w:color w:val="auto"/>
                <w:sz w:val="20"/>
                <w:szCs w:val="20"/>
              </w:rPr>
              <w:t>.7.5</w:t>
            </w:r>
            <w:r w:rsidR="00D503E4" w:rsidRPr="00140830">
              <w:rPr>
                <w:rFonts w:eastAsia="Times New Roman"/>
                <w:bCs/>
                <w:color w:val="auto"/>
                <w:sz w:val="20"/>
                <w:szCs w:val="20"/>
              </w:rPr>
              <w:t>.3. Inimese enda poolt nimetatud vajadused</w:t>
            </w:r>
          </w:p>
        </w:tc>
        <w:tc>
          <w:tcPr>
            <w:tcW w:w="59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E7022B" w14:textId="77777777" w:rsidR="00D503E4" w:rsidRPr="00140830" w:rsidRDefault="00D503E4" w:rsidP="005E3143">
            <w:pPr>
              <w:widowControl/>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rPr>
            </w:pPr>
          </w:p>
        </w:tc>
      </w:tr>
    </w:tbl>
    <w:p w14:paraId="51A6AE76" w14:textId="61CE0AAD" w:rsidR="008C63FB" w:rsidRPr="00140830" w:rsidRDefault="008C63FB">
      <w:pPr>
        <w:spacing w:line="240" w:lineRule="auto"/>
        <w:rPr>
          <w:b/>
          <w:color w:val="auto"/>
          <w:sz w:val="28"/>
          <w:szCs w:val="28"/>
        </w:rPr>
      </w:pPr>
    </w:p>
    <w:p w14:paraId="387C78DF" w14:textId="60AB4A7E" w:rsidR="00631F77" w:rsidRPr="00140830" w:rsidRDefault="0013646D">
      <w:pPr>
        <w:spacing w:line="240" w:lineRule="auto"/>
        <w:rPr>
          <w:b/>
          <w:color w:val="auto"/>
          <w:sz w:val="28"/>
          <w:szCs w:val="28"/>
        </w:rPr>
      </w:pPr>
      <w:r w:rsidRPr="00140830">
        <w:rPr>
          <w:b/>
          <w:color w:val="auto"/>
          <w:sz w:val="28"/>
          <w:szCs w:val="28"/>
        </w:rPr>
        <w:t>E</w:t>
      </w:r>
      <w:r w:rsidR="00631F77" w:rsidRPr="00140830">
        <w:rPr>
          <w:b/>
          <w:color w:val="auto"/>
          <w:sz w:val="28"/>
          <w:szCs w:val="28"/>
        </w:rPr>
        <w:t>.KOKKUVÕTE</w:t>
      </w:r>
    </w:p>
    <w:p w14:paraId="06D97A85" w14:textId="1CBC7A2A" w:rsidR="00707384" w:rsidRPr="00140830" w:rsidRDefault="00707384">
      <w:pPr>
        <w:spacing w:line="240" w:lineRule="auto"/>
        <w:rPr>
          <w:b/>
          <w:color w:val="auto"/>
          <w:sz w:val="28"/>
          <w:szCs w:val="28"/>
        </w:rPr>
      </w:pPr>
    </w:p>
    <w:p w14:paraId="68265F94" w14:textId="313DADE6" w:rsidR="00A513F7" w:rsidRPr="00140830" w:rsidRDefault="0013646D" w:rsidP="00631F77">
      <w:pPr>
        <w:pStyle w:val="Loendilik"/>
        <w:spacing w:line="240" w:lineRule="auto"/>
        <w:ind w:left="750"/>
        <w:rPr>
          <w:sz w:val="20"/>
        </w:rPr>
      </w:pPr>
      <w:r w:rsidRPr="00140830">
        <w:rPr>
          <w:b/>
          <w:sz w:val="28"/>
          <w:szCs w:val="28"/>
        </w:rPr>
        <w:t>E</w:t>
      </w:r>
      <w:r w:rsidR="00631F77" w:rsidRPr="00140830">
        <w:rPr>
          <w:b/>
          <w:sz w:val="28"/>
          <w:szCs w:val="28"/>
        </w:rPr>
        <w:t>.1.</w:t>
      </w:r>
      <w:r w:rsidR="00707384" w:rsidRPr="00140830">
        <w:rPr>
          <w:b/>
          <w:sz w:val="28"/>
          <w:szCs w:val="28"/>
        </w:rPr>
        <w:t>Kok</w:t>
      </w:r>
      <w:r w:rsidR="00A513F7" w:rsidRPr="00140830">
        <w:rPr>
          <w:b/>
          <w:sz w:val="28"/>
          <w:szCs w:val="28"/>
        </w:rPr>
        <w:t xml:space="preserve">kuvõte </w:t>
      </w:r>
      <w:r w:rsidR="003D6056">
        <w:rPr>
          <w:b/>
          <w:sz w:val="28"/>
          <w:szCs w:val="28"/>
        </w:rPr>
        <w:t>inimese</w:t>
      </w:r>
      <w:r w:rsidR="00A513F7" w:rsidRPr="00140830">
        <w:rPr>
          <w:b/>
          <w:sz w:val="28"/>
          <w:szCs w:val="28"/>
        </w:rPr>
        <w:t xml:space="preserve"> toetusvajadusest</w:t>
      </w:r>
      <w:r w:rsidR="008E5782" w:rsidRPr="00140830">
        <w:rPr>
          <w:b/>
          <w:sz w:val="28"/>
          <w:szCs w:val="28"/>
        </w:rPr>
        <w:t xml:space="preserve">. </w:t>
      </w:r>
      <w:r w:rsidR="008E5782" w:rsidRPr="00140830">
        <w:rPr>
          <w:sz w:val="20"/>
        </w:rPr>
        <w:t xml:space="preserve">Siia </w:t>
      </w:r>
      <w:r w:rsidR="00707384" w:rsidRPr="00140830">
        <w:rPr>
          <w:sz w:val="20"/>
        </w:rPr>
        <w:t>tuleb</w:t>
      </w:r>
      <w:r w:rsidR="008E5782" w:rsidRPr="00140830">
        <w:rPr>
          <w:sz w:val="20"/>
        </w:rPr>
        <w:t xml:space="preserve"> elektroonilise variandi puhul eelnevalt hindamise valdkondade</w:t>
      </w:r>
      <w:r w:rsidR="000A0A68" w:rsidRPr="00140830">
        <w:rPr>
          <w:sz w:val="20"/>
        </w:rPr>
        <w:t>s märgitud toetusvajaduse astmed</w:t>
      </w:r>
      <w:r w:rsidR="008E5782" w:rsidRPr="00140830">
        <w:rPr>
          <w:sz w:val="20"/>
        </w:rPr>
        <w:t xml:space="preserve"> (ja konkreetse hinnangu juures kommentaari </w:t>
      </w:r>
      <w:r w:rsidR="000A0A68" w:rsidRPr="00140830">
        <w:rPr>
          <w:sz w:val="20"/>
        </w:rPr>
        <w:t xml:space="preserve">ning kõige olulisemate vajaduste </w:t>
      </w:r>
      <w:r w:rsidR="008E5782" w:rsidRPr="00140830">
        <w:rPr>
          <w:sz w:val="20"/>
        </w:rPr>
        <w:t xml:space="preserve">lahtrisse märgitud tekst). </w:t>
      </w:r>
    </w:p>
    <w:p w14:paraId="232D9865" w14:textId="77777777" w:rsidR="00A513F7" w:rsidRPr="00140830" w:rsidRDefault="00A513F7" w:rsidP="00A513F7">
      <w:pPr>
        <w:spacing w:line="240" w:lineRule="auto"/>
        <w:rPr>
          <w:b/>
          <w:color w:val="auto"/>
          <w:sz w:val="20"/>
          <w:szCs w:val="20"/>
        </w:rPr>
      </w:pPr>
    </w:p>
    <w:tbl>
      <w:tblPr>
        <w:tblW w:w="11470" w:type="dxa"/>
        <w:tblInd w:w="-1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905"/>
        <w:gridCol w:w="2029"/>
        <w:gridCol w:w="4536"/>
      </w:tblGrid>
      <w:tr w:rsidR="00140830" w:rsidRPr="00140830" w14:paraId="17C1A024" w14:textId="4C6E38D3" w:rsidTr="00631F77">
        <w:tc>
          <w:tcPr>
            <w:tcW w:w="4905"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273C1630" w14:textId="77777777" w:rsidR="008E5782" w:rsidRPr="00140830" w:rsidRDefault="008E5782">
            <w:pPr>
              <w:spacing w:line="240" w:lineRule="auto"/>
              <w:rPr>
                <w:b/>
                <w:i/>
                <w:color w:val="auto"/>
                <w:sz w:val="20"/>
                <w:szCs w:val="20"/>
              </w:rPr>
            </w:pPr>
            <w:r w:rsidRPr="00140830">
              <w:rPr>
                <w:b/>
                <w:i/>
                <w:color w:val="auto"/>
                <w:sz w:val="20"/>
                <w:szCs w:val="20"/>
              </w:rPr>
              <w:t>Valdkond</w:t>
            </w:r>
          </w:p>
        </w:tc>
        <w:tc>
          <w:tcPr>
            <w:tcW w:w="2029"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72BEB74" w14:textId="77777777" w:rsidR="008E5782" w:rsidRPr="00140830" w:rsidRDefault="008E5782">
            <w:pPr>
              <w:spacing w:line="240" w:lineRule="auto"/>
              <w:rPr>
                <w:b/>
                <w:i/>
                <w:color w:val="auto"/>
                <w:sz w:val="20"/>
                <w:szCs w:val="20"/>
              </w:rPr>
            </w:pPr>
            <w:r w:rsidRPr="00140830">
              <w:rPr>
                <w:b/>
                <w:i/>
                <w:color w:val="auto"/>
                <w:sz w:val="20"/>
                <w:szCs w:val="20"/>
              </w:rPr>
              <w:t>Toetusvajaduse aste (0-4)</w:t>
            </w:r>
          </w:p>
          <w:p w14:paraId="7AF4ADEF" w14:textId="77777777" w:rsidR="008E5782" w:rsidRPr="00140830" w:rsidRDefault="008E5782">
            <w:pPr>
              <w:spacing w:line="240" w:lineRule="auto"/>
              <w:rPr>
                <w:b/>
                <w:i/>
                <w:color w:val="auto"/>
                <w:sz w:val="20"/>
                <w:szCs w:val="20"/>
              </w:rPr>
            </w:pPr>
          </w:p>
        </w:tc>
        <w:tc>
          <w:tcPr>
            <w:tcW w:w="4536" w:type="dxa"/>
            <w:tcBorders>
              <w:top w:val="single" w:sz="8" w:space="0" w:color="000000"/>
              <w:left w:val="single" w:sz="8" w:space="0" w:color="000000"/>
              <w:bottom w:val="single" w:sz="8" w:space="0" w:color="000000"/>
              <w:right w:val="single" w:sz="8" w:space="0" w:color="000000"/>
            </w:tcBorders>
            <w:shd w:val="clear" w:color="auto" w:fill="D9D9D9"/>
          </w:tcPr>
          <w:p w14:paraId="3B86C747" w14:textId="56393BE9" w:rsidR="008E5782" w:rsidRPr="00140830" w:rsidRDefault="008E5782">
            <w:pPr>
              <w:spacing w:line="240" w:lineRule="auto"/>
              <w:rPr>
                <w:b/>
                <w:color w:val="auto"/>
                <w:sz w:val="20"/>
                <w:szCs w:val="20"/>
                <w:highlight w:val="yellow"/>
              </w:rPr>
            </w:pPr>
            <w:r w:rsidRPr="00140830">
              <w:rPr>
                <w:b/>
                <w:color w:val="auto"/>
                <w:sz w:val="20"/>
                <w:szCs w:val="20"/>
              </w:rPr>
              <w:t>Kommentaar</w:t>
            </w:r>
            <w:r w:rsidR="00423A64" w:rsidRPr="00140830">
              <w:rPr>
                <w:b/>
                <w:color w:val="auto"/>
                <w:sz w:val="20"/>
                <w:szCs w:val="20"/>
              </w:rPr>
              <w:t>/</w:t>
            </w:r>
            <w:r w:rsidR="00423A64" w:rsidRPr="00140830">
              <w:rPr>
                <w:b/>
                <w:color w:val="auto"/>
                <w:sz w:val="20"/>
              </w:rPr>
              <w:t xml:space="preserve"> kõige olulisemad vajadused</w:t>
            </w:r>
          </w:p>
        </w:tc>
      </w:tr>
      <w:tr w:rsidR="00140830" w:rsidRPr="00140830" w14:paraId="4C7D1503" w14:textId="3C97B35A" w:rsidTr="00631F77">
        <w:trPr>
          <w:trHeight w:val="420"/>
        </w:trPr>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1BEB4E" w14:textId="088FE130" w:rsidR="008E5782" w:rsidRPr="00140830" w:rsidRDefault="008E5782" w:rsidP="00AF3702">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
                <w:bCs/>
                <w:color w:val="auto"/>
                <w:sz w:val="20"/>
                <w:szCs w:val="20"/>
              </w:rPr>
            </w:pPr>
            <w:r w:rsidRPr="00140830">
              <w:rPr>
                <w:rFonts w:eastAsia="Times New Roman"/>
                <w:b/>
                <w:bCs/>
                <w:color w:val="auto"/>
                <w:sz w:val="20"/>
                <w:szCs w:val="20"/>
              </w:rPr>
              <w:t xml:space="preserve"> </w:t>
            </w:r>
            <w:r w:rsidR="00B930E4">
              <w:rPr>
                <w:rFonts w:eastAsia="Times New Roman"/>
                <w:b/>
                <w:bCs/>
                <w:color w:val="auto"/>
                <w:sz w:val="20"/>
                <w:szCs w:val="20"/>
              </w:rPr>
              <w:t>1.</w:t>
            </w:r>
            <w:r w:rsidRPr="00140830">
              <w:rPr>
                <w:rFonts w:eastAsia="Times New Roman"/>
                <w:b/>
                <w:bCs/>
                <w:color w:val="auto"/>
                <w:sz w:val="20"/>
                <w:szCs w:val="20"/>
              </w:rPr>
              <w:t>Sotsiaalsed suhted</w:t>
            </w:r>
          </w:p>
          <w:p w14:paraId="31FABDAD" w14:textId="5540DC0F" w:rsidR="008E5782" w:rsidRPr="00140830" w:rsidRDefault="008E5782" w:rsidP="00AF3702">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Cs/>
                <w:color w:val="auto"/>
              </w:rPr>
            </w:pPr>
            <w:r w:rsidRPr="00140830">
              <w:rPr>
                <w:rFonts w:eastAsia="Times New Roman"/>
                <w:bCs/>
                <w:color w:val="auto"/>
                <w:sz w:val="20"/>
                <w:szCs w:val="20"/>
              </w:rPr>
              <w:t xml:space="preserve"> Sotsiaalsete suhete säilitamine, taastamine või loomine</w:t>
            </w:r>
          </w:p>
          <w:p w14:paraId="7A29315C" w14:textId="3B04609A" w:rsidR="008E5782" w:rsidRPr="00140830" w:rsidRDefault="008E5782" w:rsidP="00A513F7">
            <w:pPr>
              <w:pBdr>
                <w:top w:val="none" w:sz="0" w:space="0" w:color="auto"/>
                <w:left w:val="none" w:sz="0" w:space="0" w:color="auto"/>
                <w:bottom w:val="none" w:sz="0" w:space="0" w:color="auto"/>
                <w:right w:val="none" w:sz="0" w:space="0" w:color="auto"/>
                <w:between w:val="none" w:sz="0" w:space="0" w:color="auto"/>
              </w:pBdr>
              <w:spacing w:line="240" w:lineRule="auto"/>
              <w:contextualSpacing/>
              <w:rPr>
                <w:b/>
                <w:color w:val="auto"/>
                <w:sz w:val="20"/>
                <w:szCs w:val="20"/>
              </w:rPr>
            </w:pPr>
          </w:p>
        </w:tc>
        <w:tc>
          <w:tcPr>
            <w:tcW w:w="20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577DAD" w14:textId="77777777" w:rsidR="008E5782" w:rsidRPr="00140830" w:rsidRDefault="008E5782">
            <w:pPr>
              <w:spacing w:line="240" w:lineRule="auto"/>
              <w:rPr>
                <w:color w:val="auto"/>
                <w:sz w:val="20"/>
                <w:szCs w:val="20"/>
              </w:rPr>
            </w:pPr>
          </w:p>
        </w:tc>
        <w:tc>
          <w:tcPr>
            <w:tcW w:w="4536" w:type="dxa"/>
            <w:tcBorders>
              <w:top w:val="single" w:sz="8" w:space="0" w:color="000000"/>
              <w:left w:val="single" w:sz="8" w:space="0" w:color="000000"/>
              <w:bottom w:val="single" w:sz="8" w:space="0" w:color="000000"/>
              <w:right w:val="single" w:sz="8" w:space="0" w:color="000000"/>
            </w:tcBorders>
          </w:tcPr>
          <w:p w14:paraId="22C86541" w14:textId="77777777" w:rsidR="008E5782" w:rsidRPr="00140830" w:rsidRDefault="008E5782">
            <w:pPr>
              <w:spacing w:line="240" w:lineRule="auto"/>
              <w:rPr>
                <w:color w:val="auto"/>
                <w:sz w:val="20"/>
                <w:szCs w:val="20"/>
              </w:rPr>
            </w:pPr>
          </w:p>
        </w:tc>
      </w:tr>
      <w:tr w:rsidR="00140830" w:rsidRPr="00140830" w14:paraId="75FA9A02" w14:textId="64C95C29" w:rsidTr="00631F77">
        <w:trPr>
          <w:trHeight w:val="420"/>
        </w:trPr>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47A697" w14:textId="77777777" w:rsidR="00B930E4" w:rsidRPr="00B930E4" w:rsidRDefault="00B930E4" w:rsidP="00AF3702">
            <w:pPr>
              <w:spacing w:line="240" w:lineRule="auto"/>
              <w:rPr>
                <w:b/>
                <w:color w:val="auto"/>
                <w:sz w:val="20"/>
                <w:szCs w:val="20"/>
              </w:rPr>
            </w:pPr>
            <w:r w:rsidRPr="00B930E4">
              <w:rPr>
                <w:b/>
                <w:color w:val="auto"/>
                <w:sz w:val="20"/>
                <w:szCs w:val="20"/>
              </w:rPr>
              <w:t>2. Vaimne tervis:</w:t>
            </w:r>
          </w:p>
          <w:p w14:paraId="19D121EE" w14:textId="453ED394" w:rsidR="008E5782" w:rsidRPr="00140830" w:rsidRDefault="008E5782" w:rsidP="00AF3702">
            <w:pPr>
              <w:spacing w:line="240" w:lineRule="auto"/>
              <w:rPr>
                <w:color w:val="auto"/>
                <w:sz w:val="20"/>
                <w:szCs w:val="20"/>
              </w:rPr>
            </w:pPr>
            <w:r w:rsidRPr="00140830">
              <w:rPr>
                <w:color w:val="auto"/>
                <w:sz w:val="20"/>
                <w:szCs w:val="20"/>
              </w:rPr>
              <w:t>Haigusteadlikus  ja raviplaani järgimine</w:t>
            </w:r>
          </w:p>
        </w:tc>
        <w:tc>
          <w:tcPr>
            <w:tcW w:w="20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0F6DF9" w14:textId="77777777" w:rsidR="008E5782" w:rsidRPr="00140830" w:rsidRDefault="008E5782">
            <w:pPr>
              <w:spacing w:line="240" w:lineRule="auto"/>
              <w:rPr>
                <w:color w:val="auto"/>
                <w:sz w:val="20"/>
                <w:szCs w:val="20"/>
              </w:rPr>
            </w:pPr>
          </w:p>
        </w:tc>
        <w:tc>
          <w:tcPr>
            <w:tcW w:w="4536" w:type="dxa"/>
            <w:tcBorders>
              <w:top w:val="single" w:sz="8" w:space="0" w:color="000000"/>
              <w:left w:val="single" w:sz="8" w:space="0" w:color="000000"/>
              <w:bottom w:val="single" w:sz="8" w:space="0" w:color="000000"/>
              <w:right w:val="single" w:sz="8" w:space="0" w:color="000000"/>
            </w:tcBorders>
          </w:tcPr>
          <w:p w14:paraId="1BE1718E" w14:textId="77777777" w:rsidR="008E5782" w:rsidRPr="00140830" w:rsidRDefault="008E5782">
            <w:pPr>
              <w:spacing w:line="240" w:lineRule="auto"/>
              <w:rPr>
                <w:color w:val="auto"/>
                <w:sz w:val="20"/>
                <w:szCs w:val="20"/>
              </w:rPr>
            </w:pPr>
          </w:p>
        </w:tc>
      </w:tr>
      <w:tr w:rsidR="00140830" w:rsidRPr="00140830" w14:paraId="7B0CAC3A" w14:textId="32CE1434" w:rsidTr="00631F77">
        <w:trPr>
          <w:trHeight w:val="420"/>
        </w:trPr>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F3338B" w14:textId="16BD741D" w:rsidR="008E5782" w:rsidRPr="00140830" w:rsidRDefault="008E5782" w:rsidP="00AF3702">
            <w:pPr>
              <w:spacing w:line="240" w:lineRule="auto"/>
              <w:rPr>
                <w:color w:val="auto"/>
                <w:sz w:val="20"/>
                <w:szCs w:val="20"/>
              </w:rPr>
            </w:pPr>
            <w:r w:rsidRPr="00140830">
              <w:rPr>
                <w:color w:val="auto"/>
                <w:sz w:val="20"/>
                <w:szCs w:val="20"/>
              </w:rPr>
              <w:t>Psüühikahäirest tulenev mõju käitumisele ja tegevustele.</w:t>
            </w:r>
          </w:p>
        </w:tc>
        <w:tc>
          <w:tcPr>
            <w:tcW w:w="20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0D15DD" w14:textId="77777777" w:rsidR="008E5782" w:rsidRPr="00140830" w:rsidRDefault="008E5782">
            <w:pPr>
              <w:spacing w:line="240" w:lineRule="auto"/>
              <w:rPr>
                <w:color w:val="auto"/>
                <w:sz w:val="20"/>
                <w:szCs w:val="20"/>
              </w:rPr>
            </w:pPr>
          </w:p>
        </w:tc>
        <w:tc>
          <w:tcPr>
            <w:tcW w:w="4536" w:type="dxa"/>
            <w:tcBorders>
              <w:top w:val="single" w:sz="8" w:space="0" w:color="000000"/>
              <w:left w:val="single" w:sz="8" w:space="0" w:color="000000"/>
              <w:bottom w:val="single" w:sz="8" w:space="0" w:color="000000"/>
              <w:right w:val="single" w:sz="8" w:space="0" w:color="000000"/>
            </w:tcBorders>
          </w:tcPr>
          <w:p w14:paraId="26E9CA89" w14:textId="77777777" w:rsidR="008E5782" w:rsidRPr="00140830" w:rsidRDefault="008E5782">
            <w:pPr>
              <w:spacing w:line="240" w:lineRule="auto"/>
              <w:rPr>
                <w:color w:val="auto"/>
                <w:sz w:val="20"/>
                <w:szCs w:val="20"/>
              </w:rPr>
            </w:pPr>
          </w:p>
        </w:tc>
      </w:tr>
      <w:tr w:rsidR="00140830" w:rsidRPr="00140830" w14:paraId="7000D094" w14:textId="720BB3B9" w:rsidTr="00631F77">
        <w:trPr>
          <w:trHeight w:val="420"/>
        </w:trPr>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383178" w14:textId="5FD17A65" w:rsidR="008E5782" w:rsidRPr="00140830" w:rsidRDefault="008E5782" w:rsidP="00AF3702">
            <w:pPr>
              <w:spacing w:line="240" w:lineRule="auto"/>
              <w:rPr>
                <w:color w:val="auto"/>
                <w:sz w:val="20"/>
                <w:szCs w:val="20"/>
              </w:rPr>
            </w:pPr>
            <w:r w:rsidRPr="00140830">
              <w:rPr>
                <w:color w:val="auto"/>
                <w:sz w:val="20"/>
                <w:szCs w:val="20"/>
              </w:rPr>
              <w:lastRenderedPageBreak/>
              <w:t xml:space="preserve"> Kognitiivne võimekus</w:t>
            </w:r>
          </w:p>
        </w:tc>
        <w:tc>
          <w:tcPr>
            <w:tcW w:w="20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CEA0EE" w14:textId="77777777" w:rsidR="008E5782" w:rsidRPr="00140830" w:rsidRDefault="008E5782">
            <w:pPr>
              <w:spacing w:line="240" w:lineRule="auto"/>
              <w:rPr>
                <w:color w:val="auto"/>
                <w:sz w:val="20"/>
                <w:szCs w:val="20"/>
              </w:rPr>
            </w:pPr>
          </w:p>
        </w:tc>
        <w:tc>
          <w:tcPr>
            <w:tcW w:w="4536" w:type="dxa"/>
            <w:tcBorders>
              <w:top w:val="single" w:sz="8" w:space="0" w:color="000000"/>
              <w:left w:val="single" w:sz="8" w:space="0" w:color="000000"/>
              <w:bottom w:val="single" w:sz="8" w:space="0" w:color="000000"/>
              <w:right w:val="single" w:sz="8" w:space="0" w:color="000000"/>
            </w:tcBorders>
          </w:tcPr>
          <w:p w14:paraId="45FAA4C3" w14:textId="77777777" w:rsidR="008E5782" w:rsidRPr="00140830" w:rsidRDefault="008E5782">
            <w:pPr>
              <w:spacing w:line="240" w:lineRule="auto"/>
              <w:rPr>
                <w:color w:val="auto"/>
                <w:sz w:val="20"/>
                <w:szCs w:val="20"/>
              </w:rPr>
            </w:pPr>
          </w:p>
        </w:tc>
      </w:tr>
      <w:tr w:rsidR="00140830" w:rsidRPr="00140830" w14:paraId="07C07498" w14:textId="3B8F9DB0" w:rsidTr="00631F77">
        <w:trPr>
          <w:trHeight w:val="420"/>
        </w:trPr>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4EC35C" w14:textId="6B789B47" w:rsidR="008E5782" w:rsidRPr="00140830" w:rsidRDefault="008E5782" w:rsidP="00AF3702">
            <w:pPr>
              <w:spacing w:line="240" w:lineRule="auto"/>
              <w:rPr>
                <w:color w:val="auto"/>
                <w:sz w:val="20"/>
                <w:szCs w:val="20"/>
              </w:rPr>
            </w:pPr>
            <w:r w:rsidRPr="00140830">
              <w:rPr>
                <w:color w:val="auto"/>
                <w:sz w:val="20"/>
                <w:szCs w:val="20"/>
              </w:rPr>
              <w:t>Turvalisus ja riskikäitumine (</w:t>
            </w:r>
            <w:r w:rsidR="0013646D" w:rsidRPr="00140830">
              <w:rPr>
                <w:i/>
                <w:color w:val="auto"/>
                <w:sz w:val="20"/>
                <w:szCs w:val="20"/>
              </w:rPr>
              <w:t>märgi teemad A-H</w:t>
            </w:r>
            <w:r w:rsidRPr="00140830">
              <w:rPr>
                <w:color w:val="auto"/>
                <w:sz w:val="20"/>
                <w:szCs w:val="20"/>
              </w:rPr>
              <w:t>)</w:t>
            </w:r>
          </w:p>
        </w:tc>
        <w:tc>
          <w:tcPr>
            <w:tcW w:w="20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A99B87" w14:textId="2C9EA919" w:rsidR="008E5782" w:rsidRPr="00140830" w:rsidRDefault="008E5782">
            <w:pPr>
              <w:spacing w:line="240" w:lineRule="auto"/>
              <w:rPr>
                <w:b/>
                <w:color w:val="auto"/>
                <w:sz w:val="20"/>
                <w:szCs w:val="20"/>
              </w:rPr>
            </w:pPr>
            <w:r w:rsidRPr="00140830">
              <w:rPr>
                <w:b/>
                <w:color w:val="auto"/>
                <w:sz w:val="20"/>
                <w:szCs w:val="20"/>
              </w:rPr>
              <w:t xml:space="preserve">A / B / </w:t>
            </w:r>
            <w:r w:rsidR="00F92F9A" w:rsidRPr="00140830">
              <w:rPr>
                <w:b/>
                <w:color w:val="auto"/>
                <w:sz w:val="20"/>
                <w:szCs w:val="20"/>
              </w:rPr>
              <w:t>D</w:t>
            </w:r>
            <w:r w:rsidRPr="00140830">
              <w:rPr>
                <w:b/>
                <w:color w:val="auto"/>
                <w:sz w:val="20"/>
                <w:szCs w:val="20"/>
              </w:rPr>
              <w:t xml:space="preserve"> / D / E / F</w:t>
            </w:r>
            <w:r w:rsidR="00272956" w:rsidRPr="00140830">
              <w:rPr>
                <w:b/>
                <w:color w:val="auto"/>
                <w:sz w:val="20"/>
                <w:szCs w:val="20"/>
              </w:rPr>
              <w:t xml:space="preserve"> </w:t>
            </w:r>
            <w:r w:rsidRPr="00140830">
              <w:rPr>
                <w:b/>
                <w:color w:val="auto"/>
                <w:sz w:val="20"/>
                <w:szCs w:val="20"/>
              </w:rPr>
              <w:t>/</w:t>
            </w:r>
            <w:r w:rsidR="00272956" w:rsidRPr="00140830">
              <w:rPr>
                <w:b/>
                <w:color w:val="auto"/>
                <w:sz w:val="20"/>
                <w:szCs w:val="20"/>
              </w:rPr>
              <w:t xml:space="preserve"> </w:t>
            </w:r>
            <w:r w:rsidRPr="00140830">
              <w:rPr>
                <w:b/>
                <w:color w:val="auto"/>
                <w:sz w:val="20"/>
                <w:szCs w:val="20"/>
              </w:rPr>
              <w:t>G</w:t>
            </w:r>
            <w:r w:rsidR="00272956" w:rsidRPr="00140830">
              <w:rPr>
                <w:b/>
                <w:color w:val="auto"/>
                <w:sz w:val="20"/>
                <w:szCs w:val="20"/>
              </w:rPr>
              <w:t xml:space="preserve"> / H</w:t>
            </w:r>
          </w:p>
        </w:tc>
        <w:tc>
          <w:tcPr>
            <w:tcW w:w="4536" w:type="dxa"/>
            <w:tcBorders>
              <w:top w:val="single" w:sz="8" w:space="0" w:color="000000"/>
              <w:left w:val="single" w:sz="8" w:space="0" w:color="000000"/>
              <w:bottom w:val="single" w:sz="8" w:space="0" w:color="000000"/>
              <w:right w:val="single" w:sz="8" w:space="0" w:color="000000"/>
            </w:tcBorders>
          </w:tcPr>
          <w:p w14:paraId="0FA14268" w14:textId="77777777" w:rsidR="008E5782" w:rsidRPr="00140830" w:rsidRDefault="008E5782">
            <w:pPr>
              <w:spacing w:line="240" w:lineRule="auto"/>
              <w:rPr>
                <w:b/>
                <w:color w:val="auto"/>
                <w:sz w:val="20"/>
                <w:szCs w:val="20"/>
              </w:rPr>
            </w:pPr>
          </w:p>
        </w:tc>
      </w:tr>
      <w:tr w:rsidR="00140830" w:rsidRPr="00140830" w14:paraId="15B79C3C" w14:textId="387D3E9D" w:rsidTr="00631F77">
        <w:trPr>
          <w:trHeight w:val="420"/>
        </w:trPr>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B50533" w14:textId="35F528E3" w:rsidR="0013646D" w:rsidRPr="00140830" w:rsidRDefault="0013646D" w:rsidP="00AF3702">
            <w:pPr>
              <w:widowControl/>
              <w:pBdr>
                <w:top w:val="none" w:sz="0" w:space="0" w:color="auto"/>
                <w:left w:val="none" w:sz="0" w:space="0" w:color="auto"/>
                <w:bottom w:val="none" w:sz="0" w:space="0" w:color="auto"/>
                <w:right w:val="none" w:sz="0" w:space="0" w:color="auto"/>
                <w:between w:val="none" w:sz="0" w:space="0" w:color="auto"/>
              </w:pBdr>
              <w:spacing w:line="240" w:lineRule="auto"/>
              <w:rPr>
                <w:b/>
                <w:color w:val="auto"/>
                <w:sz w:val="20"/>
                <w:szCs w:val="20"/>
              </w:rPr>
            </w:pPr>
            <w:r w:rsidRPr="00140830">
              <w:rPr>
                <w:b/>
                <w:color w:val="auto"/>
                <w:sz w:val="20"/>
                <w:szCs w:val="20"/>
              </w:rPr>
              <w:t xml:space="preserve">3. Füüsiline </w:t>
            </w:r>
            <w:r w:rsidR="00B930E4">
              <w:rPr>
                <w:b/>
                <w:color w:val="auto"/>
                <w:sz w:val="20"/>
                <w:szCs w:val="20"/>
              </w:rPr>
              <w:t>tervis:</w:t>
            </w:r>
          </w:p>
          <w:p w14:paraId="5248BD4D" w14:textId="685A092D" w:rsidR="008E5782" w:rsidRPr="00140830" w:rsidRDefault="008E5782" w:rsidP="00AF3702">
            <w:pPr>
              <w:widowControl/>
              <w:pBdr>
                <w:top w:val="none" w:sz="0" w:space="0" w:color="auto"/>
                <w:left w:val="none" w:sz="0" w:space="0" w:color="auto"/>
                <w:bottom w:val="none" w:sz="0" w:space="0" w:color="auto"/>
                <w:right w:val="none" w:sz="0" w:space="0" w:color="auto"/>
                <w:between w:val="none" w:sz="0" w:space="0" w:color="auto"/>
              </w:pBdr>
              <w:spacing w:line="240" w:lineRule="auto"/>
              <w:rPr>
                <w:b/>
                <w:color w:val="auto"/>
                <w:sz w:val="20"/>
                <w:szCs w:val="20"/>
              </w:rPr>
            </w:pPr>
            <w:r w:rsidRPr="00140830">
              <w:rPr>
                <w:color w:val="auto"/>
                <w:sz w:val="20"/>
                <w:szCs w:val="20"/>
              </w:rPr>
              <w:t xml:space="preserve"> </w:t>
            </w:r>
            <w:r w:rsidRPr="00140830">
              <w:rPr>
                <w:rFonts w:eastAsia="Times New Roman"/>
                <w:bCs/>
                <w:color w:val="auto"/>
                <w:sz w:val="20"/>
                <w:szCs w:val="20"/>
              </w:rPr>
              <w:t>Füüsilise tervise eest hoolitsemine- ja tervishoiuteenuste kättesaamine.</w:t>
            </w:r>
          </w:p>
          <w:p w14:paraId="7D45A9EE" w14:textId="776AABAB" w:rsidR="008E5782" w:rsidRPr="00140830" w:rsidRDefault="008E5782" w:rsidP="00AF3702">
            <w:pPr>
              <w:pBdr>
                <w:top w:val="none" w:sz="0" w:space="0" w:color="auto"/>
                <w:left w:val="none" w:sz="0" w:space="0" w:color="auto"/>
                <w:bottom w:val="none" w:sz="0" w:space="0" w:color="auto"/>
                <w:right w:val="none" w:sz="0" w:space="0" w:color="auto"/>
                <w:between w:val="none" w:sz="0" w:space="0" w:color="auto"/>
              </w:pBdr>
              <w:spacing w:line="240" w:lineRule="auto"/>
              <w:contextualSpacing/>
              <w:rPr>
                <w:b/>
                <w:color w:val="auto"/>
                <w:sz w:val="20"/>
                <w:szCs w:val="20"/>
              </w:rPr>
            </w:pPr>
          </w:p>
        </w:tc>
        <w:tc>
          <w:tcPr>
            <w:tcW w:w="20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9510EF" w14:textId="77777777" w:rsidR="008E5782" w:rsidRPr="00140830" w:rsidRDefault="008E5782">
            <w:pPr>
              <w:spacing w:line="240" w:lineRule="auto"/>
              <w:rPr>
                <w:color w:val="auto"/>
                <w:sz w:val="20"/>
                <w:szCs w:val="20"/>
              </w:rPr>
            </w:pPr>
          </w:p>
        </w:tc>
        <w:tc>
          <w:tcPr>
            <w:tcW w:w="4536" w:type="dxa"/>
            <w:tcBorders>
              <w:top w:val="single" w:sz="8" w:space="0" w:color="000000"/>
              <w:left w:val="single" w:sz="8" w:space="0" w:color="000000"/>
              <w:bottom w:val="single" w:sz="8" w:space="0" w:color="000000"/>
              <w:right w:val="single" w:sz="8" w:space="0" w:color="000000"/>
            </w:tcBorders>
          </w:tcPr>
          <w:p w14:paraId="37D7D4AB" w14:textId="77777777" w:rsidR="008E5782" w:rsidRPr="00140830" w:rsidRDefault="008E5782">
            <w:pPr>
              <w:spacing w:line="240" w:lineRule="auto"/>
              <w:rPr>
                <w:color w:val="auto"/>
                <w:sz w:val="20"/>
                <w:szCs w:val="20"/>
              </w:rPr>
            </w:pPr>
          </w:p>
        </w:tc>
      </w:tr>
      <w:tr w:rsidR="00B930E4" w:rsidRPr="00140830" w14:paraId="7F7A749D" w14:textId="77777777" w:rsidTr="00631F77">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3C0E89" w14:textId="0664FA0B" w:rsidR="00B930E4" w:rsidRPr="00B930E4" w:rsidRDefault="00B930E4" w:rsidP="00B930E4">
            <w:pPr>
              <w:spacing w:line="240" w:lineRule="auto"/>
              <w:textAlignment w:val="baseline"/>
              <w:rPr>
                <w:rFonts w:eastAsia="Times New Roman"/>
                <w:bCs/>
                <w:sz w:val="20"/>
              </w:rPr>
            </w:pPr>
            <w:r w:rsidRPr="00B930E4">
              <w:rPr>
                <w:rFonts w:eastAsia="Times New Roman"/>
                <w:bCs/>
                <w:sz w:val="20"/>
              </w:rPr>
              <w:t xml:space="preserve">Liikumine eluruumides </w:t>
            </w:r>
          </w:p>
          <w:p w14:paraId="7E972923" w14:textId="77777777" w:rsidR="00B930E4" w:rsidRPr="00140830" w:rsidRDefault="00B930E4" w:rsidP="00AF3702">
            <w:pPr>
              <w:pBdr>
                <w:top w:val="none" w:sz="0" w:space="0" w:color="auto"/>
                <w:left w:val="none" w:sz="0" w:space="0" w:color="auto"/>
                <w:bottom w:val="none" w:sz="0" w:space="0" w:color="auto"/>
                <w:right w:val="none" w:sz="0" w:space="0" w:color="auto"/>
                <w:between w:val="none" w:sz="0" w:space="0" w:color="auto"/>
              </w:pBdr>
              <w:spacing w:line="240" w:lineRule="auto"/>
              <w:contextualSpacing/>
              <w:rPr>
                <w:rFonts w:eastAsia="Times New Roman"/>
                <w:b/>
                <w:bCs/>
                <w:color w:val="auto"/>
                <w:sz w:val="20"/>
                <w:szCs w:val="20"/>
              </w:rPr>
            </w:pPr>
          </w:p>
        </w:tc>
        <w:tc>
          <w:tcPr>
            <w:tcW w:w="20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122F3C" w14:textId="77777777" w:rsidR="00B930E4" w:rsidRPr="00140830" w:rsidRDefault="00B930E4">
            <w:pPr>
              <w:spacing w:line="240" w:lineRule="auto"/>
              <w:rPr>
                <w:color w:val="auto"/>
                <w:sz w:val="20"/>
                <w:szCs w:val="20"/>
              </w:rPr>
            </w:pPr>
          </w:p>
        </w:tc>
        <w:tc>
          <w:tcPr>
            <w:tcW w:w="4536" w:type="dxa"/>
            <w:tcBorders>
              <w:top w:val="single" w:sz="8" w:space="0" w:color="000000"/>
              <w:left w:val="single" w:sz="8" w:space="0" w:color="000000"/>
              <w:bottom w:val="single" w:sz="8" w:space="0" w:color="000000"/>
              <w:right w:val="single" w:sz="8" w:space="0" w:color="000000"/>
            </w:tcBorders>
          </w:tcPr>
          <w:p w14:paraId="3CAACCAA" w14:textId="77777777" w:rsidR="00B930E4" w:rsidRPr="00140830" w:rsidRDefault="00B930E4">
            <w:pPr>
              <w:spacing w:line="240" w:lineRule="auto"/>
              <w:rPr>
                <w:color w:val="auto"/>
                <w:sz w:val="20"/>
                <w:szCs w:val="20"/>
              </w:rPr>
            </w:pPr>
          </w:p>
        </w:tc>
      </w:tr>
      <w:tr w:rsidR="00B930E4" w:rsidRPr="00140830" w14:paraId="6699FE1D" w14:textId="77777777" w:rsidTr="00631F77">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53B055" w14:textId="560F9C58" w:rsidR="00B930E4" w:rsidRPr="00140830" w:rsidRDefault="00B930E4" w:rsidP="00AF3702">
            <w:pPr>
              <w:pBdr>
                <w:top w:val="none" w:sz="0" w:space="0" w:color="auto"/>
                <w:left w:val="none" w:sz="0" w:space="0" w:color="auto"/>
                <w:bottom w:val="none" w:sz="0" w:space="0" w:color="auto"/>
                <w:right w:val="none" w:sz="0" w:space="0" w:color="auto"/>
                <w:between w:val="none" w:sz="0" w:space="0" w:color="auto"/>
              </w:pBdr>
              <w:spacing w:line="240" w:lineRule="auto"/>
              <w:contextualSpacing/>
              <w:rPr>
                <w:rFonts w:eastAsia="Times New Roman"/>
                <w:b/>
                <w:bCs/>
                <w:color w:val="auto"/>
                <w:sz w:val="20"/>
                <w:szCs w:val="20"/>
              </w:rPr>
            </w:pPr>
            <w:r w:rsidRPr="00140830">
              <w:rPr>
                <w:color w:val="auto"/>
                <w:sz w:val="20"/>
                <w:szCs w:val="20"/>
              </w:rPr>
              <w:t>Liikumine väljaspool eluruume</w:t>
            </w:r>
          </w:p>
        </w:tc>
        <w:tc>
          <w:tcPr>
            <w:tcW w:w="20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A05797" w14:textId="77777777" w:rsidR="00B930E4" w:rsidRPr="00140830" w:rsidRDefault="00B930E4">
            <w:pPr>
              <w:spacing w:line="240" w:lineRule="auto"/>
              <w:rPr>
                <w:color w:val="auto"/>
                <w:sz w:val="20"/>
                <w:szCs w:val="20"/>
              </w:rPr>
            </w:pPr>
          </w:p>
        </w:tc>
        <w:tc>
          <w:tcPr>
            <w:tcW w:w="4536" w:type="dxa"/>
            <w:tcBorders>
              <w:top w:val="single" w:sz="8" w:space="0" w:color="000000"/>
              <w:left w:val="single" w:sz="8" w:space="0" w:color="000000"/>
              <w:bottom w:val="single" w:sz="8" w:space="0" w:color="000000"/>
              <w:right w:val="single" w:sz="8" w:space="0" w:color="000000"/>
            </w:tcBorders>
          </w:tcPr>
          <w:p w14:paraId="354D03DD" w14:textId="77777777" w:rsidR="00B930E4" w:rsidRPr="00140830" w:rsidRDefault="00B930E4">
            <w:pPr>
              <w:spacing w:line="240" w:lineRule="auto"/>
              <w:rPr>
                <w:color w:val="auto"/>
                <w:sz w:val="20"/>
                <w:szCs w:val="20"/>
              </w:rPr>
            </w:pPr>
          </w:p>
        </w:tc>
      </w:tr>
      <w:tr w:rsidR="00140830" w:rsidRPr="00140830" w14:paraId="608835A6" w14:textId="6E067078" w:rsidTr="00631F77">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19E3AA" w14:textId="77777777" w:rsidR="00B930E4" w:rsidRDefault="00B930E4" w:rsidP="00AF3702">
            <w:pPr>
              <w:pBdr>
                <w:top w:val="none" w:sz="0" w:space="0" w:color="auto"/>
                <w:left w:val="none" w:sz="0" w:space="0" w:color="auto"/>
                <w:bottom w:val="none" w:sz="0" w:space="0" w:color="auto"/>
                <w:right w:val="none" w:sz="0" w:space="0" w:color="auto"/>
                <w:between w:val="none" w:sz="0" w:space="0" w:color="auto"/>
              </w:pBdr>
              <w:spacing w:line="240" w:lineRule="auto"/>
              <w:contextualSpacing/>
              <w:rPr>
                <w:rFonts w:eastAsia="Times New Roman"/>
                <w:b/>
                <w:bCs/>
                <w:color w:val="auto"/>
                <w:sz w:val="20"/>
                <w:szCs w:val="20"/>
              </w:rPr>
            </w:pPr>
            <w:r>
              <w:rPr>
                <w:rFonts w:eastAsia="Times New Roman"/>
                <w:b/>
                <w:bCs/>
                <w:color w:val="auto"/>
                <w:sz w:val="20"/>
                <w:szCs w:val="20"/>
              </w:rPr>
              <w:t>4.Hõive</w:t>
            </w:r>
          </w:p>
          <w:p w14:paraId="3FF16391" w14:textId="36CCC4EF" w:rsidR="008E5782" w:rsidRPr="00B930E4" w:rsidRDefault="008E5782" w:rsidP="00AF3702">
            <w:pPr>
              <w:pBdr>
                <w:top w:val="none" w:sz="0" w:space="0" w:color="auto"/>
                <w:left w:val="none" w:sz="0" w:space="0" w:color="auto"/>
                <w:bottom w:val="none" w:sz="0" w:space="0" w:color="auto"/>
                <w:right w:val="none" w:sz="0" w:space="0" w:color="auto"/>
                <w:between w:val="none" w:sz="0" w:space="0" w:color="auto"/>
              </w:pBdr>
              <w:spacing w:line="240" w:lineRule="auto"/>
              <w:contextualSpacing/>
              <w:rPr>
                <w:rFonts w:eastAsia="Times New Roman"/>
                <w:b/>
                <w:bCs/>
                <w:color w:val="auto"/>
                <w:sz w:val="20"/>
                <w:szCs w:val="20"/>
              </w:rPr>
            </w:pPr>
            <w:r w:rsidRPr="00140830">
              <w:rPr>
                <w:rFonts w:eastAsia="Times New Roman"/>
                <w:bCs/>
                <w:color w:val="auto"/>
                <w:sz w:val="20"/>
                <w:szCs w:val="20"/>
              </w:rPr>
              <w:t>Töö, õppimise vm hõivega seotud rakenduse leidmine, saamine ja säilitamine</w:t>
            </w:r>
          </w:p>
        </w:tc>
        <w:tc>
          <w:tcPr>
            <w:tcW w:w="20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858D3D" w14:textId="77777777" w:rsidR="008E5782" w:rsidRPr="00140830" w:rsidRDefault="008E5782">
            <w:pPr>
              <w:spacing w:line="240" w:lineRule="auto"/>
              <w:rPr>
                <w:color w:val="auto"/>
                <w:sz w:val="20"/>
                <w:szCs w:val="20"/>
              </w:rPr>
            </w:pPr>
          </w:p>
        </w:tc>
        <w:tc>
          <w:tcPr>
            <w:tcW w:w="4536" w:type="dxa"/>
            <w:tcBorders>
              <w:top w:val="single" w:sz="8" w:space="0" w:color="000000"/>
              <w:left w:val="single" w:sz="8" w:space="0" w:color="000000"/>
              <w:bottom w:val="single" w:sz="8" w:space="0" w:color="000000"/>
              <w:right w:val="single" w:sz="8" w:space="0" w:color="000000"/>
            </w:tcBorders>
          </w:tcPr>
          <w:p w14:paraId="0815AF52" w14:textId="77777777" w:rsidR="008E5782" w:rsidRPr="00140830" w:rsidRDefault="008E5782">
            <w:pPr>
              <w:spacing w:line="240" w:lineRule="auto"/>
              <w:rPr>
                <w:color w:val="auto"/>
                <w:sz w:val="20"/>
                <w:szCs w:val="20"/>
              </w:rPr>
            </w:pPr>
          </w:p>
        </w:tc>
      </w:tr>
      <w:tr w:rsidR="00140830" w:rsidRPr="00140830" w14:paraId="3D70AAF3" w14:textId="42F39CDA" w:rsidTr="00631F77">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9B8691" w14:textId="4CC4EE20" w:rsidR="008E5782" w:rsidRPr="00140830" w:rsidRDefault="008E5782" w:rsidP="00AF3702">
            <w:pPr>
              <w:pBdr>
                <w:top w:val="none" w:sz="0" w:space="0" w:color="auto"/>
                <w:left w:val="none" w:sz="0" w:space="0" w:color="auto"/>
                <w:bottom w:val="none" w:sz="0" w:space="0" w:color="auto"/>
                <w:right w:val="none" w:sz="0" w:space="0" w:color="auto"/>
                <w:between w:val="none" w:sz="0" w:space="0" w:color="auto"/>
              </w:pBdr>
              <w:spacing w:line="240" w:lineRule="auto"/>
              <w:contextualSpacing/>
              <w:rPr>
                <w:rFonts w:eastAsia="Times New Roman"/>
                <w:b/>
                <w:bCs/>
                <w:color w:val="auto"/>
                <w:sz w:val="20"/>
                <w:szCs w:val="20"/>
              </w:rPr>
            </w:pPr>
            <w:r w:rsidRPr="00140830">
              <w:rPr>
                <w:rFonts w:eastAsia="Times New Roman"/>
                <w:b/>
                <w:bCs/>
                <w:color w:val="auto"/>
                <w:sz w:val="20"/>
                <w:szCs w:val="20"/>
              </w:rPr>
              <w:t>5. Vabaaeg ja huvitegevus</w:t>
            </w:r>
          </w:p>
          <w:p w14:paraId="647F0EFF" w14:textId="458E5C83" w:rsidR="008E5782" w:rsidRPr="00140830" w:rsidRDefault="008E5782" w:rsidP="00AF3702">
            <w:pPr>
              <w:pBdr>
                <w:top w:val="none" w:sz="0" w:space="0" w:color="auto"/>
                <w:left w:val="none" w:sz="0" w:space="0" w:color="auto"/>
                <w:bottom w:val="none" w:sz="0" w:space="0" w:color="auto"/>
                <w:right w:val="none" w:sz="0" w:space="0" w:color="auto"/>
                <w:between w:val="none" w:sz="0" w:space="0" w:color="auto"/>
              </w:pBdr>
              <w:spacing w:line="240" w:lineRule="auto"/>
              <w:contextualSpacing/>
              <w:rPr>
                <w:color w:val="auto"/>
                <w:sz w:val="20"/>
                <w:szCs w:val="20"/>
              </w:rPr>
            </w:pPr>
            <w:r w:rsidRPr="00140830">
              <w:rPr>
                <w:rFonts w:eastAsia="Times New Roman"/>
                <w:bCs/>
                <w:color w:val="auto"/>
                <w:sz w:val="20"/>
                <w:szCs w:val="20"/>
              </w:rPr>
              <w:t>Vaba aja sisustamine, huvitegevuse leidmine ja säilitamine</w:t>
            </w:r>
          </w:p>
        </w:tc>
        <w:tc>
          <w:tcPr>
            <w:tcW w:w="20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6F49D7" w14:textId="77777777" w:rsidR="008E5782" w:rsidRPr="00140830" w:rsidRDefault="008E5782">
            <w:pPr>
              <w:spacing w:line="240" w:lineRule="auto"/>
              <w:rPr>
                <w:color w:val="auto"/>
                <w:sz w:val="20"/>
                <w:szCs w:val="20"/>
              </w:rPr>
            </w:pPr>
          </w:p>
        </w:tc>
        <w:tc>
          <w:tcPr>
            <w:tcW w:w="4536" w:type="dxa"/>
            <w:tcBorders>
              <w:top w:val="single" w:sz="8" w:space="0" w:color="000000"/>
              <w:left w:val="single" w:sz="8" w:space="0" w:color="000000"/>
              <w:bottom w:val="single" w:sz="8" w:space="0" w:color="000000"/>
              <w:right w:val="single" w:sz="8" w:space="0" w:color="000000"/>
            </w:tcBorders>
          </w:tcPr>
          <w:p w14:paraId="16D53CA7" w14:textId="77777777" w:rsidR="008E5782" w:rsidRPr="00140830" w:rsidRDefault="008E5782">
            <w:pPr>
              <w:spacing w:line="240" w:lineRule="auto"/>
              <w:rPr>
                <w:color w:val="auto"/>
                <w:sz w:val="20"/>
                <w:szCs w:val="20"/>
              </w:rPr>
            </w:pPr>
          </w:p>
        </w:tc>
      </w:tr>
      <w:tr w:rsidR="00140830" w:rsidRPr="00140830" w14:paraId="0EAFEB6F" w14:textId="0D8483E6" w:rsidTr="00631F77">
        <w:trPr>
          <w:trHeight w:val="400"/>
        </w:trPr>
        <w:tc>
          <w:tcPr>
            <w:tcW w:w="6934" w:type="dxa"/>
            <w:gridSpan w:val="2"/>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265B1135" w14:textId="1428E4E8" w:rsidR="008E5782" w:rsidRPr="00140830" w:rsidRDefault="008E5782" w:rsidP="00AF3702">
            <w:pPr>
              <w:pBdr>
                <w:top w:val="none" w:sz="0" w:space="0" w:color="auto"/>
                <w:left w:val="none" w:sz="0" w:space="0" w:color="auto"/>
                <w:bottom w:val="none" w:sz="0" w:space="0" w:color="auto"/>
                <w:right w:val="none" w:sz="0" w:space="0" w:color="auto"/>
                <w:between w:val="none" w:sz="0" w:space="0" w:color="auto"/>
              </w:pBdr>
              <w:spacing w:line="240" w:lineRule="auto"/>
              <w:contextualSpacing/>
              <w:rPr>
                <w:b/>
                <w:color w:val="auto"/>
                <w:sz w:val="20"/>
                <w:szCs w:val="20"/>
              </w:rPr>
            </w:pPr>
            <w:r w:rsidRPr="00140830">
              <w:rPr>
                <w:b/>
                <w:color w:val="auto"/>
                <w:sz w:val="20"/>
                <w:szCs w:val="20"/>
              </w:rPr>
              <w:t>6.Elukeskkond:</w:t>
            </w:r>
          </w:p>
        </w:tc>
        <w:tc>
          <w:tcPr>
            <w:tcW w:w="4536" w:type="dxa"/>
            <w:tcBorders>
              <w:top w:val="single" w:sz="8" w:space="0" w:color="000000"/>
              <w:left w:val="single" w:sz="8" w:space="0" w:color="000000"/>
              <w:bottom w:val="single" w:sz="8" w:space="0" w:color="000000"/>
              <w:right w:val="single" w:sz="8" w:space="0" w:color="000000"/>
            </w:tcBorders>
            <w:shd w:val="clear" w:color="auto" w:fill="F3F3F3"/>
          </w:tcPr>
          <w:p w14:paraId="2FC4CEFF" w14:textId="77777777" w:rsidR="008E5782" w:rsidRPr="00140830" w:rsidRDefault="008E5782" w:rsidP="00AF3702">
            <w:pPr>
              <w:pBdr>
                <w:top w:val="none" w:sz="0" w:space="0" w:color="auto"/>
                <w:left w:val="none" w:sz="0" w:space="0" w:color="auto"/>
                <w:bottom w:val="none" w:sz="0" w:space="0" w:color="auto"/>
                <w:right w:val="none" w:sz="0" w:space="0" w:color="auto"/>
                <w:between w:val="none" w:sz="0" w:space="0" w:color="auto"/>
              </w:pBdr>
              <w:spacing w:line="240" w:lineRule="auto"/>
              <w:contextualSpacing/>
              <w:rPr>
                <w:b/>
                <w:color w:val="auto"/>
                <w:sz w:val="20"/>
                <w:szCs w:val="20"/>
              </w:rPr>
            </w:pPr>
          </w:p>
        </w:tc>
      </w:tr>
      <w:tr w:rsidR="00140830" w:rsidRPr="00140830" w14:paraId="07D6E1CE" w14:textId="2C45C835" w:rsidTr="00631F77">
        <w:trPr>
          <w:trHeight w:val="400"/>
        </w:trPr>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E7B840" w14:textId="459C2BD4" w:rsidR="008E5782" w:rsidRPr="00140830" w:rsidRDefault="008E5782" w:rsidP="00AF3702">
            <w:pPr>
              <w:spacing w:line="240" w:lineRule="auto"/>
              <w:rPr>
                <w:color w:val="auto"/>
                <w:sz w:val="20"/>
                <w:szCs w:val="20"/>
              </w:rPr>
            </w:pPr>
            <w:r w:rsidRPr="00140830">
              <w:rPr>
                <w:color w:val="auto"/>
                <w:sz w:val="20"/>
                <w:szCs w:val="20"/>
              </w:rPr>
              <w:t xml:space="preserve"> Uue elamispinna vajadus</w:t>
            </w:r>
          </w:p>
        </w:tc>
        <w:tc>
          <w:tcPr>
            <w:tcW w:w="20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942833" w14:textId="77777777" w:rsidR="008E5782" w:rsidRPr="00140830" w:rsidRDefault="008E5782">
            <w:pPr>
              <w:spacing w:line="240" w:lineRule="auto"/>
              <w:rPr>
                <w:b/>
                <w:color w:val="auto"/>
                <w:sz w:val="20"/>
                <w:szCs w:val="20"/>
              </w:rPr>
            </w:pPr>
            <w:r w:rsidRPr="00140830">
              <w:rPr>
                <w:b/>
                <w:color w:val="auto"/>
                <w:sz w:val="20"/>
                <w:szCs w:val="20"/>
              </w:rPr>
              <w:t>Jah/ei</w:t>
            </w:r>
          </w:p>
        </w:tc>
        <w:tc>
          <w:tcPr>
            <w:tcW w:w="4536" w:type="dxa"/>
            <w:tcBorders>
              <w:top w:val="single" w:sz="8" w:space="0" w:color="000000"/>
              <w:left w:val="single" w:sz="8" w:space="0" w:color="000000"/>
              <w:bottom w:val="single" w:sz="8" w:space="0" w:color="000000"/>
              <w:right w:val="single" w:sz="8" w:space="0" w:color="000000"/>
            </w:tcBorders>
          </w:tcPr>
          <w:p w14:paraId="0C1E5C3E" w14:textId="77777777" w:rsidR="008E5782" w:rsidRPr="00140830" w:rsidRDefault="008E5782">
            <w:pPr>
              <w:spacing w:line="240" w:lineRule="auto"/>
              <w:rPr>
                <w:b/>
                <w:color w:val="auto"/>
                <w:sz w:val="20"/>
                <w:szCs w:val="20"/>
              </w:rPr>
            </w:pPr>
          </w:p>
        </w:tc>
      </w:tr>
      <w:tr w:rsidR="00140830" w:rsidRPr="00140830" w14:paraId="585AE87C" w14:textId="03C578D7" w:rsidTr="00631F77">
        <w:trPr>
          <w:trHeight w:val="400"/>
        </w:trPr>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28BB6F" w14:textId="28BC16CD" w:rsidR="008E5782" w:rsidRPr="00140830" w:rsidRDefault="008E5782" w:rsidP="00AF3702">
            <w:pPr>
              <w:widowControl/>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eastAsia="Times New Roman"/>
                <w:bCs/>
                <w:color w:val="auto"/>
                <w:sz w:val="20"/>
                <w:szCs w:val="20"/>
              </w:rPr>
            </w:pPr>
            <w:r w:rsidRPr="00140830">
              <w:rPr>
                <w:rFonts w:eastAsia="Times New Roman"/>
                <w:bCs/>
                <w:color w:val="auto"/>
                <w:sz w:val="20"/>
                <w:szCs w:val="20"/>
                <w:shd w:val="clear" w:color="auto" w:fill="FFFFFF"/>
              </w:rPr>
              <w:t xml:space="preserve"> Sobiva eluaseme saamine ja/või olemasoleva eluaseme säilitamine. </w:t>
            </w:r>
          </w:p>
          <w:p w14:paraId="59A154EE" w14:textId="3D6D9638" w:rsidR="008E5782" w:rsidRPr="00140830" w:rsidRDefault="008E5782">
            <w:pPr>
              <w:spacing w:line="240" w:lineRule="auto"/>
              <w:ind w:left="720" w:hanging="360"/>
              <w:rPr>
                <w:color w:val="auto"/>
                <w:sz w:val="20"/>
                <w:szCs w:val="20"/>
              </w:rPr>
            </w:pPr>
          </w:p>
        </w:tc>
        <w:tc>
          <w:tcPr>
            <w:tcW w:w="20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44180A" w14:textId="77777777" w:rsidR="008E5782" w:rsidRPr="00140830" w:rsidRDefault="008E5782">
            <w:pPr>
              <w:spacing w:line="240" w:lineRule="auto"/>
              <w:rPr>
                <w:color w:val="auto"/>
                <w:sz w:val="20"/>
                <w:szCs w:val="20"/>
              </w:rPr>
            </w:pPr>
          </w:p>
        </w:tc>
        <w:tc>
          <w:tcPr>
            <w:tcW w:w="4536" w:type="dxa"/>
            <w:tcBorders>
              <w:top w:val="single" w:sz="8" w:space="0" w:color="000000"/>
              <w:left w:val="single" w:sz="8" w:space="0" w:color="000000"/>
              <w:bottom w:val="single" w:sz="8" w:space="0" w:color="000000"/>
              <w:right w:val="single" w:sz="8" w:space="0" w:color="000000"/>
            </w:tcBorders>
          </w:tcPr>
          <w:p w14:paraId="49B97A11" w14:textId="77777777" w:rsidR="008E5782" w:rsidRPr="00140830" w:rsidRDefault="008E5782">
            <w:pPr>
              <w:spacing w:line="240" w:lineRule="auto"/>
              <w:rPr>
                <w:color w:val="auto"/>
                <w:sz w:val="20"/>
                <w:szCs w:val="20"/>
              </w:rPr>
            </w:pPr>
          </w:p>
        </w:tc>
      </w:tr>
      <w:tr w:rsidR="00140830" w:rsidRPr="00140830" w14:paraId="370E57B0" w14:textId="6B8CAD39" w:rsidTr="00631F77">
        <w:trPr>
          <w:trHeight w:val="400"/>
        </w:trPr>
        <w:tc>
          <w:tcPr>
            <w:tcW w:w="6934" w:type="dxa"/>
            <w:gridSpan w:val="2"/>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3295C75F" w14:textId="16561E12" w:rsidR="008E5782" w:rsidRPr="00140830" w:rsidRDefault="008E5782" w:rsidP="00AF3702">
            <w:pPr>
              <w:pBdr>
                <w:top w:val="none" w:sz="0" w:space="0" w:color="auto"/>
                <w:left w:val="none" w:sz="0" w:space="0" w:color="auto"/>
                <w:bottom w:val="none" w:sz="0" w:space="0" w:color="auto"/>
                <w:right w:val="none" w:sz="0" w:space="0" w:color="auto"/>
                <w:between w:val="none" w:sz="0" w:space="0" w:color="auto"/>
              </w:pBdr>
              <w:spacing w:line="240" w:lineRule="auto"/>
              <w:contextualSpacing/>
              <w:rPr>
                <w:color w:val="auto"/>
                <w:sz w:val="20"/>
                <w:szCs w:val="20"/>
              </w:rPr>
            </w:pPr>
            <w:r w:rsidRPr="00140830">
              <w:rPr>
                <w:b/>
                <w:color w:val="auto"/>
                <w:sz w:val="20"/>
                <w:szCs w:val="20"/>
              </w:rPr>
              <w:t>7. Igapäevaeluga toimetuleku valdkonnad</w:t>
            </w:r>
            <w:r w:rsidRPr="00140830">
              <w:rPr>
                <w:color w:val="auto"/>
                <w:sz w:val="20"/>
                <w:szCs w:val="20"/>
              </w:rPr>
              <w:t>:</w:t>
            </w:r>
          </w:p>
        </w:tc>
        <w:tc>
          <w:tcPr>
            <w:tcW w:w="4536" w:type="dxa"/>
            <w:tcBorders>
              <w:top w:val="single" w:sz="8" w:space="0" w:color="000000"/>
              <w:left w:val="single" w:sz="8" w:space="0" w:color="000000"/>
              <w:bottom w:val="single" w:sz="8" w:space="0" w:color="000000"/>
              <w:right w:val="single" w:sz="8" w:space="0" w:color="000000"/>
            </w:tcBorders>
            <w:shd w:val="clear" w:color="auto" w:fill="F3F3F3"/>
          </w:tcPr>
          <w:p w14:paraId="0EDE55C0" w14:textId="77777777" w:rsidR="008E5782" w:rsidRPr="00140830" w:rsidRDefault="008E5782" w:rsidP="00AF3702">
            <w:pPr>
              <w:pBdr>
                <w:top w:val="none" w:sz="0" w:space="0" w:color="auto"/>
                <w:left w:val="none" w:sz="0" w:space="0" w:color="auto"/>
                <w:bottom w:val="none" w:sz="0" w:space="0" w:color="auto"/>
                <w:right w:val="none" w:sz="0" w:space="0" w:color="auto"/>
                <w:between w:val="none" w:sz="0" w:space="0" w:color="auto"/>
              </w:pBdr>
              <w:spacing w:line="240" w:lineRule="auto"/>
              <w:contextualSpacing/>
              <w:rPr>
                <w:b/>
                <w:color w:val="auto"/>
                <w:sz w:val="20"/>
                <w:szCs w:val="20"/>
              </w:rPr>
            </w:pPr>
          </w:p>
        </w:tc>
      </w:tr>
      <w:tr w:rsidR="00140830" w:rsidRPr="00140830" w14:paraId="713D0833" w14:textId="028C6BEA" w:rsidTr="00631F77">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46BC0D" w14:textId="20B068C4" w:rsidR="008E5782" w:rsidRPr="00140830" w:rsidRDefault="008E5782" w:rsidP="00AF3702">
            <w:pPr>
              <w:pBdr>
                <w:top w:val="none" w:sz="0" w:space="0" w:color="auto"/>
                <w:left w:val="none" w:sz="0" w:space="0" w:color="auto"/>
                <w:bottom w:val="none" w:sz="0" w:space="0" w:color="auto"/>
                <w:right w:val="none" w:sz="0" w:space="0" w:color="auto"/>
                <w:between w:val="none" w:sz="0" w:space="0" w:color="auto"/>
              </w:pBdr>
              <w:spacing w:line="240" w:lineRule="auto"/>
              <w:contextualSpacing/>
              <w:rPr>
                <w:color w:val="auto"/>
                <w:sz w:val="20"/>
                <w:szCs w:val="20"/>
              </w:rPr>
            </w:pPr>
            <w:r w:rsidRPr="00140830">
              <w:rPr>
                <w:rFonts w:eastAsia="Times New Roman"/>
                <w:bCs/>
                <w:color w:val="auto"/>
                <w:sz w:val="20"/>
                <w:szCs w:val="20"/>
              </w:rPr>
              <w:t>Rahaga toimetulek ja asjaajamine</w:t>
            </w:r>
          </w:p>
        </w:tc>
        <w:tc>
          <w:tcPr>
            <w:tcW w:w="20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A912A6" w14:textId="77777777" w:rsidR="008E5782" w:rsidRPr="00140830" w:rsidRDefault="008E5782">
            <w:pPr>
              <w:spacing w:line="240" w:lineRule="auto"/>
              <w:rPr>
                <w:color w:val="auto"/>
                <w:sz w:val="20"/>
                <w:szCs w:val="20"/>
              </w:rPr>
            </w:pPr>
          </w:p>
        </w:tc>
        <w:tc>
          <w:tcPr>
            <w:tcW w:w="4536" w:type="dxa"/>
            <w:tcBorders>
              <w:top w:val="single" w:sz="8" w:space="0" w:color="000000"/>
              <w:left w:val="single" w:sz="8" w:space="0" w:color="000000"/>
              <w:bottom w:val="single" w:sz="8" w:space="0" w:color="000000"/>
              <w:right w:val="single" w:sz="8" w:space="0" w:color="000000"/>
            </w:tcBorders>
          </w:tcPr>
          <w:p w14:paraId="60149638" w14:textId="77777777" w:rsidR="008E5782" w:rsidRPr="00140830" w:rsidRDefault="008E5782">
            <w:pPr>
              <w:spacing w:line="240" w:lineRule="auto"/>
              <w:rPr>
                <w:color w:val="auto"/>
                <w:sz w:val="20"/>
                <w:szCs w:val="20"/>
              </w:rPr>
            </w:pPr>
          </w:p>
        </w:tc>
      </w:tr>
      <w:tr w:rsidR="00140830" w:rsidRPr="00140830" w14:paraId="49312262" w14:textId="789E4A9C" w:rsidTr="00631F77">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9EACF6" w14:textId="50D08489" w:rsidR="008E5782" w:rsidRPr="00140830" w:rsidRDefault="008E5782" w:rsidP="00AF3702">
            <w:pPr>
              <w:pBdr>
                <w:top w:val="none" w:sz="0" w:space="0" w:color="auto"/>
                <w:left w:val="none" w:sz="0" w:space="0" w:color="auto"/>
                <w:bottom w:val="none" w:sz="0" w:space="0" w:color="auto"/>
                <w:right w:val="none" w:sz="0" w:space="0" w:color="auto"/>
                <w:between w:val="none" w:sz="0" w:space="0" w:color="auto"/>
              </w:pBdr>
              <w:spacing w:line="240" w:lineRule="auto"/>
              <w:contextualSpacing/>
              <w:rPr>
                <w:color w:val="auto"/>
                <w:sz w:val="20"/>
                <w:szCs w:val="20"/>
              </w:rPr>
            </w:pPr>
            <w:r w:rsidRPr="00140830">
              <w:rPr>
                <w:rFonts w:eastAsia="Times New Roman"/>
                <w:bCs/>
                <w:color w:val="auto"/>
                <w:sz w:val="20"/>
                <w:szCs w:val="20"/>
              </w:rPr>
              <w:lastRenderedPageBreak/>
              <w:t>Söögi valmistamine ja sellega seotud tegevused</w:t>
            </w:r>
          </w:p>
        </w:tc>
        <w:tc>
          <w:tcPr>
            <w:tcW w:w="20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5DFFF4" w14:textId="77777777" w:rsidR="008E5782" w:rsidRPr="00140830" w:rsidRDefault="008E5782">
            <w:pPr>
              <w:spacing w:line="240" w:lineRule="auto"/>
              <w:rPr>
                <w:color w:val="auto"/>
                <w:sz w:val="20"/>
                <w:szCs w:val="20"/>
              </w:rPr>
            </w:pPr>
          </w:p>
        </w:tc>
        <w:tc>
          <w:tcPr>
            <w:tcW w:w="4536" w:type="dxa"/>
            <w:tcBorders>
              <w:top w:val="single" w:sz="8" w:space="0" w:color="000000"/>
              <w:left w:val="single" w:sz="8" w:space="0" w:color="000000"/>
              <w:bottom w:val="single" w:sz="8" w:space="0" w:color="000000"/>
              <w:right w:val="single" w:sz="8" w:space="0" w:color="000000"/>
            </w:tcBorders>
          </w:tcPr>
          <w:p w14:paraId="6BA12A4C" w14:textId="77777777" w:rsidR="008E5782" w:rsidRPr="00140830" w:rsidRDefault="008E5782">
            <w:pPr>
              <w:spacing w:line="240" w:lineRule="auto"/>
              <w:rPr>
                <w:color w:val="auto"/>
                <w:sz w:val="20"/>
                <w:szCs w:val="20"/>
              </w:rPr>
            </w:pPr>
          </w:p>
        </w:tc>
      </w:tr>
      <w:tr w:rsidR="00140830" w:rsidRPr="00140830" w14:paraId="0826EA88" w14:textId="20E0878B" w:rsidTr="00631F77">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D66B90" w14:textId="109E1F37" w:rsidR="008E5782" w:rsidRPr="00140830" w:rsidRDefault="008E5782" w:rsidP="008E5782">
            <w:pPr>
              <w:pBdr>
                <w:top w:val="none" w:sz="0" w:space="0" w:color="auto"/>
                <w:left w:val="none" w:sz="0" w:space="0" w:color="auto"/>
                <w:bottom w:val="none" w:sz="0" w:space="0" w:color="auto"/>
                <w:right w:val="none" w:sz="0" w:space="0" w:color="auto"/>
                <w:between w:val="none" w:sz="0" w:space="0" w:color="auto"/>
              </w:pBdr>
              <w:spacing w:line="240" w:lineRule="auto"/>
              <w:contextualSpacing/>
              <w:rPr>
                <w:color w:val="auto"/>
                <w:sz w:val="20"/>
                <w:szCs w:val="20"/>
              </w:rPr>
            </w:pPr>
            <w:r w:rsidRPr="00140830">
              <w:rPr>
                <w:rFonts w:eastAsia="Times New Roman"/>
                <w:bCs/>
                <w:color w:val="auto"/>
                <w:sz w:val="20"/>
                <w:szCs w:val="20"/>
              </w:rPr>
              <w:t xml:space="preserve"> Söömine ja sellega seotud tegevused</w:t>
            </w:r>
          </w:p>
        </w:tc>
        <w:tc>
          <w:tcPr>
            <w:tcW w:w="20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E96DD3" w14:textId="77777777" w:rsidR="008E5782" w:rsidRPr="00140830" w:rsidRDefault="008E5782">
            <w:pPr>
              <w:spacing w:line="240" w:lineRule="auto"/>
              <w:rPr>
                <w:color w:val="auto"/>
                <w:sz w:val="20"/>
                <w:szCs w:val="20"/>
              </w:rPr>
            </w:pPr>
          </w:p>
        </w:tc>
        <w:tc>
          <w:tcPr>
            <w:tcW w:w="4536" w:type="dxa"/>
            <w:tcBorders>
              <w:top w:val="single" w:sz="8" w:space="0" w:color="000000"/>
              <w:left w:val="single" w:sz="8" w:space="0" w:color="000000"/>
              <w:bottom w:val="single" w:sz="8" w:space="0" w:color="000000"/>
              <w:right w:val="single" w:sz="8" w:space="0" w:color="000000"/>
            </w:tcBorders>
          </w:tcPr>
          <w:p w14:paraId="60BCA28E" w14:textId="77777777" w:rsidR="008E5782" w:rsidRPr="00140830" w:rsidRDefault="008E5782">
            <w:pPr>
              <w:spacing w:line="240" w:lineRule="auto"/>
              <w:rPr>
                <w:color w:val="auto"/>
                <w:sz w:val="20"/>
                <w:szCs w:val="20"/>
              </w:rPr>
            </w:pPr>
          </w:p>
        </w:tc>
      </w:tr>
      <w:tr w:rsidR="00140830" w:rsidRPr="00140830" w14:paraId="6BC3D381" w14:textId="3FB5113B" w:rsidTr="00631F77">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00F56C" w14:textId="2FF75EF8" w:rsidR="008E5782" w:rsidRPr="00140830" w:rsidRDefault="008E5782" w:rsidP="008E5782">
            <w:pPr>
              <w:pBdr>
                <w:top w:val="none" w:sz="0" w:space="0" w:color="auto"/>
                <w:left w:val="none" w:sz="0" w:space="0" w:color="auto"/>
                <w:bottom w:val="none" w:sz="0" w:space="0" w:color="auto"/>
                <w:right w:val="none" w:sz="0" w:space="0" w:color="auto"/>
                <w:between w:val="none" w:sz="0" w:space="0" w:color="auto"/>
              </w:pBdr>
              <w:spacing w:line="240" w:lineRule="auto"/>
              <w:contextualSpacing/>
              <w:rPr>
                <w:color w:val="auto"/>
                <w:sz w:val="20"/>
                <w:szCs w:val="20"/>
              </w:rPr>
            </w:pPr>
            <w:r w:rsidRPr="00140830">
              <w:rPr>
                <w:rFonts w:eastAsia="Times New Roman"/>
                <w:bCs/>
                <w:color w:val="auto"/>
                <w:sz w:val="20"/>
                <w:szCs w:val="20"/>
              </w:rPr>
              <w:t>Majapidamine</w:t>
            </w:r>
          </w:p>
        </w:tc>
        <w:tc>
          <w:tcPr>
            <w:tcW w:w="20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D418B0" w14:textId="77777777" w:rsidR="008E5782" w:rsidRPr="00140830" w:rsidRDefault="008E5782">
            <w:pPr>
              <w:spacing w:line="240" w:lineRule="auto"/>
              <w:rPr>
                <w:color w:val="auto"/>
                <w:sz w:val="20"/>
                <w:szCs w:val="20"/>
              </w:rPr>
            </w:pPr>
          </w:p>
        </w:tc>
        <w:tc>
          <w:tcPr>
            <w:tcW w:w="4536" w:type="dxa"/>
            <w:tcBorders>
              <w:top w:val="single" w:sz="8" w:space="0" w:color="000000"/>
              <w:left w:val="single" w:sz="8" w:space="0" w:color="000000"/>
              <w:bottom w:val="single" w:sz="8" w:space="0" w:color="000000"/>
              <w:right w:val="single" w:sz="8" w:space="0" w:color="000000"/>
            </w:tcBorders>
          </w:tcPr>
          <w:p w14:paraId="2062D0A3" w14:textId="77777777" w:rsidR="008E5782" w:rsidRPr="00140830" w:rsidRDefault="008E5782">
            <w:pPr>
              <w:spacing w:line="240" w:lineRule="auto"/>
              <w:rPr>
                <w:color w:val="auto"/>
                <w:sz w:val="20"/>
                <w:szCs w:val="20"/>
              </w:rPr>
            </w:pPr>
          </w:p>
        </w:tc>
      </w:tr>
      <w:tr w:rsidR="00140830" w:rsidRPr="00140830" w14:paraId="6C809A4F" w14:textId="09EACCA4" w:rsidTr="00631F77">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95E536" w14:textId="1B9A061B" w:rsidR="008E5782" w:rsidRPr="00140830" w:rsidRDefault="008E5782" w:rsidP="008E5782">
            <w:pPr>
              <w:pBdr>
                <w:top w:val="none" w:sz="0" w:space="0" w:color="auto"/>
                <w:left w:val="none" w:sz="0" w:space="0" w:color="auto"/>
                <w:bottom w:val="none" w:sz="0" w:space="0" w:color="auto"/>
                <w:right w:val="none" w:sz="0" w:space="0" w:color="auto"/>
                <w:between w:val="none" w:sz="0" w:space="0" w:color="auto"/>
              </w:pBdr>
              <w:spacing w:line="240" w:lineRule="auto"/>
              <w:contextualSpacing/>
              <w:rPr>
                <w:color w:val="auto"/>
                <w:sz w:val="20"/>
                <w:szCs w:val="20"/>
              </w:rPr>
            </w:pPr>
            <w:r w:rsidRPr="00140830">
              <w:rPr>
                <w:rFonts w:eastAsia="Times New Roman"/>
                <w:bCs/>
                <w:color w:val="auto"/>
                <w:sz w:val="20"/>
                <w:szCs w:val="20"/>
              </w:rPr>
              <w:t>Enese eest hoolitsemine</w:t>
            </w:r>
          </w:p>
        </w:tc>
        <w:tc>
          <w:tcPr>
            <w:tcW w:w="20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873171" w14:textId="77777777" w:rsidR="008E5782" w:rsidRPr="00140830" w:rsidRDefault="008E5782">
            <w:pPr>
              <w:spacing w:line="240" w:lineRule="auto"/>
              <w:rPr>
                <w:color w:val="auto"/>
                <w:sz w:val="20"/>
                <w:szCs w:val="20"/>
              </w:rPr>
            </w:pPr>
          </w:p>
        </w:tc>
        <w:tc>
          <w:tcPr>
            <w:tcW w:w="4536" w:type="dxa"/>
            <w:tcBorders>
              <w:top w:val="single" w:sz="8" w:space="0" w:color="000000"/>
              <w:left w:val="single" w:sz="8" w:space="0" w:color="000000"/>
              <w:bottom w:val="single" w:sz="8" w:space="0" w:color="000000"/>
              <w:right w:val="single" w:sz="8" w:space="0" w:color="000000"/>
            </w:tcBorders>
          </w:tcPr>
          <w:p w14:paraId="0FB977BD" w14:textId="77777777" w:rsidR="008E5782" w:rsidRPr="00140830" w:rsidRDefault="008E5782">
            <w:pPr>
              <w:spacing w:line="240" w:lineRule="auto"/>
              <w:rPr>
                <w:color w:val="auto"/>
                <w:sz w:val="20"/>
                <w:szCs w:val="20"/>
              </w:rPr>
            </w:pPr>
          </w:p>
        </w:tc>
      </w:tr>
    </w:tbl>
    <w:p w14:paraId="30CFD751" w14:textId="2C1A7A35" w:rsidR="00D2270F" w:rsidRPr="00140830" w:rsidRDefault="00D2270F">
      <w:pPr>
        <w:spacing w:line="240" w:lineRule="auto"/>
        <w:rPr>
          <w:b/>
          <w:color w:val="auto"/>
          <w:sz w:val="20"/>
          <w:szCs w:val="20"/>
        </w:rPr>
      </w:pPr>
    </w:p>
    <w:p w14:paraId="0ECF093E" w14:textId="54586588" w:rsidR="00631F77" w:rsidRPr="00140830" w:rsidRDefault="00A14EBA" w:rsidP="00465DFA">
      <w:pPr>
        <w:spacing w:line="240" w:lineRule="auto"/>
        <w:rPr>
          <w:b/>
          <w:color w:val="auto"/>
          <w:sz w:val="20"/>
        </w:rPr>
      </w:pPr>
      <w:r w:rsidRPr="00140830">
        <w:rPr>
          <w:b/>
          <w:color w:val="auto"/>
          <w:sz w:val="20"/>
        </w:rPr>
        <w:t>E</w:t>
      </w:r>
      <w:r w:rsidR="00631F77" w:rsidRPr="00140830">
        <w:rPr>
          <w:b/>
          <w:color w:val="auto"/>
          <w:sz w:val="20"/>
        </w:rPr>
        <w:t>.2. Varasemalt läbi viidud toetusvajaduse hindamise tulemused:</w:t>
      </w:r>
    </w:p>
    <w:p w14:paraId="1ED12EB5" w14:textId="2CA3D180" w:rsidR="00F53C37" w:rsidRPr="00140830" w:rsidRDefault="00A14EBA" w:rsidP="00465DFA">
      <w:pPr>
        <w:spacing w:line="240" w:lineRule="auto"/>
        <w:rPr>
          <w:b/>
          <w:color w:val="auto"/>
          <w:sz w:val="20"/>
        </w:rPr>
      </w:pPr>
      <w:r w:rsidRPr="00140830">
        <w:rPr>
          <w:b/>
          <w:color w:val="auto"/>
          <w:sz w:val="20"/>
        </w:rPr>
        <w:t>E</w:t>
      </w:r>
      <w:r w:rsidR="00F53C37" w:rsidRPr="00140830">
        <w:rPr>
          <w:b/>
          <w:color w:val="auto"/>
          <w:sz w:val="20"/>
        </w:rPr>
        <w:t>.2.1</w:t>
      </w:r>
      <w:r w:rsidR="00465DFA" w:rsidRPr="00140830">
        <w:rPr>
          <w:b/>
          <w:color w:val="auto"/>
          <w:sz w:val="20"/>
        </w:rPr>
        <w:t>. Varasemalt teostatud hindamis</w:t>
      </w:r>
      <w:r w:rsidR="00F53C37" w:rsidRPr="00140830">
        <w:rPr>
          <w:b/>
          <w:color w:val="auto"/>
          <w:sz w:val="20"/>
        </w:rPr>
        <w:t>te kuupäevad.</w:t>
      </w:r>
    </w:p>
    <w:p w14:paraId="01AACB76" w14:textId="733A59C4" w:rsidR="00465DFA" w:rsidRPr="00140830" w:rsidRDefault="00F53C37" w:rsidP="00631F77">
      <w:pPr>
        <w:pStyle w:val="Loendilik"/>
        <w:spacing w:line="240" w:lineRule="auto"/>
        <w:ind w:left="750"/>
        <w:rPr>
          <w:sz w:val="20"/>
        </w:rPr>
      </w:pPr>
      <w:r w:rsidRPr="00140830">
        <w:rPr>
          <w:sz w:val="20"/>
        </w:rPr>
        <w:t>____________</w:t>
      </w:r>
      <w:r w:rsidR="00465DFA" w:rsidRPr="00140830">
        <w:rPr>
          <w:sz w:val="20"/>
        </w:rPr>
        <w:t>_____</w:t>
      </w:r>
      <w:r w:rsidRPr="00140830">
        <w:rPr>
          <w:sz w:val="20"/>
        </w:rPr>
        <w:t>____</w:t>
      </w:r>
    </w:p>
    <w:p w14:paraId="4166A591" w14:textId="47847B81" w:rsidR="00465DFA" w:rsidRPr="00140830" w:rsidRDefault="00F53C37" w:rsidP="00631F77">
      <w:pPr>
        <w:pStyle w:val="Loendilik"/>
        <w:spacing w:line="240" w:lineRule="auto"/>
        <w:ind w:left="750"/>
        <w:rPr>
          <w:sz w:val="20"/>
        </w:rPr>
      </w:pPr>
      <w:r w:rsidRPr="00140830">
        <w:rPr>
          <w:sz w:val="20"/>
        </w:rPr>
        <w:t>______________</w:t>
      </w:r>
      <w:r w:rsidR="00465DFA" w:rsidRPr="00140830">
        <w:rPr>
          <w:sz w:val="20"/>
        </w:rPr>
        <w:t>_____</w:t>
      </w:r>
      <w:r w:rsidRPr="00140830">
        <w:rPr>
          <w:sz w:val="20"/>
        </w:rPr>
        <w:t>__</w:t>
      </w:r>
    </w:p>
    <w:p w14:paraId="13E90E12" w14:textId="0A2F76CD" w:rsidR="00F53C37" w:rsidRPr="00140830" w:rsidRDefault="00F53C37" w:rsidP="00631F77">
      <w:pPr>
        <w:pStyle w:val="Loendilik"/>
        <w:spacing w:line="240" w:lineRule="auto"/>
        <w:ind w:left="750"/>
        <w:rPr>
          <w:sz w:val="20"/>
        </w:rPr>
      </w:pPr>
      <w:r w:rsidRPr="00140830">
        <w:rPr>
          <w:sz w:val="20"/>
        </w:rPr>
        <w:t>_____________</w:t>
      </w:r>
      <w:r w:rsidR="00465DFA" w:rsidRPr="00140830">
        <w:rPr>
          <w:sz w:val="20"/>
        </w:rPr>
        <w:t>______</w:t>
      </w:r>
      <w:r w:rsidRPr="00140830">
        <w:rPr>
          <w:sz w:val="20"/>
        </w:rPr>
        <w:t>__</w:t>
      </w:r>
    </w:p>
    <w:p w14:paraId="222D087B" w14:textId="77777777" w:rsidR="00631F77" w:rsidRPr="00140830" w:rsidRDefault="00631F77">
      <w:pPr>
        <w:spacing w:line="240" w:lineRule="auto"/>
        <w:rPr>
          <w:b/>
          <w:color w:val="auto"/>
          <w:sz w:val="20"/>
          <w:szCs w:val="20"/>
        </w:rPr>
      </w:pPr>
    </w:p>
    <w:p w14:paraId="4132C970" w14:textId="1D51B294" w:rsidR="00D2270F" w:rsidRPr="00140830" w:rsidRDefault="00A14EBA">
      <w:pPr>
        <w:spacing w:line="240" w:lineRule="auto"/>
        <w:rPr>
          <w:rFonts w:eastAsiaTheme="minorEastAsia"/>
          <w:b/>
          <w:color w:val="auto"/>
          <w:kern w:val="24"/>
          <w:sz w:val="20"/>
          <w:szCs w:val="20"/>
        </w:rPr>
      </w:pPr>
      <w:r w:rsidRPr="00140830">
        <w:rPr>
          <w:b/>
          <w:color w:val="auto"/>
          <w:sz w:val="20"/>
          <w:szCs w:val="20"/>
        </w:rPr>
        <w:t>E</w:t>
      </w:r>
      <w:r w:rsidR="00F53C37" w:rsidRPr="00140830">
        <w:rPr>
          <w:b/>
          <w:color w:val="auto"/>
          <w:sz w:val="20"/>
          <w:szCs w:val="20"/>
        </w:rPr>
        <w:t>.2.2</w:t>
      </w:r>
      <w:r w:rsidR="00631F77" w:rsidRPr="00140830">
        <w:rPr>
          <w:b/>
          <w:color w:val="auto"/>
          <w:sz w:val="20"/>
          <w:szCs w:val="20"/>
        </w:rPr>
        <w:t xml:space="preserve">. </w:t>
      </w:r>
      <w:r w:rsidR="006609C8" w:rsidRPr="00140830">
        <w:rPr>
          <w:b/>
          <w:color w:val="auto"/>
          <w:sz w:val="20"/>
          <w:szCs w:val="20"/>
        </w:rPr>
        <w:t>Varasem(</w:t>
      </w:r>
      <w:proofErr w:type="spellStart"/>
      <w:r w:rsidR="006609C8" w:rsidRPr="00140830">
        <w:rPr>
          <w:b/>
          <w:color w:val="auto"/>
          <w:sz w:val="20"/>
          <w:szCs w:val="20"/>
        </w:rPr>
        <w:t>ad</w:t>
      </w:r>
      <w:proofErr w:type="spellEnd"/>
      <w:r w:rsidR="006609C8" w:rsidRPr="00140830">
        <w:rPr>
          <w:b/>
          <w:color w:val="auto"/>
          <w:sz w:val="20"/>
          <w:szCs w:val="20"/>
        </w:rPr>
        <w:t>) h</w:t>
      </w:r>
      <w:r w:rsidR="00631F77" w:rsidRPr="00140830">
        <w:rPr>
          <w:b/>
          <w:color w:val="auto"/>
          <w:sz w:val="20"/>
          <w:szCs w:val="20"/>
        </w:rPr>
        <w:t>innang</w:t>
      </w:r>
      <w:r w:rsidR="006609C8" w:rsidRPr="00140830">
        <w:rPr>
          <w:b/>
          <w:color w:val="auto"/>
          <w:sz w:val="20"/>
          <w:szCs w:val="20"/>
        </w:rPr>
        <w:t>(</w:t>
      </w:r>
      <w:proofErr w:type="spellStart"/>
      <w:r w:rsidR="006609C8" w:rsidRPr="00140830">
        <w:rPr>
          <w:b/>
          <w:color w:val="auto"/>
          <w:sz w:val="20"/>
          <w:szCs w:val="20"/>
        </w:rPr>
        <w:t>ud</w:t>
      </w:r>
      <w:proofErr w:type="spellEnd"/>
      <w:r w:rsidR="006609C8" w:rsidRPr="00140830">
        <w:rPr>
          <w:b/>
          <w:color w:val="auto"/>
          <w:sz w:val="20"/>
          <w:szCs w:val="20"/>
        </w:rPr>
        <w:t>)</w:t>
      </w:r>
      <w:r w:rsidR="00631F77" w:rsidRPr="00140830">
        <w:rPr>
          <w:b/>
          <w:color w:val="auto"/>
          <w:sz w:val="20"/>
          <w:szCs w:val="20"/>
        </w:rPr>
        <w:t xml:space="preserve"> sotsiaalhoolekande meetmete õigustatuse/vajaduse kohta toimetuleku tagamiseks ja </w:t>
      </w:r>
      <w:r w:rsidR="00631F77" w:rsidRPr="00140830">
        <w:rPr>
          <w:rFonts w:eastAsiaTheme="minorEastAsia"/>
          <w:b/>
          <w:color w:val="auto"/>
          <w:kern w:val="24"/>
          <w:sz w:val="20"/>
          <w:szCs w:val="20"/>
        </w:rPr>
        <w:t xml:space="preserve">igapäevaelus osalemiseks. </w:t>
      </w:r>
      <w:r w:rsidR="00631F77" w:rsidRPr="00140830">
        <w:rPr>
          <w:rFonts w:eastAsiaTheme="minorEastAsia"/>
          <w:color w:val="auto"/>
          <w:kern w:val="24"/>
          <w:sz w:val="20"/>
          <w:szCs w:val="20"/>
        </w:rPr>
        <w:t>(Kui inimesele on varasemalt läbi viidud toetusvajaduse hindamine, siis kandub siia varasemate hindamist</w:t>
      </w:r>
      <w:r w:rsidR="006609C8" w:rsidRPr="00140830">
        <w:rPr>
          <w:rFonts w:eastAsiaTheme="minorEastAsia"/>
          <w:color w:val="auto"/>
          <w:kern w:val="24"/>
          <w:sz w:val="20"/>
          <w:szCs w:val="20"/>
        </w:rPr>
        <w:t>e</w:t>
      </w:r>
      <w:r w:rsidR="00631F77" w:rsidRPr="00140830">
        <w:rPr>
          <w:rFonts w:eastAsiaTheme="minorEastAsia"/>
          <w:color w:val="auto"/>
          <w:kern w:val="24"/>
          <w:sz w:val="20"/>
          <w:szCs w:val="20"/>
        </w:rPr>
        <w:t xml:space="preserve"> tulemusel tehtud otsused, mis on lahtris</w:t>
      </w:r>
      <w:r w:rsidR="0062144E">
        <w:rPr>
          <w:rFonts w:eastAsiaTheme="minorEastAsia"/>
          <w:color w:val="auto"/>
          <w:kern w:val="24"/>
          <w:sz w:val="20"/>
          <w:szCs w:val="20"/>
        </w:rPr>
        <w:t xml:space="preserve"> E</w:t>
      </w:r>
      <w:r w:rsidR="00631F77" w:rsidRPr="00140830">
        <w:rPr>
          <w:rFonts w:eastAsiaTheme="minorEastAsia"/>
          <w:color w:val="auto"/>
          <w:kern w:val="24"/>
          <w:sz w:val="20"/>
          <w:szCs w:val="20"/>
        </w:rPr>
        <w:t>.3. ja otsuste tegemise kuupäevad).</w:t>
      </w:r>
    </w:p>
    <w:p w14:paraId="0CD4D891" w14:textId="25261620" w:rsidR="00631F77" w:rsidRPr="00140830" w:rsidRDefault="00631F77" w:rsidP="00631F77">
      <w:pPr>
        <w:jc w:val="both"/>
        <w:rPr>
          <w:b/>
          <w:color w:val="auto"/>
          <w:sz w:val="20"/>
          <w:szCs w:val="20"/>
        </w:rPr>
      </w:pPr>
    </w:p>
    <w:tbl>
      <w:tblPr>
        <w:tblStyle w:val="Kontuurtabel"/>
        <w:tblW w:w="0" w:type="auto"/>
        <w:tblLook w:val="04A0" w:firstRow="1" w:lastRow="0" w:firstColumn="1" w:lastColumn="0" w:noHBand="0" w:noVBand="1"/>
      </w:tblPr>
      <w:tblGrid>
        <w:gridCol w:w="14562"/>
      </w:tblGrid>
      <w:tr w:rsidR="00631F77" w:rsidRPr="00140830" w14:paraId="5CF46CBF" w14:textId="77777777" w:rsidTr="00631F77">
        <w:tc>
          <w:tcPr>
            <w:tcW w:w="14562" w:type="dxa"/>
          </w:tcPr>
          <w:p w14:paraId="337C59D0" w14:textId="661309B6" w:rsidR="00631F77" w:rsidRPr="00140830" w:rsidRDefault="00631F77" w:rsidP="00631F77">
            <w:pPr>
              <w:jc w:val="both"/>
              <w:rPr>
                <w:b/>
              </w:rPr>
            </w:pPr>
            <w:r w:rsidRPr="00140830">
              <w:rPr>
                <w:b/>
              </w:rPr>
              <w:t>1.</w:t>
            </w:r>
          </w:p>
          <w:p w14:paraId="0B56CF18" w14:textId="357AEBA8" w:rsidR="00631F77" w:rsidRPr="00140830" w:rsidRDefault="00631F77" w:rsidP="00631F77">
            <w:pPr>
              <w:jc w:val="both"/>
              <w:rPr>
                <w:b/>
              </w:rPr>
            </w:pPr>
            <w:r w:rsidRPr="00140830">
              <w:rPr>
                <w:b/>
              </w:rPr>
              <w:t>2.</w:t>
            </w:r>
          </w:p>
          <w:p w14:paraId="47AF5469" w14:textId="69451B68" w:rsidR="00631F77" w:rsidRPr="00140830" w:rsidRDefault="00631F77" w:rsidP="00631F77">
            <w:pPr>
              <w:jc w:val="both"/>
              <w:rPr>
                <w:b/>
              </w:rPr>
            </w:pPr>
            <w:r w:rsidRPr="00140830">
              <w:rPr>
                <w:b/>
              </w:rPr>
              <w:t>3.</w:t>
            </w:r>
          </w:p>
          <w:p w14:paraId="1B39619D" w14:textId="77777777" w:rsidR="00631F77" w:rsidRPr="00140830" w:rsidRDefault="00631F77" w:rsidP="00631F77">
            <w:pPr>
              <w:jc w:val="both"/>
              <w:rPr>
                <w:b/>
              </w:rPr>
            </w:pPr>
          </w:p>
          <w:p w14:paraId="68C4B22E" w14:textId="160D2362" w:rsidR="00631F77" w:rsidRPr="00140830" w:rsidRDefault="00631F77" w:rsidP="00631F77">
            <w:pPr>
              <w:jc w:val="both"/>
              <w:rPr>
                <w:b/>
              </w:rPr>
            </w:pPr>
          </w:p>
        </w:tc>
      </w:tr>
    </w:tbl>
    <w:p w14:paraId="412B815F" w14:textId="77777777" w:rsidR="00631F77" w:rsidRPr="00140830" w:rsidRDefault="00631F77" w:rsidP="00631F77">
      <w:pPr>
        <w:jc w:val="both"/>
        <w:rPr>
          <w:b/>
          <w:color w:val="auto"/>
          <w:sz w:val="20"/>
          <w:szCs w:val="20"/>
        </w:rPr>
      </w:pPr>
    </w:p>
    <w:p w14:paraId="68C0202B" w14:textId="12561B79" w:rsidR="00631F77" w:rsidRPr="00140830" w:rsidRDefault="00A14EBA" w:rsidP="00631F77">
      <w:pPr>
        <w:jc w:val="both"/>
        <w:rPr>
          <w:rFonts w:eastAsiaTheme="minorEastAsia"/>
          <w:color w:val="auto"/>
          <w:kern w:val="24"/>
          <w:sz w:val="20"/>
          <w:szCs w:val="20"/>
        </w:rPr>
      </w:pPr>
      <w:r w:rsidRPr="00140830">
        <w:rPr>
          <w:b/>
          <w:color w:val="auto"/>
          <w:sz w:val="20"/>
          <w:szCs w:val="20"/>
        </w:rPr>
        <w:t>E</w:t>
      </w:r>
      <w:r w:rsidR="00F53C37" w:rsidRPr="00140830">
        <w:rPr>
          <w:b/>
          <w:color w:val="auto"/>
          <w:sz w:val="20"/>
          <w:szCs w:val="20"/>
        </w:rPr>
        <w:t>.2.3</w:t>
      </w:r>
      <w:r w:rsidR="00631F77" w:rsidRPr="00140830">
        <w:rPr>
          <w:b/>
          <w:color w:val="auto"/>
          <w:sz w:val="20"/>
          <w:szCs w:val="20"/>
        </w:rPr>
        <w:t xml:space="preserve">. </w:t>
      </w:r>
      <w:r w:rsidR="006609C8" w:rsidRPr="00140830">
        <w:rPr>
          <w:b/>
          <w:color w:val="auto"/>
          <w:sz w:val="20"/>
          <w:szCs w:val="20"/>
        </w:rPr>
        <w:t>Varasem(</w:t>
      </w:r>
      <w:proofErr w:type="spellStart"/>
      <w:r w:rsidR="006609C8" w:rsidRPr="00140830">
        <w:rPr>
          <w:b/>
          <w:color w:val="auto"/>
          <w:sz w:val="20"/>
          <w:szCs w:val="20"/>
        </w:rPr>
        <w:t>ad</w:t>
      </w:r>
      <w:proofErr w:type="spellEnd"/>
      <w:r w:rsidR="006609C8" w:rsidRPr="00140830">
        <w:rPr>
          <w:b/>
          <w:color w:val="auto"/>
          <w:sz w:val="20"/>
          <w:szCs w:val="20"/>
        </w:rPr>
        <w:t>) h</w:t>
      </w:r>
      <w:r w:rsidR="00631F77" w:rsidRPr="00140830">
        <w:rPr>
          <w:b/>
          <w:color w:val="auto"/>
          <w:sz w:val="20"/>
          <w:szCs w:val="20"/>
        </w:rPr>
        <w:t>innang</w:t>
      </w:r>
      <w:r w:rsidR="006609C8" w:rsidRPr="00140830">
        <w:rPr>
          <w:b/>
          <w:color w:val="auto"/>
          <w:sz w:val="20"/>
          <w:szCs w:val="20"/>
        </w:rPr>
        <w:t>(</w:t>
      </w:r>
      <w:proofErr w:type="spellStart"/>
      <w:r w:rsidR="006609C8" w:rsidRPr="00140830">
        <w:rPr>
          <w:b/>
          <w:color w:val="auto"/>
          <w:sz w:val="20"/>
          <w:szCs w:val="20"/>
        </w:rPr>
        <w:t>ud</w:t>
      </w:r>
      <w:proofErr w:type="spellEnd"/>
      <w:r w:rsidR="006609C8" w:rsidRPr="00140830">
        <w:rPr>
          <w:b/>
          <w:color w:val="auto"/>
          <w:sz w:val="20"/>
          <w:szCs w:val="20"/>
        </w:rPr>
        <w:t>)</w:t>
      </w:r>
      <w:r w:rsidR="00631F77" w:rsidRPr="00140830">
        <w:rPr>
          <w:b/>
          <w:color w:val="auto"/>
          <w:sz w:val="20"/>
          <w:szCs w:val="20"/>
        </w:rPr>
        <w:t xml:space="preserve"> sobiva(te)</w:t>
      </w:r>
      <w:proofErr w:type="spellStart"/>
      <w:r w:rsidR="00631F77" w:rsidRPr="00140830">
        <w:rPr>
          <w:b/>
          <w:color w:val="auto"/>
          <w:sz w:val="20"/>
          <w:szCs w:val="20"/>
        </w:rPr>
        <w:t>le</w:t>
      </w:r>
      <w:proofErr w:type="spellEnd"/>
      <w:r w:rsidR="00631F77" w:rsidRPr="00140830">
        <w:rPr>
          <w:b/>
          <w:color w:val="auto"/>
          <w:sz w:val="20"/>
          <w:szCs w:val="20"/>
        </w:rPr>
        <w:t xml:space="preserve">  sotsiaalhoolekande </w:t>
      </w:r>
      <w:r w:rsidR="0062144E">
        <w:rPr>
          <w:b/>
          <w:color w:val="auto"/>
          <w:sz w:val="20"/>
          <w:szCs w:val="20"/>
        </w:rPr>
        <w:t>abimeetme(te)</w:t>
      </w:r>
      <w:proofErr w:type="spellStart"/>
      <w:r w:rsidR="00631F77" w:rsidRPr="00140830">
        <w:rPr>
          <w:b/>
          <w:color w:val="auto"/>
          <w:sz w:val="20"/>
          <w:szCs w:val="20"/>
        </w:rPr>
        <w:t>le</w:t>
      </w:r>
      <w:proofErr w:type="spellEnd"/>
      <w:r w:rsidR="00631F77" w:rsidRPr="00140830">
        <w:rPr>
          <w:b/>
          <w:color w:val="auto"/>
          <w:sz w:val="20"/>
          <w:szCs w:val="20"/>
        </w:rPr>
        <w:t xml:space="preserve">. </w:t>
      </w:r>
      <w:r w:rsidR="00631F77" w:rsidRPr="00140830">
        <w:rPr>
          <w:rFonts w:eastAsiaTheme="minorEastAsia"/>
          <w:color w:val="auto"/>
          <w:kern w:val="24"/>
          <w:sz w:val="20"/>
          <w:szCs w:val="20"/>
        </w:rPr>
        <w:t>(Kui inimesele on varasemalt läbi viidud toetusvajaduse hindamine, siis kandub siia varasemate hindamiste tulemusel tehtud ots</w:t>
      </w:r>
      <w:r w:rsidR="0062144E">
        <w:rPr>
          <w:rFonts w:eastAsiaTheme="minorEastAsia"/>
          <w:color w:val="auto"/>
          <w:kern w:val="24"/>
          <w:sz w:val="20"/>
          <w:szCs w:val="20"/>
        </w:rPr>
        <w:t>used, mis on lahtris E</w:t>
      </w:r>
      <w:r w:rsidR="00631F77" w:rsidRPr="00140830">
        <w:rPr>
          <w:rFonts w:eastAsiaTheme="minorEastAsia"/>
          <w:color w:val="auto"/>
          <w:kern w:val="24"/>
          <w:sz w:val="20"/>
          <w:szCs w:val="20"/>
        </w:rPr>
        <w:t>.4.).</w:t>
      </w:r>
    </w:p>
    <w:tbl>
      <w:tblPr>
        <w:tblStyle w:val="Kontuurtabel"/>
        <w:tblW w:w="0" w:type="auto"/>
        <w:tblLook w:val="04A0" w:firstRow="1" w:lastRow="0" w:firstColumn="1" w:lastColumn="0" w:noHBand="0" w:noVBand="1"/>
      </w:tblPr>
      <w:tblGrid>
        <w:gridCol w:w="14562"/>
      </w:tblGrid>
      <w:tr w:rsidR="00631F77" w:rsidRPr="00140830" w14:paraId="047691F0" w14:textId="77777777" w:rsidTr="00631F77">
        <w:tc>
          <w:tcPr>
            <w:tcW w:w="14562" w:type="dxa"/>
          </w:tcPr>
          <w:p w14:paraId="5D27E6B5" w14:textId="49C28F84" w:rsidR="00631F77" w:rsidRPr="00140830" w:rsidRDefault="00631F77" w:rsidP="00631F77">
            <w:pPr>
              <w:jc w:val="both"/>
            </w:pPr>
            <w:r w:rsidRPr="00140830">
              <w:t>1.</w:t>
            </w:r>
          </w:p>
          <w:p w14:paraId="107F7261" w14:textId="325305F6" w:rsidR="00631F77" w:rsidRPr="00140830" w:rsidRDefault="00631F77" w:rsidP="00631F77">
            <w:pPr>
              <w:jc w:val="both"/>
            </w:pPr>
            <w:r w:rsidRPr="00140830">
              <w:t>2.</w:t>
            </w:r>
          </w:p>
          <w:p w14:paraId="4D5D0430" w14:textId="357872B0" w:rsidR="00631F77" w:rsidRPr="00140830" w:rsidRDefault="00631F77" w:rsidP="00631F77">
            <w:pPr>
              <w:jc w:val="both"/>
            </w:pPr>
            <w:r w:rsidRPr="00140830">
              <w:t>3.</w:t>
            </w:r>
          </w:p>
        </w:tc>
      </w:tr>
    </w:tbl>
    <w:p w14:paraId="58AF8CE5" w14:textId="77777777" w:rsidR="00631F77" w:rsidRPr="00140830" w:rsidRDefault="00631F77" w:rsidP="00631F77">
      <w:pPr>
        <w:jc w:val="both"/>
        <w:rPr>
          <w:color w:val="auto"/>
          <w:sz w:val="20"/>
          <w:szCs w:val="20"/>
        </w:rPr>
      </w:pPr>
    </w:p>
    <w:p w14:paraId="39D4DFEF" w14:textId="73757B6B" w:rsidR="00631F77" w:rsidRPr="00140830" w:rsidRDefault="00631F77">
      <w:pPr>
        <w:spacing w:line="240" w:lineRule="auto"/>
        <w:rPr>
          <w:rFonts w:eastAsiaTheme="minorEastAsia"/>
          <w:b/>
          <w:color w:val="auto"/>
          <w:kern w:val="24"/>
          <w:sz w:val="20"/>
          <w:szCs w:val="20"/>
        </w:rPr>
      </w:pPr>
    </w:p>
    <w:p w14:paraId="7D0CB213" w14:textId="77777777" w:rsidR="00631F77" w:rsidRPr="00140830" w:rsidRDefault="00631F77">
      <w:pPr>
        <w:spacing w:line="240" w:lineRule="auto"/>
        <w:rPr>
          <w:b/>
          <w:color w:val="auto"/>
          <w:sz w:val="20"/>
          <w:szCs w:val="20"/>
        </w:rPr>
      </w:pPr>
    </w:p>
    <w:p w14:paraId="3E777BBA" w14:textId="0B98392F" w:rsidR="0025540D" w:rsidRPr="00140830" w:rsidRDefault="00A14EBA" w:rsidP="0025540D">
      <w:pPr>
        <w:jc w:val="both"/>
        <w:rPr>
          <w:color w:val="auto"/>
          <w:sz w:val="20"/>
          <w:szCs w:val="20"/>
        </w:rPr>
      </w:pPr>
      <w:r w:rsidRPr="00140830">
        <w:rPr>
          <w:b/>
          <w:color w:val="auto"/>
          <w:sz w:val="20"/>
          <w:szCs w:val="20"/>
        </w:rPr>
        <w:t>E</w:t>
      </w:r>
      <w:r w:rsidR="00631F77" w:rsidRPr="00140830">
        <w:rPr>
          <w:b/>
          <w:color w:val="auto"/>
          <w:sz w:val="20"/>
          <w:szCs w:val="20"/>
        </w:rPr>
        <w:t xml:space="preserve">.3. </w:t>
      </w:r>
      <w:r w:rsidR="0025540D" w:rsidRPr="00140830">
        <w:rPr>
          <w:b/>
          <w:color w:val="auto"/>
          <w:sz w:val="20"/>
          <w:szCs w:val="20"/>
        </w:rPr>
        <w:t xml:space="preserve">Hinnang sotsiaalhoolekande meetmete õigustatuse/vajaduse kohta toimetuleku tagamiseks ja </w:t>
      </w:r>
      <w:r w:rsidR="0025540D" w:rsidRPr="00140830">
        <w:rPr>
          <w:rFonts w:eastAsiaTheme="minorEastAsia"/>
          <w:b/>
          <w:color w:val="auto"/>
          <w:kern w:val="24"/>
          <w:sz w:val="20"/>
          <w:szCs w:val="20"/>
        </w:rPr>
        <w:t>igapäevaelus osalemiseks.</w:t>
      </w:r>
      <w:r w:rsidR="0025540D" w:rsidRPr="00140830">
        <w:rPr>
          <w:rFonts w:asciiTheme="minorHAnsi" w:eastAsiaTheme="minorEastAsia" w:hAnsi="Roboto Condensed" w:cstheme="minorBidi"/>
          <w:color w:val="auto"/>
          <w:kern w:val="24"/>
          <w:sz w:val="47"/>
          <w:szCs w:val="47"/>
        </w:rPr>
        <w:t xml:space="preserve"> </w:t>
      </w:r>
      <w:r w:rsidR="0025540D" w:rsidRPr="00140830">
        <w:rPr>
          <w:rFonts w:eastAsiaTheme="minorEastAsia"/>
          <w:color w:val="auto"/>
          <w:kern w:val="24"/>
          <w:sz w:val="20"/>
          <w:szCs w:val="20"/>
        </w:rPr>
        <w:t xml:space="preserve">Vaba tekstiväli, mida täidab </w:t>
      </w:r>
      <w:r w:rsidR="00B930E4">
        <w:rPr>
          <w:rFonts w:eastAsiaTheme="minorEastAsia"/>
          <w:color w:val="auto"/>
          <w:kern w:val="24"/>
          <w:sz w:val="20"/>
          <w:szCs w:val="20"/>
        </w:rPr>
        <w:t>sotsiaaltöötaja</w:t>
      </w:r>
      <w:r w:rsidR="0025540D" w:rsidRPr="00140830">
        <w:rPr>
          <w:rFonts w:eastAsiaTheme="minorEastAsia"/>
          <w:color w:val="auto"/>
          <w:kern w:val="24"/>
          <w:sz w:val="20"/>
          <w:szCs w:val="20"/>
        </w:rPr>
        <w:t xml:space="preserve"> tuginedes kokkuvõttes välja toodud eluvaldkondade</w:t>
      </w:r>
      <w:r w:rsidR="00E53430" w:rsidRPr="00140830">
        <w:rPr>
          <w:rFonts w:eastAsiaTheme="minorEastAsia"/>
          <w:color w:val="auto"/>
          <w:kern w:val="24"/>
          <w:sz w:val="20"/>
          <w:szCs w:val="20"/>
        </w:rPr>
        <w:t>s</w:t>
      </w:r>
      <w:r w:rsidR="0025540D" w:rsidRPr="00140830">
        <w:rPr>
          <w:rFonts w:eastAsiaTheme="minorEastAsia"/>
          <w:color w:val="auto"/>
          <w:kern w:val="24"/>
          <w:sz w:val="20"/>
          <w:szCs w:val="20"/>
        </w:rPr>
        <w:t xml:space="preserve"> selgunud toetusvajadusele. </w:t>
      </w:r>
    </w:p>
    <w:tbl>
      <w:tblPr>
        <w:tblStyle w:val="Kontuurtabel"/>
        <w:tblW w:w="0" w:type="auto"/>
        <w:tblLook w:val="04A0" w:firstRow="1" w:lastRow="0" w:firstColumn="1" w:lastColumn="0" w:noHBand="0" w:noVBand="1"/>
      </w:tblPr>
      <w:tblGrid>
        <w:gridCol w:w="14562"/>
      </w:tblGrid>
      <w:tr w:rsidR="0025540D" w:rsidRPr="00140830" w14:paraId="2858CCB8" w14:textId="77777777" w:rsidTr="0025540D">
        <w:tc>
          <w:tcPr>
            <w:tcW w:w="14562" w:type="dxa"/>
          </w:tcPr>
          <w:p w14:paraId="7C78BBED" w14:textId="77777777" w:rsidR="0025540D" w:rsidRPr="00140830" w:rsidRDefault="0025540D" w:rsidP="0025540D">
            <w:pPr>
              <w:jc w:val="both"/>
            </w:pPr>
          </w:p>
          <w:p w14:paraId="66E82859" w14:textId="77777777" w:rsidR="0025540D" w:rsidRPr="00140830" w:rsidRDefault="0025540D" w:rsidP="0025540D">
            <w:pPr>
              <w:jc w:val="both"/>
            </w:pPr>
          </w:p>
          <w:p w14:paraId="30A83CC4" w14:textId="77777777" w:rsidR="0025540D" w:rsidRPr="00140830" w:rsidRDefault="0025540D" w:rsidP="0025540D">
            <w:pPr>
              <w:jc w:val="both"/>
            </w:pPr>
          </w:p>
          <w:p w14:paraId="68BFA2E5" w14:textId="77777777" w:rsidR="0025540D" w:rsidRPr="00140830" w:rsidRDefault="0025540D" w:rsidP="0025540D">
            <w:pPr>
              <w:jc w:val="both"/>
            </w:pPr>
          </w:p>
          <w:p w14:paraId="42AA0B47" w14:textId="77777777" w:rsidR="0025540D" w:rsidRPr="00140830" w:rsidRDefault="0025540D" w:rsidP="0025540D">
            <w:pPr>
              <w:jc w:val="both"/>
            </w:pPr>
          </w:p>
          <w:p w14:paraId="1AB83869" w14:textId="15FA6965" w:rsidR="0025540D" w:rsidRPr="00140830" w:rsidRDefault="0025540D" w:rsidP="0025540D">
            <w:pPr>
              <w:jc w:val="both"/>
            </w:pPr>
          </w:p>
        </w:tc>
      </w:tr>
    </w:tbl>
    <w:p w14:paraId="73FB427C" w14:textId="633B2162" w:rsidR="0025540D" w:rsidRPr="00140830" w:rsidRDefault="0025540D" w:rsidP="0025540D">
      <w:pPr>
        <w:jc w:val="both"/>
        <w:rPr>
          <w:color w:val="auto"/>
          <w:sz w:val="20"/>
          <w:szCs w:val="20"/>
        </w:rPr>
      </w:pPr>
    </w:p>
    <w:p w14:paraId="6E7C9FB0" w14:textId="1D85226B" w:rsidR="0025540D" w:rsidRPr="00140830" w:rsidRDefault="00A14EBA" w:rsidP="0025540D">
      <w:pPr>
        <w:jc w:val="both"/>
        <w:rPr>
          <w:b/>
          <w:color w:val="auto"/>
          <w:sz w:val="20"/>
          <w:szCs w:val="20"/>
        </w:rPr>
      </w:pPr>
      <w:r w:rsidRPr="00140830">
        <w:rPr>
          <w:b/>
          <w:color w:val="auto"/>
          <w:sz w:val="20"/>
          <w:szCs w:val="20"/>
        </w:rPr>
        <w:t>E</w:t>
      </w:r>
      <w:r w:rsidR="00631F77" w:rsidRPr="00140830">
        <w:rPr>
          <w:b/>
          <w:color w:val="auto"/>
          <w:sz w:val="20"/>
          <w:szCs w:val="20"/>
        </w:rPr>
        <w:t>.4. S</w:t>
      </w:r>
      <w:r w:rsidR="00E05690" w:rsidRPr="00140830">
        <w:rPr>
          <w:b/>
          <w:color w:val="auto"/>
          <w:sz w:val="20"/>
          <w:szCs w:val="20"/>
        </w:rPr>
        <w:t>obiva</w:t>
      </w:r>
      <w:r w:rsidR="00631F77" w:rsidRPr="00140830">
        <w:rPr>
          <w:b/>
          <w:color w:val="auto"/>
          <w:sz w:val="20"/>
          <w:szCs w:val="20"/>
        </w:rPr>
        <w:t>(d)</w:t>
      </w:r>
      <w:r w:rsidR="00E05690" w:rsidRPr="00140830">
        <w:rPr>
          <w:b/>
          <w:color w:val="auto"/>
          <w:sz w:val="20"/>
          <w:szCs w:val="20"/>
        </w:rPr>
        <w:t xml:space="preserve">  sotsiaalhoolekande teenus</w:t>
      </w:r>
      <w:r w:rsidR="00631F77" w:rsidRPr="00140830">
        <w:rPr>
          <w:b/>
          <w:color w:val="auto"/>
          <w:sz w:val="20"/>
          <w:szCs w:val="20"/>
        </w:rPr>
        <w:t>(</w:t>
      </w:r>
      <w:proofErr w:type="spellStart"/>
      <w:r w:rsidR="00631F77" w:rsidRPr="00140830">
        <w:rPr>
          <w:b/>
          <w:color w:val="auto"/>
          <w:sz w:val="20"/>
          <w:szCs w:val="20"/>
        </w:rPr>
        <w:t>ed</w:t>
      </w:r>
      <w:proofErr w:type="spellEnd"/>
      <w:r w:rsidR="00631F77" w:rsidRPr="00140830">
        <w:rPr>
          <w:b/>
          <w:color w:val="auto"/>
          <w:sz w:val="20"/>
          <w:szCs w:val="20"/>
        </w:rPr>
        <w:t>)</w:t>
      </w:r>
      <w:r w:rsidR="00E53430" w:rsidRPr="00140830">
        <w:rPr>
          <w:b/>
          <w:color w:val="auto"/>
          <w:sz w:val="20"/>
          <w:szCs w:val="20"/>
        </w:rPr>
        <w:t xml:space="preserve">. </w:t>
      </w:r>
      <w:r w:rsidR="00B930E4">
        <w:rPr>
          <w:rFonts w:eastAsiaTheme="minorEastAsia"/>
          <w:color w:val="auto"/>
          <w:kern w:val="24"/>
          <w:sz w:val="20"/>
          <w:szCs w:val="20"/>
        </w:rPr>
        <w:t>Vaba tekstiväli, mida täidab sotsiaaltöötaja</w:t>
      </w:r>
      <w:r w:rsidR="00E53430" w:rsidRPr="00140830">
        <w:rPr>
          <w:rFonts w:eastAsiaTheme="minorEastAsia"/>
          <w:color w:val="auto"/>
          <w:kern w:val="24"/>
          <w:sz w:val="20"/>
          <w:szCs w:val="20"/>
        </w:rPr>
        <w:t xml:space="preserve"> tuginedes kokkuvõttes välja toodud eluvaldkondades selgunud toetusvajadusele ning analüüsides olemasolevate sotsiaalhoolekande abimeetmete eesmärke ja tegevusi, et katta isiku toetusvajadust erinevates eluvaldkondades.  </w:t>
      </w:r>
      <w:r w:rsidR="00E05690" w:rsidRPr="00140830">
        <w:rPr>
          <w:b/>
          <w:color w:val="auto"/>
          <w:sz w:val="20"/>
          <w:szCs w:val="20"/>
        </w:rPr>
        <w:t xml:space="preserve"> </w:t>
      </w:r>
    </w:p>
    <w:tbl>
      <w:tblPr>
        <w:tblStyle w:val="Kontuurtabel"/>
        <w:tblW w:w="0" w:type="auto"/>
        <w:tblLook w:val="04A0" w:firstRow="1" w:lastRow="0" w:firstColumn="1" w:lastColumn="0" w:noHBand="0" w:noVBand="1"/>
      </w:tblPr>
      <w:tblGrid>
        <w:gridCol w:w="14562"/>
      </w:tblGrid>
      <w:tr w:rsidR="00E05690" w:rsidRPr="00140830" w14:paraId="06918E6F" w14:textId="77777777" w:rsidTr="00E05690">
        <w:tc>
          <w:tcPr>
            <w:tcW w:w="14562" w:type="dxa"/>
          </w:tcPr>
          <w:p w14:paraId="77C133EA" w14:textId="77777777" w:rsidR="00E05690" w:rsidRPr="00140830" w:rsidRDefault="00E05690" w:rsidP="0025540D">
            <w:pPr>
              <w:jc w:val="both"/>
            </w:pPr>
          </w:p>
          <w:p w14:paraId="6E5C5E99" w14:textId="77777777" w:rsidR="00E05690" w:rsidRPr="00140830" w:rsidRDefault="00E05690" w:rsidP="0025540D">
            <w:pPr>
              <w:jc w:val="both"/>
            </w:pPr>
          </w:p>
          <w:p w14:paraId="403CCBC8" w14:textId="77777777" w:rsidR="00E05690" w:rsidRPr="00140830" w:rsidRDefault="00E05690" w:rsidP="0025540D">
            <w:pPr>
              <w:jc w:val="both"/>
            </w:pPr>
          </w:p>
          <w:p w14:paraId="552BAEDC" w14:textId="77777777" w:rsidR="00E05690" w:rsidRPr="00140830" w:rsidRDefault="00E05690" w:rsidP="0025540D">
            <w:pPr>
              <w:jc w:val="both"/>
            </w:pPr>
          </w:p>
          <w:p w14:paraId="29F35CE2" w14:textId="77777777" w:rsidR="00E05690" w:rsidRPr="00140830" w:rsidRDefault="00E05690" w:rsidP="0025540D">
            <w:pPr>
              <w:jc w:val="both"/>
            </w:pPr>
          </w:p>
          <w:p w14:paraId="2329A7E6" w14:textId="77777777" w:rsidR="00E05690" w:rsidRPr="00140830" w:rsidRDefault="00E05690" w:rsidP="0025540D">
            <w:pPr>
              <w:jc w:val="both"/>
            </w:pPr>
          </w:p>
          <w:p w14:paraId="7D49781B" w14:textId="0320FA29" w:rsidR="00E05690" w:rsidRPr="00140830" w:rsidRDefault="00E05690" w:rsidP="0025540D">
            <w:pPr>
              <w:jc w:val="both"/>
            </w:pPr>
          </w:p>
        </w:tc>
      </w:tr>
    </w:tbl>
    <w:p w14:paraId="45E83B27" w14:textId="0763C0AE" w:rsidR="00E05690" w:rsidRPr="00140830" w:rsidRDefault="00E05690" w:rsidP="0025540D">
      <w:pPr>
        <w:jc w:val="both"/>
        <w:rPr>
          <w:color w:val="auto"/>
          <w:sz w:val="20"/>
          <w:szCs w:val="20"/>
        </w:rPr>
      </w:pPr>
    </w:p>
    <w:p w14:paraId="5CCC7874" w14:textId="1E939544" w:rsidR="00413A9D" w:rsidRPr="00140830" w:rsidRDefault="00413A9D" w:rsidP="0025540D">
      <w:pPr>
        <w:jc w:val="both"/>
        <w:rPr>
          <w:color w:val="auto"/>
          <w:sz w:val="20"/>
          <w:szCs w:val="20"/>
        </w:rPr>
      </w:pPr>
    </w:p>
    <w:p w14:paraId="1ED20FE5" w14:textId="01E868A5" w:rsidR="00413A9D" w:rsidRPr="00140830" w:rsidRDefault="009A5E62" w:rsidP="0025540D">
      <w:pPr>
        <w:jc w:val="both"/>
        <w:rPr>
          <w:b/>
          <w:color w:val="auto"/>
          <w:sz w:val="20"/>
          <w:szCs w:val="20"/>
        </w:rPr>
      </w:pPr>
      <w:r>
        <w:rPr>
          <w:b/>
          <w:color w:val="auto"/>
          <w:sz w:val="20"/>
          <w:szCs w:val="20"/>
        </w:rPr>
        <w:t xml:space="preserve">F. </w:t>
      </w:r>
      <w:r w:rsidR="00413A9D" w:rsidRPr="00140830">
        <w:rPr>
          <w:b/>
          <w:color w:val="auto"/>
          <w:sz w:val="20"/>
          <w:szCs w:val="20"/>
        </w:rPr>
        <w:t>ANDMED HINDAMISE LÄBIVIIMISE KOHTA</w:t>
      </w:r>
    </w:p>
    <w:tbl>
      <w:tblPr>
        <w:tblW w:w="14601" w:type="dxa"/>
        <w:tblInd w:w="-5" w:type="dxa"/>
        <w:tblLayout w:type="fixed"/>
        <w:tblLook w:val="04A0" w:firstRow="1" w:lastRow="0" w:firstColumn="1" w:lastColumn="0" w:noHBand="0" w:noVBand="1"/>
      </w:tblPr>
      <w:tblGrid>
        <w:gridCol w:w="2410"/>
        <w:gridCol w:w="2693"/>
        <w:gridCol w:w="1701"/>
        <w:gridCol w:w="1985"/>
        <w:gridCol w:w="5812"/>
      </w:tblGrid>
      <w:tr w:rsidR="00140830" w:rsidRPr="00140830" w14:paraId="2129C717" w14:textId="77777777" w:rsidTr="00413A9D">
        <w:tc>
          <w:tcPr>
            <w:tcW w:w="2410" w:type="dxa"/>
            <w:tcBorders>
              <w:top w:val="single" w:sz="4" w:space="0" w:color="000000"/>
              <w:left w:val="single" w:sz="4" w:space="0" w:color="000000"/>
              <w:bottom w:val="single" w:sz="4" w:space="0" w:color="000000"/>
              <w:right w:val="nil"/>
            </w:tcBorders>
            <w:hideMark/>
          </w:tcPr>
          <w:p w14:paraId="55FC3B0A" w14:textId="4F8E9317" w:rsidR="00413A9D" w:rsidRPr="00140830" w:rsidRDefault="00413A9D" w:rsidP="00DA580A">
            <w:pPr>
              <w:rPr>
                <w:color w:val="auto"/>
                <w:sz w:val="20"/>
                <w:szCs w:val="20"/>
              </w:rPr>
            </w:pPr>
            <w:r w:rsidRPr="00140830">
              <w:rPr>
                <w:b/>
                <w:color w:val="auto"/>
                <w:sz w:val="20"/>
                <w:szCs w:val="20"/>
              </w:rPr>
              <w:t>1</w:t>
            </w:r>
            <w:r w:rsidRPr="00140830">
              <w:rPr>
                <w:color w:val="auto"/>
                <w:sz w:val="20"/>
                <w:szCs w:val="20"/>
              </w:rPr>
              <w:t>.Hindamise kuupäev (info, mis peab kanduma uue hindamise läbiviimisel kokkuvõtte osale</w:t>
            </w:r>
            <w:r w:rsidR="009A5E62">
              <w:rPr>
                <w:color w:val="auto"/>
                <w:sz w:val="20"/>
                <w:szCs w:val="20"/>
              </w:rPr>
              <w:t xml:space="preserve"> E.2.1.</w:t>
            </w:r>
            <w:r w:rsidRPr="00140830">
              <w:rPr>
                <w:color w:val="auto"/>
                <w:sz w:val="20"/>
                <w:szCs w:val="20"/>
              </w:rPr>
              <w:t>)</w:t>
            </w:r>
          </w:p>
        </w:tc>
        <w:tc>
          <w:tcPr>
            <w:tcW w:w="2693" w:type="dxa"/>
            <w:tcBorders>
              <w:top w:val="single" w:sz="4" w:space="0" w:color="000000"/>
              <w:left w:val="single" w:sz="4" w:space="0" w:color="000000"/>
              <w:bottom w:val="single" w:sz="4" w:space="0" w:color="000000"/>
              <w:right w:val="single" w:sz="4" w:space="0" w:color="000000"/>
            </w:tcBorders>
          </w:tcPr>
          <w:p w14:paraId="4871CBD8" w14:textId="353888DE" w:rsidR="00413A9D" w:rsidRPr="00140830" w:rsidRDefault="00413A9D" w:rsidP="00413A9D">
            <w:pPr>
              <w:rPr>
                <w:color w:val="auto"/>
                <w:sz w:val="20"/>
                <w:szCs w:val="20"/>
              </w:rPr>
            </w:pPr>
            <w:r w:rsidRPr="00140830">
              <w:rPr>
                <w:b/>
                <w:color w:val="auto"/>
                <w:sz w:val="20"/>
                <w:szCs w:val="20"/>
              </w:rPr>
              <w:t>2.</w:t>
            </w:r>
            <w:r w:rsidRPr="00140830">
              <w:rPr>
                <w:color w:val="auto"/>
                <w:sz w:val="20"/>
                <w:szCs w:val="20"/>
              </w:rPr>
              <w:t xml:space="preserve"> Hindamise algus (kellaaeg)</w:t>
            </w:r>
          </w:p>
        </w:tc>
        <w:tc>
          <w:tcPr>
            <w:tcW w:w="1701" w:type="dxa"/>
            <w:tcBorders>
              <w:top w:val="single" w:sz="4" w:space="0" w:color="000000"/>
              <w:left w:val="single" w:sz="4" w:space="0" w:color="000000"/>
              <w:bottom w:val="single" w:sz="4" w:space="0" w:color="000000"/>
              <w:right w:val="single" w:sz="4" w:space="0" w:color="000000"/>
            </w:tcBorders>
          </w:tcPr>
          <w:p w14:paraId="3D35AC7D" w14:textId="51908A59" w:rsidR="00413A9D" w:rsidRPr="00140830" w:rsidRDefault="00413A9D" w:rsidP="00DA580A">
            <w:pPr>
              <w:rPr>
                <w:b/>
                <w:color w:val="auto"/>
                <w:sz w:val="20"/>
                <w:szCs w:val="20"/>
              </w:rPr>
            </w:pPr>
            <w:r w:rsidRPr="00140830">
              <w:rPr>
                <w:b/>
                <w:color w:val="auto"/>
                <w:sz w:val="20"/>
                <w:szCs w:val="20"/>
              </w:rPr>
              <w:t>3. Hindamise lõpp (kellaaeg)</w:t>
            </w:r>
          </w:p>
        </w:tc>
        <w:tc>
          <w:tcPr>
            <w:tcW w:w="1985" w:type="dxa"/>
            <w:tcBorders>
              <w:top w:val="single" w:sz="4" w:space="0" w:color="000000"/>
              <w:left w:val="single" w:sz="4" w:space="0" w:color="000000"/>
              <w:bottom w:val="single" w:sz="4" w:space="0" w:color="000000"/>
              <w:right w:val="nil"/>
            </w:tcBorders>
            <w:hideMark/>
          </w:tcPr>
          <w:p w14:paraId="50A5F5CF" w14:textId="4D143413" w:rsidR="00413A9D" w:rsidRPr="00140830" w:rsidRDefault="00413A9D" w:rsidP="009A5E62">
            <w:pPr>
              <w:rPr>
                <w:color w:val="auto"/>
                <w:sz w:val="20"/>
                <w:szCs w:val="20"/>
              </w:rPr>
            </w:pPr>
            <w:r w:rsidRPr="00140830">
              <w:rPr>
                <w:b/>
                <w:color w:val="auto"/>
                <w:sz w:val="20"/>
                <w:szCs w:val="20"/>
              </w:rPr>
              <w:t>3.</w:t>
            </w:r>
            <w:r w:rsidRPr="00140830">
              <w:rPr>
                <w:color w:val="auto"/>
                <w:sz w:val="20"/>
                <w:szCs w:val="20"/>
              </w:rPr>
              <w:t xml:space="preserve"> Hindamise läbiviinud </w:t>
            </w:r>
            <w:r w:rsidR="009A5E62">
              <w:rPr>
                <w:color w:val="auto"/>
                <w:sz w:val="20"/>
                <w:szCs w:val="20"/>
              </w:rPr>
              <w:t xml:space="preserve">sotsiaaltöötaja </w:t>
            </w:r>
            <w:r w:rsidRPr="00140830">
              <w:rPr>
                <w:color w:val="auto"/>
                <w:sz w:val="20"/>
                <w:szCs w:val="20"/>
              </w:rPr>
              <w:t>nimi</w:t>
            </w:r>
          </w:p>
        </w:tc>
        <w:tc>
          <w:tcPr>
            <w:tcW w:w="5812" w:type="dxa"/>
            <w:tcBorders>
              <w:top w:val="single" w:sz="4" w:space="0" w:color="000000"/>
              <w:left w:val="single" w:sz="4" w:space="0" w:color="000000"/>
              <w:bottom w:val="single" w:sz="4" w:space="0" w:color="000000"/>
              <w:right w:val="single" w:sz="4" w:space="0" w:color="000000"/>
            </w:tcBorders>
            <w:hideMark/>
          </w:tcPr>
          <w:p w14:paraId="09D3E5F6" w14:textId="43E9CC97" w:rsidR="00413A9D" w:rsidRPr="00140830" w:rsidRDefault="00413A9D" w:rsidP="009A5E62">
            <w:pPr>
              <w:rPr>
                <w:color w:val="auto"/>
                <w:sz w:val="20"/>
                <w:szCs w:val="20"/>
              </w:rPr>
            </w:pPr>
            <w:r w:rsidRPr="00140830">
              <w:rPr>
                <w:b/>
                <w:color w:val="auto"/>
                <w:sz w:val="20"/>
                <w:szCs w:val="20"/>
              </w:rPr>
              <w:t>4.</w:t>
            </w:r>
            <w:r w:rsidRPr="00140830">
              <w:rPr>
                <w:color w:val="auto"/>
                <w:sz w:val="20"/>
                <w:szCs w:val="20"/>
              </w:rPr>
              <w:t xml:space="preserve"> Hindamise läbiviimise koht (märgi siia võimalik koht, nt – 1.erihoolekandeasutus, 2. </w:t>
            </w:r>
            <w:proofErr w:type="spellStart"/>
            <w:r w:rsidRPr="00140830">
              <w:rPr>
                <w:color w:val="auto"/>
                <w:sz w:val="20"/>
                <w:szCs w:val="20"/>
              </w:rPr>
              <w:t>üldhooldekodu</w:t>
            </w:r>
            <w:proofErr w:type="spellEnd"/>
            <w:r w:rsidRPr="00140830">
              <w:rPr>
                <w:color w:val="auto"/>
                <w:sz w:val="20"/>
                <w:szCs w:val="20"/>
              </w:rPr>
              <w:t xml:space="preserve">, 3. isiku kodus, 4. </w:t>
            </w:r>
            <w:proofErr w:type="spellStart"/>
            <w:r w:rsidR="009A5E62">
              <w:rPr>
                <w:color w:val="auto"/>
                <w:sz w:val="20"/>
                <w:szCs w:val="20"/>
              </w:rPr>
              <w:t>KOV-i</w:t>
            </w:r>
            <w:proofErr w:type="spellEnd"/>
            <w:r w:rsidRPr="00140830">
              <w:rPr>
                <w:color w:val="auto"/>
                <w:sz w:val="20"/>
                <w:szCs w:val="20"/>
              </w:rPr>
              <w:t xml:space="preserve"> teenindusbüroo, 5. päevakeskus, 6. varjupaik, 7. vm)</w:t>
            </w:r>
          </w:p>
        </w:tc>
      </w:tr>
      <w:tr w:rsidR="00140830" w:rsidRPr="00140830" w14:paraId="2025556D" w14:textId="77777777" w:rsidTr="00413A9D">
        <w:tc>
          <w:tcPr>
            <w:tcW w:w="2410" w:type="dxa"/>
            <w:tcBorders>
              <w:top w:val="single" w:sz="4" w:space="0" w:color="000000"/>
              <w:left w:val="single" w:sz="4" w:space="0" w:color="000000"/>
              <w:bottom w:val="single" w:sz="4" w:space="0" w:color="000000"/>
              <w:right w:val="nil"/>
            </w:tcBorders>
          </w:tcPr>
          <w:p w14:paraId="15705A26" w14:textId="64D368ED" w:rsidR="009A5E62" w:rsidRPr="00E54E8A" w:rsidRDefault="009A5E62" w:rsidP="009A5E62">
            <w:pPr>
              <w:spacing w:line="240" w:lineRule="auto"/>
              <w:jc w:val="both"/>
              <w:rPr>
                <w:rFonts w:asciiTheme="minorHAnsi" w:hAnsiTheme="minorHAnsi" w:cstheme="minorHAnsi"/>
                <w:sz w:val="20"/>
                <w:szCs w:val="20"/>
              </w:rPr>
            </w:pPr>
            <w:sdt>
              <w:sdtPr>
                <w:rPr>
                  <w:rFonts w:asciiTheme="minorHAnsi" w:hAnsiTheme="minorHAnsi" w:cstheme="minorHAnsi"/>
                  <w:sz w:val="20"/>
                  <w:szCs w:val="20"/>
                </w:rPr>
                <w:id w:val="468025555"/>
                <w:placeholder>
                  <w:docPart w:val="8080E37F7BE04AF8991BF6D8C813F7E9"/>
                </w:placeholder>
                <w:showingPlcHdr/>
                <w:date>
                  <w:dateFormat w:val="dd.MM.yyyy"/>
                  <w:lid w:val="et-EE"/>
                  <w:storeMappedDataAs w:val="dateTime"/>
                  <w:calendar w:val="gregorian"/>
                </w:date>
              </w:sdtPr>
              <w:sdtContent>
                <w:r w:rsidRPr="00E54E8A">
                  <w:rPr>
                    <w:rStyle w:val="Kohatitetekst"/>
                    <w:rFonts w:asciiTheme="minorHAnsi" w:hAnsiTheme="minorHAnsi" w:cstheme="minorHAnsi"/>
                    <w:sz w:val="20"/>
                    <w:szCs w:val="20"/>
                  </w:rPr>
                  <w:t>Kuupäeva sisestamiseks klõpsake siin.</w:t>
                </w:r>
              </w:sdtContent>
            </w:sdt>
          </w:p>
          <w:p w14:paraId="7164BC19" w14:textId="77777777" w:rsidR="00413A9D" w:rsidRPr="00140830" w:rsidRDefault="00413A9D" w:rsidP="00DA580A">
            <w:pPr>
              <w:rPr>
                <w:color w:val="auto"/>
                <w:sz w:val="20"/>
                <w:szCs w:val="20"/>
              </w:rPr>
            </w:pPr>
          </w:p>
          <w:p w14:paraId="13D5C342" w14:textId="77777777" w:rsidR="00003381" w:rsidRPr="00140830" w:rsidRDefault="00003381" w:rsidP="00DA580A">
            <w:pPr>
              <w:rPr>
                <w:color w:val="auto"/>
                <w:sz w:val="20"/>
                <w:szCs w:val="20"/>
              </w:rPr>
            </w:pPr>
          </w:p>
          <w:p w14:paraId="5AC78416" w14:textId="3AB02DB1" w:rsidR="00003381" w:rsidRPr="00140830" w:rsidRDefault="00003381" w:rsidP="00DA580A">
            <w:pPr>
              <w:rPr>
                <w:color w:val="auto"/>
                <w:sz w:val="20"/>
                <w:szCs w:val="20"/>
              </w:rPr>
            </w:pPr>
          </w:p>
        </w:tc>
        <w:tc>
          <w:tcPr>
            <w:tcW w:w="2693" w:type="dxa"/>
            <w:tcBorders>
              <w:top w:val="single" w:sz="4" w:space="0" w:color="000000"/>
              <w:left w:val="single" w:sz="4" w:space="0" w:color="000000"/>
              <w:bottom w:val="single" w:sz="4" w:space="0" w:color="000000"/>
              <w:right w:val="single" w:sz="4" w:space="0" w:color="000000"/>
            </w:tcBorders>
          </w:tcPr>
          <w:p w14:paraId="33232BD1" w14:textId="77777777" w:rsidR="00413A9D" w:rsidRPr="00140830" w:rsidRDefault="00413A9D" w:rsidP="00DA580A">
            <w:pPr>
              <w:rPr>
                <w:color w:val="auto"/>
                <w:sz w:val="20"/>
                <w:szCs w:val="20"/>
              </w:rPr>
            </w:pPr>
          </w:p>
        </w:tc>
        <w:tc>
          <w:tcPr>
            <w:tcW w:w="1701" w:type="dxa"/>
            <w:tcBorders>
              <w:top w:val="single" w:sz="4" w:space="0" w:color="000000"/>
              <w:left w:val="single" w:sz="4" w:space="0" w:color="000000"/>
              <w:bottom w:val="single" w:sz="4" w:space="0" w:color="000000"/>
              <w:right w:val="single" w:sz="4" w:space="0" w:color="000000"/>
            </w:tcBorders>
          </w:tcPr>
          <w:p w14:paraId="2AB91FCF" w14:textId="77777777" w:rsidR="00413A9D" w:rsidRPr="00140830" w:rsidRDefault="00413A9D" w:rsidP="00DA580A">
            <w:pPr>
              <w:rPr>
                <w:color w:val="auto"/>
                <w:sz w:val="20"/>
                <w:szCs w:val="20"/>
              </w:rPr>
            </w:pPr>
          </w:p>
        </w:tc>
        <w:tc>
          <w:tcPr>
            <w:tcW w:w="1985" w:type="dxa"/>
            <w:tcBorders>
              <w:top w:val="single" w:sz="4" w:space="0" w:color="000000"/>
              <w:left w:val="single" w:sz="4" w:space="0" w:color="000000"/>
              <w:bottom w:val="single" w:sz="4" w:space="0" w:color="000000"/>
              <w:right w:val="nil"/>
            </w:tcBorders>
          </w:tcPr>
          <w:p w14:paraId="6754B303" w14:textId="4F271E10" w:rsidR="00413A9D" w:rsidRPr="00140830" w:rsidRDefault="00413A9D" w:rsidP="00DA580A">
            <w:pPr>
              <w:rPr>
                <w:color w:val="auto"/>
                <w:sz w:val="20"/>
                <w:szCs w:val="20"/>
              </w:rPr>
            </w:pPr>
          </w:p>
        </w:tc>
        <w:tc>
          <w:tcPr>
            <w:tcW w:w="5812" w:type="dxa"/>
            <w:tcBorders>
              <w:top w:val="single" w:sz="4" w:space="0" w:color="000000"/>
              <w:left w:val="single" w:sz="4" w:space="0" w:color="000000"/>
              <w:bottom w:val="single" w:sz="4" w:space="0" w:color="000000"/>
              <w:right w:val="single" w:sz="4" w:space="0" w:color="000000"/>
            </w:tcBorders>
          </w:tcPr>
          <w:p w14:paraId="37645BDF" w14:textId="77777777" w:rsidR="00413A9D" w:rsidRPr="00140830" w:rsidRDefault="00413A9D" w:rsidP="00DA580A">
            <w:pPr>
              <w:rPr>
                <w:color w:val="auto"/>
                <w:sz w:val="20"/>
                <w:szCs w:val="20"/>
              </w:rPr>
            </w:pPr>
          </w:p>
        </w:tc>
      </w:tr>
    </w:tbl>
    <w:p w14:paraId="534B0127" w14:textId="77777777" w:rsidR="00413A9D" w:rsidRPr="00140830" w:rsidRDefault="00413A9D" w:rsidP="00413A9D">
      <w:pPr>
        <w:rPr>
          <w:color w:val="auto"/>
          <w:sz w:val="20"/>
          <w:szCs w:val="20"/>
        </w:rPr>
      </w:pPr>
    </w:p>
    <w:p w14:paraId="7F7804BD" w14:textId="33C2481A" w:rsidR="00413A9D" w:rsidRDefault="00413A9D" w:rsidP="00413A9D">
      <w:pPr>
        <w:rPr>
          <w:b/>
          <w:color w:val="auto"/>
          <w:sz w:val="20"/>
          <w:szCs w:val="20"/>
        </w:rPr>
      </w:pPr>
      <w:r w:rsidRPr="00140830">
        <w:rPr>
          <w:b/>
          <w:color w:val="auto"/>
          <w:sz w:val="20"/>
          <w:szCs w:val="20"/>
        </w:rPr>
        <w:t>Hindamise andmed saadud (märgista kõik sobivad variandid):</w:t>
      </w:r>
    </w:p>
    <w:p w14:paraId="46FC2480" w14:textId="5610500C" w:rsidR="00413A9D" w:rsidRPr="009E4861" w:rsidRDefault="009E4861" w:rsidP="009E4861">
      <w:pPr>
        <w:pStyle w:val="Loendilik"/>
        <w:numPr>
          <w:ilvl w:val="0"/>
          <w:numId w:val="3"/>
        </w:numPr>
        <w:rPr>
          <w:rFonts w:cs="Arial"/>
          <w:sz w:val="20"/>
        </w:rPr>
      </w:pPr>
      <w:sdt>
        <w:sdtPr>
          <w:rPr>
            <w:rFonts w:ascii="MS Gothic" w:eastAsia="MS Gothic" w:hAnsi="MS Gothic" w:cs="Arial"/>
            <w:sz w:val="20"/>
          </w:rPr>
          <w:id w:val="-1223279526"/>
          <w14:checkbox>
            <w14:checked w14:val="0"/>
            <w14:checkedState w14:val="2612" w14:font="MS Gothic"/>
            <w14:uncheckedState w14:val="2610" w14:font="MS Gothic"/>
          </w14:checkbox>
        </w:sdtPr>
        <w:sdtContent>
          <w:r>
            <w:rPr>
              <w:rFonts w:ascii="MS Gothic" w:eastAsia="MS Gothic" w:hAnsi="MS Gothic" w:cs="Arial" w:hint="eastAsia"/>
              <w:sz w:val="20"/>
            </w:rPr>
            <w:t>☐</w:t>
          </w:r>
        </w:sdtContent>
      </w:sdt>
      <w:r w:rsidR="00413A9D" w:rsidRPr="009E4861">
        <w:rPr>
          <w:rFonts w:cs="Arial"/>
          <w:sz w:val="20"/>
        </w:rPr>
        <w:t>1. Isikult endalt</w:t>
      </w:r>
    </w:p>
    <w:p w14:paraId="52110ABB" w14:textId="6452C2A6" w:rsidR="00413A9D" w:rsidRPr="009E4861" w:rsidRDefault="009E4861" w:rsidP="009E4861">
      <w:pPr>
        <w:pStyle w:val="Loendilik"/>
        <w:numPr>
          <w:ilvl w:val="0"/>
          <w:numId w:val="3"/>
        </w:numPr>
        <w:rPr>
          <w:rFonts w:cs="Arial"/>
          <w:sz w:val="20"/>
        </w:rPr>
      </w:pPr>
      <w:sdt>
        <w:sdtPr>
          <w:rPr>
            <w:rFonts w:ascii="MS Gothic" w:eastAsia="MS Gothic" w:hAnsi="MS Gothic" w:cs="Arial"/>
            <w:sz w:val="20"/>
          </w:rPr>
          <w:id w:val="150882072"/>
          <w14:checkbox>
            <w14:checked w14:val="0"/>
            <w14:checkedState w14:val="2612" w14:font="MS Gothic"/>
            <w14:uncheckedState w14:val="2610" w14:font="MS Gothic"/>
          </w14:checkbox>
        </w:sdtPr>
        <w:sdtContent>
          <w:r w:rsidRPr="009E4861">
            <w:rPr>
              <w:rFonts w:ascii="MS Gothic" w:eastAsia="MS Gothic" w:hAnsi="MS Gothic" w:cs="Arial" w:hint="eastAsia"/>
              <w:sz w:val="20"/>
            </w:rPr>
            <w:t>☐</w:t>
          </w:r>
        </w:sdtContent>
      </w:sdt>
      <w:r w:rsidR="00413A9D" w:rsidRPr="009E4861">
        <w:rPr>
          <w:rFonts w:cs="Arial"/>
          <w:sz w:val="20"/>
        </w:rPr>
        <w:t>2. Tugiisikult (kes täidab regulaarselt isiku tegevusplaani)</w:t>
      </w:r>
    </w:p>
    <w:p w14:paraId="72D585AB" w14:textId="752B8FF9" w:rsidR="00413A9D" w:rsidRPr="00140830" w:rsidRDefault="009E4861" w:rsidP="00413A9D">
      <w:pPr>
        <w:pStyle w:val="Loendilik"/>
        <w:numPr>
          <w:ilvl w:val="0"/>
          <w:numId w:val="3"/>
        </w:numPr>
        <w:rPr>
          <w:rFonts w:cs="Arial"/>
          <w:sz w:val="20"/>
        </w:rPr>
      </w:pPr>
      <w:sdt>
        <w:sdtPr>
          <w:rPr>
            <w:rFonts w:cs="Arial"/>
            <w:sz w:val="20"/>
          </w:rPr>
          <w:id w:val="-480395206"/>
          <w14:checkbox>
            <w14:checked w14:val="0"/>
            <w14:checkedState w14:val="2612" w14:font="MS Gothic"/>
            <w14:uncheckedState w14:val="2610" w14:font="MS Gothic"/>
          </w14:checkbox>
        </w:sdtPr>
        <w:sdtContent>
          <w:r>
            <w:rPr>
              <w:rFonts w:ascii="MS Gothic" w:eastAsia="MS Gothic" w:hAnsi="MS Gothic" w:cs="Arial" w:hint="eastAsia"/>
              <w:sz w:val="20"/>
            </w:rPr>
            <w:t>☐</w:t>
          </w:r>
        </w:sdtContent>
      </w:sdt>
      <w:r w:rsidR="00413A9D" w:rsidRPr="00140830">
        <w:rPr>
          <w:rFonts w:cs="Arial"/>
          <w:sz w:val="20"/>
        </w:rPr>
        <w:t>3. Tegevusjuhendajalt (kes täidab regulaarselt isiku tegevusplaani)</w:t>
      </w:r>
    </w:p>
    <w:p w14:paraId="0475D3E1" w14:textId="349A44A5" w:rsidR="00413A9D" w:rsidRPr="00140830" w:rsidRDefault="009E4861" w:rsidP="00413A9D">
      <w:pPr>
        <w:pStyle w:val="Loendilik"/>
        <w:numPr>
          <w:ilvl w:val="0"/>
          <w:numId w:val="3"/>
        </w:numPr>
        <w:rPr>
          <w:rFonts w:cs="Arial"/>
          <w:sz w:val="20"/>
        </w:rPr>
      </w:pPr>
      <w:sdt>
        <w:sdtPr>
          <w:rPr>
            <w:rFonts w:cs="Arial"/>
            <w:sz w:val="20"/>
          </w:rPr>
          <w:id w:val="-1409766383"/>
          <w14:checkbox>
            <w14:checked w14:val="0"/>
            <w14:checkedState w14:val="2612" w14:font="MS Gothic"/>
            <w14:uncheckedState w14:val="2610" w14:font="MS Gothic"/>
          </w14:checkbox>
        </w:sdtPr>
        <w:sdtContent>
          <w:r>
            <w:rPr>
              <w:rFonts w:ascii="MS Gothic" w:eastAsia="MS Gothic" w:hAnsi="MS Gothic" w:cs="Arial" w:hint="eastAsia"/>
              <w:sz w:val="20"/>
            </w:rPr>
            <w:t>☐</w:t>
          </w:r>
        </w:sdtContent>
      </w:sdt>
      <w:r w:rsidR="00413A9D" w:rsidRPr="00140830">
        <w:rPr>
          <w:rFonts w:cs="Arial"/>
          <w:sz w:val="20"/>
        </w:rPr>
        <w:t>4. Mõnelt muult töötajalt (nt sotsiaaltöötaja)</w:t>
      </w:r>
    </w:p>
    <w:p w14:paraId="374E21CD" w14:textId="1633B238" w:rsidR="00413A9D" w:rsidRPr="00140830" w:rsidRDefault="009E4861" w:rsidP="00413A9D">
      <w:pPr>
        <w:pStyle w:val="Loendilik"/>
        <w:numPr>
          <w:ilvl w:val="0"/>
          <w:numId w:val="3"/>
        </w:numPr>
        <w:rPr>
          <w:rFonts w:cs="Arial"/>
          <w:sz w:val="20"/>
        </w:rPr>
      </w:pPr>
      <w:sdt>
        <w:sdtPr>
          <w:rPr>
            <w:rFonts w:cs="Arial"/>
            <w:sz w:val="20"/>
          </w:rPr>
          <w:id w:val="566849644"/>
          <w14:checkbox>
            <w14:checked w14:val="0"/>
            <w14:checkedState w14:val="2612" w14:font="MS Gothic"/>
            <w14:uncheckedState w14:val="2610" w14:font="MS Gothic"/>
          </w14:checkbox>
        </w:sdtPr>
        <w:sdtContent>
          <w:r>
            <w:rPr>
              <w:rFonts w:ascii="MS Gothic" w:eastAsia="MS Gothic" w:hAnsi="MS Gothic" w:cs="Arial" w:hint="eastAsia"/>
              <w:sz w:val="20"/>
            </w:rPr>
            <w:t>☐</w:t>
          </w:r>
        </w:sdtContent>
      </w:sdt>
      <w:r w:rsidR="00413A9D" w:rsidRPr="00140830">
        <w:rPr>
          <w:rFonts w:cs="Arial"/>
          <w:sz w:val="20"/>
        </w:rPr>
        <w:t>5. Eestkostjalt</w:t>
      </w:r>
    </w:p>
    <w:p w14:paraId="4B737EC1" w14:textId="27F073D8" w:rsidR="00413A9D" w:rsidRPr="00140830" w:rsidRDefault="009E4861" w:rsidP="00413A9D">
      <w:pPr>
        <w:pStyle w:val="Loendilik"/>
        <w:numPr>
          <w:ilvl w:val="0"/>
          <w:numId w:val="3"/>
        </w:numPr>
        <w:rPr>
          <w:rFonts w:cs="Arial"/>
          <w:sz w:val="20"/>
        </w:rPr>
      </w:pPr>
      <w:sdt>
        <w:sdtPr>
          <w:rPr>
            <w:rFonts w:cs="Arial"/>
            <w:sz w:val="20"/>
          </w:rPr>
          <w:id w:val="-1833516541"/>
          <w14:checkbox>
            <w14:checked w14:val="0"/>
            <w14:checkedState w14:val="2612" w14:font="MS Gothic"/>
            <w14:uncheckedState w14:val="2610" w14:font="MS Gothic"/>
          </w14:checkbox>
        </w:sdtPr>
        <w:sdtContent>
          <w:r>
            <w:rPr>
              <w:rFonts w:ascii="MS Gothic" w:eastAsia="MS Gothic" w:hAnsi="MS Gothic" w:cs="Arial" w:hint="eastAsia"/>
              <w:sz w:val="20"/>
            </w:rPr>
            <w:t>☐</w:t>
          </w:r>
        </w:sdtContent>
      </w:sdt>
      <w:r w:rsidR="00413A9D" w:rsidRPr="00140830">
        <w:rPr>
          <w:rFonts w:cs="Arial"/>
          <w:sz w:val="20"/>
        </w:rPr>
        <w:t>6. Pereliikmelt</w:t>
      </w:r>
    </w:p>
    <w:p w14:paraId="28D27E51" w14:textId="64C9F72D" w:rsidR="00413A9D" w:rsidRPr="00140830" w:rsidRDefault="009E4861" w:rsidP="00413A9D">
      <w:pPr>
        <w:pStyle w:val="Loendilik"/>
        <w:numPr>
          <w:ilvl w:val="0"/>
          <w:numId w:val="3"/>
        </w:numPr>
        <w:rPr>
          <w:rFonts w:cs="Arial"/>
          <w:sz w:val="20"/>
        </w:rPr>
      </w:pPr>
      <w:sdt>
        <w:sdtPr>
          <w:rPr>
            <w:rFonts w:cs="Arial"/>
            <w:sz w:val="20"/>
          </w:rPr>
          <w:id w:val="-1991788961"/>
          <w14:checkbox>
            <w14:checked w14:val="0"/>
            <w14:checkedState w14:val="2612" w14:font="MS Gothic"/>
            <w14:uncheckedState w14:val="2610" w14:font="MS Gothic"/>
          </w14:checkbox>
        </w:sdtPr>
        <w:sdtContent>
          <w:r>
            <w:rPr>
              <w:rFonts w:ascii="MS Gothic" w:eastAsia="MS Gothic" w:hAnsi="MS Gothic" w:cs="Arial" w:hint="eastAsia"/>
              <w:sz w:val="20"/>
            </w:rPr>
            <w:t>☐</w:t>
          </w:r>
        </w:sdtContent>
      </w:sdt>
      <w:r w:rsidR="00413A9D" w:rsidRPr="00140830">
        <w:rPr>
          <w:rFonts w:cs="Arial"/>
          <w:sz w:val="20"/>
        </w:rPr>
        <w:t>7. Muult võrgustikuliikmelt. Täpsusta, kes:</w:t>
      </w:r>
    </w:p>
    <w:tbl>
      <w:tblPr>
        <w:tblStyle w:val="Kontuurtabel"/>
        <w:tblW w:w="0" w:type="auto"/>
        <w:tblInd w:w="720" w:type="dxa"/>
        <w:tblLook w:val="04A0" w:firstRow="1" w:lastRow="0" w:firstColumn="1" w:lastColumn="0" w:noHBand="0" w:noVBand="1"/>
      </w:tblPr>
      <w:tblGrid>
        <w:gridCol w:w="9062"/>
      </w:tblGrid>
      <w:tr w:rsidR="00413A9D" w:rsidRPr="00140830" w14:paraId="1D744B5B" w14:textId="77777777" w:rsidTr="00DA580A">
        <w:tc>
          <w:tcPr>
            <w:tcW w:w="9062" w:type="dxa"/>
          </w:tcPr>
          <w:p w14:paraId="2E44B8DA" w14:textId="77777777" w:rsidR="00413A9D" w:rsidRPr="00140830" w:rsidRDefault="00413A9D" w:rsidP="00DA580A">
            <w:pPr>
              <w:pStyle w:val="Loendilik"/>
              <w:ind w:left="0"/>
              <w:rPr>
                <w:rFonts w:cs="Arial"/>
              </w:rPr>
            </w:pPr>
          </w:p>
        </w:tc>
      </w:tr>
    </w:tbl>
    <w:p w14:paraId="117B9277" w14:textId="77777777" w:rsidR="00413A9D" w:rsidRPr="00140830" w:rsidRDefault="00413A9D" w:rsidP="00413A9D">
      <w:pPr>
        <w:pStyle w:val="Loendilik"/>
        <w:rPr>
          <w:rFonts w:cs="Arial"/>
          <w:sz w:val="20"/>
        </w:rPr>
      </w:pPr>
    </w:p>
    <w:p w14:paraId="4CAE9FBE" w14:textId="380F922D" w:rsidR="00413A9D" w:rsidRPr="00140830" w:rsidRDefault="009E4861" w:rsidP="00413A9D">
      <w:pPr>
        <w:pStyle w:val="Loendilik"/>
        <w:rPr>
          <w:rFonts w:cs="Arial"/>
          <w:sz w:val="20"/>
        </w:rPr>
      </w:pPr>
      <w:sdt>
        <w:sdtPr>
          <w:rPr>
            <w:rFonts w:cs="Arial"/>
            <w:sz w:val="20"/>
          </w:rPr>
          <w:id w:val="-9686662"/>
          <w14:checkbox>
            <w14:checked w14:val="0"/>
            <w14:checkedState w14:val="2612" w14:font="MS Gothic"/>
            <w14:uncheckedState w14:val="2610" w14:font="MS Gothic"/>
          </w14:checkbox>
        </w:sdtPr>
        <w:sdtContent>
          <w:r>
            <w:rPr>
              <w:rFonts w:ascii="MS Gothic" w:eastAsia="MS Gothic" w:hAnsi="MS Gothic" w:cs="Arial" w:hint="eastAsia"/>
              <w:sz w:val="20"/>
            </w:rPr>
            <w:t>☐</w:t>
          </w:r>
        </w:sdtContent>
      </w:sdt>
      <w:r w:rsidR="00413A9D" w:rsidRPr="00140830">
        <w:rPr>
          <w:rFonts w:cs="Arial"/>
          <w:sz w:val="20"/>
        </w:rPr>
        <w:t>8. Kui andmeid on saadud lisaks ka teistelt isikutel, lisa siia isikute nimi ja kontaktandmed:</w:t>
      </w:r>
    </w:p>
    <w:p w14:paraId="623324EC" w14:textId="77777777" w:rsidR="00413A9D" w:rsidRPr="00140830" w:rsidRDefault="00413A9D" w:rsidP="00413A9D">
      <w:pPr>
        <w:pStyle w:val="Loendilik"/>
        <w:rPr>
          <w:rFonts w:cs="Arial"/>
          <w:sz w:val="20"/>
        </w:rPr>
      </w:pPr>
    </w:p>
    <w:tbl>
      <w:tblPr>
        <w:tblStyle w:val="Kontuurtabel"/>
        <w:tblW w:w="0" w:type="auto"/>
        <w:tblInd w:w="720" w:type="dxa"/>
        <w:tblLook w:val="04A0" w:firstRow="1" w:lastRow="0" w:firstColumn="1" w:lastColumn="0" w:noHBand="0" w:noVBand="1"/>
      </w:tblPr>
      <w:tblGrid>
        <w:gridCol w:w="9062"/>
      </w:tblGrid>
      <w:tr w:rsidR="00413A9D" w:rsidRPr="00140830" w14:paraId="5D41046A" w14:textId="77777777" w:rsidTr="00DA580A">
        <w:tc>
          <w:tcPr>
            <w:tcW w:w="9062" w:type="dxa"/>
          </w:tcPr>
          <w:p w14:paraId="5F1C56F6" w14:textId="77777777" w:rsidR="00413A9D" w:rsidRPr="00140830" w:rsidRDefault="00413A9D" w:rsidP="00DA580A">
            <w:pPr>
              <w:pStyle w:val="Loendilik"/>
              <w:ind w:left="0"/>
              <w:rPr>
                <w:rFonts w:cs="Arial"/>
              </w:rPr>
            </w:pPr>
          </w:p>
        </w:tc>
      </w:tr>
    </w:tbl>
    <w:p w14:paraId="225349AD" w14:textId="77777777" w:rsidR="00413A9D" w:rsidRPr="00140830" w:rsidRDefault="00413A9D" w:rsidP="00413A9D">
      <w:pPr>
        <w:pStyle w:val="Loendilik"/>
        <w:rPr>
          <w:rFonts w:cs="Arial"/>
          <w:sz w:val="20"/>
        </w:rPr>
      </w:pPr>
    </w:p>
    <w:p w14:paraId="703E2C4A" w14:textId="1F0017C8" w:rsidR="00413A9D" w:rsidRPr="009E4861" w:rsidRDefault="009E4861" w:rsidP="009E4861">
      <w:pPr>
        <w:pStyle w:val="Loendilik"/>
        <w:numPr>
          <w:ilvl w:val="0"/>
          <w:numId w:val="3"/>
        </w:numPr>
        <w:rPr>
          <w:rFonts w:cs="Arial"/>
          <w:sz w:val="20"/>
        </w:rPr>
      </w:pPr>
      <w:sdt>
        <w:sdtPr>
          <w:rPr>
            <w:rFonts w:ascii="MS Gothic" w:eastAsia="MS Gothic" w:hAnsi="MS Gothic" w:cs="Arial"/>
            <w:sz w:val="20"/>
          </w:rPr>
          <w:id w:val="-673730521"/>
          <w14:checkbox>
            <w14:checked w14:val="0"/>
            <w14:checkedState w14:val="2612" w14:font="MS Gothic"/>
            <w14:uncheckedState w14:val="2610" w14:font="MS Gothic"/>
          </w14:checkbox>
        </w:sdtPr>
        <w:sdtContent>
          <w:r w:rsidRPr="009E4861">
            <w:rPr>
              <w:rFonts w:ascii="MS Gothic" w:eastAsia="MS Gothic" w:hAnsi="MS Gothic" w:cs="Arial" w:hint="eastAsia"/>
              <w:sz w:val="20"/>
            </w:rPr>
            <w:t>☐</w:t>
          </w:r>
        </w:sdtContent>
      </w:sdt>
      <w:r w:rsidR="00413A9D" w:rsidRPr="009E4861">
        <w:rPr>
          <w:rFonts w:cs="Arial"/>
          <w:sz w:val="20"/>
        </w:rPr>
        <w:t>9. Dokumentide põhjal (nimeta millistest)</w:t>
      </w:r>
    </w:p>
    <w:tbl>
      <w:tblPr>
        <w:tblStyle w:val="Kontuurtabel"/>
        <w:tblW w:w="0" w:type="auto"/>
        <w:tblInd w:w="720" w:type="dxa"/>
        <w:tblLook w:val="04A0" w:firstRow="1" w:lastRow="0" w:firstColumn="1" w:lastColumn="0" w:noHBand="0" w:noVBand="1"/>
      </w:tblPr>
      <w:tblGrid>
        <w:gridCol w:w="9062"/>
      </w:tblGrid>
      <w:tr w:rsidR="00413A9D" w:rsidRPr="00140830" w14:paraId="5FAF99F2" w14:textId="77777777" w:rsidTr="00DA580A">
        <w:tc>
          <w:tcPr>
            <w:tcW w:w="9062" w:type="dxa"/>
          </w:tcPr>
          <w:p w14:paraId="1C3606CD" w14:textId="77777777" w:rsidR="00413A9D" w:rsidRPr="00140830" w:rsidRDefault="00413A9D" w:rsidP="00DA580A">
            <w:pPr>
              <w:pStyle w:val="Loendilik"/>
              <w:ind w:left="0"/>
              <w:rPr>
                <w:rFonts w:cs="Arial"/>
              </w:rPr>
            </w:pPr>
          </w:p>
        </w:tc>
      </w:tr>
    </w:tbl>
    <w:p w14:paraId="053AF991" w14:textId="205C39B2" w:rsidR="0025540D" w:rsidRPr="00140830" w:rsidRDefault="0025540D" w:rsidP="0025540D">
      <w:pPr>
        <w:jc w:val="both"/>
        <w:rPr>
          <w:color w:val="auto"/>
          <w:sz w:val="20"/>
          <w:szCs w:val="20"/>
        </w:rPr>
      </w:pPr>
    </w:p>
    <w:p w14:paraId="59CE4CEF" w14:textId="6D1E25A3" w:rsidR="009A5E62" w:rsidRPr="009A5E62" w:rsidRDefault="009A5E62" w:rsidP="009A5E62">
      <w:pPr>
        <w:spacing w:line="240" w:lineRule="auto"/>
        <w:jc w:val="both"/>
        <w:rPr>
          <w:sz w:val="20"/>
          <w:szCs w:val="20"/>
        </w:rPr>
      </w:pPr>
      <w:r w:rsidRPr="009A5E62">
        <w:rPr>
          <w:sz w:val="20"/>
          <w:szCs w:val="20"/>
        </w:rPr>
        <w:t xml:space="preserve">Hindamise </w:t>
      </w:r>
      <w:r w:rsidRPr="009A5E62">
        <w:rPr>
          <w:sz w:val="20"/>
          <w:szCs w:val="20"/>
        </w:rPr>
        <w:t>koostaja nimi:</w:t>
      </w:r>
    </w:p>
    <w:p w14:paraId="5A6A654F" w14:textId="77777777" w:rsidR="009A5E62" w:rsidRPr="009A5E62" w:rsidRDefault="009A5E62" w:rsidP="009A5E62">
      <w:pPr>
        <w:spacing w:line="240" w:lineRule="auto"/>
        <w:jc w:val="both"/>
        <w:rPr>
          <w:sz w:val="20"/>
          <w:szCs w:val="20"/>
        </w:rPr>
      </w:pPr>
      <w:r w:rsidRPr="009A5E62">
        <w:rPr>
          <w:sz w:val="20"/>
          <w:szCs w:val="20"/>
        </w:rPr>
        <w:t>Ametinimetus:</w:t>
      </w:r>
    </w:p>
    <w:p w14:paraId="0D1E2CE5" w14:textId="455B9B68" w:rsidR="0025540D" w:rsidRDefault="009A5E62" w:rsidP="009A5E62">
      <w:pPr>
        <w:jc w:val="both"/>
        <w:rPr>
          <w:sz w:val="20"/>
          <w:szCs w:val="20"/>
        </w:rPr>
      </w:pPr>
      <w:r w:rsidRPr="009A5E62">
        <w:rPr>
          <w:sz w:val="20"/>
          <w:szCs w:val="20"/>
        </w:rPr>
        <w:t>Allkiri:</w:t>
      </w:r>
    </w:p>
    <w:p w14:paraId="6665C4B0" w14:textId="362FE5D9" w:rsidR="009A5E62" w:rsidRDefault="009A5E62" w:rsidP="009A5E62">
      <w:pPr>
        <w:jc w:val="both"/>
        <w:rPr>
          <w:sz w:val="20"/>
          <w:szCs w:val="20"/>
        </w:rPr>
      </w:pPr>
    </w:p>
    <w:p w14:paraId="66917E6F" w14:textId="77777777" w:rsidR="009A5E62" w:rsidRPr="009A5E62" w:rsidRDefault="009A5E62" w:rsidP="009A5E62">
      <w:pPr>
        <w:jc w:val="both"/>
        <w:rPr>
          <w:color w:val="auto"/>
          <w:sz w:val="20"/>
          <w:szCs w:val="20"/>
        </w:rPr>
      </w:pPr>
      <w:bookmarkStart w:id="5" w:name="_GoBack"/>
      <w:bookmarkEnd w:id="5"/>
    </w:p>
    <w:p w14:paraId="27AA7720" w14:textId="77777777" w:rsidR="00D2270F" w:rsidRPr="00140830" w:rsidRDefault="00D2270F">
      <w:pPr>
        <w:spacing w:line="240" w:lineRule="auto"/>
        <w:rPr>
          <w:b/>
          <w:color w:val="auto"/>
          <w:sz w:val="20"/>
          <w:szCs w:val="20"/>
        </w:rPr>
      </w:pPr>
    </w:p>
    <w:p w14:paraId="68CBDFEE" w14:textId="2500B848" w:rsidR="008C63FB" w:rsidRPr="00140830" w:rsidRDefault="00395A42">
      <w:pPr>
        <w:spacing w:line="240" w:lineRule="auto"/>
        <w:rPr>
          <w:color w:val="auto"/>
          <w:sz w:val="20"/>
          <w:szCs w:val="20"/>
          <w:highlight w:val="white"/>
        </w:rPr>
      </w:pPr>
      <w:r w:rsidRPr="00140830">
        <w:rPr>
          <w:b/>
          <w:color w:val="auto"/>
          <w:sz w:val="20"/>
          <w:szCs w:val="20"/>
        </w:rPr>
        <w:t>* Toetusvajaduse astmed</w:t>
      </w:r>
    </w:p>
    <w:tbl>
      <w:tblPr>
        <w:tblStyle w:val="1"/>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95"/>
        <w:gridCol w:w="2400"/>
        <w:gridCol w:w="5565"/>
      </w:tblGrid>
      <w:tr w:rsidR="00140830" w:rsidRPr="00140830" w14:paraId="022460C6" w14:textId="77777777">
        <w:tc>
          <w:tcPr>
            <w:tcW w:w="1395" w:type="dxa"/>
            <w:shd w:val="clear" w:color="auto" w:fill="D9D9D9"/>
            <w:tcMar>
              <w:top w:w="100" w:type="dxa"/>
              <w:left w:w="100" w:type="dxa"/>
              <w:bottom w:w="100" w:type="dxa"/>
              <w:right w:w="100" w:type="dxa"/>
            </w:tcMar>
          </w:tcPr>
          <w:p w14:paraId="705AA232" w14:textId="77777777" w:rsidR="008C63FB" w:rsidRPr="00140830" w:rsidRDefault="00395A42">
            <w:pPr>
              <w:spacing w:line="240" w:lineRule="auto"/>
              <w:rPr>
                <w:i/>
                <w:color w:val="auto"/>
                <w:sz w:val="18"/>
                <w:szCs w:val="18"/>
              </w:rPr>
            </w:pPr>
            <w:r w:rsidRPr="00140830">
              <w:rPr>
                <w:i/>
                <w:color w:val="auto"/>
                <w:sz w:val="18"/>
                <w:szCs w:val="18"/>
              </w:rPr>
              <w:t>Aste</w:t>
            </w:r>
          </w:p>
        </w:tc>
        <w:tc>
          <w:tcPr>
            <w:tcW w:w="2400" w:type="dxa"/>
            <w:shd w:val="clear" w:color="auto" w:fill="D9D9D9"/>
            <w:tcMar>
              <w:top w:w="100" w:type="dxa"/>
              <w:left w:w="100" w:type="dxa"/>
              <w:bottom w:w="100" w:type="dxa"/>
              <w:right w:w="100" w:type="dxa"/>
            </w:tcMar>
          </w:tcPr>
          <w:p w14:paraId="600D5837" w14:textId="77777777" w:rsidR="008C63FB" w:rsidRPr="00140830" w:rsidRDefault="00395A42">
            <w:pPr>
              <w:spacing w:line="240" w:lineRule="auto"/>
              <w:rPr>
                <w:i/>
                <w:color w:val="auto"/>
                <w:sz w:val="18"/>
                <w:szCs w:val="18"/>
              </w:rPr>
            </w:pPr>
            <w:r w:rsidRPr="00140830">
              <w:rPr>
                <w:i/>
                <w:color w:val="auto"/>
                <w:sz w:val="18"/>
                <w:szCs w:val="18"/>
              </w:rPr>
              <w:t>Toimetulek</w:t>
            </w:r>
          </w:p>
        </w:tc>
        <w:tc>
          <w:tcPr>
            <w:tcW w:w="5565" w:type="dxa"/>
            <w:shd w:val="clear" w:color="auto" w:fill="D9D9D9"/>
            <w:tcMar>
              <w:top w:w="100" w:type="dxa"/>
              <w:left w:w="100" w:type="dxa"/>
              <w:bottom w:w="100" w:type="dxa"/>
              <w:right w:w="100" w:type="dxa"/>
            </w:tcMar>
          </w:tcPr>
          <w:p w14:paraId="7AFE2027" w14:textId="77777777" w:rsidR="008C63FB" w:rsidRPr="00140830" w:rsidRDefault="00395A42">
            <w:pPr>
              <w:spacing w:line="240" w:lineRule="auto"/>
              <w:rPr>
                <w:i/>
                <w:color w:val="auto"/>
                <w:sz w:val="18"/>
                <w:szCs w:val="18"/>
              </w:rPr>
            </w:pPr>
            <w:r w:rsidRPr="00140830">
              <w:rPr>
                <w:i/>
                <w:color w:val="auto"/>
                <w:sz w:val="18"/>
                <w:szCs w:val="18"/>
              </w:rPr>
              <w:t>Toetusvajadus</w:t>
            </w:r>
          </w:p>
        </w:tc>
      </w:tr>
      <w:tr w:rsidR="00140830" w:rsidRPr="00140830" w14:paraId="0B724453" w14:textId="77777777">
        <w:tc>
          <w:tcPr>
            <w:tcW w:w="1395" w:type="dxa"/>
            <w:shd w:val="clear" w:color="auto" w:fill="F3F3F3"/>
            <w:tcMar>
              <w:top w:w="100" w:type="dxa"/>
              <w:left w:w="100" w:type="dxa"/>
              <w:bottom w:w="100" w:type="dxa"/>
              <w:right w:w="100" w:type="dxa"/>
            </w:tcMar>
          </w:tcPr>
          <w:p w14:paraId="48A12EEC" w14:textId="77777777" w:rsidR="008C63FB" w:rsidRPr="00140830" w:rsidRDefault="00395A42">
            <w:pPr>
              <w:spacing w:line="240" w:lineRule="auto"/>
              <w:rPr>
                <w:color w:val="auto"/>
                <w:sz w:val="18"/>
                <w:szCs w:val="18"/>
                <w:shd w:val="clear" w:color="auto" w:fill="F3F3F3"/>
              </w:rPr>
            </w:pPr>
            <w:r w:rsidRPr="00140830">
              <w:rPr>
                <w:color w:val="auto"/>
                <w:sz w:val="18"/>
                <w:szCs w:val="18"/>
                <w:shd w:val="clear" w:color="auto" w:fill="F3F3F3"/>
              </w:rPr>
              <w:t>0</w:t>
            </w:r>
          </w:p>
        </w:tc>
        <w:tc>
          <w:tcPr>
            <w:tcW w:w="2400" w:type="dxa"/>
            <w:shd w:val="clear" w:color="auto" w:fill="F3F3F3"/>
            <w:tcMar>
              <w:top w:w="100" w:type="dxa"/>
              <w:left w:w="100" w:type="dxa"/>
              <w:bottom w:w="100" w:type="dxa"/>
              <w:right w:w="100" w:type="dxa"/>
            </w:tcMar>
          </w:tcPr>
          <w:p w14:paraId="6A91E6E8" w14:textId="77777777" w:rsidR="008C63FB" w:rsidRPr="00140830" w:rsidRDefault="00395A42">
            <w:pPr>
              <w:spacing w:line="240" w:lineRule="auto"/>
              <w:rPr>
                <w:color w:val="auto"/>
                <w:sz w:val="18"/>
                <w:szCs w:val="18"/>
                <w:shd w:val="clear" w:color="auto" w:fill="F3F3F3"/>
              </w:rPr>
            </w:pPr>
            <w:r w:rsidRPr="00140830">
              <w:rPr>
                <w:color w:val="auto"/>
                <w:sz w:val="18"/>
                <w:szCs w:val="18"/>
                <w:shd w:val="clear" w:color="auto" w:fill="F3F3F3"/>
              </w:rPr>
              <w:t>Iseseisev</w:t>
            </w:r>
          </w:p>
        </w:tc>
        <w:tc>
          <w:tcPr>
            <w:tcW w:w="5565" w:type="dxa"/>
            <w:shd w:val="clear" w:color="auto" w:fill="F3F3F3"/>
            <w:tcMar>
              <w:top w:w="100" w:type="dxa"/>
              <w:left w:w="100" w:type="dxa"/>
              <w:bottom w:w="100" w:type="dxa"/>
              <w:right w:w="100" w:type="dxa"/>
            </w:tcMar>
          </w:tcPr>
          <w:p w14:paraId="7A543495" w14:textId="77777777" w:rsidR="008C63FB" w:rsidRPr="00140830" w:rsidRDefault="00395A42">
            <w:pPr>
              <w:spacing w:line="240" w:lineRule="auto"/>
              <w:rPr>
                <w:color w:val="auto"/>
                <w:sz w:val="18"/>
                <w:szCs w:val="18"/>
                <w:shd w:val="clear" w:color="auto" w:fill="F3F3F3"/>
              </w:rPr>
            </w:pPr>
            <w:r w:rsidRPr="00140830">
              <w:rPr>
                <w:color w:val="auto"/>
                <w:sz w:val="18"/>
                <w:szCs w:val="18"/>
                <w:shd w:val="clear" w:color="auto" w:fill="F3F3F3"/>
              </w:rPr>
              <w:t xml:space="preserve">Ei vaja toetust. </w:t>
            </w:r>
          </w:p>
        </w:tc>
      </w:tr>
      <w:tr w:rsidR="00140830" w:rsidRPr="00140830" w14:paraId="42316A56" w14:textId="77777777">
        <w:tc>
          <w:tcPr>
            <w:tcW w:w="1395" w:type="dxa"/>
            <w:shd w:val="clear" w:color="auto" w:fill="F3F3F3"/>
            <w:tcMar>
              <w:top w:w="100" w:type="dxa"/>
              <w:left w:w="100" w:type="dxa"/>
              <w:bottom w:w="100" w:type="dxa"/>
              <w:right w:w="100" w:type="dxa"/>
            </w:tcMar>
          </w:tcPr>
          <w:p w14:paraId="39B3D1EF" w14:textId="77777777" w:rsidR="008C63FB" w:rsidRPr="00140830" w:rsidRDefault="00395A42">
            <w:pPr>
              <w:spacing w:line="240" w:lineRule="auto"/>
              <w:rPr>
                <w:color w:val="auto"/>
                <w:sz w:val="18"/>
                <w:szCs w:val="18"/>
                <w:shd w:val="clear" w:color="auto" w:fill="F3F3F3"/>
              </w:rPr>
            </w:pPr>
            <w:r w:rsidRPr="00140830">
              <w:rPr>
                <w:color w:val="auto"/>
                <w:sz w:val="18"/>
                <w:szCs w:val="18"/>
                <w:shd w:val="clear" w:color="auto" w:fill="F3F3F3"/>
              </w:rPr>
              <w:t>1</w:t>
            </w:r>
          </w:p>
        </w:tc>
        <w:tc>
          <w:tcPr>
            <w:tcW w:w="2400" w:type="dxa"/>
            <w:shd w:val="clear" w:color="auto" w:fill="F3F3F3"/>
            <w:tcMar>
              <w:top w:w="100" w:type="dxa"/>
              <w:left w:w="100" w:type="dxa"/>
              <w:bottom w:w="100" w:type="dxa"/>
              <w:right w:w="100" w:type="dxa"/>
            </w:tcMar>
          </w:tcPr>
          <w:p w14:paraId="428996FD" w14:textId="77777777" w:rsidR="008C63FB" w:rsidRPr="00140830" w:rsidRDefault="00395A42">
            <w:pPr>
              <w:spacing w:line="240" w:lineRule="auto"/>
              <w:rPr>
                <w:color w:val="auto"/>
                <w:sz w:val="18"/>
                <w:szCs w:val="18"/>
                <w:shd w:val="clear" w:color="auto" w:fill="F3F3F3"/>
              </w:rPr>
            </w:pPr>
            <w:r w:rsidRPr="00140830">
              <w:rPr>
                <w:color w:val="auto"/>
                <w:sz w:val="18"/>
                <w:szCs w:val="18"/>
                <w:shd w:val="clear" w:color="auto" w:fill="F3F3F3"/>
              </w:rPr>
              <w:t xml:space="preserve">Kergelt häiritud </w:t>
            </w:r>
          </w:p>
        </w:tc>
        <w:tc>
          <w:tcPr>
            <w:tcW w:w="5565" w:type="dxa"/>
            <w:shd w:val="clear" w:color="auto" w:fill="F3F3F3"/>
            <w:tcMar>
              <w:top w:w="100" w:type="dxa"/>
              <w:left w:w="100" w:type="dxa"/>
              <w:bottom w:w="100" w:type="dxa"/>
              <w:right w:w="100" w:type="dxa"/>
            </w:tcMar>
          </w:tcPr>
          <w:p w14:paraId="33724798" w14:textId="77777777" w:rsidR="008C63FB" w:rsidRPr="00140830" w:rsidRDefault="00395A42">
            <w:pPr>
              <w:spacing w:line="240" w:lineRule="auto"/>
              <w:rPr>
                <w:color w:val="auto"/>
                <w:sz w:val="18"/>
                <w:szCs w:val="18"/>
                <w:shd w:val="clear" w:color="auto" w:fill="F3F3F3"/>
              </w:rPr>
            </w:pPr>
            <w:r w:rsidRPr="00140830">
              <w:rPr>
                <w:color w:val="auto"/>
                <w:sz w:val="18"/>
                <w:szCs w:val="18"/>
                <w:shd w:val="clear" w:color="auto" w:fill="F3F3F3"/>
              </w:rPr>
              <w:t>Madal toetusvajadus (meeldetuletus, nõustamine)</w:t>
            </w:r>
          </w:p>
        </w:tc>
      </w:tr>
      <w:tr w:rsidR="00140830" w:rsidRPr="00140830" w14:paraId="6619F632" w14:textId="77777777">
        <w:tc>
          <w:tcPr>
            <w:tcW w:w="1395" w:type="dxa"/>
            <w:shd w:val="clear" w:color="auto" w:fill="F3F3F3"/>
            <w:tcMar>
              <w:top w:w="100" w:type="dxa"/>
              <w:left w:w="100" w:type="dxa"/>
              <w:bottom w:w="100" w:type="dxa"/>
              <w:right w:w="100" w:type="dxa"/>
            </w:tcMar>
          </w:tcPr>
          <w:p w14:paraId="7CC93018" w14:textId="77777777" w:rsidR="008C63FB" w:rsidRPr="00140830" w:rsidRDefault="00395A42">
            <w:pPr>
              <w:spacing w:line="240" w:lineRule="auto"/>
              <w:rPr>
                <w:color w:val="auto"/>
                <w:sz w:val="18"/>
                <w:szCs w:val="18"/>
                <w:shd w:val="clear" w:color="auto" w:fill="F3F3F3"/>
              </w:rPr>
            </w:pPr>
            <w:r w:rsidRPr="00140830">
              <w:rPr>
                <w:color w:val="auto"/>
                <w:sz w:val="18"/>
                <w:szCs w:val="18"/>
                <w:shd w:val="clear" w:color="auto" w:fill="F3F3F3"/>
              </w:rPr>
              <w:t>2</w:t>
            </w:r>
          </w:p>
        </w:tc>
        <w:tc>
          <w:tcPr>
            <w:tcW w:w="2400" w:type="dxa"/>
            <w:shd w:val="clear" w:color="auto" w:fill="F3F3F3"/>
            <w:tcMar>
              <w:top w:w="100" w:type="dxa"/>
              <w:left w:w="100" w:type="dxa"/>
              <w:bottom w:w="100" w:type="dxa"/>
              <w:right w:w="100" w:type="dxa"/>
            </w:tcMar>
          </w:tcPr>
          <w:p w14:paraId="4D46F42A" w14:textId="77777777" w:rsidR="008C63FB" w:rsidRPr="00140830" w:rsidRDefault="00395A42">
            <w:pPr>
              <w:spacing w:line="240" w:lineRule="auto"/>
              <w:rPr>
                <w:color w:val="auto"/>
                <w:sz w:val="18"/>
                <w:szCs w:val="18"/>
                <w:shd w:val="clear" w:color="auto" w:fill="F3F3F3"/>
              </w:rPr>
            </w:pPr>
            <w:r w:rsidRPr="00140830">
              <w:rPr>
                <w:color w:val="auto"/>
                <w:sz w:val="18"/>
                <w:szCs w:val="18"/>
                <w:shd w:val="clear" w:color="auto" w:fill="F3F3F3"/>
              </w:rPr>
              <w:t xml:space="preserve">Mõõdukalt häiritud </w:t>
            </w:r>
          </w:p>
        </w:tc>
        <w:tc>
          <w:tcPr>
            <w:tcW w:w="5565" w:type="dxa"/>
            <w:shd w:val="clear" w:color="auto" w:fill="F3F3F3"/>
            <w:tcMar>
              <w:top w:w="100" w:type="dxa"/>
              <w:left w:w="100" w:type="dxa"/>
              <w:bottom w:w="100" w:type="dxa"/>
              <w:right w:w="100" w:type="dxa"/>
            </w:tcMar>
          </w:tcPr>
          <w:p w14:paraId="3611DB61" w14:textId="31D60938" w:rsidR="008C63FB" w:rsidRPr="00140830" w:rsidRDefault="00395A42">
            <w:pPr>
              <w:spacing w:line="240" w:lineRule="auto"/>
              <w:rPr>
                <w:color w:val="auto"/>
                <w:sz w:val="18"/>
                <w:szCs w:val="18"/>
                <w:shd w:val="clear" w:color="auto" w:fill="F3F3F3"/>
              </w:rPr>
            </w:pPr>
            <w:r w:rsidRPr="00140830">
              <w:rPr>
                <w:color w:val="auto"/>
                <w:sz w:val="18"/>
                <w:szCs w:val="18"/>
                <w:shd w:val="clear" w:color="auto" w:fill="F3F3F3"/>
              </w:rPr>
              <w:t>Keskmine toetusvajadus. Vajab 1-4 korda nädalas abi</w:t>
            </w:r>
            <w:r w:rsidR="00003381" w:rsidRPr="00140830">
              <w:rPr>
                <w:color w:val="auto"/>
                <w:sz w:val="18"/>
                <w:szCs w:val="18"/>
                <w:shd w:val="clear" w:color="auto" w:fill="F3F3F3"/>
              </w:rPr>
              <w:t xml:space="preserve"> (juhendamine, </w:t>
            </w:r>
            <w:proofErr w:type="spellStart"/>
            <w:r w:rsidR="00003381" w:rsidRPr="00140830">
              <w:rPr>
                <w:color w:val="auto"/>
                <w:sz w:val="18"/>
                <w:szCs w:val="18"/>
                <w:shd w:val="clear" w:color="auto" w:fill="F3F3F3"/>
              </w:rPr>
              <w:t>kõrvalabi</w:t>
            </w:r>
            <w:proofErr w:type="spellEnd"/>
            <w:r w:rsidR="00003381" w:rsidRPr="00140830">
              <w:rPr>
                <w:color w:val="auto"/>
                <w:sz w:val="18"/>
                <w:szCs w:val="18"/>
                <w:shd w:val="clear" w:color="auto" w:fill="F3F3F3"/>
              </w:rPr>
              <w:t xml:space="preserve">) </w:t>
            </w:r>
          </w:p>
        </w:tc>
      </w:tr>
      <w:tr w:rsidR="00140830" w:rsidRPr="00140830" w14:paraId="04F74253" w14:textId="77777777">
        <w:tc>
          <w:tcPr>
            <w:tcW w:w="1395" w:type="dxa"/>
            <w:shd w:val="clear" w:color="auto" w:fill="F3F3F3"/>
            <w:tcMar>
              <w:top w:w="100" w:type="dxa"/>
              <w:left w:w="100" w:type="dxa"/>
              <w:bottom w:w="100" w:type="dxa"/>
              <w:right w:w="100" w:type="dxa"/>
            </w:tcMar>
          </w:tcPr>
          <w:p w14:paraId="0D06D3D4" w14:textId="77777777" w:rsidR="008C63FB" w:rsidRPr="00140830" w:rsidRDefault="00395A42">
            <w:pPr>
              <w:spacing w:line="240" w:lineRule="auto"/>
              <w:rPr>
                <w:color w:val="auto"/>
                <w:sz w:val="18"/>
                <w:szCs w:val="18"/>
                <w:shd w:val="clear" w:color="auto" w:fill="F3F3F3"/>
              </w:rPr>
            </w:pPr>
            <w:r w:rsidRPr="00140830">
              <w:rPr>
                <w:color w:val="auto"/>
                <w:sz w:val="18"/>
                <w:szCs w:val="18"/>
                <w:shd w:val="clear" w:color="auto" w:fill="F3F3F3"/>
              </w:rPr>
              <w:t>3</w:t>
            </w:r>
          </w:p>
        </w:tc>
        <w:tc>
          <w:tcPr>
            <w:tcW w:w="2400" w:type="dxa"/>
            <w:shd w:val="clear" w:color="auto" w:fill="F3F3F3"/>
            <w:tcMar>
              <w:top w:w="100" w:type="dxa"/>
              <w:left w:w="100" w:type="dxa"/>
              <w:bottom w:w="100" w:type="dxa"/>
              <w:right w:w="100" w:type="dxa"/>
            </w:tcMar>
          </w:tcPr>
          <w:p w14:paraId="59F92290" w14:textId="77777777" w:rsidR="008C63FB" w:rsidRPr="00140830" w:rsidRDefault="00395A42">
            <w:pPr>
              <w:spacing w:line="240" w:lineRule="auto"/>
              <w:rPr>
                <w:color w:val="auto"/>
                <w:sz w:val="18"/>
                <w:szCs w:val="18"/>
                <w:shd w:val="clear" w:color="auto" w:fill="F3F3F3"/>
              </w:rPr>
            </w:pPr>
            <w:r w:rsidRPr="00140830">
              <w:rPr>
                <w:color w:val="auto"/>
                <w:sz w:val="18"/>
                <w:szCs w:val="18"/>
                <w:shd w:val="clear" w:color="auto" w:fill="F3F3F3"/>
              </w:rPr>
              <w:t xml:space="preserve">Raskelt häiritud </w:t>
            </w:r>
          </w:p>
        </w:tc>
        <w:tc>
          <w:tcPr>
            <w:tcW w:w="5565" w:type="dxa"/>
            <w:shd w:val="clear" w:color="auto" w:fill="F3F3F3"/>
            <w:tcMar>
              <w:top w:w="100" w:type="dxa"/>
              <w:left w:w="100" w:type="dxa"/>
              <w:bottom w:w="100" w:type="dxa"/>
              <w:right w:w="100" w:type="dxa"/>
            </w:tcMar>
          </w:tcPr>
          <w:p w14:paraId="45AFD125" w14:textId="37714546" w:rsidR="008C63FB" w:rsidRPr="00140830" w:rsidRDefault="00395A42">
            <w:pPr>
              <w:spacing w:line="240" w:lineRule="auto"/>
              <w:rPr>
                <w:color w:val="auto"/>
                <w:sz w:val="18"/>
                <w:szCs w:val="18"/>
                <w:shd w:val="clear" w:color="auto" w:fill="F3F3F3"/>
              </w:rPr>
            </w:pPr>
            <w:r w:rsidRPr="00140830">
              <w:rPr>
                <w:color w:val="auto"/>
                <w:sz w:val="18"/>
                <w:szCs w:val="18"/>
                <w:shd w:val="clear" w:color="auto" w:fill="F3F3F3"/>
              </w:rPr>
              <w:t xml:space="preserve">Kõrge toetusvajadus. Vajab igapäevaselt </w:t>
            </w:r>
            <w:proofErr w:type="spellStart"/>
            <w:r w:rsidR="00003381" w:rsidRPr="00140830">
              <w:rPr>
                <w:color w:val="auto"/>
                <w:sz w:val="18"/>
                <w:szCs w:val="18"/>
                <w:shd w:val="clear" w:color="auto" w:fill="F3F3F3"/>
              </w:rPr>
              <w:t>kõrval</w:t>
            </w:r>
            <w:r w:rsidRPr="00140830">
              <w:rPr>
                <w:color w:val="auto"/>
                <w:sz w:val="18"/>
                <w:szCs w:val="18"/>
                <w:shd w:val="clear" w:color="auto" w:fill="F3F3F3"/>
              </w:rPr>
              <w:t>abi</w:t>
            </w:r>
            <w:proofErr w:type="spellEnd"/>
            <w:r w:rsidRPr="00140830">
              <w:rPr>
                <w:color w:val="auto"/>
                <w:sz w:val="18"/>
                <w:szCs w:val="18"/>
                <w:shd w:val="clear" w:color="auto" w:fill="F3F3F3"/>
              </w:rPr>
              <w:t>.</w:t>
            </w:r>
          </w:p>
        </w:tc>
      </w:tr>
      <w:tr w:rsidR="00140830" w:rsidRPr="00140830" w14:paraId="598641E2" w14:textId="77777777">
        <w:tc>
          <w:tcPr>
            <w:tcW w:w="1395" w:type="dxa"/>
            <w:shd w:val="clear" w:color="auto" w:fill="F3F3F3"/>
            <w:tcMar>
              <w:top w:w="100" w:type="dxa"/>
              <w:left w:w="100" w:type="dxa"/>
              <w:bottom w:w="100" w:type="dxa"/>
              <w:right w:w="100" w:type="dxa"/>
            </w:tcMar>
          </w:tcPr>
          <w:p w14:paraId="1CB82161" w14:textId="77777777" w:rsidR="008C63FB" w:rsidRPr="00140830" w:rsidRDefault="00395A42">
            <w:pPr>
              <w:spacing w:line="240" w:lineRule="auto"/>
              <w:rPr>
                <w:color w:val="auto"/>
                <w:sz w:val="18"/>
                <w:szCs w:val="18"/>
                <w:shd w:val="clear" w:color="auto" w:fill="F3F3F3"/>
              </w:rPr>
            </w:pPr>
            <w:r w:rsidRPr="00140830">
              <w:rPr>
                <w:color w:val="auto"/>
                <w:sz w:val="18"/>
                <w:szCs w:val="18"/>
                <w:shd w:val="clear" w:color="auto" w:fill="F3F3F3"/>
              </w:rPr>
              <w:lastRenderedPageBreak/>
              <w:t>4</w:t>
            </w:r>
          </w:p>
        </w:tc>
        <w:tc>
          <w:tcPr>
            <w:tcW w:w="2400" w:type="dxa"/>
            <w:shd w:val="clear" w:color="auto" w:fill="F3F3F3"/>
            <w:tcMar>
              <w:top w:w="100" w:type="dxa"/>
              <w:left w:w="100" w:type="dxa"/>
              <w:bottom w:w="100" w:type="dxa"/>
              <w:right w:w="100" w:type="dxa"/>
            </w:tcMar>
          </w:tcPr>
          <w:p w14:paraId="5EE534B1" w14:textId="77777777" w:rsidR="008C63FB" w:rsidRPr="00140830" w:rsidRDefault="00395A42">
            <w:pPr>
              <w:spacing w:line="240" w:lineRule="auto"/>
              <w:rPr>
                <w:color w:val="auto"/>
                <w:sz w:val="18"/>
                <w:szCs w:val="18"/>
                <w:shd w:val="clear" w:color="auto" w:fill="F3F3F3"/>
              </w:rPr>
            </w:pPr>
            <w:r w:rsidRPr="00140830">
              <w:rPr>
                <w:color w:val="auto"/>
                <w:sz w:val="18"/>
                <w:szCs w:val="18"/>
                <w:shd w:val="clear" w:color="auto" w:fill="F3F3F3"/>
              </w:rPr>
              <w:t>Võimetu tegelema</w:t>
            </w:r>
          </w:p>
        </w:tc>
        <w:tc>
          <w:tcPr>
            <w:tcW w:w="5565" w:type="dxa"/>
            <w:shd w:val="clear" w:color="auto" w:fill="F3F3F3"/>
            <w:tcMar>
              <w:top w:w="100" w:type="dxa"/>
              <w:left w:w="100" w:type="dxa"/>
              <w:bottom w:w="100" w:type="dxa"/>
              <w:right w:w="100" w:type="dxa"/>
            </w:tcMar>
          </w:tcPr>
          <w:p w14:paraId="1A235BD2" w14:textId="37D828F8" w:rsidR="008C63FB" w:rsidRPr="00140830" w:rsidRDefault="00395A42">
            <w:pPr>
              <w:spacing w:line="240" w:lineRule="auto"/>
              <w:rPr>
                <w:color w:val="auto"/>
                <w:sz w:val="18"/>
                <w:szCs w:val="18"/>
                <w:shd w:val="clear" w:color="auto" w:fill="F3F3F3"/>
              </w:rPr>
            </w:pPr>
            <w:r w:rsidRPr="00140830">
              <w:rPr>
                <w:color w:val="auto"/>
                <w:sz w:val="18"/>
                <w:szCs w:val="18"/>
                <w:shd w:val="clear" w:color="auto" w:fill="F3F3F3"/>
              </w:rPr>
              <w:t>Äärmuslik toetusvajadus. Vajab püs</w:t>
            </w:r>
            <w:r w:rsidR="00A654D2" w:rsidRPr="00140830">
              <w:rPr>
                <w:color w:val="auto"/>
                <w:sz w:val="18"/>
                <w:szCs w:val="18"/>
                <w:shd w:val="clear" w:color="auto" w:fill="F3F3F3"/>
              </w:rPr>
              <w:t xml:space="preserve">ivat hooldus ja/või </w:t>
            </w:r>
            <w:proofErr w:type="spellStart"/>
            <w:r w:rsidR="00A654D2" w:rsidRPr="00140830">
              <w:rPr>
                <w:color w:val="auto"/>
                <w:sz w:val="18"/>
                <w:szCs w:val="18"/>
                <w:shd w:val="clear" w:color="auto" w:fill="F3F3F3"/>
              </w:rPr>
              <w:t>järelv</w:t>
            </w:r>
            <w:r w:rsidR="00FB71F1" w:rsidRPr="00140830">
              <w:rPr>
                <w:color w:val="auto"/>
                <w:sz w:val="18"/>
                <w:szCs w:val="18"/>
                <w:shd w:val="clear" w:color="auto" w:fill="F3F3F3"/>
              </w:rPr>
              <w:t>alvet</w:t>
            </w:r>
            <w:proofErr w:type="spellEnd"/>
            <w:r w:rsidR="00FB71F1" w:rsidRPr="00140830">
              <w:rPr>
                <w:color w:val="auto"/>
                <w:sz w:val="18"/>
                <w:szCs w:val="18"/>
                <w:shd w:val="clear" w:color="auto" w:fill="F3F3F3"/>
              </w:rPr>
              <w:t xml:space="preserve"> ja </w:t>
            </w:r>
            <w:r w:rsidR="00A654D2" w:rsidRPr="00140830">
              <w:rPr>
                <w:color w:val="auto"/>
                <w:sz w:val="18"/>
                <w:szCs w:val="18"/>
                <w:shd w:val="clear" w:color="auto" w:fill="F3F3F3"/>
              </w:rPr>
              <w:t xml:space="preserve"> tegevuste üle võtmist teise isiku poolt.</w:t>
            </w:r>
          </w:p>
        </w:tc>
      </w:tr>
    </w:tbl>
    <w:p w14:paraId="0E9A5698" w14:textId="4D1EA57E" w:rsidR="008C63FB" w:rsidRDefault="008C63FB">
      <w:pPr>
        <w:spacing w:line="240" w:lineRule="auto"/>
        <w:rPr>
          <w:b/>
          <w:color w:val="auto"/>
        </w:rPr>
      </w:pPr>
    </w:p>
    <w:p w14:paraId="2BBFBC6D" w14:textId="62CD7685" w:rsidR="009A5E62" w:rsidRDefault="009A5E62">
      <w:pPr>
        <w:spacing w:line="240" w:lineRule="auto"/>
        <w:rPr>
          <w:b/>
          <w:color w:val="auto"/>
        </w:rPr>
      </w:pPr>
    </w:p>
    <w:p w14:paraId="7F48C625" w14:textId="77777777" w:rsidR="009A5E62" w:rsidRPr="00140830" w:rsidRDefault="009A5E62">
      <w:pPr>
        <w:spacing w:line="240" w:lineRule="auto"/>
        <w:rPr>
          <w:b/>
          <w:color w:val="auto"/>
        </w:rPr>
      </w:pPr>
    </w:p>
    <w:sectPr w:rsidR="009A5E62" w:rsidRPr="00140830" w:rsidSect="00FA77FE">
      <w:footerReference w:type="default" r:id="rId7"/>
      <w:pgSz w:w="16838" w:h="11906" w:orient="landscape"/>
      <w:pgMar w:top="1417" w:right="1133" w:bottom="1417" w:left="1133" w:header="0"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225364" w14:textId="77777777" w:rsidR="00C17C42" w:rsidRDefault="00C17C42" w:rsidP="00AF3702">
      <w:pPr>
        <w:spacing w:line="240" w:lineRule="auto"/>
      </w:pPr>
      <w:r>
        <w:separator/>
      </w:r>
    </w:p>
  </w:endnote>
  <w:endnote w:type="continuationSeparator" w:id="0">
    <w:p w14:paraId="1E49D66B" w14:textId="77777777" w:rsidR="00C17C42" w:rsidRDefault="00C17C42" w:rsidP="00AF37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Roboto Condensed">
    <w:panose1 w:val="02000000000000000000"/>
    <w:charset w:val="BA"/>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100141"/>
      <w:docPartObj>
        <w:docPartGallery w:val="Page Numbers (Bottom of Page)"/>
        <w:docPartUnique/>
      </w:docPartObj>
    </w:sdtPr>
    <w:sdtContent>
      <w:p w14:paraId="41FD45E3" w14:textId="517BCC6D" w:rsidR="00C17C42" w:rsidRDefault="00C17C42">
        <w:pPr>
          <w:pStyle w:val="Jalus"/>
          <w:jc w:val="right"/>
        </w:pPr>
        <w:r>
          <w:fldChar w:fldCharType="begin"/>
        </w:r>
        <w:r>
          <w:instrText>PAGE   \* MERGEFORMAT</w:instrText>
        </w:r>
        <w:r>
          <w:fldChar w:fldCharType="separate"/>
        </w:r>
        <w:r w:rsidR="009E4861">
          <w:rPr>
            <w:noProof/>
          </w:rPr>
          <w:t>40</w:t>
        </w:r>
        <w:r>
          <w:fldChar w:fldCharType="end"/>
        </w:r>
      </w:p>
    </w:sdtContent>
  </w:sdt>
  <w:p w14:paraId="5C2A1206" w14:textId="77777777" w:rsidR="00C17C42" w:rsidRDefault="00C17C4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7B8D91" w14:textId="77777777" w:rsidR="00C17C42" w:rsidRDefault="00C17C42" w:rsidP="00AF3702">
      <w:pPr>
        <w:spacing w:line="240" w:lineRule="auto"/>
      </w:pPr>
      <w:r>
        <w:separator/>
      </w:r>
    </w:p>
  </w:footnote>
  <w:footnote w:type="continuationSeparator" w:id="0">
    <w:p w14:paraId="5A0E1BF4" w14:textId="77777777" w:rsidR="00C17C42" w:rsidRDefault="00C17C42" w:rsidP="00AF370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3539A"/>
    <w:multiLevelType w:val="hybridMultilevel"/>
    <w:tmpl w:val="7696CCFE"/>
    <w:lvl w:ilvl="0" w:tplc="01DA869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18A3A50"/>
    <w:multiLevelType w:val="multilevel"/>
    <w:tmpl w:val="97E23EC2"/>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3460A3"/>
    <w:multiLevelType w:val="hybridMultilevel"/>
    <w:tmpl w:val="956E088E"/>
    <w:lvl w:ilvl="0" w:tplc="04250015">
      <w:start w:val="1"/>
      <w:numFmt w:val="upperLetter"/>
      <w:lvlText w:val="%1."/>
      <w:lvlJc w:val="left"/>
      <w:pPr>
        <w:ind w:left="720" w:hanging="360"/>
      </w:pPr>
      <w:rPr>
        <w:rFonts w:hint="default"/>
        <w:sz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A4352A6"/>
    <w:multiLevelType w:val="multilevel"/>
    <w:tmpl w:val="C6B8FF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4418D0"/>
    <w:multiLevelType w:val="multilevel"/>
    <w:tmpl w:val="2CEE12C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46497E"/>
    <w:multiLevelType w:val="hybridMultilevel"/>
    <w:tmpl w:val="E2D6A922"/>
    <w:lvl w:ilvl="0" w:tplc="2EA01B4E">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A34010D"/>
    <w:multiLevelType w:val="multilevel"/>
    <w:tmpl w:val="E5E647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12527F"/>
    <w:multiLevelType w:val="multilevel"/>
    <w:tmpl w:val="1EA86FA2"/>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F409EC"/>
    <w:multiLevelType w:val="multilevel"/>
    <w:tmpl w:val="BB66C5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842816"/>
    <w:multiLevelType w:val="hybridMultilevel"/>
    <w:tmpl w:val="0F62754C"/>
    <w:lvl w:ilvl="0" w:tplc="04250015">
      <w:start w:val="1"/>
      <w:numFmt w:val="upp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A651562"/>
    <w:multiLevelType w:val="hybridMultilevel"/>
    <w:tmpl w:val="1F86D23C"/>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B5639DA"/>
    <w:multiLevelType w:val="multilevel"/>
    <w:tmpl w:val="36FE33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FAE60CF"/>
    <w:multiLevelType w:val="multilevel"/>
    <w:tmpl w:val="607AC358"/>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57802A1"/>
    <w:multiLevelType w:val="multilevel"/>
    <w:tmpl w:val="FB2EAB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6814373"/>
    <w:multiLevelType w:val="multilevel"/>
    <w:tmpl w:val="90046F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7ED498F"/>
    <w:multiLevelType w:val="hybridMultilevel"/>
    <w:tmpl w:val="31B4153C"/>
    <w:lvl w:ilvl="0" w:tplc="C26EAB54">
      <w:start w:val="1"/>
      <w:numFmt w:val="upperLetter"/>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A503C7C"/>
    <w:multiLevelType w:val="hybridMultilevel"/>
    <w:tmpl w:val="63705C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ED746A9"/>
    <w:multiLevelType w:val="multilevel"/>
    <w:tmpl w:val="628269A2"/>
    <w:lvl w:ilvl="0">
      <w:start w:val="1"/>
      <w:numFmt w:val="bullet"/>
      <w:lvlText w:val=""/>
      <w:lvlJc w:val="left"/>
      <w:pPr>
        <w:tabs>
          <w:tab w:val="num" w:pos="720"/>
        </w:tabs>
        <w:ind w:left="720" w:hanging="360"/>
      </w:pPr>
      <w:rPr>
        <w:rFonts w:ascii="Symbol" w:hAnsi="Symbol" w:hint="default"/>
        <w:sz w:val="20"/>
      </w:rPr>
    </w:lvl>
    <w:lvl w:ilvl="1">
      <w:numFmt w:val="decimal"/>
      <w:lvlText w:val="%2-"/>
      <w:lvlJc w:val="left"/>
      <w:pPr>
        <w:ind w:left="1440" w:hanging="360"/>
      </w:pPr>
      <w:rPr>
        <w:rFonts w:hint="default"/>
      </w:rPr>
    </w:lvl>
    <w:lvl w:ilvl="2">
      <w:start w:val="3"/>
      <w:numFmt w:val="bullet"/>
      <w:lvlText w:val="-"/>
      <w:lvlJc w:val="left"/>
      <w:pPr>
        <w:ind w:left="2160" w:hanging="360"/>
      </w:pPr>
      <w:rPr>
        <w:rFonts w:ascii="Arial" w:eastAsia="Times New Roman" w:hAnsi="Arial" w:cs="Arial" w:hint="default"/>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0A1F4A"/>
    <w:multiLevelType w:val="multilevel"/>
    <w:tmpl w:val="45F8A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8533DF9"/>
    <w:multiLevelType w:val="multilevel"/>
    <w:tmpl w:val="4EAEDBFE"/>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8FB4CF2"/>
    <w:multiLevelType w:val="multilevel"/>
    <w:tmpl w:val="30ACB770"/>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90A0EBB"/>
    <w:multiLevelType w:val="hybridMultilevel"/>
    <w:tmpl w:val="5958DC9C"/>
    <w:lvl w:ilvl="0" w:tplc="535C728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D5B381D"/>
    <w:multiLevelType w:val="hybridMultilevel"/>
    <w:tmpl w:val="478404EC"/>
    <w:lvl w:ilvl="0" w:tplc="C3A04AE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0B1252A"/>
    <w:multiLevelType w:val="multilevel"/>
    <w:tmpl w:val="FB440FAA"/>
    <w:lvl w:ilvl="0">
      <w:start w:val="1"/>
      <w:numFmt w:val="decimal"/>
      <w:lvlText w:val="%1."/>
      <w:lvlJc w:val="left"/>
      <w:pPr>
        <w:ind w:left="720" w:firstLine="360"/>
      </w:pPr>
    </w:lvl>
    <w:lvl w:ilvl="1">
      <w:start w:val="1"/>
      <w:numFmt w:val="decimal"/>
      <w:lvlText w:val="%1.%2"/>
      <w:lvlJc w:val="left"/>
      <w:pPr>
        <w:ind w:left="1080" w:firstLine="720"/>
      </w:pPr>
    </w:lvl>
    <w:lvl w:ilvl="2">
      <w:start w:val="1"/>
      <w:numFmt w:val="decimal"/>
      <w:lvlText w:val="%1.%2.%3"/>
      <w:lvlJc w:val="left"/>
      <w:pPr>
        <w:ind w:left="1800" w:firstLine="1080"/>
      </w:pPr>
    </w:lvl>
    <w:lvl w:ilvl="3">
      <w:start w:val="1"/>
      <w:numFmt w:val="decimal"/>
      <w:lvlText w:val="%1.%2.%3.%4"/>
      <w:lvlJc w:val="left"/>
      <w:pPr>
        <w:ind w:left="2160" w:firstLine="1440"/>
      </w:pPr>
    </w:lvl>
    <w:lvl w:ilvl="4">
      <w:start w:val="1"/>
      <w:numFmt w:val="decimal"/>
      <w:lvlText w:val="%1.%2.%3.%4.%5"/>
      <w:lvlJc w:val="left"/>
      <w:pPr>
        <w:ind w:left="2880" w:firstLine="1800"/>
      </w:pPr>
    </w:lvl>
    <w:lvl w:ilvl="5">
      <w:start w:val="1"/>
      <w:numFmt w:val="decimal"/>
      <w:lvlText w:val="%1.%2.%3.%4.%5.%6"/>
      <w:lvlJc w:val="left"/>
      <w:pPr>
        <w:ind w:left="3240" w:firstLine="2160"/>
      </w:pPr>
    </w:lvl>
    <w:lvl w:ilvl="6">
      <w:start w:val="1"/>
      <w:numFmt w:val="decimal"/>
      <w:lvlText w:val="%1.%2.%3.%4.%5.%6.%7"/>
      <w:lvlJc w:val="left"/>
      <w:pPr>
        <w:ind w:left="3960" w:firstLine="2520"/>
      </w:pPr>
    </w:lvl>
    <w:lvl w:ilvl="7">
      <w:start w:val="1"/>
      <w:numFmt w:val="decimal"/>
      <w:lvlText w:val="%1.%2.%3.%4.%5.%6.%7.%8"/>
      <w:lvlJc w:val="left"/>
      <w:pPr>
        <w:ind w:left="4320" w:firstLine="2880"/>
      </w:pPr>
    </w:lvl>
    <w:lvl w:ilvl="8">
      <w:start w:val="1"/>
      <w:numFmt w:val="decimal"/>
      <w:lvlText w:val="%1.%2.%3.%4.%5.%6.%7.%8.%9"/>
      <w:lvlJc w:val="left"/>
      <w:pPr>
        <w:ind w:left="5040" w:firstLine="3240"/>
      </w:pPr>
    </w:lvl>
  </w:abstractNum>
  <w:abstractNum w:abstractNumId="24" w15:restartNumberingAfterBreak="0">
    <w:nsid w:val="61885DA3"/>
    <w:multiLevelType w:val="multilevel"/>
    <w:tmpl w:val="F4B8D426"/>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3643EC1"/>
    <w:multiLevelType w:val="hybridMultilevel"/>
    <w:tmpl w:val="0FD26E28"/>
    <w:lvl w:ilvl="0" w:tplc="311451D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4E9064A"/>
    <w:multiLevelType w:val="multilevel"/>
    <w:tmpl w:val="D0248DB2"/>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27" w15:restartNumberingAfterBreak="0">
    <w:nsid w:val="68106A62"/>
    <w:multiLevelType w:val="multilevel"/>
    <w:tmpl w:val="07522770"/>
    <w:lvl w:ilvl="0">
      <w:start w:val="5"/>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99A7BF5"/>
    <w:multiLevelType w:val="multilevel"/>
    <w:tmpl w:val="6C36ECF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9" w15:restartNumberingAfterBreak="0">
    <w:nsid w:val="6A6C04DC"/>
    <w:multiLevelType w:val="hybridMultilevel"/>
    <w:tmpl w:val="08981E8E"/>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C6E7C65"/>
    <w:multiLevelType w:val="multilevel"/>
    <w:tmpl w:val="1368EF90"/>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0582B01"/>
    <w:multiLevelType w:val="hybridMultilevel"/>
    <w:tmpl w:val="BDB41268"/>
    <w:lvl w:ilvl="0" w:tplc="DC205762">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2" w15:restartNumberingAfterBreak="0">
    <w:nsid w:val="72C11436"/>
    <w:multiLevelType w:val="multilevel"/>
    <w:tmpl w:val="2B524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4856111"/>
    <w:multiLevelType w:val="multilevel"/>
    <w:tmpl w:val="4B2C3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7B10869"/>
    <w:multiLevelType w:val="multilevel"/>
    <w:tmpl w:val="91C0E65A"/>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7CF04D6"/>
    <w:multiLevelType w:val="multilevel"/>
    <w:tmpl w:val="7ADA805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B5672A1"/>
    <w:multiLevelType w:val="hybridMultilevel"/>
    <w:tmpl w:val="13A4F1E8"/>
    <w:lvl w:ilvl="0" w:tplc="37BE0362">
      <w:start w:val="3"/>
      <w:numFmt w:val="upperLetter"/>
      <w:lvlText w:val="%1."/>
      <w:lvlJc w:val="left"/>
      <w:pPr>
        <w:ind w:left="1110" w:hanging="360"/>
      </w:pPr>
      <w:rPr>
        <w:rFonts w:hint="default"/>
      </w:rPr>
    </w:lvl>
    <w:lvl w:ilvl="1" w:tplc="04250019" w:tentative="1">
      <w:start w:val="1"/>
      <w:numFmt w:val="lowerLetter"/>
      <w:lvlText w:val="%2."/>
      <w:lvlJc w:val="left"/>
      <w:pPr>
        <w:ind w:left="1830" w:hanging="360"/>
      </w:pPr>
    </w:lvl>
    <w:lvl w:ilvl="2" w:tplc="0425001B" w:tentative="1">
      <w:start w:val="1"/>
      <w:numFmt w:val="lowerRoman"/>
      <w:lvlText w:val="%3."/>
      <w:lvlJc w:val="right"/>
      <w:pPr>
        <w:ind w:left="2550" w:hanging="180"/>
      </w:pPr>
    </w:lvl>
    <w:lvl w:ilvl="3" w:tplc="0425000F" w:tentative="1">
      <w:start w:val="1"/>
      <w:numFmt w:val="decimal"/>
      <w:lvlText w:val="%4."/>
      <w:lvlJc w:val="left"/>
      <w:pPr>
        <w:ind w:left="3270" w:hanging="360"/>
      </w:pPr>
    </w:lvl>
    <w:lvl w:ilvl="4" w:tplc="04250019" w:tentative="1">
      <w:start w:val="1"/>
      <w:numFmt w:val="lowerLetter"/>
      <w:lvlText w:val="%5."/>
      <w:lvlJc w:val="left"/>
      <w:pPr>
        <w:ind w:left="3990" w:hanging="360"/>
      </w:pPr>
    </w:lvl>
    <w:lvl w:ilvl="5" w:tplc="0425001B" w:tentative="1">
      <w:start w:val="1"/>
      <w:numFmt w:val="lowerRoman"/>
      <w:lvlText w:val="%6."/>
      <w:lvlJc w:val="right"/>
      <w:pPr>
        <w:ind w:left="4710" w:hanging="180"/>
      </w:pPr>
    </w:lvl>
    <w:lvl w:ilvl="6" w:tplc="0425000F" w:tentative="1">
      <w:start w:val="1"/>
      <w:numFmt w:val="decimal"/>
      <w:lvlText w:val="%7."/>
      <w:lvlJc w:val="left"/>
      <w:pPr>
        <w:ind w:left="5430" w:hanging="360"/>
      </w:pPr>
    </w:lvl>
    <w:lvl w:ilvl="7" w:tplc="04250019" w:tentative="1">
      <w:start w:val="1"/>
      <w:numFmt w:val="lowerLetter"/>
      <w:lvlText w:val="%8."/>
      <w:lvlJc w:val="left"/>
      <w:pPr>
        <w:ind w:left="6150" w:hanging="360"/>
      </w:pPr>
    </w:lvl>
    <w:lvl w:ilvl="8" w:tplc="0425001B" w:tentative="1">
      <w:start w:val="1"/>
      <w:numFmt w:val="lowerRoman"/>
      <w:lvlText w:val="%9."/>
      <w:lvlJc w:val="right"/>
      <w:pPr>
        <w:ind w:left="6870" w:hanging="180"/>
      </w:pPr>
    </w:lvl>
  </w:abstractNum>
  <w:abstractNum w:abstractNumId="37" w15:restartNumberingAfterBreak="0">
    <w:nsid w:val="7C867F90"/>
    <w:multiLevelType w:val="multilevel"/>
    <w:tmpl w:val="1C869442"/>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8"/>
  </w:num>
  <w:num w:numId="2">
    <w:abstractNumId w:val="26"/>
  </w:num>
  <w:num w:numId="3">
    <w:abstractNumId w:val="5"/>
  </w:num>
  <w:num w:numId="4">
    <w:abstractNumId w:val="15"/>
  </w:num>
  <w:num w:numId="5">
    <w:abstractNumId w:val="16"/>
  </w:num>
  <w:num w:numId="6">
    <w:abstractNumId w:val="31"/>
  </w:num>
  <w:num w:numId="7">
    <w:abstractNumId w:val="21"/>
  </w:num>
  <w:num w:numId="8">
    <w:abstractNumId w:val="17"/>
  </w:num>
  <w:num w:numId="9">
    <w:abstractNumId w:val="33"/>
  </w:num>
  <w:num w:numId="10">
    <w:abstractNumId w:val="14"/>
  </w:num>
  <w:num w:numId="11">
    <w:abstractNumId w:val="12"/>
    <w:lvlOverride w:ilvl="1">
      <w:lvl w:ilvl="1">
        <w:numFmt w:val="decimal"/>
        <w:lvlText w:val="%2."/>
        <w:lvlJc w:val="left"/>
      </w:lvl>
    </w:lvlOverride>
  </w:num>
  <w:num w:numId="12">
    <w:abstractNumId w:val="13"/>
  </w:num>
  <w:num w:numId="13">
    <w:abstractNumId w:val="37"/>
    <w:lvlOverride w:ilvl="1">
      <w:lvl w:ilvl="1">
        <w:numFmt w:val="decimal"/>
        <w:lvlText w:val="%2."/>
        <w:lvlJc w:val="left"/>
      </w:lvl>
    </w:lvlOverride>
  </w:num>
  <w:num w:numId="14">
    <w:abstractNumId w:val="20"/>
    <w:lvlOverride w:ilvl="1">
      <w:lvl w:ilvl="1">
        <w:numFmt w:val="decimal"/>
        <w:lvlText w:val="%2."/>
        <w:lvlJc w:val="left"/>
      </w:lvl>
    </w:lvlOverride>
  </w:num>
  <w:num w:numId="15">
    <w:abstractNumId w:val="30"/>
    <w:lvlOverride w:ilvl="1">
      <w:lvl w:ilvl="1">
        <w:numFmt w:val="decimal"/>
        <w:lvlText w:val="%2."/>
        <w:lvlJc w:val="left"/>
      </w:lvl>
    </w:lvlOverride>
  </w:num>
  <w:num w:numId="16">
    <w:abstractNumId w:val="18"/>
  </w:num>
  <w:num w:numId="17">
    <w:abstractNumId w:val="32"/>
  </w:num>
  <w:num w:numId="18">
    <w:abstractNumId w:val="4"/>
    <w:lvlOverride w:ilvl="0">
      <w:lvl w:ilvl="0">
        <w:numFmt w:val="decimal"/>
        <w:lvlText w:val="%1."/>
        <w:lvlJc w:val="left"/>
      </w:lvl>
    </w:lvlOverride>
  </w:num>
  <w:num w:numId="19">
    <w:abstractNumId w:val="3"/>
    <w:lvlOverride w:ilvl="0">
      <w:lvl w:ilvl="0">
        <w:numFmt w:val="decimal"/>
        <w:lvlText w:val="%1."/>
        <w:lvlJc w:val="left"/>
      </w:lvl>
    </w:lvlOverride>
  </w:num>
  <w:num w:numId="20">
    <w:abstractNumId w:val="6"/>
  </w:num>
  <w:num w:numId="21">
    <w:abstractNumId w:val="34"/>
    <w:lvlOverride w:ilvl="1">
      <w:lvl w:ilvl="1">
        <w:numFmt w:val="decimal"/>
        <w:lvlText w:val="%2."/>
        <w:lvlJc w:val="left"/>
      </w:lvl>
    </w:lvlOverride>
  </w:num>
  <w:num w:numId="22">
    <w:abstractNumId w:val="0"/>
  </w:num>
  <w:num w:numId="23">
    <w:abstractNumId w:val="11"/>
  </w:num>
  <w:num w:numId="24">
    <w:abstractNumId w:val="35"/>
    <w:lvlOverride w:ilvl="0">
      <w:lvl w:ilvl="0">
        <w:numFmt w:val="decimal"/>
        <w:lvlText w:val="%1."/>
        <w:lvlJc w:val="left"/>
      </w:lvl>
    </w:lvlOverride>
  </w:num>
  <w:num w:numId="25">
    <w:abstractNumId w:val="8"/>
  </w:num>
  <w:num w:numId="26">
    <w:abstractNumId w:val="7"/>
    <w:lvlOverride w:ilvl="1">
      <w:lvl w:ilvl="1">
        <w:numFmt w:val="decimal"/>
        <w:lvlText w:val="%2."/>
        <w:lvlJc w:val="left"/>
      </w:lvl>
    </w:lvlOverride>
  </w:num>
  <w:num w:numId="27">
    <w:abstractNumId w:val="1"/>
    <w:lvlOverride w:ilvl="2">
      <w:lvl w:ilvl="2">
        <w:numFmt w:val="decimal"/>
        <w:lvlText w:val="%3."/>
        <w:lvlJc w:val="left"/>
      </w:lvl>
    </w:lvlOverride>
  </w:num>
  <w:num w:numId="28">
    <w:abstractNumId w:val="24"/>
    <w:lvlOverride w:ilvl="1">
      <w:lvl w:ilvl="1">
        <w:numFmt w:val="decimal"/>
        <w:lvlText w:val="%2."/>
        <w:lvlJc w:val="left"/>
      </w:lvl>
    </w:lvlOverride>
  </w:num>
  <w:num w:numId="29">
    <w:abstractNumId w:val="19"/>
    <w:lvlOverride w:ilvl="1">
      <w:lvl w:ilvl="1">
        <w:numFmt w:val="decimal"/>
        <w:lvlText w:val="%2."/>
        <w:lvlJc w:val="left"/>
      </w:lvl>
    </w:lvlOverride>
  </w:num>
  <w:num w:numId="30">
    <w:abstractNumId w:val="27"/>
    <w:lvlOverride w:ilvl="1">
      <w:lvl w:ilvl="1">
        <w:numFmt w:val="decimal"/>
        <w:lvlText w:val="%2."/>
        <w:lvlJc w:val="left"/>
      </w:lvl>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0"/>
  </w:num>
  <w:num w:numId="34">
    <w:abstractNumId w:val="29"/>
  </w:num>
  <w:num w:numId="35">
    <w:abstractNumId w:val="9"/>
  </w:num>
  <w:num w:numId="36">
    <w:abstractNumId w:val="2"/>
  </w:num>
  <w:num w:numId="37">
    <w:abstractNumId w:val="36"/>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3FB"/>
    <w:rsid w:val="00003381"/>
    <w:rsid w:val="00023C10"/>
    <w:rsid w:val="000422C2"/>
    <w:rsid w:val="00044832"/>
    <w:rsid w:val="00051FC0"/>
    <w:rsid w:val="000A0A68"/>
    <w:rsid w:val="000D3206"/>
    <w:rsid w:val="000D6508"/>
    <w:rsid w:val="000E3BA1"/>
    <w:rsid w:val="000E6A56"/>
    <w:rsid w:val="00110DF6"/>
    <w:rsid w:val="0013646D"/>
    <w:rsid w:val="00140830"/>
    <w:rsid w:val="00143DCA"/>
    <w:rsid w:val="00173D41"/>
    <w:rsid w:val="00177714"/>
    <w:rsid w:val="001865DE"/>
    <w:rsid w:val="001A2894"/>
    <w:rsid w:val="001A2C72"/>
    <w:rsid w:val="001C4AE0"/>
    <w:rsid w:val="001E2AAC"/>
    <w:rsid w:val="001F101A"/>
    <w:rsid w:val="0020303F"/>
    <w:rsid w:val="0020386F"/>
    <w:rsid w:val="00220161"/>
    <w:rsid w:val="00221A96"/>
    <w:rsid w:val="0023408A"/>
    <w:rsid w:val="0024766E"/>
    <w:rsid w:val="0025540D"/>
    <w:rsid w:val="00255823"/>
    <w:rsid w:val="00272956"/>
    <w:rsid w:val="002845C1"/>
    <w:rsid w:val="00292376"/>
    <w:rsid w:val="002A4548"/>
    <w:rsid w:val="002E28B2"/>
    <w:rsid w:val="002E3805"/>
    <w:rsid w:val="002E7329"/>
    <w:rsid w:val="002F2922"/>
    <w:rsid w:val="002F29E1"/>
    <w:rsid w:val="003257B5"/>
    <w:rsid w:val="0033074A"/>
    <w:rsid w:val="003466DB"/>
    <w:rsid w:val="003748C8"/>
    <w:rsid w:val="00395A42"/>
    <w:rsid w:val="00395AD8"/>
    <w:rsid w:val="003A211C"/>
    <w:rsid w:val="003C538E"/>
    <w:rsid w:val="003C7AE9"/>
    <w:rsid w:val="003D0925"/>
    <w:rsid w:val="003D5148"/>
    <w:rsid w:val="003D6056"/>
    <w:rsid w:val="003E25AD"/>
    <w:rsid w:val="003E393B"/>
    <w:rsid w:val="003F01E1"/>
    <w:rsid w:val="003F4B40"/>
    <w:rsid w:val="003F77FC"/>
    <w:rsid w:val="0040063C"/>
    <w:rsid w:val="00413A9D"/>
    <w:rsid w:val="00414183"/>
    <w:rsid w:val="00417BA0"/>
    <w:rsid w:val="00423850"/>
    <w:rsid w:val="00423A64"/>
    <w:rsid w:val="00437AB8"/>
    <w:rsid w:val="00452780"/>
    <w:rsid w:val="0045715D"/>
    <w:rsid w:val="00462650"/>
    <w:rsid w:val="00465DFA"/>
    <w:rsid w:val="00467F6A"/>
    <w:rsid w:val="004814A2"/>
    <w:rsid w:val="00491CA4"/>
    <w:rsid w:val="00493A62"/>
    <w:rsid w:val="004B7472"/>
    <w:rsid w:val="004D1C98"/>
    <w:rsid w:val="004D40C7"/>
    <w:rsid w:val="004E68F2"/>
    <w:rsid w:val="004F7A48"/>
    <w:rsid w:val="004F7FA3"/>
    <w:rsid w:val="00516FD1"/>
    <w:rsid w:val="005250B1"/>
    <w:rsid w:val="005404EA"/>
    <w:rsid w:val="00564032"/>
    <w:rsid w:val="00570F24"/>
    <w:rsid w:val="005E3143"/>
    <w:rsid w:val="005E4F80"/>
    <w:rsid w:val="00612063"/>
    <w:rsid w:val="0062144E"/>
    <w:rsid w:val="00630332"/>
    <w:rsid w:val="00631F77"/>
    <w:rsid w:val="006609C8"/>
    <w:rsid w:val="006856E1"/>
    <w:rsid w:val="006A7989"/>
    <w:rsid w:val="006C4B68"/>
    <w:rsid w:val="006D5429"/>
    <w:rsid w:val="006D55B9"/>
    <w:rsid w:val="00701930"/>
    <w:rsid w:val="0070235E"/>
    <w:rsid w:val="00707384"/>
    <w:rsid w:val="007113FC"/>
    <w:rsid w:val="00727555"/>
    <w:rsid w:val="007278A2"/>
    <w:rsid w:val="00737FF2"/>
    <w:rsid w:val="0074047D"/>
    <w:rsid w:val="00746C9E"/>
    <w:rsid w:val="007474EC"/>
    <w:rsid w:val="00760634"/>
    <w:rsid w:val="0078241D"/>
    <w:rsid w:val="008170BD"/>
    <w:rsid w:val="00820126"/>
    <w:rsid w:val="00820AA1"/>
    <w:rsid w:val="008312AD"/>
    <w:rsid w:val="00831EAF"/>
    <w:rsid w:val="00834104"/>
    <w:rsid w:val="00837BE2"/>
    <w:rsid w:val="00843FAD"/>
    <w:rsid w:val="00886241"/>
    <w:rsid w:val="008A4A1D"/>
    <w:rsid w:val="008C1A93"/>
    <w:rsid w:val="008C63FB"/>
    <w:rsid w:val="008E5782"/>
    <w:rsid w:val="008F431C"/>
    <w:rsid w:val="00905508"/>
    <w:rsid w:val="00905CEF"/>
    <w:rsid w:val="00915DCC"/>
    <w:rsid w:val="00926280"/>
    <w:rsid w:val="00927971"/>
    <w:rsid w:val="00936ECC"/>
    <w:rsid w:val="009473C6"/>
    <w:rsid w:val="00975E95"/>
    <w:rsid w:val="009835E7"/>
    <w:rsid w:val="009858B6"/>
    <w:rsid w:val="009A16D3"/>
    <w:rsid w:val="009A5E62"/>
    <w:rsid w:val="009B5285"/>
    <w:rsid w:val="009D41C4"/>
    <w:rsid w:val="009E3084"/>
    <w:rsid w:val="009E4861"/>
    <w:rsid w:val="009E50F2"/>
    <w:rsid w:val="009F4170"/>
    <w:rsid w:val="009F6FD7"/>
    <w:rsid w:val="00A07BC5"/>
    <w:rsid w:val="00A14EBA"/>
    <w:rsid w:val="00A2604C"/>
    <w:rsid w:val="00A329C2"/>
    <w:rsid w:val="00A37612"/>
    <w:rsid w:val="00A513F7"/>
    <w:rsid w:val="00A654D2"/>
    <w:rsid w:val="00A8574B"/>
    <w:rsid w:val="00A92333"/>
    <w:rsid w:val="00AA53B5"/>
    <w:rsid w:val="00AB43A2"/>
    <w:rsid w:val="00AC2A76"/>
    <w:rsid w:val="00AC365B"/>
    <w:rsid w:val="00AD11ED"/>
    <w:rsid w:val="00AD75F0"/>
    <w:rsid w:val="00AE16A2"/>
    <w:rsid w:val="00AE5CED"/>
    <w:rsid w:val="00AF3702"/>
    <w:rsid w:val="00AF3A59"/>
    <w:rsid w:val="00B0633D"/>
    <w:rsid w:val="00B178C6"/>
    <w:rsid w:val="00B36EE2"/>
    <w:rsid w:val="00B63A1E"/>
    <w:rsid w:val="00B81854"/>
    <w:rsid w:val="00B90263"/>
    <w:rsid w:val="00B928E4"/>
    <w:rsid w:val="00B930E4"/>
    <w:rsid w:val="00B94F8C"/>
    <w:rsid w:val="00BA4BA8"/>
    <w:rsid w:val="00BA60CC"/>
    <w:rsid w:val="00BB4B84"/>
    <w:rsid w:val="00BC0204"/>
    <w:rsid w:val="00BC598F"/>
    <w:rsid w:val="00BF0A4C"/>
    <w:rsid w:val="00C07F38"/>
    <w:rsid w:val="00C140DC"/>
    <w:rsid w:val="00C17C42"/>
    <w:rsid w:val="00C24812"/>
    <w:rsid w:val="00C45EEC"/>
    <w:rsid w:val="00C50927"/>
    <w:rsid w:val="00C54DB5"/>
    <w:rsid w:val="00C57CB0"/>
    <w:rsid w:val="00C77D09"/>
    <w:rsid w:val="00C94B4A"/>
    <w:rsid w:val="00CA733D"/>
    <w:rsid w:val="00CD42EF"/>
    <w:rsid w:val="00CE33C8"/>
    <w:rsid w:val="00CF1C8D"/>
    <w:rsid w:val="00D2270F"/>
    <w:rsid w:val="00D34B7B"/>
    <w:rsid w:val="00D35948"/>
    <w:rsid w:val="00D503E4"/>
    <w:rsid w:val="00D575F6"/>
    <w:rsid w:val="00D678F9"/>
    <w:rsid w:val="00DA580A"/>
    <w:rsid w:val="00DF5ADE"/>
    <w:rsid w:val="00E02A0C"/>
    <w:rsid w:val="00E05690"/>
    <w:rsid w:val="00E112AF"/>
    <w:rsid w:val="00E42018"/>
    <w:rsid w:val="00E53430"/>
    <w:rsid w:val="00E66684"/>
    <w:rsid w:val="00E75008"/>
    <w:rsid w:val="00E768CB"/>
    <w:rsid w:val="00E94007"/>
    <w:rsid w:val="00EA1B71"/>
    <w:rsid w:val="00EA2648"/>
    <w:rsid w:val="00EE234A"/>
    <w:rsid w:val="00F02ACA"/>
    <w:rsid w:val="00F278F0"/>
    <w:rsid w:val="00F35896"/>
    <w:rsid w:val="00F500C5"/>
    <w:rsid w:val="00F53C37"/>
    <w:rsid w:val="00F6272A"/>
    <w:rsid w:val="00F73CD3"/>
    <w:rsid w:val="00F75369"/>
    <w:rsid w:val="00F80D43"/>
    <w:rsid w:val="00F86191"/>
    <w:rsid w:val="00F92F9A"/>
    <w:rsid w:val="00FA6C84"/>
    <w:rsid w:val="00FA77FE"/>
    <w:rsid w:val="00FB71F1"/>
    <w:rsid w:val="00FC0022"/>
    <w:rsid w:val="00FD0BE9"/>
    <w:rsid w:val="00FE6A3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46A29"/>
  <w15:docId w15:val="{CD36DA74-C02B-4862-BA60-CD716463B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t-EE" w:eastAsia="et-EE" w:bidi="ar-SA"/>
      </w:rPr>
    </w:rPrDefault>
    <w:pPrDefault>
      <w:pPr>
        <w:widowControl w:val="0"/>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style>
  <w:style w:type="paragraph" w:styleId="Pealkiri1">
    <w:name w:val="heading 1"/>
    <w:basedOn w:val="Normaallaad"/>
    <w:next w:val="Normaallaad"/>
    <w:pPr>
      <w:keepNext/>
      <w:keepLines/>
      <w:spacing w:before="400" w:after="120"/>
      <w:outlineLvl w:val="0"/>
    </w:pPr>
    <w:rPr>
      <w:sz w:val="40"/>
      <w:szCs w:val="40"/>
    </w:rPr>
  </w:style>
  <w:style w:type="paragraph" w:styleId="Pealkiri2">
    <w:name w:val="heading 2"/>
    <w:basedOn w:val="Normaallaad"/>
    <w:next w:val="Normaallaad"/>
    <w:pPr>
      <w:keepNext/>
      <w:keepLines/>
      <w:spacing w:before="360" w:after="120"/>
      <w:outlineLvl w:val="1"/>
    </w:pPr>
    <w:rPr>
      <w:sz w:val="32"/>
      <w:szCs w:val="32"/>
    </w:rPr>
  </w:style>
  <w:style w:type="paragraph" w:styleId="Pealkiri3">
    <w:name w:val="heading 3"/>
    <w:basedOn w:val="Normaallaad"/>
    <w:next w:val="Normaallaad"/>
    <w:pPr>
      <w:keepNext/>
      <w:keepLines/>
      <w:spacing w:before="320" w:after="80"/>
      <w:outlineLvl w:val="2"/>
    </w:pPr>
    <w:rPr>
      <w:color w:val="434343"/>
      <w:sz w:val="28"/>
      <w:szCs w:val="28"/>
    </w:rPr>
  </w:style>
  <w:style w:type="paragraph" w:styleId="Pealkiri4">
    <w:name w:val="heading 4"/>
    <w:basedOn w:val="Normaallaad"/>
    <w:next w:val="Normaallaad"/>
    <w:pPr>
      <w:keepNext/>
      <w:keepLines/>
      <w:spacing w:before="280" w:after="80"/>
      <w:outlineLvl w:val="3"/>
    </w:pPr>
    <w:rPr>
      <w:color w:val="666666"/>
      <w:sz w:val="24"/>
      <w:szCs w:val="24"/>
    </w:rPr>
  </w:style>
  <w:style w:type="paragraph" w:styleId="Pealkiri5">
    <w:name w:val="heading 5"/>
    <w:basedOn w:val="Normaallaad"/>
    <w:next w:val="Normaallaad"/>
    <w:pPr>
      <w:keepNext/>
      <w:keepLines/>
      <w:spacing w:before="240" w:after="80"/>
      <w:outlineLvl w:val="4"/>
    </w:pPr>
    <w:rPr>
      <w:color w:val="666666"/>
    </w:rPr>
  </w:style>
  <w:style w:type="paragraph" w:styleId="Pealkiri6">
    <w:name w:val="heading 6"/>
    <w:basedOn w:val="Normaallaad"/>
    <w:next w:val="Normaallaad"/>
    <w:pPr>
      <w:keepNext/>
      <w:keepLines/>
      <w:spacing w:before="240" w:after="80"/>
      <w:outlineLvl w:val="5"/>
    </w:pPr>
    <w:rPr>
      <w:i/>
      <w:color w:val="66666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ealkiri">
    <w:name w:val="Title"/>
    <w:basedOn w:val="Normaallaad"/>
    <w:next w:val="Normaallaad"/>
    <w:pPr>
      <w:keepNext/>
      <w:keepLines/>
      <w:spacing w:after="60"/>
    </w:pPr>
    <w:rPr>
      <w:sz w:val="52"/>
      <w:szCs w:val="52"/>
    </w:rPr>
  </w:style>
  <w:style w:type="paragraph" w:styleId="Alapealkiri">
    <w:name w:val="Subtitle"/>
    <w:basedOn w:val="Normaallaad"/>
    <w:next w:val="Normaallaad"/>
    <w:pPr>
      <w:keepNext/>
      <w:keepLines/>
      <w:spacing w:after="320"/>
    </w:pPr>
    <w:rPr>
      <w:color w:val="666666"/>
      <w:sz w:val="30"/>
      <w:szCs w:val="30"/>
    </w:rPr>
  </w:style>
  <w:style w:type="table" w:customStyle="1" w:styleId="16">
    <w:name w:val="16"/>
    <w:basedOn w:val="TableNormal"/>
    <w:pPr>
      <w:contextualSpacing/>
    </w:pPr>
    <w:tblPr>
      <w:tblStyleRowBandSize w:val="1"/>
      <w:tblStyleColBandSize w:val="1"/>
      <w:tblCellMar>
        <w:left w:w="115" w:type="dxa"/>
        <w:right w:w="115" w:type="dxa"/>
      </w:tblCellMar>
    </w:tblPr>
  </w:style>
  <w:style w:type="table" w:customStyle="1" w:styleId="15">
    <w:name w:val="15"/>
    <w:basedOn w:val="TableNormal"/>
    <w:pPr>
      <w:contextualSpacing/>
    </w:pPr>
    <w:tblPr>
      <w:tblStyleRowBandSize w:val="1"/>
      <w:tblStyleColBandSize w:val="1"/>
      <w:tblCellMar>
        <w:left w:w="115" w:type="dxa"/>
        <w:right w:w="115" w:type="dxa"/>
      </w:tblCellMar>
    </w:tblPr>
  </w:style>
  <w:style w:type="table" w:customStyle="1" w:styleId="14">
    <w:name w:val="14"/>
    <w:basedOn w:val="TableNormal"/>
    <w:pPr>
      <w:contextualSpacing/>
    </w:pPr>
    <w:tblPr>
      <w:tblStyleRowBandSize w:val="1"/>
      <w:tblStyleColBandSize w:val="1"/>
      <w:tblCellMar>
        <w:left w:w="115" w:type="dxa"/>
        <w:right w:w="115" w:type="dxa"/>
      </w:tblCellMar>
    </w:tblPr>
  </w:style>
  <w:style w:type="table" w:customStyle="1" w:styleId="13">
    <w:name w:val="13"/>
    <w:basedOn w:val="TableNormal"/>
    <w:pPr>
      <w:contextualSpacing/>
    </w:pPr>
    <w:tblPr>
      <w:tblStyleRowBandSize w:val="1"/>
      <w:tblStyleColBandSize w:val="1"/>
      <w:tblCellMar>
        <w:left w:w="115" w:type="dxa"/>
        <w:right w:w="115" w:type="dxa"/>
      </w:tblCellMar>
    </w:tblPr>
  </w:style>
  <w:style w:type="table" w:customStyle="1" w:styleId="12">
    <w:name w:val="12"/>
    <w:basedOn w:val="TableNormal"/>
    <w:pPr>
      <w:contextualSpacing/>
    </w:pPr>
    <w:tblPr>
      <w:tblStyleRowBandSize w:val="1"/>
      <w:tblStyleColBandSize w:val="1"/>
      <w:tblCellMar>
        <w:left w:w="115" w:type="dxa"/>
        <w:right w:w="115" w:type="dxa"/>
      </w:tblCellMar>
    </w:tblPr>
  </w:style>
  <w:style w:type="table" w:customStyle="1" w:styleId="11">
    <w:name w:val="11"/>
    <w:basedOn w:val="TableNormal"/>
    <w:pPr>
      <w:contextualSpacing/>
    </w:pPr>
    <w:tblPr>
      <w:tblStyleRowBandSize w:val="1"/>
      <w:tblStyleColBandSize w:val="1"/>
      <w:tblCellMar>
        <w:left w:w="115" w:type="dxa"/>
        <w:right w:w="115" w:type="dxa"/>
      </w:tblCellMar>
    </w:tblPr>
  </w:style>
  <w:style w:type="table" w:customStyle="1" w:styleId="10">
    <w:name w:val="10"/>
    <w:basedOn w:val="TableNormal"/>
    <w:pPr>
      <w:contextualSpacing/>
    </w:pPr>
    <w:tblPr>
      <w:tblStyleRowBandSize w:val="1"/>
      <w:tblStyleColBandSize w:val="1"/>
      <w:tblCellMar>
        <w:left w:w="115" w:type="dxa"/>
        <w:right w:w="115" w:type="dxa"/>
      </w:tblCellMar>
    </w:tblPr>
  </w:style>
  <w:style w:type="table" w:customStyle="1" w:styleId="9">
    <w:name w:val="9"/>
    <w:basedOn w:val="TableNormal"/>
    <w:pPr>
      <w:contextualSpacing/>
    </w:pPr>
    <w:tblPr>
      <w:tblStyleRowBandSize w:val="1"/>
      <w:tblStyleColBandSize w:val="1"/>
      <w:tblCellMar>
        <w:left w:w="115" w:type="dxa"/>
        <w:right w:w="115" w:type="dxa"/>
      </w:tblCellMar>
    </w:tblPr>
  </w:style>
  <w:style w:type="table" w:customStyle="1" w:styleId="8">
    <w:name w:val="8"/>
    <w:basedOn w:val="TableNormal"/>
    <w:pPr>
      <w:contextualSpacing/>
    </w:pPr>
    <w:tblPr>
      <w:tblStyleRowBandSize w:val="1"/>
      <w:tblStyleColBandSize w:val="1"/>
      <w:tblCellMar>
        <w:left w:w="115" w:type="dxa"/>
        <w:right w:w="115" w:type="dxa"/>
      </w:tblCellMar>
    </w:tblPr>
  </w:style>
  <w:style w:type="table" w:customStyle="1" w:styleId="7">
    <w:name w:val="7"/>
    <w:basedOn w:val="TableNormal"/>
    <w:pPr>
      <w:contextualSpacing/>
    </w:pPr>
    <w:tblPr>
      <w:tblStyleRowBandSize w:val="1"/>
      <w:tblStyleColBandSize w:val="1"/>
      <w:tblCellMar>
        <w:left w:w="115" w:type="dxa"/>
        <w:right w:w="115" w:type="dxa"/>
      </w:tblCellMar>
    </w:tblPr>
  </w:style>
  <w:style w:type="table" w:customStyle="1" w:styleId="6">
    <w:name w:val="6"/>
    <w:basedOn w:val="TableNormal"/>
    <w:pPr>
      <w:contextualSpacing/>
    </w:pPr>
    <w:tblPr>
      <w:tblStyleRowBandSize w:val="1"/>
      <w:tblStyleColBandSize w:val="1"/>
      <w:tblCellMar>
        <w:left w:w="115" w:type="dxa"/>
        <w:right w:w="115" w:type="dxa"/>
      </w:tblCellMar>
    </w:tblPr>
  </w:style>
  <w:style w:type="table" w:customStyle="1" w:styleId="5">
    <w:name w:val="5"/>
    <w:basedOn w:val="TableNormal"/>
    <w:pPr>
      <w:contextualSpacing/>
    </w:pPr>
    <w:tblPr>
      <w:tblStyleRowBandSize w:val="1"/>
      <w:tblStyleColBandSize w:val="1"/>
      <w:tblCellMar>
        <w:left w:w="115" w:type="dxa"/>
        <w:right w:w="115" w:type="dxa"/>
      </w:tblCellMar>
    </w:tblPr>
  </w:style>
  <w:style w:type="table" w:customStyle="1" w:styleId="4">
    <w:name w:val="4"/>
    <w:basedOn w:val="TableNormal"/>
    <w:pPr>
      <w:contextualSpacing/>
    </w:pPr>
    <w:tblPr>
      <w:tblStyleRowBandSize w:val="1"/>
      <w:tblStyleColBandSize w:val="1"/>
      <w:tblCellMar>
        <w:left w:w="115" w:type="dxa"/>
        <w:right w:w="115" w:type="dxa"/>
      </w:tblCellMar>
    </w:tblPr>
  </w:style>
  <w:style w:type="table" w:customStyle="1" w:styleId="3">
    <w:name w:val="3"/>
    <w:basedOn w:val="TableNormal"/>
    <w:pPr>
      <w:contextualSpacing/>
    </w:pPr>
    <w:tblPr>
      <w:tblStyleRowBandSize w:val="1"/>
      <w:tblStyleColBandSize w:val="1"/>
      <w:tblCellMar>
        <w:left w:w="115" w:type="dxa"/>
        <w:right w:w="115" w:type="dxa"/>
      </w:tblCellMar>
    </w:tblPr>
  </w:style>
  <w:style w:type="table" w:customStyle="1" w:styleId="2">
    <w:name w:val="2"/>
    <w:basedOn w:val="TableNormal"/>
    <w:pPr>
      <w:contextualSpacing/>
    </w:pPr>
    <w:tblPr>
      <w:tblStyleRowBandSize w:val="1"/>
      <w:tblStyleColBandSize w:val="1"/>
      <w:tblCellMar>
        <w:left w:w="115" w:type="dxa"/>
        <w:right w:w="115" w:type="dxa"/>
      </w:tblCellMar>
    </w:tblPr>
  </w:style>
  <w:style w:type="table" w:customStyle="1" w:styleId="1">
    <w:name w:val="1"/>
    <w:basedOn w:val="TableNormal"/>
    <w:pPr>
      <w:contextualSpacing/>
    </w:pPr>
    <w:tblPr>
      <w:tblStyleRowBandSize w:val="1"/>
      <w:tblStyleColBandSize w:val="1"/>
      <w:tblCellMar>
        <w:left w:w="115" w:type="dxa"/>
        <w:right w:w="115" w:type="dxa"/>
      </w:tblCellMar>
    </w:tblPr>
  </w:style>
  <w:style w:type="paragraph" w:styleId="Kommentaaritekst">
    <w:name w:val="annotation text"/>
    <w:basedOn w:val="Normaallaad"/>
    <w:link w:val="KommentaaritekstMrk"/>
    <w:uiPriority w:val="99"/>
    <w:semiHidden/>
    <w:unhideWhenUsed/>
    <w:pPr>
      <w:spacing w:line="240" w:lineRule="auto"/>
    </w:pPr>
    <w:rPr>
      <w:sz w:val="20"/>
      <w:szCs w:val="20"/>
    </w:rPr>
  </w:style>
  <w:style w:type="character" w:customStyle="1" w:styleId="KommentaaritekstMrk">
    <w:name w:val="Kommentaari tekst Märk"/>
    <w:basedOn w:val="Liguvaikefont"/>
    <w:link w:val="Kommentaaritekst"/>
    <w:uiPriority w:val="99"/>
    <w:semiHidden/>
    <w:rPr>
      <w:sz w:val="20"/>
      <w:szCs w:val="20"/>
    </w:rPr>
  </w:style>
  <w:style w:type="character" w:styleId="Kommentaariviide">
    <w:name w:val="annotation reference"/>
    <w:basedOn w:val="Liguvaikefont"/>
    <w:uiPriority w:val="99"/>
    <w:semiHidden/>
    <w:unhideWhenUsed/>
    <w:rPr>
      <w:sz w:val="16"/>
      <w:szCs w:val="16"/>
    </w:rPr>
  </w:style>
  <w:style w:type="paragraph" w:styleId="Jutumullitekst">
    <w:name w:val="Balloon Text"/>
    <w:basedOn w:val="Normaallaad"/>
    <w:link w:val="JutumullitekstMrk"/>
    <w:uiPriority w:val="99"/>
    <w:semiHidden/>
    <w:unhideWhenUsed/>
    <w:rsid w:val="00F86191"/>
    <w:pPr>
      <w:spacing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86191"/>
    <w:rPr>
      <w:rFonts w:ascii="Segoe UI" w:hAnsi="Segoe UI" w:cs="Segoe UI"/>
      <w:sz w:val="18"/>
      <w:szCs w:val="18"/>
    </w:rPr>
  </w:style>
  <w:style w:type="paragraph" w:styleId="Loendilik">
    <w:name w:val="List Paragraph"/>
    <w:basedOn w:val="Normaallaad"/>
    <w:uiPriority w:val="34"/>
    <w:qFormat/>
    <w:rsid w:val="008170BD"/>
    <w:pPr>
      <w:widowControl/>
      <w:pBdr>
        <w:top w:val="none" w:sz="0" w:space="0" w:color="auto"/>
        <w:left w:val="none" w:sz="0" w:space="0" w:color="auto"/>
        <w:bottom w:val="none" w:sz="0" w:space="0" w:color="auto"/>
        <w:right w:val="none" w:sz="0" w:space="0" w:color="auto"/>
        <w:between w:val="none" w:sz="0" w:space="0" w:color="auto"/>
      </w:pBdr>
      <w:spacing w:after="200"/>
      <w:ind w:left="720"/>
      <w:contextualSpacing/>
    </w:pPr>
    <w:rPr>
      <w:rFonts w:eastAsia="Calibri" w:cs="Times New Roman"/>
      <w:color w:val="auto"/>
      <w:szCs w:val="20"/>
    </w:rPr>
  </w:style>
  <w:style w:type="table" w:styleId="Kontuurtabel">
    <w:name w:val="Table Grid"/>
    <w:basedOn w:val="Normaaltabel"/>
    <w:uiPriority w:val="59"/>
    <w:rsid w:val="008170BD"/>
    <w:pPr>
      <w:widowControl/>
      <w:pBdr>
        <w:top w:val="none" w:sz="0" w:space="0" w:color="auto"/>
        <w:left w:val="none" w:sz="0" w:space="0" w:color="auto"/>
        <w:bottom w:val="none" w:sz="0" w:space="0" w:color="auto"/>
        <w:right w:val="none" w:sz="0" w:space="0" w:color="auto"/>
        <w:between w:val="none" w:sz="0" w:space="0" w:color="auto"/>
      </w:pBdr>
      <w:spacing w:line="240" w:lineRule="auto"/>
    </w:pPr>
    <w:rPr>
      <w:rFonts w:eastAsia="Calibri"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semiHidden/>
    <w:unhideWhenUsed/>
    <w:rsid w:val="00701930"/>
    <w:rPr>
      <w:color w:val="0000FF"/>
      <w:u w:val="single"/>
    </w:rPr>
  </w:style>
  <w:style w:type="paragraph" w:styleId="Normaallaadveeb">
    <w:name w:val="Normal (Web)"/>
    <w:basedOn w:val="Normaallaad"/>
    <w:uiPriority w:val="99"/>
    <w:semiHidden/>
    <w:unhideWhenUsed/>
    <w:rsid w:val="004F7A48"/>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Kommentaariteema">
    <w:name w:val="annotation subject"/>
    <w:basedOn w:val="Kommentaaritekst"/>
    <w:next w:val="Kommentaaritekst"/>
    <w:link w:val="KommentaariteemaMrk"/>
    <w:uiPriority w:val="99"/>
    <w:semiHidden/>
    <w:unhideWhenUsed/>
    <w:rsid w:val="00837BE2"/>
    <w:rPr>
      <w:b/>
      <w:bCs/>
    </w:rPr>
  </w:style>
  <w:style w:type="character" w:customStyle="1" w:styleId="KommentaariteemaMrk">
    <w:name w:val="Kommentaari teema Märk"/>
    <w:basedOn w:val="KommentaaritekstMrk"/>
    <w:link w:val="Kommentaariteema"/>
    <w:uiPriority w:val="99"/>
    <w:semiHidden/>
    <w:rsid w:val="00837BE2"/>
    <w:rPr>
      <w:b/>
      <w:bCs/>
      <w:sz w:val="20"/>
      <w:szCs w:val="20"/>
    </w:rPr>
  </w:style>
  <w:style w:type="paragraph" w:styleId="Pis">
    <w:name w:val="header"/>
    <w:basedOn w:val="Normaallaad"/>
    <w:link w:val="PisMrk"/>
    <w:uiPriority w:val="99"/>
    <w:unhideWhenUsed/>
    <w:rsid w:val="00AF3702"/>
    <w:pPr>
      <w:tabs>
        <w:tab w:val="center" w:pos="4536"/>
        <w:tab w:val="right" w:pos="9072"/>
      </w:tabs>
      <w:spacing w:line="240" w:lineRule="auto"/>
    </w:pPr>
  </w:style>
  <w:style w:type="character" w:customStyle="1" w:styleId="PisMrk">
    <w:name w:val="Päis Märk"/>
    <w:basedOn w:val="Liguvaikefont"/>
    <w:link w:val="Pis"/>
    <w:uiPriority w:val="99"/>
    <w:rsid w:val="00AF3702"/>
  </w:style>
  <w:style w:type="paragraph" w:styleId="Jalus">
    <w:name w:val="footer"/>
    <w:basedOn w:val="Normaallaad"/>
    <w:link w:val="JalusMrk"/>
    <w:uiPriority w:val="99"/>
    <w:unhideWhenUsed/>
    <w:rsid w:val="00AF3702"/>
    <w:pPr>
      <w:tabs>
        <w:tab w:val="center" w:pos="4536"/>
        <w:tab w:val="right" w:pos="9072"/>
      </w:tabs>
      <w:spacing w:line="240" w:lineRule="auto"/>
    </w:pPr>
  </w:style>
  <w:style w:type="character" w:customStyle="1" w:styleId="JalusMrk">
    <w:name w:val="Jalus Märk"/>
    <w:basedOn w:val="Liguvaikefont"/>
    <w:link w:val="Jalus"/>
    <w:uiPriority w:val="99"/>
    <w:rsid w:val="00AF3702"/>
  </w:style>
  <w:style w:type="paragraph" w:customStyle="1" w:styleId="Default">
    <w:name w:val="Default"/>
    <w:rsid w:val="003E393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pPr>
    <w:rPr>
      <w:rFonts w:ascii="Cambria" w:hAnsi="Cambria" w:cs="Cambria"/>
      <w:sz w:val="24"/>
      <w:szCs w:val="24"/>
    </w:rPr>
  </w:style>
  <w:style w:type="character" w:styleId="Kohatitetekst">
    <w:name w:val="Placeholder Text"/>
    <w:basedOn w:val="Liguvaikefont"/>
    <w:uiPriority w:val="99"/>
    <w:semiHidden/>
    <w:rsid w:val="009A5E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44404">
      <w:bodyDiv w:val="1"/>
      <w:marLeft w:val="0"/>
      <w:marRight w:val="0"/>
      <w:marTop w:val="0"/>
      <w:marBottom w:val="0"/>
      <w:divBdr>
        <w:top w:val="none" w:sz="0" w:space="0" w:color="auto"/>
        <w:left w:val="none" w:sz="0" w:space="0" w:color="auto"/>
        <w:bottom w:val="none" w:sz="0" w:space="0" w:color="auto"/>
        <w:right w:val="none" w:sz="0" w:space="0" w:color="auto"/>
      </w:divBdr>
      <w:divsChild>
        <w:div w:id="33585757">
          <w:marLeft w:val="520"/>
          <w:marRight w:val="0"/>
          <w:marTop w:val="0"/>
          <w:marBottom w:val="0"/>
          <w:divBdr>
            <w:top w:val="none" w:sz="0" w:space="0" w:color="auto"/>
            <w:left w:val="none" w:sz="0" w:space="0" w:color="auto"/>
            <w:bottom w:val="none" w:sz="0" w:space="0" w:color="auto"/>
            <w:right w:val="none" w:sz="0" w:space="0" w:color="auto"/>
          </w:divBdr>
        </w:div>
        <w:div w:id="663512627">
          <w:marLeft w:val="520"/>
          <w:marRight w:val="0"/>
          <w:marTop w:val="0"/>
          <w:marBottom w:val="0"/>
          <w:divBdr>
            <w:top w:val="none" w:sz="0" w:space="0" w:color="auto"/>
            <w:left w:val="none" w:sz="0" w:space="0" w:color="auto"/>
            <w:bottom w:val="none" w:sz="0" w:space="0" w:color="auto"/>
            <w:right w:val="none" w:sz="0" w:space="0" w:color="auto"/>
          </w:divBdr>
        </w:div>
        <w:div w:id="1099062832">
          <w:marLeft w:val="650"/>
          <w:marRight w:val="0"/>
          <w:marTop w:val="0"/>
          <w:marBottom w:val="0"/>
          <w:divBdr>
            <w:top w:val="none" w:sz="0" w:space="0" w:color="auto"/>
            <w:left w:val="none" w:sz="0" w:space="0" w:color="auto"/>
            <w:bottom w:val="none" w:sz="0" w:space="0" w:color="auto"/>
            <w:right w:val="none" w:sz="0" w:space="0" w:color="auto"/>
          </w:divBdr>
        </w:div>
        <w:div w:id="1236819244">
          <w:marLeft w:val="520"/>
          <w:marRight w:val="0"/>
          <w:marTop w:val="0"/>
          <w:marBottom w:val="0"/>
          <w:divBdr>
            <w:top w:val="none" w:sz="0" w:space="0" w:color="auto"/>
            <w:left w:val="none" w:sz="0" w:space="0" w:color="auto"/>
            <w:bottom w:val="none" w:sz="0" w:space="0" w:color="auto"/>
            <w:right w:val="none" w:sz="0" w:space="0" w:color="auto"/>
          </w:divBdr>
        </w:div>
      </w:divsChild>
    </w:div>
    <w:div w:id="342099658">
      <w:bodyDiv w:val="1"/>
      <w:marLeft w:val="0"/>
      <w:marRight w:val="0"/>
      <w:marTop w:val="0"/>
      <w:marBottom w:val="0"/>
      <w:divBdr>
        <w:top w:val="none" w:sz="0" w:space="0" w:color="auto"/>
        <w:left w:val="none" w:sz="0" w:space="0" w:color="auto"/>
        <w:bottom w:val="none" w:sz="0" w:space="0" w:color="auto"/>
        <w:right w:val="none" w:sz="0" w:space="0" w:color="auto"/>
      </w:divBdr>
      <w:divsChild>
        <w:div w:id="1633051605">
          <w:marLeft w:val="520"/>
          <w:marRight w:val="0"/>
          <w:marTop w:val="0"/>
          <w:marBottom w:val="0"/>
          <w:divBdr>
            <w:top w:val="none" w:sz="0" w:space="0" w:color="auto"/>
            <w:left w:val="none" w:sz="0" w:space="0" w:color="auto"/>
            <w:bottom w:val="none" w:sz="0" w:space="0" w:color="auto"/>
            <w:right w:val="none" w:sz="0" w:space="0" w:color="auto"/>
          </w:divBdr>
        </w:div>
      </w:divsChild>
    </w:div>
    <w:div w:id="544365761">
      <w:bodyDiv w:val="1"/>
      <w:marLeft w:val="0"/>
      <w:marRight w:val="0"/>
      <w:marTop w:val="0"/>
      <w:marBottom w:val="0"/>
      <w:divBdr>
        <w:top w:val="none" w:sz="0" w:space="0" w:color="auto"/>
        <w:left w:val="none" w:sz="0" w:space="0" w:color="auto"/>
        <w:bottom w:val="none" w:sz="0" w:space="0" w:color="auto"/>
        <w:right w:val="none" w:sz="0" w:space="0" w:color="auto"/>
      </w:divBdr>
      <w:divsChild>
        <w:div w:id="1666787271">
          <w:marLeft w:val="520"/>
          <w:marRight w:val="0"/>
          <w:marTop w:val="0"/>
          <w:marBottom w:val="0"/>
          <w:divBdr>
            <w:top w:val="none" w:sz="0" w:space="0" w:color="auto"/>
            <w:left w:val="none" w:sz="0" w:space="0" w:color="auto"/>
            <w:bottom w:val="none" w:sz="0" w:space="0" w:color="auto"/>
            <w:right w:val="none" w:sz="0" w:space="0" w:color="auto"/>
          </w:divBdr>
        </w:div>
      </w:divsChild>
    </w:div>
    <w:div w:id="599068325">
      <w:bodyDiv w:val="1"/>
      <w:marLeft w:val="0"/>
      <w:marRight w:val="0"/>
      <w:marTop w:val="0"/>
      <w:marBottom w:val="0"/>
      <w:divBdr>
        <w:top w:val="none" w:sz="0" w:space="0" w:color="auto"/>
        <w:left w:val="none" w:sz="0" w:space="0" w:color="auto"/>
        <w:bottom w:val="none" w:sz="0" w:space="0" w:color="auto"/>
        <w:right w:val="none" w:sz="0" w:space="0" w:color="auto"/>
      </w:divBdr>
      <w:divsChild>
        <w:div w:id="2027050605">
          <w:marLeft w:val="0"/>
          <w:marRight w:val="0"/>
          <w:marTop w:val="0"/>
          <w:marBottom w:val="0"/>
          <w:divBdr>
            <w:top w:val="none" w:sz="0" w:space="0" w:color="auto"/>
            <w:left w:val="none" w:sz="0" w:space="0" w:color="auto"/>
            <w:bottom w:val="none" w:sz="0" w:space="0" w:color="auto"/>
            <w:right w:val="none" w:sz="0" w:space="0" w:color="auto"/>
          </w:divBdr>
        </w:div>
      </w:divsChild>
    </w:div>
    <w:div w:id="737098870">
      <w:bodyDiv w:val="1"/>
      <w:marLeft w:val="0"/>
      <w:marRight w:val="0"/>
      <w:marTop w:val="0"/>
      <w:marBottom w:val="0"/>
      <w:divBdr>
        <w:top w:val="none" w:sz="0" w:space="0" w:color="auto"/>
        <w:left w:val="none" w:sz="0" w:space="0" w:color="auto"/>
        <w:bottom w:val="none" w:sz="0" w:space="0" w:color="auto"/>
        <w:right w:val="none" w:sz="0" w:space="0" w:color="auto"/>
      </w:divBdr>
      <w:divsChild>
        <w:div w:id="544413148">
          <w:marLeft w:val="520"/>
          <w:marRight w:val="0"/>
          <w:marTop w:val="0"/>
          <w:marBottom w:val="0"/>
          <w:divBdr>
            <w:top w:val="none" w:sz="0" w:space="0" w:color="auto"/>
            <w:left w:val="none" w:sz="0" w:space="0" w:color="auto"/>
            <w:bottom w:val="none" w:sz="0" w:space="0" w:color="auto"/>
            <w:right w:val="none" w:sz="0" w:space="0" w:color="auto"/>
          </w:divBdr>
        </w:div>
      </w:divsChild>
    </w:div>
    <w:div w:id="1019428900">
      <w:bodyDiv w:val="1"/>
      <w:marLeft w:val="0"/>
      <w:marRight w:val="0"/>
      <w:marTop w:val="0"/>
      <w:marBottom w:val="0"/>
      <w:divBdr>
        <w:top w:val="none" w:sz="0" w:space="0" w:color="auto"/>
        <w:left w:val="none" w:sz="0" w:space="0" w:color="auto"/>
        <w:bottom w:val="none" w:sz="0" w:space="0" w:color="auto"/>
        <w:right w:val="none" w:sz="0" w:space="0" w:color="auto"/>
      </w:divBdr>
    </w:div>
    <w:div w:id="1052535090">
      <w:bodyDiv w:val="1"/>
      <w:marLeft w:val="0"/>
      <w:marRight w:val="0"/>
      <w:marTop w:val="0"/>
      <w:marBottom w:val="0"/>
      <w:divBdr>
        <w:top w:val="none" w:sz="0" w:space="0" w:color="auto"/>
        <w:left w:val="none" w:sz="0" w:space="0" w:color="auto"/>
        <w:bottom w:val="none" w:sz="0" w:space="0" w:color="auto"/>
        <w:right w:val="none" w:sz="0" w:space="0" w:color="auto"/>
      </w:divBdr>
      <w:divsChild>
        <w:div w:id="699941891">
          <w:marLeft w:val="520"/>
          <w:marRight w:val="0"/>
          <w:marTop w:val="0"/>
          <w:marBottom w:val="0"/>
          <w:divBdr>
            <w:top w:val="none" w:sz="0" w:space="0" w:color="auto"/>
            <w:left w:val="none" w:sz="0" w:space="0" w:color="auto"/>
            <w:bottom w:val="none" w:sz="0" w:space="0" w:color="auto"/>
            <w:right w:val="none" w:sz="0" w:space="0" w:color="auto"/>
          </w:divBdr>
        </w:div>
        <w:div w:id="1784306445">
          <w:marLeft w:val="520"/>
          <w:marRight w:val="0"/>
          <w:marTop w:val="0"/>
          <w:marBottom w:val="0"/>
          <w:divBdr>
            <w:top w:val="none" w:sz="0" w:space="0" w:color="auto"/>
            <w:left w:val="none" w:sz="0" w:space="0" w:color="auto"/>
            <w:bottom w:val="none" w:sz="0" w:space="0" w:color="auto"/>
            <w:right w:val="none" w:sz="0" w:space="0" w:color="auto"/>
          </w:divBdr>
        </w:div>
      </w:divsChild>
    </w:div>
    <w:div w:id="1235164797">
      <w:bodyDiv w:val="1"/>
      <w:marLeft w:val="0"/>
      <w:marRight w:val="0"/>
      <w:marTop w:val="0"/>
      <w:marBottom w:val="0"/>
      <w:divBdr>
        <w:top w:val="none" w:sz="0" w:space="0" w:color="auto"/>
        <w:left w:val="none" w:sz="0" w:space="0" w:color="auto"/>
        <w:bottom w:val="none" w:sz="0" w:space="0" w:color="auto"/>
        <w:right w:val="none" w:sz="0" w:space="0" w:color="auto"/>
      </w:divBdr>
      <w:divsChild>
        <w:div w:id="144444473">
          <w:marLeft w:val="520"/>
          <w:marRight w:val="0"/>
          <w:marTop w:val="0"/>
          <w:marBottom w:val="0"/>
          <w:divBdr>
            <w:top w:val="none" w:sz="0" w:space="0" w:color="auto"/>
            <w:left w:val="none" w:sz="0" w:space="0" w:color="auto"/>
            <w:bottom w:val="none" w:sz="0" w:space="0" w:color="auto"/>
            <w:right w:val="none" w:sz="0" w:space="0" w:color="auto"/>
          </w:divBdr>
        </w:div>
        <w:div w:id="234629946">
          <w:marLeft w:val="520"/>
          <w:marRight w:val="0"/>
          <w:marTop w:val="0"/>
          <w:marBottom w:val="0"/>
          <w:divBdr>
            <w:top w:val="none" w:sz="0" w:space="0" w:color="auto"/>
            <w:left w:val="none" w:sz="0" w:space="0" w:color="auto"/>
            <w:bottom w:val="none" w:sz="0" w:space="0" w:color="auto"/>
            <w:right w:val="none" w:sz="0" w:space="0" w:color="auto"/>
          </w:divBdr>
        </w:div>
        <w:div w:id="658073901">
          <w:marLeft w:val="520"/>
          <w:marRight w:val="0"/>
          <w:marTop w:val="0"/>
          <w:marBottom w:val="0"/>
          <w:divBdr>
            <w:top w:val="none" w:sz="0" w:space="0" w:color="auto"/>
            <w:left w:val="none" w:sz="0" w:space="0" w:color="auto"/>
            <w:bottom w:val="none" w:sz="0" w:space="0" w:color="auto"/>
            <w:right w:val="none" w:sz="0" w:space="0" w:color="auto"/>
          </w:divBdr>
        </w:div>
        <w:div w:id="710570908">
          <w:marLeft w:val="520"/>
          <w:marRight w:val="0"/>
          <w:marTop w:val="0"/>
          <w:marBottom w:val="0"/>
          <w:divBdr>
            <w:top w:val="none" w:sz="0" w:space="0" w:color="auto"/>
            <w:left w:val="none" w:sz="0" w:space="0" w:color="auto"/>
            <w:bottom w:val="none" w:sz="0" w:space="0" w:color="auto"/>
            <w:right w:val="none" w:sz="0" w:space="0" w:color="auto"/>
          </w:divBdr>
        </w:div>
        <w:div w:id="779645247">
          <w:marLeft w:val="520"/>
          <w:marRight w:val="0"/>
          <w:marTop w:val="0"/>
          <w:marBottom w:val="0"/>
          <w:divBdr>
            <w:top w:val="none" w:sz="0" w:space="0" w:color="auto"/>
            <w:left w:val="none" w:sz="0" w:space="0" w:color="auto"/>
            <w:bottom w:val="none" w:sz="0" w:space="0" w:color="auto"/>
            <w:right w:val="none" w:sz="0" w:space="0" w:color="auto"/>
          </w:divBdr>
        </w:div>
        <w:div w:id="1654599415">
          <w:marLeft w:val="520"/>
          <w:marRight w:val="0"/>
          <w:marTop w:val="0"/>
          <w:marBottom w:val="0"/>
          <w:divBdr>
            <w:top w:val="none" w:sz="0" w:space="0" w:color="auto"/>
            <w:left w:val="none" w:sz="0" w:space="0" w:color="auto"/>
            <w:bottom w:val="none" w:sz="0" w:space="0" w:color="auto"/>
            <w:right w:val="none" w:sz="0" w:space="0" w:color="auto"/>
          </w:divBdr>
        </w:div>
      </w:divsChild>
    </w:div>
    <w:div w:id="1639845144">
      <w:bodyDiv w:val="1"/>
      <w:marLeft w:val="0"/>
      <w:marRight w:val="0"/>
      <w:marTop w:val="0"/>
      <w:marBottom w:val="0"/>
      <w:divBdr>
        <w:top w:val="none" w:sz="0" w:space="0" w:color="auto"/>
        <w:left w:val="none" w:sz="0" w:space="0" w:color="auto"/>
        <w:bottom w:val="none" w:sz="0" w:space="0" w:color="auto"/>
        <w:right w:val="none" w:sz="0" w:space="0" w:color="auto"/>
      </w:divBdr>
      <w:divsChild>
        <w:div w:id="561911175">
          <w:marLeft w:val="520"/>
          <w:marRight w:val="0"/>
          <w:marTop w:val="0"/>
          <w:marBottom w:val="0"/>
          <w:divBdr>
            <w:top w:val="none" w:sz="0" w:space="0" w:color="auto"/>
            <w:left w:val="none" w:sz="0" w:space="0" w:color="auto"/>
            <w:bottom w:val="none" w:sz="0" w:space="0" w:color="auto"/>
            <w:right w:val="none" w:sz="0" w:space="0" w:color="auto"/>
          </w:divBdr>
        </w:div>
      </w:divsChild>
    </w:div>
    <w:div w:id="1709336887">
      <w:bodyDiv w:val="1"/>
      <w:marLeft w:val="0"/>
      <w:marRight w:val="0"/>
      <w:marTop w:val="0"/>
      <w:marBottom w:val="0"/>
      <w:divBdr>
        <w:top w:val="none" w:sz="0" w:space="0" w:color="auto"/>
        <w:left w:val="none" w:sz="0" w:space="0" w:color="auto"/>
        <w:bottom w:val="none" w:sz="0" w:space="0" w:color="auto"/>
        <w:right w:val="none" w:sz="0" w:space="0" w:color="auto"/>
      </w:divBdr>
      <w:divsChild>
        <w:div w:id="1684935177">
          <w:marLeft w:val="0"/>
          <w:marRight w:val="0"/>
          <w:marTop w:val="0"/>
          <w:marBottom w:val="0"/>
          <w:divBdr>
            <w:top w:val="none" w:sz="0" w:space="0" w:color="auto"/>
            <w:left w:val="none" w:sz="0" w:space="0" w:color="auto"/>
            <w:bottom w:val="none" w:sz="0" w:space="0" w:color="auto"/>
            <w:right w:val="none" w:sz="0" w:space="0" w:color="auto"/>
          </w:divBdr>
        </w:div>
      </w:divsChild>
    </w:div>
    <w:div w:id="1734235832">
      <w:bodyDiv w:val="1"/>
      <w:marLeft w:val="0"/>
      <w:marRight w:val="0"/>
      <w:marTop w:val="0"/>
      <w:marBottom w:val="0"/>
      <w:divBdr>
        <w:top w:val="none" w:sz="0" w:space="0" w:color="auto"/>
        <w:left w:val="none" w:sz="0" w:space="0" w:color="auto"/>
        <w:bottom w:val="none" w:sz="0" w:space="0" w:color="auto"/>
        <w:right w:val="none" w:sz="0" w:space="0" w:color="auto"/>
      </w:divBdr>
    </w:div>
    <w:div w:id="2008970035">
      <w:bodyDiv w:val="1"/>
      <w:marLeft w:val="0"/>
      <w:marRight w:val="0"/>
      <w:marTop w:val="0"/>
      <w:marBottom w:val="0"/>
      <w:divBdr>
        <w:top w:val="none" w:sz="0" w:space="0" w:color="auto"/>
        <w:left w:val="none" w:sz="0" w:space="0" w:color="auto"/>
        <w:bottom w:val="none" w:sz="0" w:space="0" w:color="auto"/>
        <w:right w:val="none" w:sz="0" w:space="0" w:color="auto"/>
      </w:divBdr>
    </w:div>
    <w:div w:id="2044666600">
      <w:bodyDiv w:val="1"/>
      <w:marLeft w:val="0"/>
      <w:marRight w:val="0"/>
      <w:marTop w:val="0"/>
      <w:marBottom w:val="0"/>
      <w:divBdr>
        <w:top w:val="none" w:sz="0" w:space="0" w:color="auto"/>
        <w:left w:val="none" w:sz="0" w:space="0" w:color="auto"/>
        <w:bottom w:val="none" w:sz="0" w:space="0" w:color="auto"/>
        <w:right w:val="none" w:sz="0" w:space="0" w:color="auto"/>
      </w:divBdr>
      <w:divsChild>
        <w:div w:id="1985231175">
          <w:marLeft w:val="52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080E37F7BE04AF8991BF6D8C813F7E9"/>
        <w:category>
          <w:name w:val="Üldine"/>
          <w:gallery w:val="placeholder"/>
        </w:category>
        <w:types>
          <w:type w:val="bbPlcHdr"/>
        </w:types>
        <w:behaviors>
          <w:behavior w:val="content"/>
        </w:behaviors>
        <w:guid w:val="{D5636CC5-BF80-445B-8468-9C52761E5F36}"/>
      </w:docPartPr>
      <w:docPartBody>
        <w:p w:rsidR="00000000" w:rsidRDefault="00896FC9" w:rsidP="00896FC9">
          <w:pPr>
            <w:pStyle w:val="8080E37F7BE04AF8991BF6D8C813F7E91"/>
          </w:pPr>
          <w:r w:rsidRPr="00E54E8A">
            <w:rPr>
              <w:rStyle w:val="Kohatitetekst"/>
              <w:rFonts w:asciiTheme="minorHAnsi" w:hAnsiTheme="minorHAnsi" w:cstheme="minorHAnsi"/>
              <w:sz w:val="20"/>
              <w:szCs w:val="20"/>
            </w:rPr>
            <w:t>Kuupäeva sisestamiseks klõpsake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Roboto Condensed">
    <w:panose1 w:val="02000000000000000000"/>
    <w:charset w:val="BA"/>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FC9"/>
    <w:rsid w:val="00896FC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896FC9"/>
    <w:rPr>
      <w:color w:val="808080"/>
    </w:rPr>
  </w:style>
  <w:style w:type="paragraph" w:customStyle="1" w:styleId="8080E37F7BE04AF8991BF6D8C813F7E9">
    <w:name w:val="8080E37F7BE04AF8991BF6D8C813F7E9"/>
    <w:rsid w:val="00896FC9"/>
  </w:style>
  <w:style w:type="paragraph" w:customStyle="1" w:styleId="E7E839E49C374152A83F4BCA8DCC770D">
    <w:name w:val="E7E839E49C374152A83F4BCA8DCC770D"/>
    <w:rsid w:val="00896FC9"/>
  </w:style>
  <w:style w:type="paragraph" w:customStyle="1" w:styleId="8080E37F7BE04AF8991BF6D8C813F7E91">
    <w:name w:val="8080E37F7BE04AF8991BF6D8C813F7E91"/>
    <w:rsid w:val="00896FC9"/>
    <w:pPr>
      <w:widowControl w:val="0"/>
      <w:pBdr>
        <w:top w:val="nil"/>
        <w:left w:val="nil"/>
        <w:bottom w:val="nil"/>
        <w:right w:val="nil"/>
        <w:between w:val="nil"/>
      </w:pBdr>
      <w:spacing w:after="0" w:line="276" w:lineRule="auto"/>
    </w:pPr>
    <w:rPr>
      <w:rFonts w:ascii="Arial" w:eastAsia="Arial" w:hAnsi="Arial" w:cs="Arial"/>
      <w:color w:val="000000"/>
    </w:rPr>
  </w:style>
  <w:style w:type="paragraph" w:customStyle="1" w:styleId="3E13D44F536E42C8BAE84E011201519F">
    <w:name w:val="3E13D44F536E42C8BAE84E011201519F"/>
    <w:rsid w:val="00896FC9"/>
    <w:pPr>
      <w:widowControl w:val="0"/>
      <w:pBdr>
        <w:top w:val="nil"/>
        <w:left w:val="nil"/>
        <w:bottom w:val="nil"/>
        <w:right w:val="nil"/>
        <w:between w:val="nil"/>
      </w:pBdr>
      <w:spacing w:after="0" w:line="276" w:lineRule="auto"/>
    </w:pPr>
    <w:rPr>
      <w:rFonts w:ascii="Arial" w:eastAsia="Arial" w:hAnsi="Arial" w:cs="Arial"/>
      <w:color w:val="00000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C1068321</Template>
  <TotalTime>321</TotalTime>
  <Pages>40</Pages>
  <Words>6788</Words>
  <Characters>39377</Characters>
  <Application>Microsoft Office Word</Application>
  <DocSecurity>0</DocSecurity>
  <Lines>328</Lines>
  <Paragraphs>92</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46073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Tsuiman</dc:creator>
  <cp:keywords/>
  <dc:description/>
  <cp:lastModifiedBy>Katrin Tsuiman</cp:lastModifiedBy>
  <cp:revision>7</cp:revision>
  <cp:lastPrinted>2018-06-05T05:01:00Z</cp:lastPrinted>
  <dcterms:created xsi:type="dcterms:W3CDTF">2018-06-12T18:30:00Z</dcterms:created>
  <dcterms:modified xsi:type="dcterms:W3CDTF">2018-06-24T23:00:00Z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478065947</vt:i4>
  </property>
  <property fmtid="{D5CDD505-2E9C-101B-9397-08002B2CF9AE}" pid="3" name="_NewReviewCycle">
    <vt:lpwstr/>
  </property>
  <property fmtid="{D5CDD505-2E9C-101B-9397-08002B2CF9AE}" pid="4" name="_EmailSubject">
    <vt:lpwstr>Toetusvajaduse hindamisvahend</vt:lpwstr>
  </property>
  <property fmtid="{D5CDD505-2E9C-101B-9397-08002B2CF9AE}" pid="5" name="_AuthorEmail">
    <vt:lpwstr>katrin.tsuiman@sotsiaalkindlustusamet.ee</vt:lpwstr>
  </property>
  <property fmtid="{D5CDD505-2E9C-101B-9397-08002B2CF9AE}" pid="6" name="_AuthorEmailDisplayName">
    <vt:lpwstr>Katrin Tsuiman</vt:lpwstr>
  </property>
</Properties>
</file>